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4ED75" w14:textId="77777777" w:rsidR="00BB5154" w:rsidRPr="00F4279E" w:rsidRDefault="00BB5154" w:rsidP="001974DD">
      <w:pPr>
        <w:widowControl w:val="0"/>
        <w:autoSpaceDE w:val="0"/>
        <w:autoSpaceDN w:val="0"/>
        <w:adjustRightInd w:val="0"/>
        <w:spacing w:line="0" w:lineRule="atLeast"/>
        <w:rPr>
          <w:rFonts w:ascii="Arial" w:hAnsi="Arial" w:cs="Arial"/>
          <w:b/>
          <w:color w:val="4E4D4D" w:themeColor="background2"/>
        </w:rPr>
      </w:pPr>
    </w:p>
    <w:p w14:paraId="5C64ED76" w14:textId="77777777" w:rsidR="00937459" w:rsidRPr="00F4279E" w:rsidRDefault="00BB5154" w:rsidP="001974DD">
      <w:pPr>
        <w:widowControl w:val="0"/>
        <w:autoSpaceDE w:val="0"/>
        <w:autoSpaceDN w:val="0"/>
        <w:adjustRightInd w:val="0"/>
        <w:spacing w:line="0" w:lineRule="atLeast"/>
        <w:ind w:right="187"/>
        <w:jc w:val="center"/>
        <w:rPr>
          <w:rFonts w:ascii="Arial" w:hAnsi="Arial" w:cs="Arial"/>
          <w:b/>
          <w:color w:val="4E4D4D" w:themeColor="background2"/>
        </w:rPr>
      </w:pPr>
      <w:r w:rsidRPr="00F4279E">
        <w:rPr>
          <w:rFonts w:ascii="Arial" w:hAnsi="Arial" w:cs="Arial"/>
          <w:b/>
          <w:color w:val="4E4D4D" w:themeColor="background2"/>
        </w:rPr>
        <w:t xml:space="preserve">ANEXO </w:t>
      </w:r>
      <w:r w:rsidR="00C869A0" w:rsidRPr="00F4279E">
        <w:rPr>
          <w:rFonts w:ascii="Arial" w:hAnsi="Arial" w:cs="Arial"/>
          <w:b/>
          <w:color w:val="4E4D4D" w:themeColor="background2"/>
        </w:rPr>
        <w:t xml:space="preserve">TÉCNICO </w:t>
      </w:r>
    </w:p>
    <w:p w14:paraId="5C64ED77" w14:textId="7FFDBCAD" w:rsidR="00C869A0" w:rsidRPr="00F4279E" w:rsidRDefault="00937459" w:rsidP="001974DD">
      <w:pPr>
        <w:widowControl w:val="0"/>
        <w:autoSpaceDE w:val="0"/>
        <w:autoSpaceDN w:val="0"/>
        <w:adjustRightInd w:val="0"/>
        <w:spacing w:line="0" w:lineRule="atLeast"/>
        <w:ind w:right="187"/>
        <w:jc w:val="center"/>
        <w:rPr>
          <w:rFonts w:ascii="Arial" w:hAnsi="Arial" w:cs="Arial"/>
          <w:b/>
          <w:color w:val="4E4D4D" w:themeColor="background2"/>
        </w:rPr>
      </w:pPr>
      <w:r w:rsidRPr="00F4279E">
        <w:rPr>
          <w:rFonts w:ascii="Arial" w:hAnsi="Arial" w:cs="Arial"/>
          <w:b/>
          <w:color w:val="4E4D4D" w:themeColor="background2"/>
        </w:rPr>
        <w:t xml:space="preserve">GRUPO </w:t>
      </w:r>
      <w:r w:rsidR="00141BF8" w:rsidRPr="00F4279E">
        <w:rPr>
          <w:rFonts w:ascii="Arial" w:hAnsi="Arial" w:cs="Arial"/>
          <w:b/>
          <w:color w:val="4E4D4D" w:themeColor="background2"/>
        </w:rPr>
        <w:t>AGUA</w:t>
      </w:r>
      <w:r w:rsidRPr="00F4279E">
        <w:rPr>
          <w:rFonts w:ascii="Arial" w:hAnsi="Arial" w:cs="Arial"/>
          <w:b/>
          <w:color w:val="4E4D4D" w:themeColor="background2"/>
        </w:rPr>
        <w:t xml:space="preserve"> </w:t>
      </w:r>
      <w:r w:rsidR="009016D3">
        <w:rPr>
          <w:rFonts w:ascii="Arial" w:hAnsi="Arial" w:cs="Arial"/>
          <w:b/>
          <w:color w:val="4E4D4D" w:themeColor="background2"/>
        </w:rPr>
        <w:t xml:space="preserve">TRATADA </w:t>
      </w:r>
      <w:r w:rsidRPr="00F4279E">
        <w:rPr>
          <w:rFonts w:ascii="Arial" w:hAnsi="Arial" w:cs="Arial"/>
          <w:b/>
          <w:color w:val="4E4D4D" w:themeColor="background2"/>
        </w:rPr>
        <w:t>POTABLE ENVASADA</w:t>
      </w:r>
    </w:p>
    <w:p w14:paraId="5C64ED78" w14:textId="77777777" w:rsidR="001F27AD" w:rsidRPr="00F4279E" w:rsidRDefault="001F27AD" w:rsidP="001974DD">
      <w:pPr>
        <w:widowControl w:val="0"/>
        <w:autoSpaceDE w:val="0"/>
        <w:autoSpaceDN w:val="0"/>
        <w:adjustRightInd w:val="0"/>
        <w:spacing w:line="0" w:lineRule="atLeast"/>
        <w:ind w:right="187"/>
        <w:jc w:val="center"/>
        <w:rPr>
          <w:rFonts w:ascii="Arial" w:hAnsi="Arial" w:cs="Arial"/>
          <w:b/>
          <w:color w:val="4E4D4D" w:themeColor="background2"/>
        </w:rPr>
      </w:pPr>
    </w:p>
    <w:p w14:paraId="5C64ED79" w14:textId="77777777" w:rsidR="00532363" w:rsidRPr="00F4279E" w:rsidRDefault="00532363" w:rsidP="00532363">
      <w:pPr>
        <w:widowControl w:val="0"/>
        <w:autoSpaceDE w:val="0"/>
        <w:autoSpaceDN w:val="0"/>
        <w:adjustRightInd w:val="0"/>
        <w:spacing w:line="245" w:lineRule="auto"/>
        <w:ind w:right="187"/>
        <w:jc w:val="center"/>
        <w:rPr>
          <w:rFonts w:ascii="Arial" w:hAnsi="Arial" w:cs="Arial"/>
          <w:b/>
          <w:color w:val="4E4D4D" w:themeColor="background2"/>
        </w:rPr>
      </w:pPr>
      <w:r w:rsidRPr="00F4279E">
        <w:rPr>
          <w:rFonts w:ascii="Arial" w:hAnsi="Arial" w:cs="Arial"/>
          <w:b/>
          <w:color w:val="4E4D4D" w:themeColor="background2"/>
        </w:rPr>
        <w:t xml:space="preserve">REFRIGERIOS JORNADA ACADÉMICA (MAÑANA – TARDE - NOCTURNA)-PRIMERA ENTREGA, Y JORNADA ÚNICA Y USO DEL TIEMPO ESCOLAR- SEGUNDA ENTREGA. </w:t>
      </w:r>
    </w:p>
    <w:p w14:paraId="5C64ED7A" w14:textId="77777777" w:rsidR="00532363" w:rsidRPr="00F4279E" w:rsidRDefault="00532363" w:rsidP="00532363">
      <w:pPr>
        <w:widowControl w:val="0"/>
        <w:autoSpaceDE w:val="0"/>
        <w:autoSpaceDN w:val="0"/>
        <w:adjustRightInd w:val="0"/>
        <w:rPr>
          <w:rFonts w:ascii="Arial" w:hAnsi="Arial" w:cs="Arial"/>
          <w:b/>
          <w:color w:val="4E4D4D" w:themeColor="background2"/>
          <w:spacing w:val="-2"/>
          <w:w w:val="101"/>
        </w:rPr>
      </w:pPr>
    </w:p>
    <w:p w14:paraId="5C64ED7B" w14:textId="77777777" w:rsidR="00532363" w:rsidRPr="00F4279E" w:rsidRDefault="00532363" w:rsidP="00532363">
      <w:pPr>
        <w:widowControl w:val="0"/>
        <w:autoSpaceDE w:val="0"/>
        <w:autoSpaceDN w:val="0"/>
        <w:adjustRightInd w:val="0"/>
        <w:rPr>
          <w:rFonts w:ascii="Arial" w:hAnsi="Arial" w:cs="Arial"/>
          <w:b/>
          <w:color w:val="4E4D4D" w:themeColor="background2"/>
          <w:spacing w:val="-2"/>
          <w:w w:val="101"/>
        </w:rPr>
      </w:pPr>
    </w:p>
    <w:p w14:paraId="5C64ED7C" w14:textId="77777777" w:rsidR="00532363" w:rsidRPr="00F4279E" w:rsidRDefault="00532363" w:rsidP="00FB5A2F">
      <w:pPr>
        <w:pStyle w:val="Prrafodelista"/>
        <w:widowControl w:val="0"/>
        <w:numPr>
          <w:ilvl w:val="0"/>
          <w:numId w:val="14"/>
        </w:numPr>
        <w:autoSpaceDE w:val="0"/>
        <w:autoSpaceDN w:val="0"/>
        <w:adjustRightInd w:val="0"/>
        <w:jc w:val="both"/>
        <w:rPr>
          <w:rFonts w:ascii="Arial" w:hAnsi="Arial" w:cs="Arial"/>
          <w:b/>
          <w:color w:val="4E4D4D" w:themeColor="background2"/>
          <w:spacing w:val="-2"/>
          <w:w w:val="101"/>
        </w:rPr>
      </w:pPr>
      <w:r w:rsidRPr="00F4279E">
        <w:rPr>
          <w:rFonts w:ascii="Arial" w:hAnsi="Arial" w:cs="Arial"/>
          <w:b/>
          <w:color w:val="4E4D4D" w:themeColor="background2"/>
          <w:spacing w:val="-2"/>
          <w:w w:val="101"/>
        </w:rPr>
        <w:t>MARCO NORMATIVO PROGRAMA DE ALIMENTACIÓN ESCOLAR</w:t>
      </w:r>
    </w:p>
    <w:p w14:paraId="5C64ED7D" w14:textId="77777777" w:rsidR="00532363" w:rsidRPr="00F4279E" w:rsidRDefault="00532363" w:rsidP="00532363">
      <w:pPr>
        <w:widowControl w:val="0"/>
        <w:autoSpaceDE w:val="0"/>
        <w:autoSpaceDN w:val="0"/>
        <w:adjustRightInd w:val="0"/>
        <w:jc w:val="both"/>
        <w:rPr>
          <w:rFonts w:ascii="Arial" w:hAnsi="Arial" w:cs="Arial"/>
          <w:color w:val="4E4D4D" w:themeColor="background2"/>
          <w:spacing w:val="-2"/>
          <w:w w:val="101"/>
        </w:rPr>
      </w:pPr>
    </w:p>
    <w:p w14:paraId="5C64ED7E" w14:textId="77777777" w:rsidR="00532363" w:rsidRPr="00F4279E" w:rsidRDefault="00532363" w:rsidP="00532363">
      <w:pPr>
        <w:jc w:val="both"/>
        <w:rPr>
          <w:rFonts w:ascii="Arial" w:hAnsi="Arial" w:cs="Arial"/>
          <w:color w:val="4E4D4D" w:themeColor="background2"/>
        </w:rPr>
      </w:pPr>
      <w:r w:rsidRPr="00F4279E">
        <w:rPr>
          <w:rFonts w:ascii="Arial" w:hAnsi="Arial" w:cs="Arial"/>
          <w:color w:val="4E4D4D" w:themeColor="background2"/>
        </w:rPr>
        <w:t>El Programa de Alimentación Escolar busca contribuir con el derecho a la vida sana y a la educación con calidad, a través de la entrega de un complemento alimentario nutritivo y variado, que favorezca la permanencia de los niños, niñas y jóvenes en el sistema educativo oficial y el desarrollo de oportunidades que permitan modificar estructuras sociales caracterizadas por una profunda segmentación que perpetúa modelos históricos de exclusión.</w:t>
      </w:r>
    </w:p>
    <w:p w14:paraId="5C64ED7F" w14:textId="77777777" w:rsidR="00532363" w:rsidRPr="00F4279E" w:rsidRDefault="00532363" w:rsidP="00532363">
      <w:pPr>
        <w:jc w:val="both"/>
        <w:rPr>
          <w:rFonts w:ascii="Arial" w:hAnsi="Arial" w:cs="Arial"/>
          <w:color w:val="4E4D4D" w:themeColor="background2"/>
        </w:rPr>
      </w:pPr>
    </w:p>
    <w:p w14:paraId="5C64ED80" w14:textId="77777777" w:rsidR="00532363" w:rsidRPr="00F4279E" w:rsidRDefault="00532363" w:rsidP="00532363">
      <w:pPr>
        <w:jc w:val="both"/>
        <w:rPr>
          <w:rFonts w:ascii="Arial" w:hAnsi="Arial" w:cs="Arial"/>
          <w:color w:val="4E4D4D" w:themeColor="background2"/>
        </w:rPr>
      </w:pPr>
      <w:r w:rsidRPr="00F4279E">
        <w:rPr>
          <w:rFonts w:ascii="Arial" w:hAnsi="Arial" w:cs="Arial"/>
          <w:color w:val="4E4D4D" w:themeColor="background2"/>
        </w:rPr>
        <w:t>La entrega de complementos alimentarios es diaria durante el calendario escolar en las 20 localidades del Distrito Capital y en las jornadas mañana, tarde y nocturna para todos los niveles de formación. Éstas entregas van acompañadas de estrategias pedagógicas centradas en hábitos de vida saludables y actividad física.</w:t>
      </w:r>
    </w:p>
    <w:p w14:paraId="5C64ED81" w14:textId="77777777" w:rsidR="00532363" w:rsidRPr="00F4279E" w:rsidRDefault="00532363" w:rsidP="00532363">
      <w:pPr>
        <w:jc w:val="both"/>
        <w:rPr>
          <w:rFonts w:ascii="Arial" w:hAnsi="Arial" w:cs="Arial"/>
          <w:color w:val="4E4D4D" w:themeColor="background2"/>
        </w:rPr>
      </w:pPr>
    </w:p>
    <w:p w14:paraId="5C64ED82" w14:textId="77777777" w:rsidR="00532363" w:rsidRPr="00F4279E" w:rsidRDefault="00532363" w:rsidP="00532363">
      <w:pPr>
        <w:keepNext/>
        <w:keepLines/>
        <w:tabs>
          <w:tab w:val="left" w:pos="2130"/>
        </w:tabs>
        <w:jc w:val="both"/>
        <w:rPr>
          <w:rFonts w:ascii="Arial" w:hAnsi="Arial" w:cs="Arial"/>
          <w:color w:val="4E4D4D" w:themeColor="background2"/>
        </w:rPr>
      </w:pPr>
      <w:r w:rsidRPr="00F4279E">
        <w:rPr>
          <w:rFonts w:ascii="Arial" w:hAnsi="Arial" w:cs="Arial"/>
          <w:color w:val="4E4D4D" w:themeColor="background2"/>
        </w:rPr>
        <w:t>La modalidad de entrega “Refrigerio Escolar” se garantiza a los estudiantes beneficiarios en la jornada académica correspondiente (mañana, tarde y nocturna) como una Primera Entrega del complemento alimentario y de acuerdo con lo requerido en los diferentes proyectos en jornadas adicionales a la académica como una Segunda Entrega.</w:t>
      </w:r>
    </w:p>
    <w:p w14:paraId="5C64ED83" w14:textId="77777777" w:rsidR="00532363" w:rsidRPr="00F4279E" w:rsidRDefault="00532363" w:rsidP="00532363">
      <w:pPr>
        <w:keepNext/>
        <w:keepLines/>
        <w:tabs>
          <w:tab w:val="left" w:pos="2130"/>
        </w:tabs>
        <w:jc w:val="both"/>
        <w:rPr>
          <w:rFonts w:ascii="Arial" w:hAnsi="Arial" w:cs="Arial"/>
          <w:color w:val="4E4D4D" w:themeColor="background2"/>
        </w:rPr>
      </w:pPr>
    </w:p>
    <w:p w14:paraId="5C64ED84" w14:textId="77777777" w:rsidR="00532363" w:rsidRPr="00F4279E" w:rsidRDefault="00532363" w:rsidP="00532363">
      <w:pPr>
        <w:jc w:val="both"/>
        <w:rPr>
          <w:rFonts w:ascii="Arial" w:hAnsi="Arial" w:cs="Arial"/>
          <w:color w:val="4E4D4D" w:themeColor="background2"/>
        </w:rPr>
      </w:pPr>
      <w:r w:rsidRPr="00F4279E">
        <w:rPr>
          <w:rFonts w:ascii="Arial" w:hAnsi="Arial" w:cs="Arial"/>
          <w:color w:val="4E4D4D" w:themeColor="background2"/>
        </w:rPr>
        <w:t xml:space="preserve">En Colombia actualmente se desarrollan dos estrategias importantes para el mejoramiento de la calidad en la educación las cuales se relacionan a continuación: </w:t>
      </w:r>
    </w:p>
    <w:p w14:paraId="5C64ED85" w14:textId="77777777" w:rsidR="00532363" w:rsidRPr="00F4279E" w:rsidRDefault="00532363" w:rsidP="00532363">
      <w:pPr>
        <w:jc w:val="both"/>
        <w:rPr>
          <w:rFonts w:ascii="Arial" w:hAnsi="Arial" w:cs="Arial"/>
          <w:b/>
          <w:color w:val="4E4D4D" w:themeColor="background2"/>
        </w:rPr>
      </w:pPr>
    </w:p>
    <w:p w14:paraId="5C64ED86" w14:textId="548A217E" w:rsidR="00532363" w:rsidRPr="00F4279E" w:rsidRDefault="00532363" w:rsidP="00532363">
      <w:pPr>
        <w:jc w:val="both"/>
        <w:rPr>
          <w:rFonts w:ascii="Arial" w:hAnsi="Arial" w:cs="Arial"/>
          <w:color w:val="4E4D4D" w:themeColor="background2"/>
        </w:rPr>
      </w:pPr>
      <w:r w:rsidRPr="00F4279E">
        <w:rPr>
          <w:rFonts w:ascii="Arial" w:hAnsi="Arial" w:cs="Arial"/>
          <w:b/>
          <w:color w:val="4E4D4D" w:themeColor="background2"/>
        </w:rPr>
        <w:t xml:space="preserve">Atención integral a la primera infancia: </w:t>
      </w:r>
      <w:r w:rsidRPr="00F4279E">
        <w:rPr>
          <w:rFonts w:ascii="Arial" w:hAnsi="Arial" w:cs="Arial"/>
          <w:color w:val="4E4D4D" w:themeColor="background2"/>
        </w:rPr>
        <w:t>consiste en el desarrollo de acciones y actividades dirigidas a promover el desarrollo integral de la primera infancia, en el marco de la política pública de atención integral, por lo que se requirió la organización de estándares de calidad para la prestación de los servicios dirigidos a los niños y niñas de 0 a 6 años en las modalidades familiar e institucional.  Los componentes definidos en los estándares señalados son Familia, Comunidad y Redes sociales, Proceso Pedagógico y Educativo, Talento Humano, Ambientes Educativos y Protectores, Proceso Administrativo y de Gestión y Salud y Nutrición.  En este último, componente contemplan entre otras acciones las dirigidas a garantizar la nutrición a través de</w:t>
      </w:r>
      <w:r w:rsidRPr="00F4279E">
        <w:rPr>
          <w:rFonts w:ascii="Arial" w:hAnsi="Arial" w:cs="Arial"/>
          <w:color w:val="4E4D4D" w:themeColor="background2"/>
          <w:shd w:val="clear" w:color="auto" w:fill="FFFFFF"/>
        </w:rPr>
        <w:t xml:space="preserve"> la promoción de una alimentación balanceada de acuerdo </w:t>
      </w:r>
      <w:r w:rsidR="009016D3">
        <w:rPr>
          <w:rFonts w:ascii="Arial" w:hAnsi="Arial" w:cs="Arial"/>
          <w:color w:val="4E4D4D" w:themeColor="background2"/>
          <w:shd w:val="clear" w:color="auto" w:fill="FFFFFF"/>
        </w:rPr>
        <w:t>con</w:t>
      </w:r>
      <w:r w:rsidRPr="00F4279E">
        <w:rPr>
          <w:rFonts w:ascii="Arial" w:hAnsi="Arial" w:cs="Arial"/>
          <w:color w:val="4E4D4D" w:themeColor="background2"/>
          <w:shd w:val="clear" w:color="auto" w:fill="FFFFFF"/>
        </w:rPr>
        <w:t xml:space="preserve"> la edad de los niños y las niñas. </w:t>
      </w:r>
    </w:p>
    <w:p w14:paraId="5C64ED87" w14:textId="77777777" w:rsidR="00532363" w:rsidRPr="00F4279E" w:rsidRDefault="00532363" w:rsidP="00532363">
      <w:pPr>
        <w:jc w:val="both"/>
        <w:rPr>
          <w:rFonts w:ascii="Arial" w:hAnsi="Arial" w:cs="Arial"/>
          <w:b/>
          <w:color w:val="4E4D4D" w:themeColor="background2"/>
        </w:rPr>
      </w:pPr>
    </w:p>
    <w:p w14:paraId="5C64ED88" w14:textId="163D83E2" w:rsidR="00532363" w:rsidRPr="00F4279E" w:rsidRDefault="00532363" w:rsidP="00532363">
      <w:pPr>
        <w:jc w:val="both"/>
        <w:rPr>
          <w:rFonts w:ascii="Arial" w:hAnsi="Arial" w:cs="Arial"/>
          <w:color w:val="4E4D4D" w:themeColor="background2"/>
        </w:rPr>
      </w:pPr>
      <w:r w:rsidRPr="00F4279E">
        <w:rPr>
          <w:rFonts w:ascii="Arial" w:hAnsi="Arial" w:cs="Arial"/>
          <w:b/>
          <w:color w:val="4E4D4D" w:themeColor="background2"/>
        </w:rPr>
        <w:t xml:space="preserve">Jornada Única:  </w:t>
      </w:r>
      <w:r w:rsidR="0047123A">
        <w:rPr>
          <w:rFonts w:ascii="Arial" w:hAnsi="Arial" w:cs="Arial"/>
          <w:color w:val="4E4D4D" w:themeColor="background2"/>
        </w:rPr>
        <w:t>e</w:t>
      </w:r>
      <w:r w:rsidRPr="00F4279E">
        <w:rPr>
          <w:rFonts w:ascii="Arial" w:hAnsi="Arial" w:cs="Arial"/>
          <w:color w:val="4E4D4D" w:themeColor="background2"/>
        </w:rPr>
        <w:t>stablecida en la ley 1753 de 2015 y Decreto 501 de 2016, que comprende el tiempo diario que dedica el establecimiento educativo oficial a sus estudiantes para el desarrollo de las áreas obligatorias y fundamentales y de las asignaturas optativas, así como el tiempo destinado al descanso y almuerzo de los estudiantes.</w:t>
      </w:r>
      <w:r w:rsidRPr="00F4279E">
        <w:rPr>
          <w:rFonts w:ascii="Arial" w:hAnsi="Arial" w:cs="Arial"/>
          <w:b/>
          <w:color w:val="4E4D4D" w:themeColor="background2"/>
        </w:rPr>
        <w:t xml:space="preserve"> </w:t>
      </w:r>
      <w:r w:rsidRPr="00F4279E">
        <w:rPr>
          <w:rFonts w:ascii="Arial" w:hAnsi="Arial" w:cs="Arial"/>
          <w:color w:val="4E4D4D" w:themeColor="background2"/>
        </w:rPr>
        <w:t>Esta se debe prestar</w:t>
      </w:r>
      <w:r w:rsidRPr="00F4279E">
        <w:rPr>
          <w:rFonts w:ascii="Arial" w:hAnsi="Arial" w:cs="Arial"/>
          <w:b/>
          <w:color w:val="4E4D4D" w:themeColor="background2"/>
        </w:rPr>
        <w:t xml:space="preserve"> </w:t>
      </w:r>
      <w:r w:rsidRPr="00F4279E">
        <w:rPr>
          <w:rFonts w:ascii="Arial" w:hAnsi="Arial" w:cs="Arial"/>
          <w:color w:val="4E4D4D" w:themeColor="background2"/>
        </w:rPr>
        <w:t xml:space="preserve">en jornada diurna durante 5 días a la semana y debe cumplir, como mínimo, con el número de horas </w:t>
      </w:r>
      <w:r w:rsidR="00C220E1" w:rsidRPr="00F4279E">
        <w:rPr>
          <w:rFonts w:ascii="Arial" w:hAnsi="Arial" w:cs="Arial"/>
          <w:color w:val="4E4D4D" w:themeColor="background2"/>
        </w:rPr>
        <w:t xml:space="preserve">de </w:t>
      </w:r>
      <w:r w:rsidRPr="00F4279E">
        <w:rPr>
          <w:rFonts w:ascii="Arial" w:hAnsi="Arial" w:cs="Arial"/>
          <w:color w:val="4E4D4D" w:themeColor="background2"/>
        </w:rPr>
        <w:t xml:space="preserve">dedicación a las actividades pedagógicas definido en el artículo 2.3.3.6.1.6 del Decreto 501 de 2016. </w:t>
      </w:r>
    </w:p>
    <w:p w14:paraId="5C64ED89" w14:textId="77777777" w:rsidR="00532363" w:rsidRPr="00F4279E" w:rsidRDefault="00532363" w:rsidP="00532363">
      <w:pPr>
        <w:jc w:val="both"/>
        <w:rPr>
          <w:rFonts w:ascii="Arial" w:hAnsi="Arial" w:cs="Arial"/>
          <w:color w:val="4E4D4D" w:themeColor="background2"/>
        </w:rPr>
      </w:pPr>
      <w:r w:rsidRPr="00F4279E">
        <w:rPr>
          <w:rFonts w:ascii="Arial" w:hAnsi="Arial" w:cs="Arial"/>
          <w:color w:val="4E4D4D" w:themeColor="background2"/>
        </w:rPr>
        <w:t>En consecuencia, la Secretaría de Educación del Distrito en cumplimiento de sus funciones, asociadas a elaborar programas y proyectos que contribuyan con la actualización del currículo y los programas de estudio, así mismo, en cumplimiento de lo establecido por la Comisión Intersectorial para la Primera Infancia y Ley 1804 de 2016. "</w:t>
      </w:r>
      <w:r w:rsidRPr="00F4279E">
        <w:rPr>
          <w:rFonts w:ascii="Arial" w:hAnsi="Arial" w:cs="Arial"/>
          <w:i/>
          <w:color w:val="4E4D4D" w:themeColor="background2"/>
        </w:rPr>
        <w:t>Por la cual se establece la política de Estado para el desarrollo integral de la Primera Infancia de cero a siempre y se dictan otras disposiciones",</w:t>
      </w:r>
      <w:r w:rsidRPr="00F4279E">
        <w:rPr>
          <w:rFonts w:ascii="Arial" w:hAnsi="Arial" w:cs="Arial"/>
          <w:color w:val="4E4D4D" w:themeColor="background2"/>
        </w:rPr>
        <w:t xml:space="preserve"> así como en el Decreto 501 de 2016 relacionada con la implementación de la jornada única, se adoptó desde la Dirección de Educación Preescolar y Básica, desarrollan</w:t>
      </w:r>
      <w:r w:rsidR="00C220E1" w:rsidRPr="00F4279E">
        <w:rPr>
          <w:rFonts w:ascii="Arial" w:hAnsi="Arial" w:cs="Arial"/>
          <w:color w:val="4E4D4D" w:themeColor="background2"/>
        </w:rPr>
        <w:t>do</w:t>
      </w:r>
      <w:r w:rsidRPr="00F4279E">
        <w:rPr>
          <w:rFonts w:ascii="Arial" w:hAnsi="Arial" w:cs="Arial"/>
          <w:color w:val="4E4D4D" w:themeColor="background2"/>
        </w:rPr>
        <w:t xml:space="preserve"> los siguientes Proyectos:</w:t>
      </w:r>
    </w:p>
    <w:p w14:paraId="5C64ED8A" w14:textId="77777777" w:rsidR="00C220E1" w:rsidRPr="00F4279E" w:rsidRDefault="00C220E1" w:rsidP="00532363">
      <w:pPr>
        <w:jc w:val="both"/>
        <w:rPr>
          <w:rFonts w:ascii="Arial" w:hAnsi="Arial" w:cs="Arial"/>
          <w:color w:val="4E4D4D" w:themeColor="background2"/>
        </w:rPr>
      </w:pPr>
    </w:p>
    <w:p w14:paraId="5C64ED8B" w14:textId="77777777" w:rsidR="00532363" w:rsidRPr="00F4279E" w:rsidRDefault="00532363" w:rsidP="00532363">
      <w:pPr>
        <w:autoSpaceDE w:val="0"/>
        <w:autoSpaceDN w:val="0"/>
        <w:adjustRightInd w:val="0"/>
        <w:jc w:val="both"/>
        <w:rPr>
          <w:rFonts w:ascii="Arial" w:hAnsi="Arial" w:cs="Arial"/>
          <w:color w:val="4E4D4D" w:themeColor="background2"/>
        </w:rPr>
      </w:pPr>
      <w:r w:rsidRPr="00F4279E">
        <w:rPr>
          <w:rFonts w:ascii="Arial" w:hAnsi="Arial" w:cs="Arial"/>
          <w:b/>
          <w:color w:val="4E4D4D" w:themeColor="background2"/>
        </w:rPr>
        <w:t>Proyecto 1050 “Educación inicial de calidad en el marco de la ruta de atención integral a la primera infancia”,</w:t>
      </w:r>
      <w:r w:rsidRPr="00F4279E">
        <w:rPr>
          <w:rFonts w:ascii="Arial" w:hAnsi="Arial" w:cs="Arial"/>
          <w:color w:val="4E4D4D" w:themeColor="background2"/>
        </w:rPr>
        <w:t xml:space="preserve"> el cual establece como objetivo general: atender integralmente y con calidad a los niños y niñas del ciclo de educación inicial, en el marco de la ruta integral de atenciones, garantizando con ello sus derechos y favoreciendo su desarrollo integral.</w:t>
      </w:r>
    </w:p>
    <w:p w14:paraId="5C64ED8C" w14:textId="77777777" w:rsidR="00532363" w:rsidRPr="00F4279E" w:rsidRDefault="00532363" w:rsidP="00532363">
      <w:pPr>
        <w:autoSpaceDE w:val="0"/>
        <w:autoSpaceDN w:val="0"/>
        <w:adjustRightInd w:val="0"/>
        <w:jc w:val="both"/>
        <w:rPr>
          <w:rFonts w:ascii="Arial" w:hAnsi="Arial" w:cs="Arial"/>
          <w:color w:val="4E4D4D" w:themeColor="background2"/>
        </w:rPr>
      </w:pPr>
    </w:p>
    <w:p w14:paraId="5C64ED8D" w14:textId="77777777" w:rsidR="00532363" w:rsidRPr="00F4279E" w:rsidRDefault="00532363" w:rsidP="00532363">
      <w:pPr>
        <w:jc w:val="both"/>
        <w:rPr>
          <w:rFonts w:ascii="Arial" w:hAnsi="Arial" w:cs="Arial"/>
          <w:color w:val="4E4D4D" w:themeColor="background2"/>
        </w:rPr>
      </w:pPr>
      <w:r w:rsidRPr="00F4279E">
        <w:rPr>
          <w:rFonts w:ascii="Arial" w:hAnsi="Arial" w:cs="Arial"/>
          <w:b/>
          <w:color w:val="4E4D4D" w:themeColor="background2"/>
        </w:rPr>
        <w:t>Proyecto 1056 “Mejoramiento de la calidad educativa a través de la jornada única y uso del tiempo escolar”,</w:t>
      </w:r>
      <w:r w:rsidRPr="00F4279E">
        <w:rPr>
          <w:rFonts w:ascii="Arial" w:hAnsi="Arial" w:cs="Arial"/>
          <w:color w:val="4E4D4D" w:themeColor="background2"/>
        </w:rPr>
        <w:t xml:space="preserve"> el cual establece como objetivo general: aumentar el tiempo escolar de los y las estudiantes del Sistema Educativo Oficial, mediante la implementación de estrategias en ambientes de aprendizajes innovadores del colegio y la ciudad, fortaleciendo las competencias básicas y de formación integral.</w:t>
      </w:r>
    </w:p>
    <w:p w14:paraId="5C64ED8E" w14:textId="77777777" w:rsidR="00532363" w:rsidRPr="00F4279E" w:rsidRDefault="00532363" w:rsidP="00532363">
      <w:pPr>
        <w:jc w:val="both"/>
        <w:rPr>
          <w:rFonts w:ascii="Arial" w:hAnsi="Arial" w:cs="Arial"/>
          <w:color w:val="4E4D4D" w:themeColor="background2"/>
        </w:rPr>
      </w:pPr>
    </w:p>
    <w:p w14:paraId="5C64ED8F" w14:textId="77777777" w:rsidR="00532363" w:rsidRPr="00F4279E" w:rsidRDefault="00532363" w:rsidP="00532363">
      <w:pPr>
        <w:jc w:val="both"/>
        <w:rPr>
          <w:rFonts w:ascii="Arial" w:hAnsi="Arial" w:cs="Arial"/>
          <w:color w:val="4E4D4D" w:themeColor="background2"/>
        </w:rPr>
      </w:pPr>
      <w:r w:rsidRPr="00F4279E">
        <w:rPr>
          <w:rFonts w:ascii="Arial" w:hAnsi="Arial" w:cs="Arial"/>
          <w:color w:val="4E4D4D" w:themeColor="background2"/>
        </w:rPr>
        <w:t>Por lo anterior, se requiere la entrega de más de un complemento alimentario desde el Programa de Alimentación Escolar en las dos estrategias, dada la ampliación del tiempo de la jornada escolar  y por tanto, de permanencia  en el colegio, que para el caso de atención integral a la primera infancia se encuentra definido en los estándares en el componente de salud y nutrición y para jornada única  en el numeral 1 del Artículo 2.3.3.6.2.9 del Decreto 501 de 2016, que señala que se deben: “</w:t>
      </w:r>
      <w:r w:rsidRPr="00F4279E">
        <w:rPr>
          <w:rFonts w:ascii="Arial" w:hAnsi="Arial" w:cs="Arial"/>
          <w:i/>
          <w:color w:val="4E4D4D" w:themeColor="background2"/>
        </w:rPr>
        <w:t>Priorizar los establecimientos educativos en Jornada Única como beneficiarios de PAE, de manera que los almuerzos que se entreguen en el marco de dicho programa sean asignados preferiblemente a los establecimientos educativos en Jornada Única, de acuerdo con los criterios de focalización del Ministerio de Educación Nacional</w:t>
      </w:r>
      <w:r w:rsidRPr="00F4279E">
        <w:rPr>
          <w:rFonts w:ascii="Arial" w:hAnsi="Arial" w:cs="Arial"/>
          <w:color w:val="4E4D4D" w:themeColor="background2"/>
        </w:rPr>
        <w:t xml:space="preserve">”. </w:t>
      </w:r>
    </w:p>
    <w:p w14:paraId="5C64ED90" w14:textId="77777777" w:rsidR="00532363" w:rsidRPr="00F4279E" w:rsidRDefault="00532363" w:rsidP="00532363">
      <w:pPr>
        <w:jc w:val="both"/>
        <w:rPr>
          <w:rFonts w:ascii="Arial" w:hAnsi="Arial" w:cs="Arial"/>
          <w:b/>
          <w:color w:val="4E4D4D" w:themeColor="background2"/>
        </w:rPr>
      </w:pPr>
    </w:p>
    <w:p w14:paraId="5C64ED91" w14:textId="77777777" w:rsidR="001F27AD" w:rsidRPr="00F4279E" w:rsidRDefault="00BB5154" w:rsidP="00FB5A2F">
      <w:pPr>
        <w:pStyle w:val="Prrafodelista"/>
        <w:widowControl w:val="0"/>
        <w:numPr>
          <w:ilvl w:val="0"/>
          <w:numId w:val="14"/>
        </w:numPr>
        <w:autoSpaceDE w:val="0"/>
        <w:autoSpaceDN w:val="0"/>
        <w:adjustRightInd w:val="0"/>
        <w:spacing w:line="0" w:lineRule="atLeast"/>
        <w:jc w:val="both"/>
        <w:rPr>
          <w:rFonts w:ascii="Arial" w:hAnsi="Arial" w:cs="Arial"/>
          <w:color w:val="4E4D4D" w:themeColor="background2"/>
          <w:spacing w:val="-2"/>
          <w:w w:val="101"/>
        </w:rPr>
      </w:pPr>
      <w:r w:rsidRPr="00F4279E">
        <w:rPr>
          <w:rFonts w:ascii="Arial" w:hAnsi="Arial" w:cs="Arial"/>
          <w:b/>
          <w:color w:val="4E4D4D" w:themeColor="background2"/>
          <w:spacing w:val="-2"/>
          <w:w w:val="101"/>
        </w:rPr>
        <w:t>E</w:t>
      </w:r>
      <w:r w:rsidRPr="00F4279E">
        <w:rPr>
          <w:rFonts w:ascii="Arial" w:hAnsi="Arial" w:cs="Arial"/>
          <w:b/>
          <w:color w:val="4E4D4D" w:themeColor="background2"/>
          <w:w w:val="101"/>
        </w:rPr>
        <w:t>S</w:t>
      </w:r>
      <w:r w:rsidRPr="00F4279E">
        <w:rPr>
          <w:rFonts w:ascii="Arial" w:hAnsi="Arial" w:cs="Arial"/>
          <w:b/>
          <w:color w:val="4E4D4D" w:themeColor="background2"/>
          <w:spacing w:val="-1"/>
          <w:w w:val="101"/>
        </w:rPr>
        <w:t>P</w:t>
      </w:r>
      <w:r w:rsidRPr="00F4279E">
        <w:rPr>
          <w:rFonts w:ascii="Arial" w:hAnsi="Arial" w:cs="Arial"/>
          <w:b/>
          <w:color w:val="4E4D4D" w:themeColor="background2"/>
          <w:w w:val="101"/>
        </w:rPr>
        <w:t>EC</w:t>
      </w:r>
      <w:r w:rsidRPr="00F4279E">
        <w:rPr>
          <w:rFonts w:ascii="Arial" w:hAnsi="Arial" w:cs="Arial"/>
          <w:b/>
          <w:color w:val="4E4D4D" w:themeColor="background2"/>
          <w:spacing w:val="3"/>
          <w:w w:val="101"/>
        </w:rPr>
        <w:t>I</w:t>
      </w:r>
      <w:r w:rsidRPr="00F4279E">
        <w:rPr>
          <w:rFonts w:ascii="Arial" w:hAnsi="Arial" w:cs="Arial"/>
          <w:b/>
          <w:color w:val="4E4D4D" w:themeColor="background2"/>
          <w:spacing w:val="-2"/>
          <w:w w:val="101"/>
        </w:rPr>
        <w:t>F</w:t>
      </w:r>
      <w:r w:rsidRPr="00F4279E">
        <w:rPr>
          <w:rFonts w:ascii="Arial" w:hAnsi="Arial" w:cs="Arial"/>
          <w:b/>
          <w:color w:val="4E4D4D" w:themeColor="background2"/>
          <w:spacing w:val="3"/>
          <w:w w:val="101"/>
        </w:rPr>
        <w:t>I</w:t>
      </w:r>
      <w:r w:rsidRPr="00F4279E">
        <w:rPr>
          <w:rFonts w:ascii="Arial" w:hAnsi="Arial" w:cs="Arial"/>
          <w:b/>
          <w:color w:val="4E4D4D" w:themeColor="background2"/>
          <w:w w:val="101"/>
        </w:rPr>
        <w:t>C</w:t>
      </w:r>
      <w:r w:rsidRPr="00F4279E">
        <w:rPr>
          <w:rFonts w:ascii="Arial" w:hAnsi="Arial" w:cs="Arial"/>
          <w:b/>
          <w:color w:val="4E4D4D" w:themeColor="background2"/>
          <w:spacing w:val="1"/>
          <w:w w:val="101"/>
        </w:rPr>
        <w:t>A</w:t>
      </w:r>
      <w:r w:rsidRPr="00F4279E">
        <w:rPr>
          <w:rFonts w:ascii="Arial" w:hAnsi="Arial" w:cs="Arial"/>
          <w:b/>
          <w:color w:val="4E4D4D" w:themeColor="background2"/>
          <w:spacing w:val="3"/>
          <w:w w:val="101"/>
        </w:rPr>
        <w:t>C</w:t>
      </w:r>
      <w:r w:rsidRPr="00F4279E">
        <w:rPr>
          <w:rFonts w:ascii="Arial" w:hAnsi="Arial" w:cs="Arial"/>
          <w:b/>
          <w:color w:val="4E4D4D" w:themeColor="background2"/>
          <w:spacing w:val="1"/>
          <w:w w:val="101"/>
        </w:rPr>
        <w:t>I</w:t>
      </w:r>
      <w:r w:rsidRPr="00F4279E">
        <w:rPr>
          <w:rFonts w:ascii="Arial" w:hAnsi="Arial" w:cs="Arial"/>
          <w:b/>
          <w:color w:val="4E4D4D" w:themeColor="background2"/>
          <w:spacing w:val="-2"/>
          <w:w w:val="101"/>
        </w:rPr>
        <w:t>O</w:t>
      </w:r>
      <w:r w:rsidRPr="00F4279E">
        <w:rPr>
          <w:rFonts w:ascii="Arial" w:hAnsi="Arial" w:cs="Arial"/>
          <w:b/>
          <w:color w:val="4E4D4D" w:themeColor="background2"/>
          <w:spacing w:val="3"/>
          <w:w w:val="101"/>
        </w:rPr>
        <w:t>N</w:t>
      </w:r>
      <w:r w:rsidRPr="00F4279E">
        <w:rPr>
          <w:rFonts w:ascii="Arial" w:hAnsi="Arial" w:cs="Arial"/>
          <w:b/>
          <w:color w:val="4E4D4D" w:themeColor="background2"/>
        </w:rPr>
        <w:t xml:space="preserve">ES TÉCNICAS </w:t>
      </w:r>
      <w:r w:rsidR="001F27AD" w:rsidRPr="00F4279E">
        <w:rPr>
          <w:rFonts w:ascii="Arial" w:hAnsi="Arial" w:cs="Arial"/>
          <w:b/>
          <w:color w:val="4E4D4D" w:themeColor="background2"/>
        </w:rPr>
        <w:t>REFRIGERIOS ESCOLARES ENTREGADOS A TRAVÉS DEL PROGRAMA DE ALIMENTACIÓN ESCOLAR DE LA S</w:t>
      </w:r>
      <w:r w:rsidR="00004331" w:rsidRPr="00F4279E">
        <w:rPr>
          <w:rFonts w:ascii="Arial" w:hAnsi="Arial" w:cs="Arial"/>
          <w:b/>
          <w:color w:val="4E4D4D" w:themeColor="background2"/>
        </w:rPr>
        <w:t xml:space="preserve">ECRETARÍA DE </w:t>
      </w:r>
      <w:r w:rsidR="001F27AD" w:rsidRPr="00F4279E">
        <w:rPr>
          <w:rFonts w:ascii="Arial" w:hAnsi="Arial" w:cs="Arial"/>
          <w:b/>
          <w:color w:val="4E4D4D" w:themeColor="background2"/>
        </w:rPr>
        <w:t>E</w:t>
      </w:r>
      <w:r w:rsidR="00004331" w:rsidRPr="00F4279E">
        <w:rPr>
          <w:rFonts w:ascii="Arial" w:hAnsi="Arial" w:cs="Arial"/>
          <w:b/>
          <w:color w:val="4E4D4D" w:themeColor="background2"/>
        </w:rPr>
        <w:t>DUCACIÓN DEL DISTRITO (SED)</w:t>
      </w:r>
    </w:p>
    <w:p w14:paraId="5C64ED92" w14:textId="77777777" w:rsidR="001F27AD" w:rsidRPr="00F4279E" w:rsidRDefault="001F27AD" w:rsidP="001974DD">
      <w:pPr>
        <w:pStyle w:val="Prrafodelista"/>
        <w:widowControl w:val="0"/>
        <w:autoSpaceDE w:val="0"/>
        <w:autoSpaceDN w:val="0"/>
        <w:adjustRightInd w:val="0"/>
        <w:spacing w:line="0" w:lineRule="atLeast"/>
        <w:ind w:left="720"/>
        <w:jc w:val="both"/>
        <w:rPr>
          <w:rFonts w:ascii="Arial" w:hAnsi="Arial" w:cs="Arial"/>
          <w:color w:val="4E4D4D" w:themeColor="background2"/>
          <w:spacing w:val="-2"/>
          <w:w w:val="101"/>
        </w:rPr>
      </w:pPr>
    </w:p>
    <w:p w14:paraId="5C64ED93"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El Programa de Alimentación Escolar de la SED define las especificaciones técnicas nutricionales de acuerdo con la normatividad vigente aplicable. En tal sentido, se precisa que el Ministerio de Salud y Protección Social MSPS emitió la Resolución 3803 del 22 de agosto de 2015 por medio de la cual “</w:t>
      </w:r>
      <w:r w:rsidRPr="00F4279E">
        <w:rPr>
          <w:rFonts w:ascii="Arial" w:hAnsi="Arial" w:cs="Arial"/>
          <w:i/>
          <w:color w:val="4E4D4D" w:themeColor="background2"/>
        </w:rPr>
        <w:t>se establecen las Recomendaciones de Ingesta de Energía y Nutrientes – RIEN para la población colombiana y se dictan otras disposiciones”</w:t>
      </w:r>
      <w:r w:rsidRPr="00F4279E">
        <w:rPr>
          <w:rFonts w:ascii="Arial" w:hAnsi="Arial" w:cs="Arial"/>
          <w:color w:val="4E4D4D" w:themeColor="background2"/>
        </w:rPr>
        <w:t>. La Resolución en su artículo 7. Vigencia y derogatorias establece que comenzará a regir en un plazo de dieciocho (18) meses, contando a partir de su publicación. Dentro del campo de aplicación se establece que las disposiciones de la Resolución serán una referencia para “</w:t>
      </w:r>
      <w:r w:rsidRPr="00F4279E">
        <w:rPr>
          <w:rFonts w:ascii="Arial" w:hAnsi="Arial" w:cs="Arial"/>
          <w:i/>
          <w:color w:val="4E4D4D" w:themeColor="background2"/>
        </w:rPr>
        <w:t>Las personas naturales y/o jurídicas que realicen evaluación y planeación de dietas individuales, de grupos poblacionales o programas de intervención nutricional y alimentaria</w:t>
      </w:r>
      <w:r w:rsidRPr="00F4279E">
        <w:rPr>
          <w:rFonts w:ascii="Arial" w:hAnsi="Arial" w:cs="Arial"/>
          <w:color w:val="4E4D4D" w:themeColor="background2"/>
        </w:rPr>
        <w:t xml:space="preserve">.” </w:t>
      </w:r>
    </w:p>
    <w:p w14:paraId="5C64ED94" w14:textId="77777777" w:rsidR="00774525" w:rsidRPr="00F4279E" w:rsidRDefault="00774525" w:rsidP="00774525">
      <w:pPr>
        <w:jc w:val="both"/>
        <w:rPr>
          <w:rFonts w:ascii="Arial" w:hAnsi="Arial" w:cs="Arial"/>
          <w:color w:val="4E4D4D" w:themeColor="background2"/>
        </w:rPr>
      </w:pPr>
    </w:p>
    <w:p w14:paraId="5C64ED95" w14:textId="77777777" w:rsidR="00774525" w:rsidRPr="00F4279E" w:rsidRDefault="00774525" w:rsidP="00774525">
      <w:pPr>
        <w:jc w:val="both"/>
        <w:rPr>
          <w:rFonts w:ascii="Arial" w:hAnsi="Arial" w:cs="Arial"/>
          <w:i/>
          <w:color w:val="4E4D4D" w:themeColor="background2"/>
        </w:rPr>
      </w:pPr>
      <w:r w:rsidRPr="00F4279E">
        <w:rPr>
          <w:rFonts w:ascii="Arial" w:hAnsi="Arial" w:cs="Arial"/>
          <w:color w:val="4E4D4D" w:themeColor="background2"/>
        </w:rPr>
        <w:t>Así mismo, el Programa de Alimentación Escolar de la SED, enmarca su accionar técnico en la Resolución 29452 del 29 de diciembre de 2017 “</w:t>
      </w:r>
      <w:r w:rsidRPr="00F4279E">
        <w:rPr>
          <w:rFonts w:ascii="Arial" w:hAnsi="Arial" w:cs="Arial"/>
          <w:i/>
          <w:color w:val="4E4D4D" w:themeColor="background2"/>
        </w:rPr>
        <w:t xml:space="preserve">Por la cual se expiden los lineamientos técnicos - administrativos, los estándares y las condiciones mínimas del programa de alimentación escolar (PAE) y se derogan las disposiciones anteriores”. </w:t>
      </w:r>
    </w:p>
    <w:p w14:paraId="5C64ED96" w14:textId="77777777" w:rsidR="00774525" w:rsidRPr="00F4279E" w:rsidRDefault="00774525" w:rsidP="00774525">
      <w:pPr>
        <w:jc w:val="both"/>
        <w:rPr>
          <w:rFonts w:ascii="Arial" w:hAnsi="Arial" w:cs="Arial"/>
          <w:b/>
          <w:color w:val="4E4D4D" w:themeColor="background2"/>
        </w:rPr>
      </w:pPr>
    </w:p>
    <w:p w14:paraId="5C64ED97" w14:textId="77777777" w:rsidR="00774525" w:rsidRPr="00F4279E" w:rsidRDefault="00774525" w:rsidP="00FB5A2F">
      <w:pPr>
        <w:pStyle w:val="Prrafodelista"/>
        <w:numPr>
          <w:ilvl w:val="1"/>
          <w:numId w:val="14"/>
        </w:numPr>
        <w:jc w:val="both"/>
        <w:rPr>
          <w:rFonts w:ascii="Arial" w:hAnsi="Arial" w:cs="Arial"/>
          <w:b/>
          <w:color w:val="4E4D4D" w:themeColor="background2"/>
        </w:rPr>
      </w:pPr>
      <w:r w:rsidRPr="00F4279E">
        <w:rPr>
          <w:rFonts w:ascii="Arial" w:hAnsi="Arial" w:cs="Arial"/>
          <w:b/>
          <w:color w:val="4E4D4D" w:themeColor="background2"/>
        </w:rPr>
        <w:t>DEFINICIÓN DE GRUPOS DE EDAD Y TIPOS DE REFRIGERIO</w:t>
      </w:r>
    </w:p>
    <w:p w14:paraId="5C64ED98" w14:textId="77777777" w:rsidR="00774525" w:rsidRPr="00F4279E" w:rsidRDefault="00774525" w:rsidP="00774525">
      <w:pPr>
        <w:pStyle w:val="Prrafodelista"/>
        <w:ind w:left="720"/>
        <w:jc w:val="both"/>
        <w:rPr>
          <w:rFonts w:ascii="Arial" w:hAnsi="Arial" w:cs="Arial"/>
          <w:color w:val="4E4D4D" w:themeColor="background2"/>
        </w:rPr>
      </w:pPr>
    </w:p>
    <w:p w14:paraId="5C64ED99"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En el marco normativo anterior se han definido los grupos de edad que atenderá el PAE del Distrito, en coherencia con periodos de vida definid</w:t>
      </w:r>
      <w:r w:rsidR="001A2FD3" w:rsidRPr="00F4279E">
        <w:rPr>
          <w:rFonts w:ascii="Arial" w:hAnsi="Arial" w:cs="Arial"/>
          <w:color w:val="4E4D4D" w:themeColor="background2"/>
        </w:rPr>
        <w:t>os en la Resolución 3803 de 2016</w:t>
      </w:r>
      <w:r w:rsidRPr="00F4279E">
        <w:rPr>
          <w:rFonts w:ascii="Arial" w:hAnsi="Arial" w:cs="Arial"/>
          <w:color w:val="4E4D4D" w:themeColor="background2"/>
        </w:rPr>
        <w:t>, así:</w:t>
      </w:r>
    </w:p>
    <w:p w14:paraId="5C64ED9A" w14:textId="77777777" w:rsidR="00DB3C6A" w:rsidRPr="00F4279E" w:rsidRDefault="00DB3C6A" w:rsidP="00774525">
      <w:pPr>
        <w:jc w:val="both"/>
        <w:rPr>
          <w:rFonts w:ascii="Arial" w:hAnsi="Arial" w:cs="Arial"/>
          <w:color w:val="4E4D4D" w:themeColor="background2"/>
        </w:rPr>
      </w:pPr>
    </w:p>
    <w:p w14:paraId="5C64ED9B" w14:textId="77777777" w:rsidR="00774525" w:rsidRPr="00F4279E" w:rsidRDefault="00774525" w:rsidP="00774525">
      <w:pPr>
        <w:jc w:val="both"/>
        <w:rPr>
          <w:rFonts w:ascii="Arial" w:hAnsi="Arial" w:cs="Arial"/>
          <w:color w:val="4E4D4D" w:themeColor="background2"/>
        </w:rPr>
      </w:pPr>
    </w:p>
    <w:p w14:paraId="5C64ED9C" w14:textId="77777777" w:rsidR="00774525" w:rsidRPr="00F4279E" w:rsidRDefault="00774525" w:rsidP="00774525">
      <w:pPr>
        <w:jc w:val="center"/>
        <w:rPr>
          <w:rFonts w:ascii="Arial" w:hAnsi="Arial" w:cs="Arial"/>
          <w:b/>
          <w:color w:val="4E4D4D" w:themeColor="background2"/>
        </w:rPr>
      </w:pPr>
      <w:r w:rsidRPr="00F4279E">
        <w:rPr>
          <w:rFonts w:ascii="Arial" w:hAnsi="Arial" w:cs="Arial"/>
          <w:b/>
          <w:color w:val="4E4D4D" w:themeColor="background2"/>
        </w:rPr>
        <w:t>Tabla 1. Grupos de edad y tipos de Refrigerio</w:t>
      </w:r>
    </w:p>
    <w:p w14:paraId="5C64ED9D" w14:textId="77777777" w:rsidR="00774525" w:rsidRPr="00F4279E" w:rsidRDefault="00774525" w:rsidP="00774525">
      <w:pPr>
        <w:jc w:val="both"/>
        <w:rPr>
          <w:rFonts w:ascii="Arial" w:hAnsi="Arial" w:cs="Arial"/>
          <w:color w:val="4E4D4D" w:themeColor="background2"/>
        </w:rPr>
      </w:pPr>
    </w:p>
    <w:tbl>
      <w:tblPr>
        <w:tblStyle w:val="Tablanormal11"/>
        <w:tblW w:w="0" w:type="auto"/>
        <w:tblLook w:val="04A0" w:firstRow="1" w:lastRow="0" w:firstColumn="1" w:lastColumn="0" w:noHBand="0" w:noVBand="1"/>
      </w:tblPr>
      <w:tblGrid>
        <w:gridCol w:w="2957"/>
        <w:gridCol w:w="2943"/>
        <w:gridCol w:w="2928"/>
      </w:tblGrid>
      <w:tr w:rsidR="00F4279E" w:rsidRPr="00F4279E" w14:paraId="5C64EDA2" w14:textId="77777777" w:rsidTr="00F427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B9B7B7" w:themeFill="accent1" w:themeFillShade="E6"/>
          </w:tcPr>
          <w:p w14:paraId="5C64ED9E"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Peri</w:t>
            </w:r>
            <w:r w:rsidR="00A32F9B" w:rsidRPr="00F4279E">
              <w:rPr>
                <w:rFonts w:ascii="Arial" w:hAnsi="Arial" w:cs="Arial"/>
                <w:color w:val="4E4D4D" w:themeColor="background2"/>
                <w:sz w:val="16"/>
              </w:rPr>
              <w:t>odos de vida para la población C</w:t>
            </w:r>
            <w:r w:rsidRPr="00F4279E">
              <w:rPr>
                <w:rFonts w:ascii="Arial" w:hAnsi="Arial" w:cs="Arial"/>
                <w:color w:val="4E4D4D" w:themeColor="background2"/>
                <w:sz w:val="16"/>
              </w:rPr>
              <w:t>olombiana</w:t>
            </w:r>
          </w:p>
        </w:tc>
        <w:tc>
          <w:tcPr>
            <w:tcW w:w="2943" w:type="dxa"/>
            <w:shd w:val="clear" w:color="auto" w:fill="B9B7B7" w:themeFill="accent1" w:themeFillShade="E6"/>
          </w:tcPr>
          <w:p w14:paraId="5C64ED9F"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Grupos de edad</w:t>
            </w:r>
          </w:p>
          <w:p w14:paraId="5C64EDA0"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RIEN</w:t>
            </w:r>
          </w:p>
        </w:tc>
        <w:tc>
          <w:tcPr>
            <w:tcW w:w="2928" w:type="dxa"/>
            <w:shd w:val="clear" w:color="auto" w:fill="B9B7B7" w:themeFill="accent1" w:themeFillShade="E6"/>
          </w:tcPr>
          <w:p w14:paraId="5C64EDA1"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Tipo de Refrigerio</w:t>
            </w:r>
          </w:p>
        </w:tc>
      </w:tr>
      <w:tr w:rsidR="00F4279E" w:rsidRPr="00F4279E" w14:paraId="5C64EDA6"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C64EDA3" w14:textId="77777777" w:rsidR="00774525" w:rsidRPr="00F4279E" w:rsidRDefault="00774525" w:rsidP="00774525">
            <w:pPr>
              <w:jc w:val="center"/>
              <w:rPr>
                <w:rFonts w:ascii="Arial" w:hAnsi="Arial" w:cs="Arial"/>
                <w:b w:val="0"/>
                <w:color w:val="4E4D4D" w:themeColor="background2"/>
                <w:sz w:val="16"/>
              </w:rPr>
            </w:pPr>
            <w:r w:rsidRPr="00F4279E">
              <w:rPr>
                <w:rFonts w:ascii="Arial" w:hAnsi="Arial" w:cs="Arial"/>
                <w:b w:val="0"/>
                <w:color w:val="4E4D4D" w:themeColor="background2"/>
                <w:sz w:val="16"/>
              </w:rPr>
              <w:t>Escolares</w:t>
            </w:r>
          </w:p>
        </w:tc>
        <w:tc>
          <w:tcPr>
            <w:tcW w:w="2943" w:type="dxa"/>
            <w:shd w:val="clear" w:color="auto" w:fill="auto"/>
          </w:tcPr>
          <w:p w14:paraId="5C64EDA4"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4 – 8 años</w:t>
            </w:r>
          </w:p>
        </w:tc>
        <w:tc>
          <w:tcPr>
            <w:tcW w:w="2928" w:type="dxa"/>
            <w:shd w:val="clear" w:color="auto" w:fill="auto"/>
          </w:tcPr>
          <w:p w14:paraId="5C64EDA5"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A</w:t>
            </w:r>
          </w:p>
        </w:tc>
      </w:tr>
      <w:tr w:rsidR="00F4279E" w:rsidRPr="00F4279E" w14:paraId="5C64EDAA" w14:textId="77777777" w:rsidTr="00F4279E">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C64EDA7" w14:textId="77777777" w:rsidR="00774525" w:rsidRPr="00F4279E" w:rsidRDefault="00774525" w:rsidP="00774525">
            <w:pPr>
              <w:jc w:val="center"/>
              <w:rPr>
                <w:rFonts w:ascii="Arial" w:hAnsi="Arial" w:cs="Arial"/>
                <w:b w:val="0"/>
                <w:color w:val="4E4D4D" w:themeColor="background2"/>
                <w:sz w:val="16"/>
              </w:rPr>
            </w:pPr>
            <w:r w:rsidRPr="00F4279E">
              <w:rPr>
                <w:rFonts w:ascii="Arial" w:hAnsi="Arial" w:cs="Arial"/>
                <w:b w:val="0"/>
                <w:color w:val="4E4D4D" w:themeColor="background2"/>
                <w:sz w:val="16"/>
              </w:rPr>
              <w:lastRenderedPageBreak/>
              <w:t xml:space="preserve">Pubertad </w:t>
            </w:r>
          </w:p>
        </w:tc>
        <w:tc>
          <w:tcPr>
            <w:tcW w:w="2943" w:type="dxa"/>
            <w:shd w:val="clear" w:color="auto" w:fill="auto"/>
          </w:tcPr>
          <w:p w14:paraId="5C64EDA8"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9 – 13 años</w:t>
            </w:r>
          </w:p>
        </w:tc>
        <w:tc>
          <w:tcPr>
            <w:tcW w:w="2928" w:type="dxa"/>
            <w:shd w:val="clear" w:color="auto" w:fill="auto"/>
          </w:tcPr>
          <w:p w14:paraId="5C64EDA9"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B</w:t>
            </w:r>
          </w:p>
        </w:tc>
      </w:tr>
      <w:tr w:rsidR="00F4279E" w:rsidRPr="00F4279E" w14:paraId="5C64EDAE"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7" w:type="dxa"/>
            <w:shd w:val="clear" w:color="auto" w:fill="auto"/>
          </w:tcPr>
          <w:p w14:paraId="5C64EDAB" w14:textId="77777777" w:rsidR="00774525" w:rsidRPr="00F4279E" w:rsidRDefault="00774525" w:rsidP="00774525">
            <w:pPr>
              <w:jc w:val="center"/>
              <w:rPr>
                <w:rFonts w:ascii="Arial" w:hAnsi="Arial" w:cs="Arial"/>
                <w:b w:val="0"/>
                <w:color w:val="4E4D4D" w:themeColor="background2"/>
                <w:sz w:val="16"/>
              </w:rPr>
            </w:pPr>
            <w:r w:rsidRPr="00F4279E">
              <w:rPr>
                <w:rFonts w:ascii="Arial" w:hAnsi="Arial" w:cs="Arial"/>
                <w:b w:val="0"/>
                <w:color w:val="4E4D4D" w:themeColor="background2"/>
                <w:sz w:val="16"/>
              </w:rPr>
              <w:t xml:space="preserve">Adolescencia </w:t>
            </w:r>
          </w:p>
        </w:tc>
        <w:tc>
          <w:tcPr>
            <w:tcW w:w="2943" w:type="dxa"/>
            <w:shd w:val="clear" w:color="auto" w:fill="auto"/>
          </w:tcPr>
          <w:p w14:paraId="5C64EDAC" w14:textId="66A03B16"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14 – 1</w:t>
            </w:r>
            <w:r w:rsidR="00D06939">
              <w:rPr>
                <w:rFonts w:ascii="Arial" w:hAnsi="Arial" w:cs="Arial"/>
                <w:color w:val="4E4D4D" w:themeColor="background2"/>
                <w:sz w:val="16"/>
              </w:rPr>
              <w:t>7</w:t>
            </w:r>
            <w:r w:rsidRPr="00F4279E">
              <w:rPr>
                <w:rFonts w:ascii="Arial" w:hAnsi="Arial" w:cs="Arial"/>
                <w:color w:val="4E4D4D" w:themeColor="background2"/>
                <w:sz w:val="16"/>
              </w:rPr>
              <w:t xml:space="preserve"> años</w:t>
            </w:r>
          </w:p>
        </w:tc>
        <w:tc>
          <w:tcPr>
            <w:tcW w:w="2928" w:type="dxa"/>
            <w:shd w:val="clear" w:color="auto" w:fill="auto"/>
          </w:tcPr>
          <w:p w14:paraId="5C64EDAD"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C</w:t>
            </w:r>
          </w:p>
        </w:tc>
      </w:tr>
    </w:tbl>
    <w:p w14:paraId="5C64EDAF" w14:textId="0CD60092" w:rsidR="00774525" w:rsidRPr="00F4279E" w:rsidRDefault="00774525" w:rsidP="00774525">
      <w:pPr>
        <w:jc w:val="center"/>
        <w:rPr>
          <w:rFonts w:ascii="Arial" w:hAnsi="Arial" w:cs="Arial"/>
          <w:color w:val="4E4D4D" w:themeColor="background2"/>
        </w:rPr>
      </w:pPr>
      <w:r w:rsidRPr="00F4279E">
        <w:rPr>
          <w:rFonts w:ascii="Arial" w:hAnsi="Arial" w:cs="Arial"/>
          <w:color w:val="4E4D4D" w:themeColor="background2"/>
        </w:rPr>
        <w:t xml:space="preserve">Fuente: Dirección de Bienestar Estudiantil – Programa de Alimentación Escolar, </w:t>
      </w:r>
      <w:r w:rsidR="00F4279E" w:rsidRPr="00F4279E">
        <w:rPr>
          <w:rFonts w:ascii="Arial" w:hAnsi="Arial" w:cs="Arial"/>
          <w:color w:val="4E4D4D" w:themeColor="background2"/>
        </w:rPr>
        <w:t>febrero</w:t>
      </w:r>
      <w:r w:rsidRPr="00F4279E">
        <w:rPr>
          <w:rFonts w:ascii="Arial" w:hAnsi="Arial" w:cs="Arial"/>
          <w:color w:val="4E4D4D" w:themeColor="background2"/>
        </w:rPr>
        <w:t xml:space="preserve"> 2018, con fundamento en la Resolución 3803 de 2016.</w:t>
      </w:r>
    </w:p>
    <w:p w14:paraId="5C64EDB0" w14:textId="77777777" w:rsidR="00774525" w:rsidRPr="00F4279E" w:rsidRDefault="00774525" w:rsidP="00774525">
      <w:pPr>
        <w:jc w:val="both"/>
        <w:rPr>
          <w:rFonts w:ascii="Arial" w:hAnsi="Arial" w:cs="Arial"/>
          <w:color w:val="4E4D4D" w:themeColor="background2"/>
          <w:highlight w:val="yellow"/>
        </w:rPr>
      </w:pPr>
    </w:p>
    <w:p w14:paraId="5C64EDB1"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 xml:space="preserve">Se aclara que el Refrigerio de la Jornada nocturna corresponderá al mismo refrigerio tipo C, atendiendo al requerimiento de energía y a la diversidad del grupo poblacional que asiste a dicha jornada. </w:t>
      </w:r>
    </w:p>
    <w:p w14:paraId="5C64EDB2" w14:textId="77777777" w:rsidR="00774525" w:rsidRPr="00F4279E" w:rsidRDefault="00774525" w:rsidP="00774525">
      <w:pPr>
        <w:jc w:val="both"/>
        <w:rPr>
          <w:rFonts w:ascii="Arial" w:hAnsi="Arial" w:cs="Arial"/>
          <w:color w:val="4E4D4D" w:themeColor="background2"/>
          <w:spacing w:val="-1"/>
        </w:rPr>
      </w:pPr>
    </w:p>
    <w:p w14:paraId="5C64EDB3" w14:textId="77777777" w:rsidR="00774525" w:rsidRPr="00F4279E" w:rsidRDefault="00774525" w:rsidP="00774525">
      <w:pPr>
        <w:widowControl w:val="0"/>
        <w:autoSpaceDE w:val="0"/>
        <w:autoSpaceDN w:val="0"/>
        <w:adjustRightInd w:val="0"/>
        <w:spacing w:before="28"/>
        <w:jc w:val="both"/>
        <w:rPr>
          <w:rFonts w:ascii="Arial" w:hAnsi="Arial" w:cs="Arial"/>
          <w:color w:val="4E4D4D" w:themeColor="background2"/>
        </w:rPr>
      </w:pPr>
      <w:r w:rsidRPr="00F4279E">
        <w:rPr>
          <w:rFonts w:ascii="Arial" w:hAnsi="Arial" w:cs="Arial"/>
          <w:color w:val="4E4D4D" w:themeColor="background2"/>
        </w:rPr>
        <w:t xml:space="preserve">De acuerdo con lo anterior los tipos de refrigerio a entregar por parte del PAE del Distrito, corresponden a: </w:t>
      </w:r>
    </w:p>
    <w:p w14:paraId="5C64EDB4" w14:textId="77777777" w:rsidR="00774525" w:rsidRPr="00F4279E" w:rsidRDefault="00774525" w:rsidP="00774525">
      <w:pPr>
        <w:widowControl w:val="0"/>
        <w:autoSpaceDE w:val="0"/>
        <w:autoSpaceDN w:val="0"/>
        <w:adjustRightInd w:val="0"/>
        <w:spacing w:before="28"/>
        <w:jc w:val="both"/>
        <w:rPr>
          <w:rFonts w:ascii="Arial" w:hAnsi="Arial" w:cs="Arial"/>
          <w:color w:val="4E4D4D" w:themeColor="background2"/>
          <w:u w:val="single"/>
        </w:rPr>
      </w:pPr>
    </w:p>
    <w:p w14:paraId="5C64EDB5" w14:textId="77777777" w:rsidR="00774525" w:rsidRPr="00F4279E" w:rsidRDefault="00774525" w:rsidP="00774525">
      <w:pPr>
        <w:widowControl w:val="0"/>
        <w:autoSpaceDE w:val="0"/>
        <w:autoSpaceDN w:val="0"/>
        <w:adjustRightInd w:val="0"/>
        <w:spacing w:before="28"/>
        <w:jc w:val="both"/>
        <w:rPr>
          <w:rFonts w:ascii="Arial" w:hAnsi="Arial" w:cs="Arial"/>
          <w:color w:val="4E4D4D" w:themeColor="background2"/>
        </w:rPr>
      </w:pPr>
      <w:r w:rsidRPr="00F4279E">
        <w:rPr>
          <w:rFonts w:ascii="Arial" w:hAnsi="Arial" w:cs="Arial"/>
          <w:color w:val="4E4D4D" w:themeColor="background2"/>
          <w:u w:val="single"/>
        </w:rPr>
        <w:t>Refrigerio T</w:t>
      </w:r>
      <w:r w:rsidRPr="00F4279E">
        <w:rPr>
          <w:rFonts w:ascii="Arial" w:hAnsi="Arial" w:cs="Arial"/>
          <w:color w:val="4E4D4D" w:themeColor="background2"/>
          <w:spacing w:val="2"/>
          <w:u w:val="single"/>
        </w:rPr>
        <w:t>i</w:t>
      </w:r>
      <w:r w:rsidRPr="00F4279E">
        <w:rPr>
          <w:rFonts w:ascii="Arial" w:hAnsi="Arial" w:cs="Arial"/>
          <w:color w:val="4E4D4D" w:themeColor="background2"/>
          <w:spacing w:val="-3"/>
          <w:u w:val="single"/>
        </w:rPr>
        <w:t>p</w:t>
      </w:r>
      <w:r w:rsidRPr="00F4279E">
        <w:rPr>
          <w:rFonts w:ascii="Arial" w:hAnsi="Arial" w:cs="Arial"/>
          <w:color w:val="4E4D4D" w:themeColor="background2"/>
          <w:u w:val="single"/>
        </w:rPr>
        <w:t>o</w:t>
      </w:r>
      <w:r w:rsidRPr="00F4279E">
        <w:rPr>
          <w:rFonts w:ascii="Arial" w:hAnsi="Arial" w:cs="Arial"/>
          <w:color w:val="4E4D4D" w:themeColor="background2"/>
          <w:spacing w:val="8"/>
          <w:u w:val="single"/>
        </w:rPr>
        <w:t xml:space="preserve"> </w:t>
      </w:r>
      <w:r w:rsidRPr="00F4279E">
        <w:rPr>
          <w:rFonts w:ascii="Arial" w:hAnsi="Arial" w:cs="Arial"/>
          <w:color w:val="4E4D4D" w:themeColor="background2"/>
          <w:spacing w:val="1"/>
          <w:w w:val="102"/>
          <w:u w:val="single"/>
        </w:rPr>
        <w:t>A</w:t>
      </w:r>
      <w:r w:rsidRPr="00F4279E">
        <w:rPr>
          <w:rFonts w:ascii="Arial" w:hAnsi="Arial" w:cs="Arial"/>
          <w:color w:val="4E4D4D" w:themeColor="background2"/>
          <w:w w:val="103"/>
          <w:u w:val="single"/>
        </w:rPr>
        <w:t>.</w:t>
      </w:r>
      <w:r w:rsidRPr="00F4279E">
        <w:rPr>
          <w:rFonts w:ascii="Arial" w:hAnsi="Arial" w:cs="Arial"/>
          <w:color w:val="4E4D4D" w:themeColor="background2"/>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2"/>
        </w:rPr>
        <w:t>ju</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rPr>
        <w:t>o</w:t>
      </w:r>
      <w:r w:rsidRPr="00F4279E">
        <w:rPr>
          <w:rFonts w:ascii="Arial" w:hAnsi="Arial" w:cs="Arial"/>
          <w:color w:val="4E4D4D" w:themeColor="background2"/>
          <w:spacing w:val="44"/>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ef</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4"/>
        </w:rPr>
        <w:t>g</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ios</w:t>
      </w:r>
      <w:r w:rsidRPr="00F4279E">
        <w:rPr>
          <w:rFonts w:ascii="Arial" w:hAnsi="Arial" w:cs="Arial"/>
          <w:color w:val="4E4D4D" w:themeColor="background2"/>
          <w:spacing w:val="46"/>
        </w:rPr>
        <w:t xml:space="preserve"> </w:t>
      </w:r>
      <w:r w:rsidRPr="00F4279E">
        <w:rPr>
          <w:rFonts w:ascii="Arial" w:hAnsi="Arial" w:cs="Arial"/>
          <w:color w:val="4E4D4D" w:themeColor="background2"/>
        </w:rPr>
        <w:t>entregados</w:t>
      </w:r>
      <w:r w:rsidRPr="00F4279E">
        <w:rPr>
          <w:rFonts w:ascii="Arial" w:hAnsi="Arial" w:cs="Arial"/>
          <w:color w:val="4E4D4D" w:themeColor="background2"/>
          <w:spacing w:val="44"/>
        </w:rPr>
        <w:t xml:space="preserve"> </w:t>
      </w:r>
      <w:r w:rsidRPr="00F4279E">
        <w:rPr>
          <w:rFonts w:ascii="Arial" w:hAnsi="Arial" w:cs="Arial"/>
          <w:color w:val="4E4D4D" w:themeColor="background2"/>
        </w:rPr>
        <w:t>a</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es</w:t>
      </w:r>
      <w:r w:rsidRPr="00F4279E">
        <w:rPr>
          <w:rFonts w:ascii="Arial" w:hAnsi="Arial" w:cs="Arial"/>
          <w:color w:val="4E4D4D" w:themeColor="background2"/>
          <w:spacing w:val="6"/>
        </w:rPr>
        <w:t>t</w:t>
      </w:r>
      <w:r w:rsidRPr="00F4279E">
        <w:rPr>
          <w:rFonts w:ascii="Arial" w:hAnsi="Arial" w:cs="Arial"/>
          <w:color w:val="4E4D4D" w:themeColor="background2"/>
          <w:spacing w:val="-3"/>
        </w:rPr>
        <w:t>u</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6"/>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d</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2"/>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m</w:t>
      </w:r>
      <w:r w:rsidRPr="00F4279E">
        <w:rPr>
          <w:rFonts w:ascii="Arial" w:hAnsi="Arial" w:cs="Arial"/>
          <w:color w:val="4E4D4D" w:themeColor="background2"/>
        </w:rPr>
        <w:t>p</w:t>
      </w:r>
      <w:r w:rsidRPr="00F4279E">
        <w:rPr>
          <w:rFonts w:ascii="Arial" w:hAnsi="Arial" w:cs="Arial"/>
          <w:color w:val="4E4D4D" w:themeColor="background2"/>
          <w:spacing w:val="-1"/>
        </w:rPr>
        <w:t>r</w:t>
      </w:r>
      <w:r w:rsidRPr="00F4279E">
        <w:rPr>
          <w:rFonts w:ascii="Arial" w:hAnsi="Arial" w:cs="Arial"/>
          <w:color w:val="4E4D4D" w:themeColor="background2"/>
          <w:spacing w:val="4"/>
        </w:rPr>
        <w:t>e</w:t>
      </w:r>
      <w:r w:rsidRPr="00F4279E">
        <w:rPr>
          <w:rFonts w:ascii="Arial" w:hAnsi="Arial" w:cs="Arial"/>
          <w:color w:val="4E4D4D" w:themeColor="background2"/>
          <w:spacing w:val="-1"/>
        </w:rPr>
        <w:t>nd</w:t>
      </w:r>
      <w:r w:rsidRPr="00F4279E">
        <w:rPr>
          <w:rFonts w:ascii="Arial" w:hAnsi="Arial" w:cs="Arial"/>
          <w:color w:val="4E4D4D" w:themeColor="background2"/>
          <w:spacing w:val="2"/>
        </w:rPr>
        <w:t>ida</w:t>
      </w:r>
      <w:r w:rsidRPr="00F4279E">
        <w:rPr>
          <w:rFonts w:ascii="Arial" w:hAnsi="Arial" w:cs="Arial"/>
          <w:color w:val="4E4D4D" w:themeColor="background2"/>
        </w:rPr>
        <w:t xml:space="preserve">s </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3"/>
        </w:rPr>
        <w:t xml:space="preserve"> 4 y </w:t>
      </w:r>
      <w:r w:rsidRPr="00F4279E">
        <w:rPr>
          <w:rFonts w:ascii="Arial" w:hAnsi="Arial" w:cs="Arial"/>
          <w:color w:val="4E4D4D" w:themeColor="background2"/>
        </w:rPr>
        <w:t>8</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3"/>
        </w:rPr>
        <w:t>ñ</w:t>
      </w:r>
      <w:r w:rsidRPr="00F4279E">
        <w:rPr>
          <w:rFonts w:ascii="Arial" w:hAnsi="Arial" w:cs="Arial"/>
          <w:color w:val="4E4D4D" w:themeColor="background2"/>
          <w:spacing w:val="3"/>
        </w:rPr>
        <w:t>o</w:t>
      </w:r>
      <w:r w:rsidRPr="00F4279E">
        <w:rPr>
          <w:rFonts w:ascii="Arial" w:hAnsi="Arial" w:cs="Arial"/>
          <w:color w:val="4E4D4D" w:themeColor="background2"/>
          <w:spacing w:val="2"/>
        </w:rPr>
        <w:t>s</w:t>
      </w:r>
      <w:r w:rsidRPr="00F4279E">
        <w:rPr>
          <w:rFonts w:ascii="Arial" w:hAnsi="Arial" w:cs="Arial"/>
          <w:color w:val="4E4D4D" w:themeColor="background2"/>
        </w:rPr>
        <w:t>,</w:t>
      </w:r>
      <w:r w:rsidRPr="00F4279E">
        <w:rPr>
          <w:rFonts w:ascii="Arial" w:hAnsi="Arial" w:cs="Arial"/>
          <w:color w:val="4E4D4D" w:themeColor="background2"/>
          <w:spacing w:val="12"/>
        </w:rPr>
        <w:t xml:space="preserve"> </w:t>
      </w:r>
      <w:r w:rsidRPr="00F4279E">
        <w:rPr>
          <w:rFonts w:ascii="Arial" w:hAnsi="Arial" w:cs="Arial"/>
          <w:color w:val="4E4D4D" w:themeColor="background2"/>
        </w:rPr>
        <w:t>y</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ul</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os</w:t>
      </w:r>
      <w:r w:rsidRPr="00F4279E">
        <w:rPr>
          <w:rFonts w:ascii="Arial" w:hAnsi="Arial" w:cs="Arial"/>
          <w:color w:val="4E4D4D" w:themeColor="background2"/>
          <w:spacing w:val="23"/>
        </w:rPr>
        <w:t xml:space="preserve"> </w:t>
      </w:r>
      <w:r w:rsidRPr="00F4279E">
        <w:rPr>
          <w:rFonts w:ascii="Arial" w:hAnsi="Arial" w:cs="Arial"/>
          <w:color w:val="4E4D4D" w:themeColor="background2"/>
        </w:rPr>
        <w:t xml:space="preserve">en los grados jardín, transición, primero, segundo y tercero. </w:t>
      </w:r>
    </w:p>
    <w:p w14:paraId="5C64EDB6" w14:textId="77777777" w:rsidR="00774525" w:rsidRPr="00F4279E" w:rsidRDefault="00774525" w:rsidP="00774525">
      <w:pPr>
        <w:widowControl w:val="0"/>
        <w:autoSpaceDE w:val="0"/>
        <w:autoSpaceDN w:val="0"/>
        <w:adjustRightInd w:val="0"/>
        <w:spacing w:before="18" w:line="220" w:lineRule="exact"/>
        <w:jc w:val="both"/>
        <w:rPr>
          <w:rFonts w:ascii="Arial" w:hAnsi="Arial" w:cs="Arial"/>
          <w:color w:val="4E4D4D" w:themeColor="background2"/>
        </w:rPr>
      </w:pPr>
    </w:p>
    <w:p w14:paraId="5C64EDB7" w14:textId="77777777" w:rsidR="00774525" w:rsidRPr="00F4279E" w:rsidRDefault="00774525" w:rsidP="00774525">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u w:val="single"/>
        </w:rPr>
        <w:t>Refrigerio T</w:t>
      </w:r>
      <w:r w:rsidRPr="00F4279E">
        <w:rPr>
          <w:rFonts w:ascii="Arial" w:hAnsi="Arial" w:cs="Arial"/>
          <w:color w:val="4E4D4D" w:themeColor="background2"/>
          <w:spacing w:val="2"/>
          <w:u w:val="single"/>
        </w:rPr>
        <w:t>i</w:t>
      </w:r>
      <w:r w:rsidRPr="00F4279E">
        <w:rPr>
          <w:rFonts w:ascii="Arial" w:hAnsi="Arial" w:cs="Arial"/>
          <w:color w:val="4E4D4D" w:themeColor="background2"/>
          <w:spacing w:val="-3"/>
          <w:u w:val="single"/>
        </w:rPr>
        <w:t>p</w:t>
      </w:r>
      <w:r w:rsidRPr="00F4279E">
        <w:rPr>
          <w:rFonts w:ascii="Arial" w:hAnsi="Arial" w:cs="Arial"/>
          <w:color w:val="4E4D4D" w:themeColor="background2"/>
          <w:u w:val="single"/>
        </w:rPr>
        <w:t xml:space="preserve">o </w:t>
      </w:r>
      <w:r w:rsidRPr="00F4279E">
        <w:rPr>
          <w:rFonts w:ascii="Arial" w:hAnsi="Arial" w:cs="Arial"/>
          <w:color w:val="4E4D4D" w:themeColor="background2"/>
          <w:w w:val="103"/>
          <w:u w:val="single"/>
        </w:rPr>
        <w:t>B.</w:t>
      </w:r>
      <w:r w:rsidRPr="00F4279E">
        <w:rPr>
          <w:rFonts w:ascii="Arial" w:hAnsi="Arial" w:cs="Arial"/>
          <w:color w:val="4E4D4D" w:themeColor="background2"/>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2"/>
        </w:rPr>
        <w:t>ju</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rPr>
        <w:t>o</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f</w:t>
      </w:r>
      <w:r w:rsidRPr="00F4279E">
        <w:rPr>
          <w:rFonts w:ascii="Arial" w:hAnsi="Arial" w:cs="Arial"/>
          <w:color w:val="4E4D4D" w:themeColor="background2"/>
          <w:spacing w:val="-1"/>
        </w:rPr>
        <w:t>r</w:t>
      </w:r>
      <w:r w:rsidRPr="00F4279E">
        <w:rPr>
          <w:rFonts w:ascii="Arial" w:hAnsi="Arial" w:cs="Arial"/>
          <w:color w:val="4E4D4D" w:themeColor="background2"/>
          <w:spacing w:val="2"/>
        </w:rPr>
        <w:t>ig</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rPr>
        <w:t>ios</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3"/>
        </w:rPr>
        <w:t>entregados</w:t>
      </w:r>
      <w:r w:rsidRPr="00F4279E">
        <w:rPr>
          <w:rFonts w:ascii="Arial" w:hAnsi="Arial" w:cs="Arial"/>
          <w:color w:val="4E4D4D" w:themeColor="background2"/>
          <w:spacing w:val="37"/>
        </w:rPr>
        <w:t xml:space="preserve"> </w:t>
      </w:r>
      <w:r w:rsidRPr="00F4279E">
        <w:rPr>
          <w:rFonts w:ascii="Arial" w:hAnsi="Arial" w:cs="Arial"/>
          <w:color w:val="4E4D4D" w:themeColor="background2"/>
        </w:rPr>
        <w:t>a</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u</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39"/>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d</w:t>
      </w:r>
      <w:r w:rsidRPr="00F4279E">
        <w:rPr>
          <w:rFonts w:ascii="Arial" w:hAnsi="Arial" w:cs="Arial"/>
          <w:color w:val="4E4D4D" w:themeColor="background2"/>
          <w:spacing w:val="2"/>
        </w:rPr>
        <w:t>ad</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2"/>
        </w:rPr>
        <w:t>c</w:t>
      </w:r>
      <w:r w:rsidRPr="00F4279E">
        <w:rPr>
          <w:rFonts w:ascii="Arial" w:hAnsi="Arial" w:cs="Arial"/>
          <w:color w:val="4E4D4D" w:themeColor="background2"/>
          <w:spacing w:val="-2"/>
        </w:rPr>
        <w:t>o</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rPr>
        <w:t>as</w:t>
      </w:r>
      <w:r w:rsidRPr="00F4279E">
        <w:rPr>
          <w:rFonts w:ascii="Arial" w:hAnsi="Arial" w:cs="Arial"/>
          <w:color w:val="4E4D4D" w:themeColor="background2"/>
          <w:spacing w:val="48"/>
        </w:rPr>
        <w:t xml:space="preserve"> </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4"/>
        </w:rPr>
        <w:t xml:space="preserve"> </w:t>
      </w:r>
      <w:r w:rsidRPr="00F4279E">
        <w:rPr>
          <w:rFonts w:ascii="Arial" w:hAnsi="Arial" w:cs="Arial"/>
          <w:color w:val="4E4D4D" w:themeColor="background2"/>
        </w:rPr>
        <w:t>9</w:t>
      </w:r>
      <w:r w:rsidRPr="00F4279E">
        <w:rPr>
          <w:rFonts w:ascii="Arial" w:hAnsi="Arial" w:cs="Arial"/>
          <w:color w:val="4E4D4D" w:themeColor="background2"/>
          <w:spacing w:val="27"/>
        </w:rPr>
        <w:t xml:space="preserve"> </w:t>
      </w:r>
      <w:r w:rsidRPr="00F4279E">
        <w:rPr>
          <w:rFonts w:ascii="Arial" w:hAnsi="Arial" w:cs="Arial"/>
          <w:color w:val="4E4D4D" w:themeColor="background2"/>
        </w:rPr>
        <w:t>y</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w w:val="102"/>
        </w:rPr>
        <w:t>1</w:t>
      </w:r>
      <w:r w:rsidRPr="00F4279E">
        <w:rPr>
          <w:rFonts w:ascii="Arial" w:hAnsi="Arial" w:cs="Arial"/>
          <w:color w:val="4E4D4D" w:themeColor="background2"/>
          <w:w w:val="102"/>
        </w:rPr>
        <w:t xml:space="preserve">3 </w:t>
      </w:r>
      <w:r w:rsidRPr="00F4279E">
        <w:rPr>
          <w:rFonts w:ascii="Arial" w:hAnsi="Arial" w:cs="Arial"/>
          <w:color w:val="4E4D4D" w:themeColor="background2"/>
          <w:spacing w:val="2"/>
        </w:rPr>
        <w:t>a</w:t>
      </w:r>
      <w:r w:rsidRPr="00F4279E">
        <w:rPr>
          <w:rFonts w:ascii="Arial" w:hAnsi="Arial" w:cs="Arial"/>
          <w:color w:val="4E4D4D" w:themeColor="background2"/>
          <w:spacing w:val="-3"/>
        </w:rPr>
        <w:t>ñ</w:t>
      </w:r>
      <w:r w:rsidRPr="00F4279E">
        <w:rPr>
          <w:rFonts w:ascii="Arial" w:hAnsi="Arial" w:cs="Arial"/>
          <w:color w:val="4E4D4D" w:themeColor="background2"/>
          <w:spacing w:val="3"/>
        </w:rPr>
        <w:t>o</w:t>
      </w:r>
      <w:r w:rsidRPr="00F4279E">
        <w:rPr>
          <w:rFonts w:ascii="Arial" w:hAnsi="Arial" w:cs="Arial"/>
          <w:color w:val="4E4D4D" w:themeColor="background2"/>
        </w:rPr>
        <w:t>s y</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ul</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os</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4"/>
        </w:rPr>
        <w:t>e</w:t>
      </w:r>
      <w:r w:rsidRPr="00F4279E">
        <w:rPr>
          <w:rFonts w:ascii="Arial" w:hAnsi="Arial" w:cs="Arial"/>
          <w:color w:val="4E4D4D" w:themeColor="background2"/>
        </w:rPr>
        <w:t>n</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os</w:t>
      </w:r>
      <w:r w:rsidRPr="00F4279E">
        <w:rPr>
          <w:rFonts w:ascii="Arial" w:hAnsi="Arial" w:cs="Arial"/>
          <w:color w:val="4E4D4D" w:themeColor="background2"/>
          <w:spacing w:val="5"/>
        </w:rPr>
        <w:t xml:space="preserve"> </w:t>
      </w:r>
      <w:r w:rsidRPr="00F4279E">
        <w:rPr>
          <w:rFonts w:ascii="Arial" w:hAnsi="Arial" w:cs="Arial"/>
          <w:color w:val="4E4D4D" w:themeColor="background2"/>
          <w:spacing w:val="4"/>
        </w:rPr>
        <w:t>g</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os</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 xml:space="preserve">e </w:t>
      </w:r>
      <w:r w:rsidRPr="00F4279E">
        <w:rPr>
          <w:rFonts w:ascii="Arial" w:hAnsi="Arial" w:cs="Arial"/>
          <w:color w:val="4E4D4D" w:themeColor="background2"/>
          <w:spacing w:val="-1"/>
        </w:rPr>
        <w:t>cuarto, quinto, sexto, séptimo</w:t>
      </w:r>
      <w:r w:rsidRPr="00F4279E">
        <w:rPr>
          <w:rFonts w:ascii="Arial" w:hAnsi="Arial" w:cs="Arial"/>
          <w:color w:val="4E4D4D" w:themeColor="background2"/>
          <w:w w:val="102"/>
        </w:rPr>
        <w:t xml:space="preserve"> y octavo.</w:t>
      </w:r>
    </w:p>
    <w:p w14:paraId="5C64EDB8" w14:textId="77777777" w:rsidR="00774525" w:rsidRPr="00F4279E" w:rsidRDefault="00774525" w:rsidP="00774525">
      <w:pPr>
        <w:widowControl w:val="0"/>
        <w:autoSpaceDE w:val="0"/>
        <w:autoSpaceDN w:val="0"/>
        <w:adjustRightInd w:val="0"/>
        <w:spacing w:before="3" w:line="240" w:lineRule="exact"/>
        <w:jc w:val="both"/>
        <w:rPr>
          <w:rFonts w:ascii="Arial" w:hAnsi="Arial" w:cs="Arial"/>
          <w:color w:val="4E4D4D" w:themeColor="background2"/>
        </w:rPr>
      </w:pPr>
    </w:p>
    <w:p w14:paraId="5C64EDB9" w14:textId="17CA676B" w:rsidR="00774525" w:rsidRPr="00F4279E" w:rsidRDefault="00774525" w:rsidP="00774525">
      <w:pPr>
        <w:widowControl w:val="0"/>
        <w:autoSpaceDE w:val="0"/>
        <w:autoSpaceDN w:val="0"/>
        <w:adjustRightInd w:val="0"/>
        <w:jc w:val="both"/>
        <w:rPr>
          <w:rFonts w:ascii="Arial" w:hAnsi="Arial" w:cs="Arial"/>
          <w:color w:val="4E4D4D" w:themeColor="background2"/>
          <w:w w:val="102"/>
        </w:rPr>
      </w:pPr>
      <w:r w:rsidRPr="00F4279E">
        <w:rPr>
          <w:rFonts w:ascii="Arial" w:hAnsi="Arial" w:cs="Arial"/>
          <w:color w:val="4E4D4D" w:themeColor="background2"/>
          <w:u w:val="single"/>
        </w:rPr>
        <w:t>Refrigerio T</w:t>
      </w:r>
      <w:r w:rsidRPr="00F4279E">
        <w:rPr>
          <w:rFonts w:ascii="Arial" w:hAnsi="Arial" w:cs="Arial"/>
          <w:color w:val="4E4D4D" w:themeColor="background2"/>
          <w:spacing w:val="2"/>
          <w:u w:val="single"/>
        </w:rPr>
        <w:t>i</w:t>
      </w:r>
      <w:r w:rsidRPr="00F4279E">
        <w:rPr>
          <w:rFonts w:ascii="Arial" w:hAnsi="Arial" w:cs="Arial"/>
          <w:color w:val="4E4D4D" w:themeColor="background2"/>
          <w:spacing w:val="-3"/>
          <w:u w:val="single"/>
        </w:rPr>
        <w:t>p</w:t>
      </w:r>
      <w:r w:rsidRPr="00F4279E">
        <w:rPr>
          <w:rFonts w:ascii="Arial" w:hAnsi="Arial" w:cs="Arial"/>
          <w:color w:val="4E4D4D" w:themeColor="background2"/>
          <w:u w:val="single"/>
        </w:rPr>
        <w:t xml:space="preserve">o </w:t>
      </w:r>
      <w:r w:rsidRPr="00F4279E">
        <w:rPr>
          <w:rFonts w:ascii="Arial" w:hAnsi="Arial" w:cs="Arial"/>
          <w:color w:val="4E4D4D" w:themeColor="background2"/>
          <w:spacing w:val="3"/>
          <w:u w:val="single"/>
        </w:rPr>
        <w:t>C</w:t>
      </w:r>
      <w:r w:rsidRPr="00F4279E">
        <w:rPr>
          <w:rFonts w:ascii="Arial" w:hAnsi="Arial" w:cs="Arial"/>
          <w:color w:val="4E4D4D" w:themeColor="background2"/>
          <w:u w:val="single"/>
        </w:rPr>
        <w:t>.</w:t>
      </w:r>
      <w:r w:rsidRPr="00F4279E">
        <w:rPr>
          <w:rFonts w:ascii="Arial" w:hAnsi="Arial" w:cs="Arial"/>
          <w:color w:val="4E4D4D" w:themeColor="background2"/>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2"/>
        </w:rPr>
        <w:t>ju</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rPr>
        <w:t>o</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fr</w:t>
      </w:r>
      <w:r w:rsidRPr="00F4279E">
        <w:rPr>
          <w:rFonts w:ascii="Arial" w:hAnsi="Arial" w:cs="Arial"/>
          <w:color w:val="4E4D4D" w:themeColor="background2"/>
          <w:spacing w:val="2"/>
        </w:rPr>
        <w:t>ig</w:t>
      </w:r>
      <w:r w:rsidRPr="00F4279E">
        <w:rPr>
          <w:rFonts w:ascii="Arial" w:hAnsi="Arial" w:cs="Arial"/>
          <w:color w:val="4E4D4D" w:themeColor="background2"/>
          <w:spacing w:val="1"/>
        </w:rPr>
        <w:t>e</w:t>
      </w:r>
      <w:r w:rsidRPr="00F4279E">
        <w:rPr>
          <w:rFonts w:ascii="Arial" w:hAnsi="Arial" w:cs="Arial"/>
          <w:color w:val="4E4D4D" w:themeColor="background2"/>
          <w:spacing w:val="-3"/>
        </w:rPr>
        <w:t>r</w:t>
      </w:r>
      <w:r w:rsidRPr="00F4279E">
        <w:rPr>
          <w:rFonts w:ascii="Arial" w:hAnsi="Arial" w:cs="Arial"/>
          <w:color w:val="4E4D4D" w:themeColor="background2"/>
          <w:spacing w:val="2"/>
        </w:rPr>
        <w:t>i</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1"/>
        </w:rPr>
        <w:t xml:space="preserve"> </w:t>
      </w:r>
      <w:r w:rsidRPr="00F4279E">
        <w:rPr>
          <w:rFonts w:ascii="Arial" w:hAnsi="Arial" w:cs="Arial"/>
          <w:color w:val="4E4D4D" w:themeColor="background2"/>
        </w:rPr>
        <w:t>entregados</w:t>
      </w:r>
      <w:r w:rsidRPr="00F4279E">
        <w:rPr>
          <w:rFonts w:ascii="Arial" w:hAnsi="Arial" w:cs="Arial"/>
          <w:color w:val="4E4D4D" w:themeColor="background2"/>
          <w:spacing w:val="17"/>
        </w:rPr>
        <w:t xml:space="preserve"> </w:t>
      </w:r>
      <w:r w:rsidRPr="00F4279E">
        <w:rPr>
          <w:rFonts w:ascii="Arial" w:hAnsi="Arial" w:cs="Arial"/>
          <w:color w:val="4E4D4D" w:themeColor="background2"/>
        </w:rPr>
        <w:t>a</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es</w:t>
      </w:r>
      <w:r w:rsidRPr="00F4279E">
        <w:rPr>
          <w:rFonts w:ascii="Arial" w:hAnsi="Arial" w:cs="Arial"/>
          <w:color w:val="4E4D4D" w:themeColor="background2"/>
          <w:spacing w:val="6"/>
        </w:rPr>
        <w:t>t</w:t>
      </w:r>
      <w:r w:rsidRPr="00F4279E">
        <w:rPr>
          <w:rFonts w:ascii="Arial" w:hAnsi="Arial" w:cs="Arial"/>
          <w:color w:val="4E4D4D" w:themeColor="background2"/>
          <w:spacing w:val="-3"/>
        </w:rPr>
        <w:t>u</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4"/>
        </w:rPr>
        <w:t>e</w:t>
      </w:r>
      <w:r w:rsidRPr="00F4279E">
        <w:rPr>
          <w:rFonts w:ascii="Arial" w:hAnsi="Arial" w:cs="Arial"/>
          <w:color w:val="4E4D4D" w:themeColor="background2"/>
        </w:rPr>
        <w:t>n</w:t>
      </w:r>
      <w:r w:rsidRPr="00F4279E">
        <w:rPr>
          <w:rFonts w:ascii="Arial" w:hAnsi="Arial" w:cs="Arial"/>
          <w:color w:val="4E4D4D" w:themeColor="background2"/>
          <w:spacing w:val="5"/>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2"/>
        </w:rPr>
        <w:t>c</w:t>
      </w:r>
      <w:r w:rsidRPr="00F4279E">
        <w:rPr>
          <w:rFonts w:ascii="Arial" w:hAnsi="Arial" w:cs="Arial"/>
          <w:color w:val="4E4D4D" w:themeColor="background2"/>
          <w:spacing w:val="-2"/>
        </w:rPr>
        <w:t>o</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rPr>
        <w:t>as</w:t>
      </w:r>
      <w:r w:rsidRPr="00F4279E">
        <w:rPr>
          <w:rFonts w:ascii="Arial" w:hAnsi="Arial" w:cs="Arial"/>
          <w:color w:val="4E4D4D" w:themeColor="background2"/>
          <w:spacing w:val="27"/>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1</w:t>
      </w:r>
      <w:r w:rsidRPr="00F4279E">
        <w:rPr>
          <w:rFonts w:ascii="Arial" w:hAnsi="Arial" w:cs="Arial"/>
          <w:color w:val="4E4D4D" w:themeColor="background2"/>
        </w:rPr>
        <w:t>4</w:t>
      </w:r>
      <w:r w:rsidRPr="00F4279E">
        <w:rPr>
          <w:rFonts w:ascii="Arial" w:hAnsi="Arial" w:cs="Arial"/>
          <w:color w:val="4E4D4D" w:themeColor="background2"/>
          <w:spacing w:val="6"/>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3"/>
          <w:w w:val="102"/>
        </w:rPr>
        <w:t>1</w:t>
      </w:r>
      <w:r w:rsidR="00CC1435">
        <w:rPr>
          <w:rFonts w:ascii="Arial" w:hAnsi="Arial" w:cs="Arial"/>
          <w:color w:val="4E4D4D" w:themeColor="background2"/>
          <w:w w:val="102"/>
        </w:rPr>
        <w:t>7</w:t>
      </w:r>
      <w:r w:rsidRPr="00F4279E">
        <w:rPr>
          <w:rFonts w:ascii="Arial" w:hAnsi="Arial" w:cs="Arial"/>
          <w:color w:val="4E4D4D" w:themeColor="background2"/>
          <w:w w:val="102"/>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3"/>
        </w:rPr>
        <w:t>ñ</w:t>
      </w:r>
      <w:r w:rsidRPr="00F4279E">
        <w:rPr>
          <w:rFonts w:ascii="Arial" w:hAnsi="Arial" w:cs="Arial"/>
          <w:color w:val="4E4D4D" w:themeColor="background2"/>
          <w:spacing w:val="3"/>
        </w:rPr>
        <w:t>o</w:t>
      </w:r>
      <w:r w:rsidRPr="00F4279E">
        <w:rPr>
          <w:rFonts w:ascii="Arial" w:hAnsi="Arial" w:cs="Arial"/>
          <w:color w:val="4E4D4D" w:themeColor="background2"/>
        </w:rPr>
        <w:t xml:space="preserve">s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3"/>
        </w:rPr>
        <w:t>u</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4"/>
        </w:rPr>
        <w:t>e</w:t>
      </w:r>
      <w:r w:rsidRPr="00F4279E">
        <w:rPr>
          <w:rFonts w:ascii="Arial" w:hAnsi="Arial" w:cs="Arial"/>
          <w:color w:val="4E4D4D" w:themeColor="background2"/>
        </w:rPr>
        <w:t>n</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los grados noveno, decimo y once</w:t>
      </w:r>
      <w:r w:rsidRPr="00F4279E">
        <w:rPr>
          <w:rFonts w:ascii="Arial" w:hAnsi="Arial" w:cs="Arial"/>
          <w:color w:val="4E4D4D" w:themeColor="background2"/>
          <w:w w:val="102"/>
        </w:rPr>
        <w:t>.</w:t>
      </w:r>
    </w:p>
    <w:p w14:paraId="5C64EDBA" w14:textId="77777777" w:rsidR="00774525" w:rsidRPr="00F4279E" w:rsidRDefault="00774525" w:rsidP="00774525">
      <w:pPr>
        <w:jc w:val="both"/>
        <w:rPr>
          <w:rFonts w:ascii="Arial" w:hAnsi="Arial" w:cs="Arial"/>
          <w:color w:val="4E4D4D" w:themeColor="background2"/>
        </w:rPr>
      </w:pPr>
    </w:p>
    <w:p w14:paraId="5C64EDBB" w14:textId="77777777" w:rsidR="00774525" w:rsidRPr="00F4279E" w:rsidRDefault="00774525" w:rsidP="00774525">
      <w:pPr>
        <w:widowControl w:val="0"/>
        <w:autoSpaceDE w:val="0"/>
        <w:autoSpaceDN w:val="0"/>
        <w:adjustRightInd w:val="0"/>
        <w:jc w:val="both"/>
        <w:rPr>
          <w:rFonts w:ascii="Arial" w:hAnsi="Arial" w:cs="Arial"/>
          <w:color w:val="4E4D4D" w:themeColor="background2"/>
          <w:w w:val="102"/>
        </w:rPr>
      </w:pPr>
      <w:r w:rsidRPr="00F4279E">
        <w:rPr>
          <w:rFonts w:ascii="Arial" w:hAnsi="Arial" w:cs="Arial"/>
          <w:color w:val="4E4D4D" w:themeColor="background2"/>
          <w:u w:val="single"/>
        </w:rPr>
        <w:t>Refrigerio Tipo N.</w:t>
      </w:r>
      <w:r w:rsidRPr="00F4279E">
        <w:rPr>
          <w:rFonts w:ascii="Arial" w:hAnsi="Arial" w:cs="Arial"/>
          <w:color w:val="4E4D4D" w:themeColor="background2"/>
        </w:rPr>
        <w:t xml:space="preserve"> Conjunto </w:t>
      </w:r>
      <w:r w:rsidRPr="00F4279E">
        <w:rPr>
          <w:rFonts w:ascii="Arial" w:hAnsi="Arial" w:cs="Arial"/>
          <w:color w:val="4E4D4D" w:themeColor="background2"/>
          <w:spacing w:val="1"/>
        </w:rPr>
        <w:t xml:space="preserve">de refrigerios entregados a estudiantes matriculados en los Colegios Oficiales en la jornada nocturna. En términos de aporte nutricional corresponderá al refrigerio tipo C. </w:t>
      </w:r>
    </w:p>
    <w:p w14:paraId="5C64EDBC" w14:textId="77777777" w:rsidR="00774525" w:rsidRPr="00F4279E" w:rsidRDefault="00774525" w:rsidP="00774525">
      <w:pPr>
        <w:jc w:val="both"/>
        <w:rPr>
          <w:rFonts w:ascii="Arial" w:hAnsi="Arial" w:cs="Arial"/>
          <w:color w:val="4E4D4D" w:themeColor="background2"/>
        </w:rPr>
      </w:pPr>
    </w:p>
    <w:p w14:paraId="5C64EDBD" w14:textId="77777777" w:rsidR="00774525" w:rsidRPr="00F4279E" w:rsidRDefault="00774525" w:rsidP="00FB5A2F">
      <w:pPr>
        <w:pStyle w:val="Prrafodelista"/>
        <w:numPr>
          <w:ilvl w:val="1"/>
          <w:numId w:val="14"/>
        </w:numPr>
        <w:jc w:val="both"/>
        <w:rPr>
          <w:rFonts w:ascii="Arial" w:hAnsi="Arial" w:cs="Arial"/>
          <w:b/>
          <w:color w:val="4E4D4D" w:themeColor="background2"/>
        </w:rPr>
      </w:pPr>
      <w:r w:rsidRPr="00F4279E">
        <w:rPr>
          <w:rFonts w:ascii="Arial" w:hAnsi="Arial" w:cs="Arial"/>
          <w:b/>
          <w:color w:val="4E4D4D" w:themeColor="background2"/>
        </w:rPr>
        <w:t>TIPOS DE REFRIGERIOS POR ENTREGA:</w:t>
      </w:r>
    </w:p>
    <w:p w14:paraId="5C64EDBE" w14:textId="77777777" w:rsidR="00774525" w:rsidRPr="00F4279E" w:rsidRDefault="00774525" w:rsidP="00774525">
      <w:pPr>
        <w:jc w:val="both"/>
        <w:rPr>
          <w:rFonts w:ascii="Arial" w:hAnsi="Arial" w:cs="Arial"/>
          <w:color w:val="4E4D4D" w:themeColor="background2"/>
        </w:rPr>
      </w:pPr>
    </w:p>
    <w:p w14:paraId="5C64EDBF"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 xml:space="preserve">Los tipos de refrigerios para la primera y segunda entrega corresponden a: </w:t>
      </w:r>
    </w:p>
    <w:p w14:paraId="5C64EDC0" w14:textId="77777777" w:rsidR="00774525" w:rsidRPr="00F4279E" w:rsidRDefault="00774525" w:rsidP="00774525">
      <w:pPr>
        <w:jc w:val="both"/>
        <w:rPr>
          <w:rFonts w:ascii="Arial" w:hAnsi="Arial" w:cs="Arial"/>
          <w:color w:val="4E4D4D" w:themeColor="background2"/>
        </w:rPr>
      </w:pPr>
    </w:p>
    <w:p w14:paraId="5C64EDC1"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Primera Entrega: tipo A, B, C y N.</w:t>
      </w:r>
    </w:p>
    <w:p w14:paraId="5C64EDC2" w14:textId="77777777" w:rsidR="00774525" w:rsidRPr="00F4279E" w:rsidRDefault="00774525" w:rsidP="00774525">
      <w:pPr>
        <w:jc w:val="both"/>
        <w:rPr>
          <w:rFonts w:ascii="Arial" w:hAnsi="Arial" w:cs="Arial"/>
          <w:color w:val="4E4D4D" w:themeColor="background2"/>
        </w:rPr>
      </w:pPr>
    </w:p>
    <w:p w14:paraId="5C64EDC3"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Segunda Entrega: tipo A, B, y C</w:t>
      </w:r>
    </w:p>
    <w:p w14:paraId="5C64EDC4" w14:textId="77777777" w:rsidR="00774525" w:rsidRPr="00F4279E" w:rsidRDefault="00774525" w:rsidP="00774525">
      <w:pPr>
        <w:jc w:val="both"/>
        <w:rPr>
          <w:rFonts w:ascii="Arial" w:hAnsi="Arial" w:cs="Arial"/>
          <w:color w:val="4E4D4D" w:themeColor="background2"/>
        </w:rPr>
      </w:pPr>
    </w:p>
    <w:p w14:paraId="5C64EDC5" w14:textId="77777777" w:rsidR="00774525" w:rsidRPr="00F4279E" w:rsidRDefault="00774525" w:rsidP="00774525">
      <w:pPr>
        <w:widowControl w:val="0"/>
        <w:autoSpaceDE w:val="0"/>
        <w:autoSpaceDN w:val="0"/>
        <w:adjustRightInd w:val="0"/>
        <w:spacing w:before="7" w:line="245" w:lineRule="auto"/>
        <w:ind w:left="360" w:right="186"/>
        <w:jc w:val="both"/>
        <w:rPr>
          <w:rFonts w:ascii="Arial" w:hAnsi="Arial" w:cs="Arial"/>
          <w:b/>
          <w:color w:val="4E4D4D" w:themeColor="background2"/>
          <w:spacing w:val="-2"/>
          <w:w w:val="101"/>
        </w:rPr>
      </w:pPr>
      <w:r w:rsidRPr="00F4279E">
        <w:rPr>
          <w:rFonts w:ascii="Arial" w:hAnsi="Arial" w:cs="Arial"/>
          <w:b/>
          <w:color w:val="4E4D4D" w:themeColor="background2"/>
          <w:spacing w:val="-2"/>
          <w:w w:val="101"/>
        </w:rPr>
        <w:t>2.3 APORTE NUTRICIONAL DE LOS REFRIGERIOS ESCOLARES (PRIMERA Y SEGUNDA ENTREGA)</w:t>
      </w:r>
    </w:p>
    <w:p w14:paraId="5C64EDC6"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b/>
          <w:color w:val="4E4D4D" w:themeColor="background2"/>
          <w:spacing w:val="-1"/>
        </w:rPr>
      </w:pPr>
    </w:p>
    <w:p w14:paraId="5C64EDC7" w14:textId="77777777" w:rsidR="00EF7F7C" w:rsidRPr="00F4279E" w:rsidRDefault="00774525" w:rsidP="004523D5">
      <w:pPr>
        <w:widowControl w:val="0"/>
        <w:autoSpaceDE w:val="0"/>
        <w:autoSpaceDN w:val="0"/>
        <w:adjustRightInd w:val="0"/>
        <w:spacing w:before="7" w:line="245" w:lineRule="auto"/>
        <w:ind w:right="186"/>
        <w:jc w:val="both"/>
        <w:rPr>
          <w:rFonts w:ascii="Arial" w:hAnsi="Arial" w:cs="Arial"/>
          <w:color w:val="4E4D4D" w:themeColor="background2"/>
          <w:spacing w:val="-1"/>
        </w:rPr>
      </w:pPr>
      <w:r w:rsidRPr="00F4279E">
        <w:rPr>
          <w:rFonts w:ascii="Arial" w:hAnsi="Arial" w:cs="Arial"/>
          <w:color w:val="4E4D4D" w:themeColor="background2"/>
          <w:spacing w:val="-1"/>
        </w:rPr>
        <w:t xml:space="preserve">Para la definición del requerimiento diario de energía para cada grupo de edad establecido, se consideró: </w:t>
      </w:r>
    </w:p>
    <w:p w14:paraId="5C64EDC8" w14:textId="77777777" w:rsidR="00EF7F7C" w:rsidRPr="00F4279E" w:rsidRDefault="00EF7F7C" w:rsidP="00774525">
      <w:pPr>
        <w:widowControl w:val="0"/>
        <w:autoSpaceDE w:val="0"/>
        <w:autoSpaceDN w:val="0"/>
        <w:adjustRightInd w:val="0"/>
        <w:spacing w:before="7" w:line="245" w:lineRule="auto"/>
        <w:ind w:right="186"/>
        <w:jc w:val="center"/>
        <w:rPr>
          <w:rFonts w:ascii="Arial" w:hAnsi="Arial" w:cs="Arial"/>
          <w:b/>
          <w:color w:val="4E4D4D" w:themeColor="background2"/>
          <w:spacing w:val="-1"/>
        </w:rPr>
      </w:pPr>
    </w:p>
    <w:p w14:paraId="5C64EDC9" w14:textId="77777777" w:rsidR="00774525" w:rsidRPr="00F4279E" w:rsidRDefault="00EF7F7C" w:rsidP="00774525">
      <w:pPr>
        <w:widowControl w:val="0"/>
        <w:autoSpaceDE w:val="0"/>
        <w:autoSpaceDN w:val="0"/>
        <w:adjustRightInd w:val="0"/>
        <w:spacing w:before="7" w:line="245" w:lineRule="auto"/>
        <w:ind w:right="186"/>
        <w:jc w:val="center"/>
        <w:rPr>
          <w:rFonts w:ascii="Arial" w:hAnsi="Arial" w:cs="Arial"/>
          <w:b/>
          <w:color w:val="4E4D4D" w:themeColor="background2"/>
          <w:spacing w:val="-1"/>
        </w:rPr>
      </w:pPr>
      <w:r w:rsidRPr="00F4279E">
        <w:rPr>
          <w:rFonts w:ascii="Arial" w:hAnsi="Arial" w:cs="Arial"/>
          <w:b/>
          <w:color w:val="4E4D4D" w:themeColor="background2"/>
          <w:spacing w:val="-1"/>
        </w:rPr>
        <w:t>Tabla 2. Perí</w:t>
      </w:r>
      <w:r w:rsidR="00774525" w:rsidRPr="00F4279E">
        <w:rPr>
          <w:rFonts w:ascii="Arial" w:hAnsi="Arial" w:cs="Arial"/>
          <w:b/>
          <w:color w:val="4E4D4D" w:themeColor="background2"/>
          <w:spacing w:val="-1"/>
        </w:rPr>
        <w:t>odos de vida y definición de aporte energético</w:t>
      </w:r>
    </w:p>
    <w:p w14:paraId="5C64EDCA"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spacing w:val="-1"/>
        </w:rPr>
      </w:pPr>
    </w:p>
    <w:tbl>
      <w:tblPr>
        <w:tblStyle w:val="Tablanormal11"/>
        <w:tblW w:w="5000" w:type="pct"/>
        <w:tblLook w:val="04A0" w:firstRow="1" w:lastRow="0" w:firstColumn="1" w:lastColumn="0" w:noHBand="0" w:noVBand="1"/>
      </w:tblPr>
      <w:tblGrid>
        <w:gridCol w:w="2619"/>
        <w:gridCol w:w="3049"/>
        <w:gridCol w:w="3160"/>
      </w:tblGrid>
      <w:tr w:rsidR="00F4279E" w:rsidRPr="00F4279E" w14:paraId="5C64EDCE" w14:textId="77777777" w:rsidTr="00F427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5C64EDCB" w14:textId="7C4F5108"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Peri</w:t>
            </w:r>
            <w:r w:rsidR="00A32F9B" w:rsidRPr="00F4279E">
              <w:rPr>
                <w:rFonts w:ascii="Arial" w:hAnsi="Arial" w:cs="Arial"/>
                <w:color w:val="4E4D4D" w:themeColor="background2"/>
                <w:sz w:val="16"/>
              </w:rPr>
              <w:t xml:space="preserve">odos de vida para la población </w:t>
            </w:r>
            <w:r w:rsidR="00F4279E" w:rsidRPr="00F4279E">
              <w:rPr>
                <w:rFonts w:ascii="Arial" w:hAnsi="Arial" w:cs="Arial"/>
                <w:color w:val="4E4D4D" w:themeColor="background2"/>
                <w:sz w:val="16"/>
              </w:rPr>
              <w:t>colombiana</w:t>
            </w:r>
          </w:p>
        </w:tc>
        <w:tc>
          <w:tcPr>
            <w:tcW w:w="1727" w:type="pct"/>
            <w:shd w:val="clear" w:color="auto" w:fill="FFFFFF" w:themeFill="background1"/>
          </w:tcPr>
          <w:p w14:paraId="5C64EDCC"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Grupos de edad definidos por las RIEN</w:t>
            </w:r>
          </w:p>
        </w:tc>
        <w:tc>
          <w:tcPr>
            <w:tcW w:w="1790" w:type="pct"/>
            <w:shd w:val="clear" w:color="auto" w:fill="FFFFFF" w:themeFill="background1"/>
          </w:tcPr>
          <w:p w14:paraId="5C64EDCD"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Actividad física</w:t>
            </w:r>
          </w:p>
        </w:tc>
      </w:tr>
      <w:tr w:rsidR="00F4279E" w:rsidRPr="00F4279E" w14:paraId="5C64EDD4"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5C64EDCF"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 xml:space="preserve">Escolares </w:t>
            </w:r>
          </w:p>
          <w:p w14:paraId="5C64EDD0"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4 – 8 años</w:t>
            </w:r>
          </w:p>
        </w:tc>
        <w:tc>
          <w:tcPr>
            <w:tcW w:w="1727" w:type="pct"/>
            <w:shd w:val="clear" w:color="auto" w:fill="FFFFFF" w:themeFill="background1"/>
          </w:tcPr>
          <w:p w14:paraId="5C64EDD1" w14:textId="77777777" w:rsidR="00774525" w:rsidRPr="00F4279E" w:rsidRDefault="00C220E1"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Promedio de k</w:t>
            </w:r>
            <w:r w:rsidR="00774525" w:rsidRPr="00F4279E">
              <w:rPr>
                <w:rFonts w:ascii="Arial" w:hAnsi="Arial" w:cs="Arial"/>
                <w:color w:val="4E4D4D" w:themeColor="background2"/>
                <w:sz w:val="16"/>
              </w:rPr>
              <w:t>cal/día de niños y niñas entre los 4 y 8 años</w:t>
            </w:r>
          </w:p>
        </w:tc>
        <w:tc>
          <w:tcPr>
            <w:tcW w:w="1790" w:type="pct"/>
            <w:shd w:val="clear" w:color="auto" w:fill="FFFFFF" w:themeFill="background1"/>
          </w:tcPr>
          <w:p w14:paraId="5C64EDD2"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Para niños y niñas de 4 y 5 años, actividad física moderada</w:t>
            </w:r>
          </w:p>
          <w:p w14:paraId="5C64EDD3"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 xml:space="preserve">Para niños y niñas de 6, 7 y 8 años, actividad física ligera </w:t>
            </w:r>
          </w:p>
        </w:tc>
      </w:tr>
      <w:tr w:rsidR="00F4279E" w:rsidRPr="00F4279E" w14:paraId="5C64EDD8" w14:textId="77777777" w:rsidTr="00F4279E">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5C64EDD5"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 xml:space="preserve">Pubertad </w:t>
            </w:r>
          </w:p>
          <w:p w14:paraId="5C64EDD6"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9 – 13 años</w:t>
            </w:r>
          </w:p>
        </w:tc>
        <w:tc>
          <w:tcPr>
            <w:tcW w:w="3517" w:type="pct"/>
            <w:gridSpan w:val="2"/>
            <w:shd w:val="clear" w:color="auto" w:fill="FFFFFF" w:themeFill="background1"/>
          </w:tcPr>
          <w:p w14:paraId="5C64EDD7" w14:textId="77777777" w:rsidR="00774525" w:rsidRPr="00F4279E" w:rsidRDefault="00C220E1"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Promedio de k</w:t>
            </w:r>
            <w:r w:rsidR="00774525" w:rsidRPr="00F4279E">
              <w:rPr>
                <w:rFonts w:ascii="Arial" w:hAnsi="Arial" w:cs="Arial"/>
                <w:color w:val="4E4D4D" w:themeColor="background2"/>
                <w:sz w:val="16"/>
              </w:rPr>
              <w:t>cal/día de niños y niñas entre los 9 y 13 años con actividad física ligera</w:t>
            </w:r>
          </w:p>
        </w:tc>
      </w:tr>
      <w:tr w:rsidR="00F4279E" w:rsidRPr="00F4279E" w14:paraId="5C64EDDC"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3" w:type="pct"/>
            <w:shd w:val="clear" w:color="auto" w:fill="FFFFFF" w:themeFill="background1"/>
          </w:tcPr>
          <w:p w14:paraId="5C64EDD9"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 xml:space="preserve">Adolescencia  </w:t>
            </w:r>
          </w:p>
          <w:p w14:paraId="5C64EDDA" w14:textId="77777777" w:rsidR="00774525" w:rsidRPr="00F4279E" w:rsidRDefault="00774525" w:rsidP="00774525">
            <w:pPr>
              <w:jc w:val="center"/>
              <w:rPr>
                <w:rFonts w:ascii="Arial" w:hAnsi="Arial" w:cs="Arial"/>
                <w:color w:val="4E4D4D" w:themeColor="background2"/>
                <w:sz w:val="16"/>
              </w:rPr>
            </w:pPr>
            <w:r w:rsidRPr="00F4279E">
              <w:rPr>
                <w:rFonts w:ascii="Arial" w:hAnsi="Arial" w:cs="Arial"/>
                <w:color w:val="4E4D4D" w:themeColor="background2"/>
                <w:sz w:val="16"/>
              </w:rPr>
              <w:t>14 – 17 años</w:t>
            </w:r>
          </w:p>
        </w:tc>
        <w:tc>
          <w:tcPr>
            <w:tcW w:w="3517" w:type="pct"/>
            <w:gridSpan w:val="2"/>
            <w:shd w:val="clear" w:color="auto" w:fill="FFFFFF" w:themeFill="background1"/>
          </w:tcPr>
          <w:p w14:paraId="5C64EDDB" w14:textId="77777777" w:rsidR="00774525" w:rsidRPr="00F4279E" w:rsidRDefault="00C220E1"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F4279E">
              <w:rPr>
                <w:rFonts w:ascii="Arial" w:hAnsi="Arial" w:cs="Arial"/>
                <w:color w:val="4E4D4D" w:themeColor="background2"/>
                <w:sz w:val="16"/>
              </w:rPr>
              <w:t>Promedio de k</w:t>
            </w:r>
            <w:r w:rsidR="00774525" w:rsidRPr="00F4279E">
              <w:rPr>
                <w:rFonts w:ascii="Arial" w:hAnsi="Arial" w:cs="Arial"/>
                <w:color w:val="4E4D4D" w:themeColor="background2"/>
                <w:sz w:val="16"/>
              </w:rPr>
              <w:t>cal/día de niños y niñas entre los 14 y 17 años con actividad física ligera</w:t>
            </w:r>
          </w:p>
        </w:tc>
      </w:tr>
    </w:tbl>
    <w:p w14:paraId="5C64EDDD" w14:textId="77777777" w:rsidR="00774525" w:rsidRPr="00F4279E" w:rsidRDefault="00774525" w:rsidP="00774525">
      <w:pPr>
        <w:jc w:val="center"/>
        <w:rPr>
          <w:rFonts w:ascii="Arial" w:hAnsi="Arial" w:cs="Arial"/>
          <w:color w:val="4E4D4D" w:themeColor="background2"/>
        </w:rPr>
      </w:pPr>
      <w:r w:rsidRPr="00F4279E">
        <w:rPr>
          <w:rFonts w:ascii="Arial" w:hAnsi="Arial" w:cs="Arial"/>
          <w:color w:val="4E4D4D" w:themeColor="background2"/>
        </w:rPr>
        <w:t xml:space="preserve">Fuente: elaboración Dirección de Bienestar Estudiantil – Programa de Alimentación Escolar, </w:t>
      </w:r>
      <w:r w:rsidR="004523D5" w:rsidRPr="00F4279E">
        <w:rPr>
          <w:rFonts w:ascii="Arial" w:hAnsi="Arial" w:cs="Arial"/>
          <w:color w:val="4E4D4D" w:themeColor="background2"/>
        </w:rPr>
        <w:t>febrero</w:t>
      </w:r>
      <w:r w:rsidRPr="00F4279E">
        <w:rPr>
          <w:rFonts w:ascii="Arial" w:hAnsi="Arial" w:cs="Arial"/>
          <w:color w:val="4E4D4D" w:themeColor="background2"/>
        </w:rPr>
        <w:t xml:space="preserve"> 2018, con fundamento en la Resolución 3803 de 2016.</w:t>
      </w:r>
    </w:p>
    <w:p w14:paraId="5C64EDDE"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spacing w:val="-1"/>
          <w:highlight w:val="yellow"/>
        </w:rPr>
      </w:pPr>
    </w:p>
    <w:p w14:paraId="5C64EDDF" w14:textId="77777777" w:rsidR="00774525" w:rsidRPr="00F4279E" w:rsidRDefault="00774525" w:rsidP="00774525">
      <w:pPr>
        <w:jc w:val="both"/>
        <w:rPr>
          <w:rFonts w:ascii="Arial" w:hAnsi="Arial" w:cs="Arial"/>
          <w:color w:val="4E4D4D" w:themeColor="background2"/>
          <w:spacing w:val="-1"/>
        </w:rPr>
      </w:pPr>
      <w:r w:rsidRPr="00F4279E">
        <w:rPr>
          <w:rFonts w:ascii="Arial" w:hAnsi="Arial" w:cs="Arial"/>
          <w:color w:val="4E4D4D" w:themeColor="background2"/>
          <w:spacing w:val="-1"/>
        </w:rPr>
        <w:lastRenderedPageBreak/>
        <w:t xml:space="preserve">Se considera dentro del presente lineamiento que el complemento alimentario definido para el refrigerio tipo C, corresponderá al entregado para el refrigerio tipo Nocturna, lo anterior teniendo en cuenta que las RIEN detallan los requerimientos de energía independientes para hombres y mujeres y que, dentro de estos, se contemplan múltiples variables como: </w:t>
      </w:r>
    </w:p>
    <w:p w14:paraId="5C64EDE0" w14:textId="77777777" w:rsidR="00774525" w:rsidRPr="00F4279E" w:rsidRDefault="00774525" w:rsidP="00774525">
      <w:pPr>
        <w:jc w:val="both"/>
        <w:rPr>
          <w:rFonts w:ascii="Arial" w:hAnsi="Arial" w:cs="Arial"/>
          <w:color w:val="4E4D4D" w:themeColor="background2"/>
          <w:spacing w:val="-1"/>
        </w:rPr>
      </w:pPr>
    </w:p>
    <w:p w14:paraId="5C64EDE1" w14:textId="77777777" w:rsidR="00774525" w:rsidRPr="00F4279E" w:rsidRDefault="00774525" w:rsidP="00FB5A2F">
      <w:pPr>
        <w:numPr>
          <w:ilvl w:val="0"/>
          <w:numId w:val="16"/>
        </w:numPr>
        <w:spacing w:after="200" w:line="276" w:lineRule="auto"/>
        <w:jc w:val="both"/>
        <w:rPr>
          <w:rFonts w:ascii="Arial" w:hAnsi="Arial" w:cs="Arial"/>
          <w:color w:val="4E4D4D" w:themeColor="background2"/>
          <w:spacing w:val="-1"/>
        </w:rPr>
      </w:pPr>
      <w:r w:rsidRPr="00F4279E">
        <w:rPr>
          <w:rFonts w:ascii="Arial" w:hAnsi="Arial" w:cs="Arial"/>
          <w:color w:val="4E4D4D" w:themeColor="background2"/>
          <w:spacing w:val="-1"/>
        </w:rPr>
        <w:t>Se detallan los requerimientos en tres (3) grupos de edad: 18 a 29.9 años de edad, 30 a 59.9 años de edad y 60 años.</w:t>
      </w:r>
    </w:p>
    <w:p w14:paraId="5C64EDE2" w14:textId="77777777" w:rsidR="00774525" w:rsidRPr="00F4279E" w:rsidRDefault="00774525" w:rsidP="00FB5A2F">
      <w:pPr>
        <w:numPr>
          <w:ilvl w:val="0"/>
          <w:numId w:val="16"/>
        </w:numPr>
        <w:spacing w:after="200" w:line="276" w:lineRule="auto"/>
        <w:jc w:val="both"/>
        <w:rPr>
          <w:rFonts w:ascii="Arial" w:hAnsi="Arial" w:cs="Arial"/>
          <w:color w:val="4E4D4D" w:themeColor="background2"/>
          <w:spacing w:val="-1"/>
        </w:rPr>
      </w:pPr>
      <w:r w:rsidRPr="00F4279E">
        <w:rPr>
          <w:rFonts w:ascii="Arial" w:hAnsi="Arial" w:cs="Arial"/>
          <w:color w:val="4E4D4D" w:themeColor="background2"/>
          <w:spacing w:val="-1"/>
        </w:rPr>
        <w:t>Se establecen requerimientos con seis (6) valores a multiplicar por Tasa Metabólica Basal diferentes: 1.45, 1.60, 1.75, 1.90, 2.05 y 2.20. La tasa metabólica basal – TMB es la energía utilizada para el metabolismo basal referida a un periodo de tiempo, por lo general, se expresa como kilocalorías/24 horas. (Fuente: Resolución 3803 de 2016).</w:t>
      </w:r>
    </w:p>
    <w:p w14:paraId="5C64EDE3" w14:textId="77777777" w:rsidR="00774525" w:rsidRPr="00F4279E" w:rsidRDefault="00774525" w:rsidP="00FB5A2F">
      <w:pPr>
        <w:numPr>
          <w:ilvl w:val="0"/>
          <w:numId w:val="16"/>
        </w:numPr>
        <w:spacing w:after="200" w:line="276" w:lineRule="auto"/>
        <w:jc w:val="both"/>
        <w:rPr>
          <w:rFonts w:ascii="Arial" w:hAnsi="Arial" w:cs="Arial"/>
          <w:color w:val="4E4D4D" w:themeColor="background2"/>
          <w:spacing w:val="-1"/>
        </w:rPr>
      </w:pPr>
      <w:r w:rsidRPr="00F4279E">
        <w:rPr>
          <w:rFonts w:ascii="Arial" w:hAnsi="Arial" w:cs="Arial"/>
          <w:color w:val="4E4D4D" w:themeColor="background2"/>
          <w:spacing w:val="-1"/>
        </w:rPr>
        <w:t xml:space="preserve">Se definen tres tipos de actividad física: ligera, moderada y vigorosa. </w:t>
      </w:r>
    </w:p>
    <w:p w14:paraId="5C64EDE4" w14:textId="77777777" w:rsidR="00774525" w:rsidRPr="00F4279E" w:rsidRDefault="00774525" w:rsidP="00774525">
      <w:pPr>
        <w:ind w:left="360"/>
        <w:jc w:val="both"/>
        <w:rPr>
          <w:rFonts w:ascii="Arial" w:hAnsi="Arial" w:cs="Arial"/>
          <w:color w:val="4E4D4D" w:themeColor="background2"/>
          <w:spacing w:val="-1"/>
        </w:rPr>
      </w:pPr>
      <w:r w:rsidRPr="00F4279E">
        <w:rPr>
          <w:rFonts w:ascii="Arial" w:hAnsi="Arial" w:cs="Arial"/>
          <w:color w:val="4E4D4D" w:themeColor="background2"/>
          <w:spacing w:val="-1"/>
        </w:rPr>
        <w:t xml:space="preserve">Teniendo en cuenta los diferentes valores a considerar para determinar el requerimiento energético en la población mayor de 18 años, así como la amplia variedad de edades que se encuentran en los estudiantes de la jornada nocturna, se entregará en términos de aporte energético el refrigerio tipo C en dicha jornada.  </w:t>
      </w:r>
    </w:p>
    <w:p w14:paraId="5C64EDE5" w14:textId="77777777" w:rsidR="00774525" w:rsidRPr="00F4279E" w:rsidRDefault="00774525" w:rsidP="00774525">
      <w:pPr>
        <w:ind w:left="360"/>
        <w:jc w:val="both"/>
        <w:rPr>
          <w:rFonts w:ascii="Arial" w:hAnsi="Arial" w:cs="Arial"/>
          <w:color w:val="4E4D4D" w:themeColor="background2"/>
          <w:spacing w:val="-1"/>
        </w:rPr>
      </w:pPr>
    </w:p>
    <w:p w14:paraId="5C64EDE6" w14:textId="77777777" w:rsidR="00774525" w:rsidRPr="00F4279E" w:rsidRDefault="00774525" w:rsidP="00774525">
      <w:pPr>
        <w:jc w:val="both"/>
        <w:rPr>
          <w:rFonts w:ascii="Arial" w:hAnsi="Arial" w:cs="Arial"/>
          <w:color w:val="4E4D4D" w:themeColor="background2"/>
        </w:rPr>
      </w:pPr>
      <w:r w:rsidRPr="00F4279E">
        <w:rPr>
          <w:rFonts w:ascii="Arial" w:hAnsi="Arial" w:cs="Arial"/>
          <w:color w:val="4E4D4D" w:themeColor="background2"/>
        </w:rPr>
        <w:t xml:space="preserve">A continuación, se presenta el requerimiento energético definido por grupo de edad y nivel de actividad física. </w:t>
      </w:r>
    </w:p>
    <w:p w14:paraId="5C64EDE7" w14:textId="77777777" w:rsidR="00774525" w:rsidRPr="00F4279E" w:rsidRDefault="00774525" w:rsidP="00774525">
      <w:pPr>
        <w:ind w:left="360"/>
        <w:jc w:val="both"/>
        <w:rPr>
          <w:rFonts w:ascii="Arial" w:hAnsi="Arial" w:cs="Arial"/>
          <w:color w:val="4E4D4D" w:themeColor="background2"/>
        </w:rPr>
      </w:pPr>
    </w:p>
    <w:p w14:paraId="5C64EDE9" w14:textId="7C42BAFA" w:rsidR="00774525" w:rsidRPr="00F4279E" w:rsidRDefault="00774525" w:rsidP="00F4279E">
      <w:pPr>
        <w:ind w:left="360"/>
        <w:jc w:val="center"/>
        <w:rPr>
          <w:rFonts w:ascii="Arial" w:hAnsi="Arial" w:cs="Arial"/>
          <w:b/>
          <w:color w:val="4E4D4D" w:themeColor="background2"/>
        </w:rPr>
      </w:pPr>
      <w:r w:rsidRPr="00F4279E">
        <w:rPr>
          <w:rFonts w:ascii="Arial" w:hAnsi="Arial" w:cs="Arial"/>
          <w:b/>
          <w:color w:val="4E4D4D" w:themeColor="background2"/>
        </w:rPr>
        <w:t>Tabla 3. Requerimiento energético por grupos de edad y actividad física</w:t>
      </w:r>
    </w:p>
    <w:tbl>
      <w:tblPr>
        <w:tblW w:w="0" w:type="auto"/>
        <w:jc w:val="center"/>
        <w:tblCellMar>
          <w:left w:w="70" w:type="dxa"/>
          <w:right w:w="70" w:type="dxa"/>
        </w:tblCellMar>
        <w:tblLook w:val="04A0" w:firstRow="1" w:lastRow="0" w:firstColumn="1" w:lastColumn="0" w:noHBand="0" w:noVBand="1"/>
      </w:tblPr>
      <w:tblGrid>
        <w:gridCol w:w="1086"/>
        <w:gridCol w:w="1174"/>
        <w:gridCol w:w="967"/>
        <w:gridCol w:w="905"/>
        <w:gridCol w:w="869"/>
        <w:gridCol w:w="905"/>
        <w:gridCol w:w="869"/>
        <w:gridCol w:w="905"/>
        <w:gridCol w:w="1138"/>
      </w:tblGrid>
      <w:tr w:rsidR="00F4279E" w:rsidRPr="00F4279E" w14:paraId="5C64EDEB" w14:textId="77777777" w:rsidTr="00774525">
        <w:trPr>
          <w:trHeight w:val="390"/>
          <w:jc w:val="center"/>
        </w:trPr>
        <w:tc>
          <w:tcPr>
            <w:tcW w:w="8818" w:type="dxa"/>
            <w:gridSpan w:val="9"/>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C64EDEA"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APORTE DE ENERGÍA REF</w:t>
            </w:r>
            <w:r w:rsidR="00A32F9B" w:rsidRPr="00F4279E">
              <w:rPr>
                <w:rFonts w:asciiTheme="minorHAnsi" w:hAnsiTheme="minorHAnsi" w:cstheme="minorHAnsi"/>
                <w:b/>
                <w:bCs/>
                <w:color w:val="4E4D4D" w:themeColor="background2"/>
                <w:sz w:val="16"/>
                <w:szCs w:val="16"/>
                <w:lang w:eastAsia="es-CO"/>
              </w:rPr>
              <w:t>R</w:t>
            </w:r>
            <w:r w:rsidRPr="00F4279E">
              <w:rPr>
                <w:rFonts w:asciiTheme="minorHAnsi" w:hAnsiTheme="minorHAnsi" w:cstheme="minorHAnsi"/>
                <w:b/>
                <w:bCs/>
                <w:color w:val="4E4D4D" w:themeColor="background2"/>
                <w:sz w:val="16"/>
                <w:szCs w:val="16"/>
                <w:lang w:eastAsia="es-CO"/>
              </w:rPr>
              <w:t>IGERIOS SED BASADO EN RESOLUCIÓN 3803 DE 2016 - RIEN</w:t>
            </w:r>
          </w:p>
        </w:tc>
      </w:tr>
      <w:tr w:rsidR="00F4279E" w:rsidRPr="00F4279E" w14:paraId="5C64EDF3" w14:textId="77777777" w:rsidTr="00774525">
        <w:trPr>
          <w:trHeight w:val="660"/>
          <w:jc w:val="center"/>
        </w:trPr>
        <w:tc>
          <w:tcPr>
            <w:tcW w:w="0" w:type="auto"/>
            <w:vMerge w:val="restart"/>
            <w:tcBorders>
              <w:top w:val="nil"/>
              <w:left w:val="single" w:sz="8" w:space="0" w:color="auto"/>
              <w:bottom w:val="single" w:sz="4" w:space="0" w:color="auto"/>
              <w:right w:val="nil"/>
            </w:tcBorders>
            <w:shd w:val="clear" w:color="auto" w:fill="auto"/>
            <w:vAlign w:val="center"/>
            <w:hideMark/>
          </w:tcPr>
          <w:p w14:paraId="5C64EDEC"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 xml:space="preserve">ACTIVIDAD </w:t>
            </w:r>
            <w:r w:rsidRPr="00F4279E">
              <w:rPr>
                <w:rFonts w:asciiTheme="minorHAnsi" w:hAnsiTheme="minorHAnsi" w:cstheme="minorHAnsi"/>
                <w:b/>
                <w:bCs/>
                <w:color w:val="4E4D4D" w:themeColor="background2"/>
                <w:sz w:val="16"/>
                <w:szCs w:val="16"/>
                <w:lang w:eastAsia="es-CO"/>
              </w:rPr>
              <w:br/>
              <w:t>FÍSICA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C64EDED"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Grupo de Edad</w:t>
            </w:r>
          </w:p>
        </w:tc>
        <w:tc>
          <w:tcPr>
            <w:tcW w:w="1869"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5C64EDEE"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NIÑOS</w:t>
            </w:r>
          </w:p>
        </w:tc>
        <w:tc>
          <w:tcPr>
            <w:tcW w:w="0" w:type="auto"/>
            <w:gridSpan w:val="2"/>
            <w:tcBorders>
              <w:top w:val="single" w:sz="8" w:space="0" w:color="auto"/>
              <w:left w:val="nil"/>
              <w:bottom w:val="single" w:sz="4" w:space="0" w:color="auto"/>
              <w:right w:val="single" w:sz="4" w:space="0" w:color="000000"/>
            </w:tcBorders>
            <w:shd w:val="clear" w:color="auto" w:fill="auto"/>
            <w:noWrap/>
            <w:vAlign w:val="center"/>
            <w:hideMark/>
          </w:tcPr>
          <w:p w14:paraId="5C64EDEF"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NIÑAS</w:t>
            </w:r>
          </w:p>
        </w:tc>
        <w:tc>
          <w:tcPr>
            <w:tcW w:w="0" w:type="auto"/>
            <w:gridSpan w:val="2"/>
            <w:tcBorders>
              <w:top w:val="single" w:sz="8" w:space="0" w:color="auto"/>
              <w:left w:val="nil"/>
              <w:bottom w:val="single" w:sz="4" w:space="0" w:color="auto"/>
              <w:right w:val="single" w:sz="4" w:space="0" w:color="auto"/>
            </w:tcBorders>
            <w:shd w:val="clear" w:color="auto" w:fill="auto"/>
            <w:vAlign w:val="center"/>
            <w:hideMark/>
          </w:tcPr>
          <w:p w14:paraId="5C64EDF0"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PROMEDIO NIÑOS Y NIÑAS</w:t>
            </w:r>
          </w:p>
        </w:tc>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14:paraId="5C64EDF1"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22% KCAL REFRIGERIO</w:t>
            </w:r>
          </w:p>
          <w:p w14:paraId="5C64EDF2"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SED</w:t>
            </w:r>
          </w:p>
        </w:tc>
      </w:tr>
      <w:tr w:rsidR="00F4279E" w:rsidRPr="00F4279E" w14:paraId="5C64EDFD" w14:textId="77777777" w:rsidTr="00774525">
        <w:trPr>
          <w:trHeight w:val="345"/>
          <w:jc w:val="center"/>
        </w:trPr>
        <w:tc>
          <w:tcPr>
            <w:tcW w:w="0" w:type="auto"/>
            <w:vMerge/>
            <w:tcBorders>
              <w:top w:val="nil"/>
              <w:left w:val="single" w:sz="8" w:space="0" w:color="auto"/>
              <w:bottom w:val="single" w:sz="4" w:space="0" w:color="auto"/>
              <w:right w:val="nil"/>
            </w:tcBorders>
            <w:shd w:val="clear" w:color="auto" w:fill="auto"/>
            <w:vAlign w:val="center"/>
            <w:hideMark/>
          </w:tcPr>
          <w:p w14:paraId="5C64EDF4"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DF5"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center"/>
            <w:hideMark/>
          </w:tcPr>
          <w:p w14:paraId="5C64EDF6"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5C64EDF7"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5C64EDF8"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single" w:sz="4" w:space="0" w:color="auto"/>
            </w:tcBorders>
            <w:shd w:val="clear" w:color="auto" w:fill="auto"/>
            <w:noWrap/>
            <w:vAlign w:val="center"/>
            <w:hideMark/>
          </w:tcPr>
          <w:p w14:paraId="5C64EDF9"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KCAL/DIA</w:t>
            </w:r>
          </w:p>
        </w:tc>
        <w:tc>
          <w:tcPr>
            <w:tcW w:w="0" w:type="auto"/>
            <w:tcBorders>
              <w:top w:val="nil"/>
              <w:left w:val="nil"/>
              <w:bottom w:val="nil"/>
              <w:right w:val="single" w:sz="4" w:space="0" w:color="auto"/>
            </w:tcBorders>
            <w:shd w:val="clear" w:color="auto" w:fill="auto"/>
            <w:noWrap/>
            <w:vAlign w:val="center"/>
            <w:hideMark/>
          </w:tcPr>
          <w:p w14:paraId="5C64EDFA"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EDAD</w:t>
            </w:r>
          </w:p>
        </w:tc>
        <w:tc>
          <w:tcPr>
            <w:tcW w:w="0" w:type="auto"/>
            <w:tcBorders>
              <w:top w:val="nil"/>
              <w:left w:val="nil"/>
              <w:bottom w:val="nil"/>
              <w:right w:val="nil"/>
            </w:tcBorders>
            <w:shd w:val="clear" w:color="auto" w:fill="auto"/>
            <w:noWrap/>
            <w:vAlign w:val="center"/>
            <w:hideMark/>
          </w:tcPr>
          <w:p w14:paraId="5C64EDFB" w14:textId="77777777" w:rsidR="00774525" w:rsidRPr="00F4279E" w:rsidRDefault="00774525" w:rsidP="00774525">
            <w:pPr>
              <w:jc w:val="center"/>
              <w:rPr>
                <w:rFonts w:asciiTheme="minorHAnsi" w:hAnsiTheme="minorHAnsi" w:cstheme="minorHAnsi"/>
                <w:b/>
                <w:bCs/>
                <w:i/>
                <w:iCs/>
                <w:color w:val="4E4D4D" w:themeColor="background2"/>
                <w:sz w:val="16"/>
                <w:szCs w:val="16"/>
                <w:lang w:eastAsia="es-CO"/>
              </w:rPr>
            </w:pPr>
            <w:r w:rsidRPr="00F4279E">
              <w:rPr>
                <w:rFonts w:asciiTheme="minorHAnsi" w:hAnsiTheme="minorHAnsi" w:cstheme="minorHAnsi"/>
                <w:b/>
                <w:bCs/>
                <w:i/>
                <w:iCs/>
                <w:color w:val="4E4D4D" w:themeColor="background2"/>
                <w:sz w:val="16"/>
                <w:szCs w:val="16"/>
                <w:lang w:eastAsia="es-CO"/>
              </w:rPr>
              <w:t>KCAL/DIA</w:t>
            </w:r>
          </w:p>
        </w:tc>
        <w:tc>
          <w:tcPr>
            <w:tcW w:w="0" w:type="auto"/>
            <w:vMerge/>
            <w:tcBorders>
              <w:top w:val="nil"/>
              <w:left w:val="single" w:sz="8" w:space="0" w:color="auto"/>
              <w:bottom w:val="single" w:sz="4" w:space="0" w:color="auto"/>
              <w:right w:val="single" w:sz="4" w:space="0" w:color="auto"/>
            </w:tcBorders>
            <w:shd w:val="clear" w:color="auto" w:fill="auto"/>
            <w:vAlign w:val="center"/>
            <w:hideMark/>
          </w:tcPr>
          <w:p w14:paraId="5C64EDFC"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r>
      <w:tr w:rsidR="00F4279E" w:rsidRPr="00F4279E" w14:paraId="5C64EE07" w14:textId="77777777" w:rsidTr="00774525">
        <w:trPr>
          <w:trHeight w:val="375"/>
          <w:jc w:val="center"/>
        </w:trPr>
        <w:tc>
          <w:tcPr>
            <w:tcW w:w="0" w:type="auto"/>
            <w:vMerge w:val="restart"/>
            <w:tcBorders>
              <w:top w:val="single" w:sz="8" w:space="0" w:color="auto"/>
              <w:left w:val="single" w:sz="8" w:space="0" w:color="auto"/>
              <w:bottom w:val="single" w:sz="8" w:space="0" w:color="000000"/>
              <w:right w:val="nil"/>
            </w:tcBorders>
            <w:shd w:val="clear" w:color="auto" w:fill="auto"/>
            <w:vAlign w:val="center"/>
            <w:hideMark/>
          </w:tcPr>
          <w:p w14:paraId="5C64EDFE"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 xml:space="preserve">ACTIVIDAD FÍSICA </w:t>
            </w:r>
            <w:r w:rsidRPr="00F4279E">
              <w:rPr>
                <w:rFonts w:asciiTheme="minorHAnsi" w:hAnsiTheme="minorHAnsi" w:cstheme="minorHAnsi"/>
                <w:b/>
                <w:bCs/>
                <w:color w:val="4E4D4D" w:themeColor="background2"/>
                <w:sz w:val="16"/>
                <w:szCs w:val="16"/>
                <w:lang w:eastAsia="es-CO"/>
              </w:rPr>
              <w:br/>
              <w:t>MODERADA</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C64EDFF"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Escolares</w:t>
            </w:r>
            <w:r w:rsidRPr="00F4279E">
              <w:rPr>
                <w:rFonts w:asciiTheme="minorHAnsi" w:hAnsiTheme="minorHAnsi" w:cstheme="minorHAnsi"/>
                <w:b/>
                <w:bCs/>
                <w:color w:val="4E4D4D" w:themeColor="background2"/>
                <w:sz w:val="16"/>
                <w:szCs w:val="16"/>
                <w:lang w:eastAsia="es-CO"/>
              </w:rPr>
              <w:br/>
              <w:t>(4-8 años)</w:t>
            </w: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5C64EE00"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01"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02"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03"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1250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04"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4</w:t>
            </w:r>
          </w:p>
        </w:tc>
        <w:tc>
          <w:tcPr>
            <w:tcW w:w="0" w:type="auto"/>
            <w:tcBorders>
              <w:top w:val="single" w:sz="8" w:space="0" w:color="auto"/>
              <w:left w:val="nil"/>
              <w:bottom w:val="single" w:sz="4" w:space="0" w:color="auto"/>
              <w:right w:val="nil"/>
            </w:tcBorders>
            <w:shd w:val="clear" w:color="auto" w:fill="auto"/>
            <w:noWrap/>
            <w:vAlign w:val="bottom"/>
            <w:hideMark/>
          </w:tcPr>
          <w:p w14:paraId="5C64EE0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1300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4EE06" w14:textId="77777777" w:rsidR="00774525" w:rsidRPr="00F4279E" w:rsidRDefault="00774525" w:rsidP="00774525">
            <w:pPr>
              <w:jc w:val="center"/>
              <w:rPr>
                <w:rFonts w:asciiTheme="minorHAnsi" w:hAnsiTheme="minorHAnsi" w:cstheme="minorHAnsi"/>
                <w:b/>
                <w:color w:val="4E4D4D" w:themeColor="background2"/>
                <w:sz w:val="16"/>
                <w:szCs w:val="16"/>
                <w:lang w:eastAsia="es-CO"/>
              </w:rPr>
            </w:pPr>
            <w:r w:rsidRPr="00F4279E">
              <w:rPr>
                <w:rFonts w:asciiTheme="minorHAnsi" w:hAnsiTheme="minorHAnsi" w:cstheme="minorHAnsi"/>
                <w:b/>
                <w:color w:val="4E4D4D" w:themeColor="background2"/>
                <w:sz w:val="16"/>
                <w:szCs w:val="16"/>
                <w:lang w:eastAsia="es-CO"/>
              </w:rPr>
              <w:t>303</w:t>
            </w:r>
          </w:p>
        </w:tc>
      </w:tr>
      <w:tr w:rsidR="00F4279E" w:rsidRPr="00F4279E" w14:paraId="5C64EE11" w14:textId="77777777" w:rsidTr="00774525">
        <w:trPr>
          <w:trHeight w:val="315"/>
          <w:jc w:val="center"/>
        </w:trPr>
        <w:tc>
          <w:tcPr>
            <w:tcW w:w="0" w:type="auto"/>
            <w:vMerge/>
            <w:tcBorders>
              <w:top w:val="single" w:sz="8" w:space="0" w:color="auto"/>
              <w:left w:val="single" w:sz="8" w:space="0" w:color="auto"/>
              <w:bottom w:val="single" w:sz="8" w:space="0" w:color="000000"/>
              <w:right w:val="nil"/>
            </w:tcBorders>
            <w:shd w:val="clear" w:color="auto" w:fill="auto"/>
            <w:vAlign w:val="center"/>
            <w:hideMark/>
          </w:tcPr>
          <w:p w14:paraId="5C64EE08"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E09"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8" w:space="0" w:color="auto"/>
              <w:right w:val="single" w:sz="4" w:space="0" w:color="auto"/>
            </w:tcBorders>
            <w:shd w:val="clear" w:color="auto" w:fill="auto"/>
            <w:noWrap/>
            <w:vAlign w:val="bottom"/>
            <w:hideMark/>
          </w:tcPr>
          <w:p w14:paraId="5C64EE0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5C64EE0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1475</w:t>
            </w:r>
          </w:p>
        </w:tc>
        <w:tc>
          <w:tcPr>
            <w:tcW w:w="0" w:type="auto"/>
            <w:tcBorders>
              <w:top w:val="nil"/>
              <w:left w:val="nil"/>
              <w:bottom w:val="single" w:sz="8" w:space="0" w:color="auto"/>
              <w:right w:val="single" w:sz="4" w:space="0" w:color="auto"/>
            </w:tcBorders>
            <w:shd w:val="clear" w:color="auto" w:fill="auto"/>
            <w:noWrap/>
            <w:vAlign w:val="bottom"/>
            <w:hideMark/>
          </w:tcPr>
          <w:p w14:paraId="5C64EE0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single" w:sz="4" w:space="0" w:color="auto"/>
            </w:tcBorders>
            <w:shd w:val="clear" w:color="auto" w:fill="auto"/>
            <w:noWrap/>
            <w:vAlign w:val="bottom"/>
            <w:hideMark/>
          </w:tcPr>
          <w:p w14:paraId="5C64EE0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1325</w:t>
            </w:r>
          </w:p>
        </w:tc>
        <w:tc>
          <w:tcPr>
            <w:tcW w:w="0" w:type="auto"/>
            <w:tcBorders>
              <w:top w:val="nil"/>
              <w:left w:val="nil"/>
              <w:bottom w:val="single" w:sz="8" w:space="0" w:color="auto"/>
              <w:right w:val="single" w:sz="4" w:space="0" w:color="auto"/>
            </w:tcBorders>
            <w:shd w:val="clear" w:color="auto" w:fill="auto"/>
            <w:noWrap/>
            <w:vAlign w:val="bottom"/>
            <w:hideMark/>
          </w:tcPr>
          <w:p w14:paraId="5C64EE0E"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5</w:t>
            </w:r>
          </w:p>
        </w:tc>
        <w:tc>
          <w:tcPr>
            <w:tcW w:w="0" w:type="auto"/>
            <w:tcBorders>
              <w:top w:val="nil"/>
              <w:left w:val="nil"/>
              <w:bottom w:val="single" w:sz="8" w:space="0" w:color="auto"/>
              <w:right w:val="nil"/>
            </w:tcBorders>
            <w:shd w:val="clear" w:color="auto" w:fill="auto"/>
            <w:noWrap/>
            <w:vAlign w:val="bottom"/>
            <w:hideMark/>
          </w:tcPr>
          <w:p w14:paraId="5C64EE0F"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64EE10"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1B" w14:textId="77777777" w:rsidTr="00774525">
        <w:trPr>
          <w:trHeight w:val="300"/>
          <w:jc w:val="center"/>
        </w:trPr>
        <w:tc>
          <w:tcPr>
            <w:tcW w:w="0" w:type="auto"/>
            <w:vMerge w:val="restart"/>
            <w:tcBorders>
              <w:top w:val="nil"/>
              <w:left w:val="single" w:sz="8" w:space="0" w:color="auto"/>
              <w:bottom w:val="single" w:sz="8" w:space="0" w:color="000000"/>
              <w:right w:val="nil"/>
            </w:tcBorders>
            <w:shd w:val="clear" w:color="auto" w:fill="auto"/>
            <w:vAlign w:val="center"/>
            <w:hideMark/>
          </w:tcPr>
          <w:p w14:paraId="5C64EE12"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 xml:space="preserve">ACTIVIDAD FÍSICA </w:t>
            </w:r>
            <w:r w:rsidRPr="00F4279E">
              <w:rPr>
                <w:rFonts w:asciiTheme="minorHAnsi" w:hAnsiTheme="minorHAnsi" w:cstheme="minorHAnsi"/>
                <w:b/>
                <w:bCs/>
                <w:color w:val="4E4D4D" w:themeColor="background2"/>
                <w:sz w:val="16"/>
                <w:szCs w:val="16"/>
                <w:lang w:eastAsia="es-CO"/>
              </w:rPr>
              <w:br/>
              <w:t>LIGERA</w:t>
            </w: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5C64EE13"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Escolares</w:t>
            </w:r>
            <w:r w:rsidRPr="00F4279E">
              <w:rPr>
                <w:rFonts w:asciiTheme="minorHAnsi" w:hAnsiTheme="minorHAnsi" w:cstheme="minorHAnsi"/>
                <w:b/>
                <w:bCs/>
                <w:color w:val="4E4D4D" w:themeColor="background2"/>
                <w:sz w:val="16"/>
                <w:szCs w:val="16"/>
                <w:lang w:eastAsia="es-CO"/>
              </w:rPr>
              <w:br/>
              <w:t>(4-8 años)</w:t>
            </w:r>
          </w:p>
        </w:tc>
        <w:tc>
          <w:tcPr>
            <w:tcW w:w="967" w:type="dxa"/>
            <w:tcBorders>
              <w:top w:val="nil"/>
              <w:left w:val="nil"/>
              <w:bottom w:val="single" w:sz="4" w:space="0" w:color="auto"/>
              <w:right w:val="single" w:sz="4" w:space="0" w:color="auto"/>
            </w:tcBorders>
            <w:shd w:val="clear" w:color="auto" w:fill="auto"/>
            <w:noWrap/>
            <w:vAlign w:val="bottom"/>
            <w:hideMark/>
          </w:tcPr>
          <w:p w14:paraId="5C64EE14"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5C64EE1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1350</w:t>
            </w:r>
          </w:p>
        </w:tc>
        <w:tc>
          <w:tcPr>
            <w:tcW w:w="0" w:type="auto"/>
            <w:tcBorders>
              <w:top w:val="nil"/>
              <w:left w:val="nil"/>
              <w:bottom w:val="single" w:sz="4" w:space="0" w:color="auto"/>
              <w:right w:val="single" w:sz="4" w:space="0" w:color="auto"/>
            </w:tcBorders>
            <w:shd w:val="clear" w:color="auto" w:fill="auto"/>
            <w:noWrap/>
            <w:vAlign w:val="bottom"/>
            <w:hideMark/>
          </w:tcPr>
          <w:p w14:paraId="5C64EE16"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single" w:sz="4" w:space="0" w:color="auto"/>
            </w:tcBorders>
            <w:shd w:val="clear" w:color="auto" w:fill="auto"/>
            <w:noWrap/>
            <w:vAlign w:val="bottom"/>
            <w:hideMark/>
          </w:tcPr>
          <w:p w14:paraId="5C64EE17"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1225</w:t>
            </w:r>
          </w:p>
        </w:tc>
        <w:tc>
          <w:tcPr>
            <w:tcW w:w="0" w:type="auto"/>
            <w:tcBorders>
              <w:top w:val="nil"/>
              <w:left w:val="nil"/>
              <w:bottom w:val="single" w:sz="4" w:space="0" w:color="auto"/>
              <w:right w:val="single" w:sz="4" w:space="0" w:color="auto"/>
            </w:tcBorders>
            <w:shd w:val="clear" w:color="auto" w:fill="auto"/>
            <w:noWrap/>
            <w:vAlign w:val="bottom"/>
            <w:hideMark/>
          </w:tcPr>
          <w:p w14:paraId="5C64EE1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6</w:t>
            </w:r>
          </w:p>
        </w:tc>
        <w:tc>
          <w:tcPr>
            <w:tcW w:w="0" w:type="auto"/>
            <w:tcBorders>
              <w:top w:val="nil"/>
              <w:left w:val="nil"/>
              <w:bottom w:val="single" w:sz="4" w:space="0" w:color="auto"/>
              <w:right w:val="nil"/>
            </w:tcBorders>
            <w:shd w:val="clear" w:color="auto" w:fill="auto"/>
            <w:noWrap/>
            <w:vAlign w:val="bottom"/>
            <w:hideMark/>
          </w:tcPr>
          <w:p w14:paraId="5C64EE1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64EE1A"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25"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1C"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1D"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1E"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5C64EE1F"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1450</w:t>
            </w:r>
          </w:p>
        </w:tc>
        <w:tc>
          <w:tcPr>
            <w:tcW w:w="0" w:type="auto"/>
            <w:tcBorders>
              <w:top w:val="nil"/>
              <w:left w:val="nil"/>
              <w:bottom w:val="single" w:sz="4" w:space="0" w:color="auto"/>
              <w:right w:val="single" w:sz="4" w:space="0" w:color="auto"/>
            </w:tcBorders>
            <w:shd w:val="clear" w:color="auto" w:fill="auto"/>
            <w:noWrap/>
            <w:vAlign w:val="bottom"/>
            <w:hideMark/>
          </w:tcPr>
          <w:p w14:paraId="5C64EE20"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single" w:sz="4" w:space="0" w:color="auto"/>
            </w:tcBorders>
            <w:shd w:val="clear" w:color="auto" w:fill="auto"/>
            <w:noWrap/>
            <w:vAlign w:val="bottom"/>
            <w:hideMark/>
          </w:tcPr>
          <w:p w14:paraId="5C64EE21"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1325</w:t>
            </w:r>
          </w:p>
        </w:tc>
        <w:tc>
          <w:tcPr>
            <w:tcW w:w="0" w:type="auto"/>
            <w:tcBorders>
              <w:top w:val="nil"/>
              <w:left w:val="nil"/>
              <w:bottom w:val="single" w:sz="4" w:space="0" w:color="auto"/>
              <w:right w:val="single" w:sz="4" w:space="0" w:color="auto"/>
            </w:tcBorders>
            <w:shd w:val="clear" w:color="auto" w:fill="auto"/>
            <w:noWrap/>
            <w:vAlign w:val="bottom"/>
            <w:hideMark/>
          </w:tcPr>
          <w:p w14:paraId="5C64EE22"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7</w:t>
            </w:r>
          </w:p>
        </w:tc>
        <w:tc>
          <w:tcPr>
            <w:tcW w:w="0" w:type="auto"/>
            <w:tcBorders>
              <w:top w:val="nil"/>
              <w:left w:val="nil"/>
              <w:bottom w:val="single" w:sz="4" w:space="0" w:color="auto"/>
              <w:right w:val="nil"/>
            </w:tcBorders>
            <w:shd w:val="clear" w:color="auto" w:fill="auto"/>
            <w:noWrap/>
            <w:vAlign w:val="bottom"/>
            <w:hideMark/>
          </w:tcPr>
          <w:p w14:paraId="5C64EE23"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1388</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64EE24"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2F" w14:textId="77777777" w:rsidTr="00774525">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26"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27"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5C64EE2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5C64EE2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1550</w:t>
            </w:r>
          </w:p>
        </w:tc>
        <w:tc>
          <w:tcPr>
            <w:tcW w:w="0" w:type="auto"/>
            <w:tcBorders>
              <w:top w:val="nil"/>
              <w:left w:val="nil"/>
              <w:bottom w:val="nil"/>
              <w:right w:val="single" w:sz="4" w:space="0" w:color="auto"/>
            </w:tcBorders>
            <w:shd w:val="clear" w:color="auto" w:fill="auto"/>
            <w:noWrap/>
            <w:vAlign w:val="bottom"/>
            <w:hideMark/>
          </w:tcPr>
          <w:p w14:paraId="5C64EE2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8</w:t>
            </w:r>
          </w:p>
        </w:tc>
        <w:tc>
          <w:tcPr>
            <w:tcW w:w="0" w:type="auto"/>
            <w:tcBorders>
              <w:top w:val="nil"/>
              <w:left w:val="nil"/>
              <w:bottom w:val="nil"/>
              <w:right w:val="single" w:sz="4" w:space="0" w:color="auto"/>
            </w:tcBorders>
            <w:shd w:val="clear" w:color="auto" w:fill="auto"/>
            <w:noWrap/>
            <w:vAlign w:val="bottom"/>
            <w:hideMark/>
          </w:tcPr>
          <w:p w14:paraId="5C64EE2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1450</w:t>
            </w:r>
          </w:p>
        </w:tc>
        <w:tc>
          <w:tcPr>
            <w:tcW w:w="0" w:type="auto"/>
            <w:tcBorders>
              <w:top w:val="nil"/>
              <w:left w:val="nil"/>
              <w:bottom w:val="nil"/>
              <w:right w:val="single" w:sz="4" w:space="0" w:color="auto"/>
            </w:tcBorders>
            <w:shd w:val="clear" w:color="auto" w:fill="auto"/>
            <w:noWrap/>
            <w:vAlign w:val="bottom"/>
            <w:hideMark/>
          </w:tcPr>
          <w:p w14:paraId="5C64EE2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8</w:t>
            </w:r>
          </w:p>
        </w:tc>
        <w:tc>
          <w:tcPr>
            <w:tcW w:w="0" w:type="auto"/>
            <w:tcBorders>
              <w:top w:val="nil"/>
              <w:left w:val="nil"/>
              <w:bottom w:val="nil"/>
              <w:right w:val="nil"/>
            </w:tcBorders>
            <w:shd w:val="clear" w:color="auto" w:fill="auto"/>
            <w:noWrap/>
            <w:vAlign w:val="bottom"/>
            <w:hideMark/>
          </w:tcPr>
          <w:p w14:paraId="5C64EE2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1500</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64EE2E"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39" w14:textId="77777777" w:rsidTr="00774525">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30"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31"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bottom"/>
            <w:hideMark/>
          </w:tcPr>
          <w:p w14:paraId="5C64EE32"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5C64EE33"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1435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5C64EE34"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5C64EE35"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1315</w:t>
            </w:r>
          </w:p>
        </w:tc>
        <w:tc>
          <w:tcPr>
            <w:tcW w:w="0" w:type="auto"/>
            <w:tcBorders>
              <w:top w:val="single" w:sz="8" w:space="0" w:color="auto"/>
              <w:left w:val="nil"/>
              <w:bottom w:val="single" w:sz="8" w:space="0" w:color="auto"/>
              <w:right w:val="single" w:sz="4" w:space="0" w:color="auto"/>
            </w:tcBorders>
            <w:shd w:val="clear" w:color="auto" w:fill="auto"/>
            <w:noWrap/>
            <w:vAlign w:val="bottom"/>
            <w:hideMark/>
          </w:tcPr>
          <w:p w14:paraId="5C64EE36"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bottom"/>
            <w:hideMark/>
          </w:tcPr>
          <w:p w14:paraId="5C64EE37"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1375</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64EE38"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43"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3A"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4" w:space="0" w:color="000000"/>
              <w:right w:val="single" w:sz="8" w:space="0" w:color="auto"/>
            </w:tcBorders>
            <w:shd w:val="clear" w:color="auto" w:fill="auto"/>
            <w:vAlign w:val="center"/>
            <w:hideMark/>
          </w:tcPr>
          <w:p w14:paraId="5C64EE3B"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 xml:space="preserve">Pubertad  </w:t>
            </w:r>
            <w:r w:rsidRPr="00F4279E">
              <w:rPr>
                <w:rFonts w:asciiTheme="minorHAnsi" w:hAnsiTheme="minorHAnsi" w:cstheme="minorHAnsi"/>
                <w:b/>
                <w:bCs/>
                <w:color w:val="4E4D4D" w:themeColor="background2"/>
                <w:sz w:val="16"/>
                <w:szCs w:val="16"/>
                <w:lang w:eastAsia="es-CO"/>
              </w:rPr>
              <w:br/>
              <w:t>(9-13 años)</w:t>
            </w:r>
          </w:p>
        </w:tc>
        <w:tc>
          <w:tcPr>
            <w:tcW w:w="967" w:type="dxa"/>
            <w:tcBorders>
              <w:top w:val="nil"/>
              <w:left w:val="nil"/>
              <w:bottom w:val="single" w:sz="4" w:space="0" w:color="auto"/>
              <w:right w:val="single" w:sz="4" w:space="0" w:color="auto"/>
            </w:tcBorders>
            <w:shd w:val="clear" w:color="auto" w:fill="auto"/>
            <w:noWrap/>
            <w:vAlign w:val="bottom"/>
            <w:hideMark/>
          </w:tcPr>
          <w:p w14:paraId="5C64EE3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5C64EE3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1675</w:t>
            </w:r>
          </w:p>
        </w:tc>
        <w:tc>
          <w:tcPr>
            <w:tcW w:w="0" w:type="auto"/>
            <w:tcBorders>
              <w:top w:val="nil"/>
              <w:left w:val="nil"/>
              <w:bottom w:val="single" w:sz="4" w:space="0" w:color="auto"/>
              <w:right w:val="single" w:sz="4" w:space="0" w:color="auto"/>
            </w:tcBorders>
            <w:shd w:val="clear" w:color="auto" w:fill="auto"/>
            <w:noWrap/>
            <w:vAlign w:val="bottom"/>
            <w:hideMark/>
          </w:tcPr>
          <w:p w14:paraId="5C64EE3E"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single" w:sz="4" w:space="0" w:color="auto"/>
            </w:tcBorders>
            <w:shd w:val="clear" w:color="auto" w:fill="auto"/>
            <w:noWrap/>
            <w:vAlign w:val="bottom"/>
            <w:hideMark/>
          </w:tcPr>
          <w:p w14:paraId="5C64EE3F"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1575</w:t>
            </w:r>
          </w:p>
        </w:tc>
        <w:tc>
          <w:tcPr>
            <w:tcW w:w="0" w:type="auto"/>
            <w:tcBorders>
              <w:top w:val="nil"/>
              <w:left w:val="nil"/>
              <w:bottom w:val="single" w:sz="4" w:space="0" w:color="auto"/>
              <w:right w:val="single" w:sz="4" w:space="0" w:color="auto"/>
            </w:tcBorders>
            <w:shd w:val="clear" w:color="auto" w:fill="auto"/>
            <w:noWrap/>
            <w:vAlign w:val="bottom"/>
            <w:hideMark/>
          </w:tcPr>
          <w:p w14:paraId="5C64EE40"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9</w:t>
            </w:r>
          </w:p>
        </w:tc>
        <w:tc>
          <w:tcPr>
            <w:tcW w:w="0" w:type="auto"/>
            <w:tcBorders>
              <w:top w:val="nil"/>
              <w:left w:val="nil"/>
              <w:bottom w:val="single" w:sz="4" w:space="0" w:color="auto"/>
              <w:right w:val="nil"/>
            </w:tcBorders>
            <w:shd w:val="clear" w:color="auto" w:fill="auto"/>
            <w:noWrap/>
            <w:vAlign w:val="bottom"/>
            <w:hideMark/>
          </w:tcPr>
          <w:p w14:paraId="5C64EE41"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1625</w:t>
            </w:r>
          </w:p>
        </w:tc>
        <w:tc>
          <w:tcPr>
            <w:tcW w:w="0" w:type="auto"/>
            <w:vMerge w:val="restart"/>
            <w:tcBorders>
              <w:top w:val="nil"/>
              <w:left w:val="single" w:sz="4" w:space="0" w:color="auto"/>
              <w:right w:val="single" w:sz="4" w:space="0" w:color="auto"/>
            </w:tcBorders>
            <w:shd w:val="clear" w:color="auto" w:fill="auto"/>
            <w:vAlign w:val="center"/>
            <w:hideMark/>
          </w:tcPr>
          <w:p w14:paraId="5C64EE42" w14:textId="77777777" w:rsidR="00774525" w:rsidRPr="00F4279E" w:rsidRDefault="00774525" w:rsidP="00774525">
            <w:pPr>
              <w:jc w:val="center"/>
              <w:rPr>
                <w:rFonts w:asciiTheme="minorHAnsi" w:hAnsiTheme="minorHAnsi" w:cstheme="minorHAnsi"/>
                <w:b/>
                <w:color w:val="4E4D4D" w:themeColor="background2"/>
                <w:sz w:val="16"/>
                <w:szCs w:val="16"/>
                <w:lang w:eastAsia="es-CO"/>
              </w:rPr>
            </w:pPr>
            <w:r w:rsidRPr="00F4279E">
              <w:rPr>
                <w:rFonts w:asciiTheme="minorHAnsi" w:hAnsiTheme="minorHAnsi" w:cstheme="minorHAnsi"/>
                <w:b/>
                <w:color w:val="4E4D4D" w:themeColor="background2"/>
                <w:sz w:val="16"/>
                <w:szCs w:val="16"/>
                <w:lang w:eastAsia="es-CO"/>
              </w:rPr>
              <w:t>420</w:t>
            </w:r>
          </w:p>
        </w:tc>
      </w:tr>
      <w:tr w:rsidR="00F4279E" w:rsidRPr="00F4279E" w14:paraId="5C64EE4D"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44"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45"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46"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5C64EE47"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5C64EE4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single" w:sz="4" w:space="0" w:color="auto"/>
            </w:tcBorders>
            <w:shd w:val="clear" w:color="auto" w:fill="auto"/>
            <w:noWrap/>
            <w:vAlign w:val="bottom"/>
            <w:hideMark/>
          </w:tcPr>
          <w:p w14:paraId="5C64EE4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1700</w:t>
            </w:r>
          </w:p>
        </w:tc>
        <w:tc>
          <w:tcPr>
            <w:tcW w:w="0" w:type="auto"/>
            <w:tcBorders>
              <w:top w:val="nil"/>
              <w:left w:val="nil"/>
              <w:bottom w:val="single" w:sz="4" w:space="0" w:color="auto"/>
              <w:right w:val="single" w:sz="4" w:space="0" w:color="auto"/>
            </w:tcBorders>
            <w:shd w:val="clear" w:color="auto" w:fill="auto"/>
            <w:noWrap/>
            <w:vAlign w:val="bottom"/>
            <w:hideMark/>
          </w:tcPr>
          <w:p w14:paraId="5C64EE4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10</w:t>
            </w:r>
          </w:p>
        </w:tc>
        <w:tc>
          <w:tcPr>
            <w:tcW w:w="0" w:type="auto"/>
            <w:tcBorders>
              <w:top w:val="nil"/>
              <w:left w:val="nil"/>
              <w:bottom w:val="single" w:sz="4" w:space="0" w:color="auto"/>
              <w:right w:val="nil"/>
            </w:tcBorders>
            <w:shd w:val="clear" w:color="auto" w:fill="auto"/>
            <w:noWrap/>
            <w:vAlign w:val="bottom"/>
            <w:hideMark/>
          </w:tcPr>
          <w:p w14:paraId="5C64EE4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1763</w:t>
            </w:r>
          </w:p>
        </w:tc>
        <w:tc>
          <w:tcPr>
            <w:tcW w:w="0" w:type="auto"/>
            <w:vMerge/>
            <w:tcBorders>
              <w:left w:val="single" w:sz="4" w:space="0" w:color="auto"/>
              <w:right w:val="single" w:sz="4" w:space="0" w:color="auto"/>
            </w:tcBorders>
            <w:shd w:val="clear" w:color="auto" w:fill="auto"/>
            <w:vAlign w:val="center"/>
            <w:hideMark/>
          </w:tcPr>
          <w:p w14:paraId="5C64EE4C"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57"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4E"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4F"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50"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5C64EE51"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2000</w:t>
            </w:r>
          </w:p>
        </w:tc>
        <w:tc>
          <w:tcPr>
            <w:tcW w:w="0" w:type="auto"/>
            <w:tcBorders>
              <w:top w:val="nil"/>
              <w:left w:val="nil"/>
              <w:bottom w:val="single" w:sz="4" w:space="0" w:color="auto"/>
              <w:right w:val="single" w:sz="4" w:space="0" w:color="auto"/>
            </w:tcBorders>
            <w:shd w:val="clear" w:color="auto" w:fill="auto"/>
            <w:noWrap/>
            <w:vAlign w:val="bottom"/>
            <w:hideMark/>
          </w:tcPr>
          <w:p w14:paraId="5C64EE52"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single" w:sz="4" w:space="0" w:color="auto"/>
            </w:tcBorders>
            <w:shd w:val="clear" w:color="auto" w:fill="auto"/>
            <w:noWrap/>
            <w:vAlign w:val="bottom"/>
            <w:hideMark/>
          </w:tcPr>
          <w:p w14:paraId="5C64EE53"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1825</w:t>
            </w:r>
          </w:p>
        </w:tc>
        <w:tc>
          <w:tcPr>
            <w:tcW w:w="0" w:type="auto"/>
            <w:tcBorders>
              <w:top w:val="nil"/>
              <w:left w:val="nil"/>
              <w:bottom w:val="single" w:sz="4" w:space="0" w:color="auto"/>
              <w:right w:val="single" w:sz="4" w:space="0" w:color="auto"/>
            </w:tcBorders>
            <w:shd w:val="clear" w:color="auto" w:fill="auto"/>
            <w:noWrap/>
            <w:vAlign w:val="bottom"/>
            <w:hideMark/>
          </w:tcPr>
          <w:p w14:paraId="5C64EE54"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11</w:t>
            </w:r>
          </w:p>
        </w:tc>
        <w:tc>
          <w:tcPr>
            <w:tcW w:w="0" w:type="auto"/>
            <w:tcBorders>
              <w:top w:val="nil"/>
              <w:left w:val="nil"/>
              <w:bottom w:val="single" w:sz="4" w:space="0" w:color="auto"/>
              <w:right w:val="nil"/>
            </w:tcBorders>
            <w:shd w:val="clear" w:color="auto" w:fill="auto"/>
            <w:noWrap/>
            <w:vAlign w:val="bottom"/>
            <w:hideMark/>
          </w:tcPr>
          <w:p w14:paraId="5C64EE5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1913</w:t>
            </w:r>
          </w:p>
        </w:tc>
        <w:tc>
          <w:tcPr>
            <w:tcW w:w="0" w:type="auto"/>
            <w:vMerge/>
            <w:tcBorders>
              <w:left w:val="single" w:sz="4" w:space="0" w:color="auto"/>
              <w:right w:val="single" w:sz="4" w:space="0" w:color="auto"/>
            </w:tcBorders>
            <w:shd w:val="clear" w:color="auto" w:fill="auto"/>
            <w:vAlign w:val="center"/>
            <w:hideMark/>
          </w:tcPr>
          <w:p w14:paraId="5C64EE56"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61"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58"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59"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5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5C64EE5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2175</w:t>
            </w:r>
          </w:p>
        </w:tc>
        <w:tc>
          <w:tcPr>
            <w:tcW w:w="0" w:type="auto"/>
            <w:tcBorders>
              <w:top w:val="nil"/>
              <w:left w:val="nil"/>
              <w:bottom w:val="single" w:sz="4" w:space="0" w:color="auto"/>
              <w:right w:val="single" w:sz="4" w:space="0" w:color="auto"/>
            </w:tcBorders>
            <w:shd w:val="clear" w:color="auto" w:fill="auto"/>
            <w:noWrap/>
            <w:vAlign w:val="bottom"/>
            <w:hideMark/>
          </w:tcPr>
          <w:p w14:paraId="5C64EE5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single" w:sz="4" w:space="0" w:color="auto"/>
            </w:tcBorders>
            <w:shd w:val="clear" w:color="auto" w:fill="auto"/>
            <w:noWrap/>
            <w:vAlign w:val="bottom"/>
            <w:hideMark/>
          </w:tcPr>
          <w:p w14:paraId="5C64EE5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1925</w:t>
            </w:r>
          </w:p>
        </w:tc>
        <w:tc>
          <w:tcPr>
            <w:tcW w:w="0" w:type="auto"/>
            <w:tcBorders>
              <w:top w:val="nil"/>
              <w:left w:val="nil"/>
              <w:bottom w:val="single" w:sz="4" w:space="0" w:color="auto"/>
              <w:right w:val="single" w:sz="4" w:space="0" w:color="auto"/>
            </w:tcBorders>
            <w:shd w:val="clear" w:color="auto" w:fill="auto"/>
            <w:noWrap/>
            <w:vAlign w:val="bottom"/>
            <w:hideMark/>
          </w:tcPr>
          <w:p w14:paraId="5C64EE5E"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12</w:t>
            </w:r>
          </w:p>
        </w:tc>
        <w:tc>
          <w:tcPr>
            <w:tcW w:w="0" w:type="auto"/>
            <w:tcBorders>
              <w:top w:val="nil"/>
              <w:left w:val="nil"/>
              <w:bottom w:val="single" w:sz="4" w:space="0" w:color="auto"/>
              <w:right w:val="nil"/>
            </w:tcBorders>
            <w:shd w:val="clear" w:color="auto" w:fill="auto"/>
            <w:noWrap/>
            <w:vAlign w:val="bottom"/>
            <w:hideMark/>
          </w:tcPr>
          <w:p w14:paraId="5C64EE5F"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2050</w:t>
            </w:r>
          </w:p>
        </w:tc>
        <w:tc>
          <w:tcPr>
            <w:tcW w:w="0" w:type="auto"/>
            <w:vMerge/>
            <w:tcBorders>
              <w:left w:val="single" w:sz="4" w:space="0" w:color="auto"/>
              <w:right w:val="single" w:sz="4" w:space="0" w:color="auto"/>
            </w:tcBorders>
            <w:shd w:val="clear" w:color="auto" w:fill="auto"/>
            <w:vAlign w:val="center"/>
            <w:hideMark/>
          </w:tcPr>
          <w:p w14:paraId="5C64EE60"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6B" w14:textId="77777777" w:rsidTr="00774525">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62"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63"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5C64EE64"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5C64EE6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2350</w:t>
            </w:r>
          </w:p>
        </w:tc>
        <w:tc>
          <w:tcPr>
            <w:tcW w:w="0" w:type="auto"/>
            <w:tcBorders>
              <w:top w:val="nil"/>
              <w:left w:val="nil"/>
              <w:bottom w:val="nil"/>
              <w:right w:val="single" w:sz="4" w:space="0" w:color="auto"/>
            </w:tcBorders>
            <w:shd w:val="clear" w:color="auto" w:fill="auto"/>
            <w:noWrap/>
            <w:vAlign w:val="bottom"/>
            <w:hideMark/>
          </w:tcPr>
          <w:p w14:paraId="5C64EE66"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w:t>
            </w:r>
          </w:p>
        </w:tc>
        <w:tc>
          <w:tcPr>
            <w:tcW w:w="0" w:type="auto"/>
            <w:tcBorders>
              <w:top w:val="nil"/>
              <w:left w:val="nil"/>
              <w:bottom w:val="nil"/>
              <w:right w:val="single" w:sz="4" w:space="0" w:color="auto"/>
            </w:tcBorders>
            <w:shd w:val="clear" w:color="auto" w:fill="auto"/>
            <w:noWrap/>
            <w:vAlign w:val="bottom"/>
            <w:hideMark/>
          </w:tcPr>
          <w:p w14:paraId="5C64EE67"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2025</w:t>
            </w:r>
          </w:p>
        </w:tc>
        <w:tc>
          <w:tcPr>
            <w:tcW w:w="0" w:type="auto"/>
            <w:tcBorders>
              <w:top w:val="nil"/>
              <w:left w:val="nil"/>
              <w:bottom w:val="nil"/>
              <w:right w:val="single" w:sz="4" w:space="0" w:color="auto"/>
            </w:tcBorders>
            <w:shd w:val="clear" w:color="auto" w:fill="auto"/>
            <w:noWrap/>
            <w:vAlign w:val="bottom"/>
            <w:hideMark/>
          </w:tcPr>
          <w:p w14:paraId="5C64EE6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13</w:t>
            </w:r>
          </w:p>
        </w:tc>
        <w:tc>
          <w:tcPr>
            <w:tcW w:w="0" w:type="auto"/>
            <w:tcBorders>
              <w:top w:val="nil"/>
              <w:left w:val="nil"/>
              <w:bottom w:val="nil"/>
              <w:right w:val="nil"/>
            </w:tcBorders>
            <w:shd w:val="clear" w:color="auto" w:fill="auto"/>
            <w:noWrap/>
            <w:vAlign w:val="bottom"/>
            <w:hideMark/>
          </w:tcPr>
          <w:p w14:paraId="5C64EE6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2188</w:t>
            </w:r>
          </w:p>
        </w:tc>
        <w:tc>
          <w:tcPr>
            <w:tcW w:w="0" w:type="auto"/>
            <w:vMerge/>
            <w:tcBorders>
              <w:left w:val="single" w:sz="4" w:space="0" w:color="auto"/>
              <w:right w:val="single" w:sz="4" w:space="0" w:color="auto"/>
            </w:tcBorders>
            <w:shd w:val="clear" w:color="auto" w:fill="auto"/>
            <w:vAlign w:val="center"/>
            <w:hideMark/>
          </w:tcPr>
          <w:p w14:paraId="5C64EE6A"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75" w14:textId="77777777" w:rsidTr="00774525">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6C"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4" w:space="0" w:color="000000"/>
              <w:right w:val="single" w:sz="8" w:space="0" w:color="auto"/>
            </w:tcBorders>
            <w:shd w:val="clear" w:color="auto" w:fill="auto"/>
            <w:vAlign w:val="center"/>
            <w:hideMark/>
          </w:tcPr>
          <w:p w14:paraId="5C64EE6D"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4" w:space="0" w:color="auto"/>
              <w:right w:val="single" w:sz="4" w:space="0" w:color="auto"/>
            </w:tcBorders>
            <w:shd w:val="clear" w:color="auto" w:fill="auto"/>
            <w:noWrap/>
            <w:vAlign w:val="bottom"/>
            <w:hideMark/>
          </w:tcPr>
          <w:p w14:paraId="5C64EE6E"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6F"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2005</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70"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71"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1810</w:t>
            </w:r>
          </w:p>
        </w:tc>
        <w:tc>
          <w:tcPr>
            <w:tcW w:w="0" w:type="auto"/>
            <w:tcBorders>
              <w:top w:val="single" w:sz="8" w:space="0" w:color="auto"/>
              <w:left w:val="nil"/>
              <w:bottom w:val="single" w:sz="4" w:space="0" w:color="auto"/>
              <w:right w:val="single" w:sz="4" w:space="0" w:color="auto"/>
            </w:tcBorders>
            <w:shd w:val="clear" w:color="auto" w:fill="auto"/>
            <w:noWrap/>
            <w:vAlign w:val="bottom"/>
            <w:hideMark/>
          </w:tcPr>
          <w:p w14:paraId="5C64EE72"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4" w:space="0" w:color="auto"/>
              <w:right w:val="nil"/>
            </w:tcBorders>
            <w:shd w:val="clear" w:color="auto" w:fill="auto"/>
            <w:noWrap/>
            <w:vAlign w:val="bottom"/>
            <w:hideMark/>
          </w:tcPr>
          <w:p w14:paraId="5C64EE73"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1908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5C64EE74" w14:textId="77777777" w:rsidR="00774525" w:rsidRPr="00F4279E" w:rsidRDefault="00774525" w:rsidP="00774525">
            <w:pPr>
              <w:rPr>
                <w:rFonts w:asciiTheme="minorHAnsi" w:hAnsiTheme="minorHAnsi" w:cstheme="minorHAnsi"/>
                <w:b/>
                <w:color w:val="4E4D4D" w:themeColor="background2"/>
                <w:sz w:val="16"/>
                <w:szCs w:val="16"/>
                <w:lang w:eastAsia="es-CO"/>
              </w:rPr>
            </w:pPr>
          </w:p>
        </w:tc>
      </w:tr>
      <w:tr w:rsidR="00F4279E" w:rsidRPr="00F4279E" w14:paraId="5C64EE7F"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76"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C64EE77"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Adolescencia</w:t>
            </w:r>
            <w:r w:rsidRPr="00F4279E">
              <w:rPr>
                <w:rFonts w:asciiTheme="minorHAnsi" w:hAnsiTheme="minorHAnsi" w:cstheme="minorHAnsi"/>
                <w:b/>
                <w:bCs/>
                <w:color w:val="4E4D4D" w:themeColor="background2"/>
                <w:sz w:val="16"/>
                <w:szCs w:val="16"/>
                <w:lang w:eastAsia="es-CO"/>
              </w:rPr>
              <w:br/>
              <w:t>(14-17 años)</w:t>
            </w:r>
          </w:p>
        </w:tc>
        <w:tc>
          <w:tcPr>
            <w:tcW w:w="967" w:type="dxa"/>
            <w:tcBorders>
              <w:top w:val="nil"/>
              <w:left w:val="nil"/>
              <w:bottom w:val="single" w:sz="4" w:space="0" w:color="auto"/>
              <w:right w:val="single" w:sz="4" w:space="0" w:color="auto"/>
            </w:tcBorders>
            <w:shd w:val="clear" w:color="auto" w:fill="auto"/>
            <w:noWrap/>
            <w:vAlign w:val="bottom"/>
            <w:hideMark/>
          </w:tcPr>
          <w:p w14:paraId="5C64EE7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5C64EE7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2550</w:t>
            </w:r>
          </w:p>
        </w:tc>
        <w:tc>
          <w:tcPr>
            <w:tcW w:w="0" w:type="auto"/>
            <w:tcBorders>
              <w:top w:val="nil"/>
              <w:left w:val="nil"/>
              <w:bottom w:val="single" w:sz="4" w:space="0" w:color="auto"/>
              <w:right w:val="single" w:sz="4" w:space="0" w:color="auto"/>
            </w:tcBorders>
            <w:shd w:val="clear" w:color="auto" w:fill="auto"/>
            <w:noWrap/>
            <w:vAlign w:val="bottom"/>
            <w:hideMark/>
          </w:tcPr>
          <w:p w14:paraId="5C64EE7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single" w:sz="4" w:space="0" w:color="auto"/>
            </w:tcBorders>
            <w:shd w:val="clear" w:color="auto" w:fill="auto"/>
            <w:noWrap/>
            <w:vAlign w:val="bottom"/>
            <w:hideMark/>
          </w:tcPr>
          <w:p w14:paraId="5C64EE7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2075</w:t>
            </w:r>
          </w:p>
        </w:tc>
        <w:tc>
          <w:tcPr>
            <w:tcW w:w="0" w:type="auto"/>
            <w:tcBorders>
              <w:top w:val="nil"/>
              <w:left w:val="nil"/>
              <w:bottom w:val="single" w:sz="4" w:space="0" w:color="auto"/>
              <w:right w:val="single" w:sz="4" w:space="0" w:color="auto"/>
            </w:tcBorders>
            <w:shd w:val="clear" w:color="auto" w:fill="auto"/>
            <w:noWrap/>
            <w:vAlign w:val="bottom"/>
            <w:hideMark/>
          </w:tcPr>
          <w:p w14:paraId="5C64EE7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14</w:t>
            </w:r>
          </w:p>
        </w:tc>
        <w:tc>
          <w:tcPr>
            <w:tcW w:w="0" w:type="auto"/>
            <w:tcBorders>
              <w:top w:val="nil"/>
              <w:left w:val="nil"/>
              <w:bottom w:val="single" w:sz="4" w:space="0" w:color="auto"/>
              <w:right w:val="nil"/>
            </w:tcBorders>
            <w:shd w:val="clear" w:color="auto" w:fill="auto"/>
            <w:noWrap/>
            <w:vAlign w:val="bottom"/>
            <w:hideMark/>
          </w:tcPr>
          <w:p w14:paraId="5C64EE7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2313</w:t>
            </w:r>
          </w:p>
        </w:tc>
        <w:tc>
          <w:tcPr>
            <w:tcW w:w="0" w:type="auto"/>
            <w:vMerge w:val="restart"/>
            <w:tcBorders>
              <w:top w:val="single" w:sz="4" w:space="0" w:color="auto"/>
              <w:left w:val="single" w:sz="4" w:space="0" w:color="auto"/>
              <w:right w:val="single" w:sz="4" w:space="0" w:color="auto"/>
            </w:tcBorders>
            <w:shd w:val="clear" w:color="auto" w:fill="auto"/>
            <w:vAlign w:val="center"/>
            <w:hideMark/>
          </w:tcPr>
          <w:p w14:paraId="5C64EE7E" w14:textId="77777777" w:rsidR="00774525" w:rsidRPr="00F4279E" w:rsidRDefault="00774525" w:rsidP="00774525">
            <w:pPr>
              <w:jc w:val="center"/>
              <w:rPr>
                <w:rFonts w:asciiTheme="minorHAnsi" w:hAnsiTheme="minorHAnsi" w:cstheme="minorHAnsi"/>
                <w:b/>
                <w:color w:val="4E4D4D" w:themeColor="background2"/>
                <w:sz w:val="16"/>
                <w:szCs w:val="16"/>
                <w:lang w:eastAsia="es-CO"/>
              </w:rPr>
            </w:pPr>
            <w:r w:rsidRPr="00F4279E">
              <w:rPr>
                <w:rFonts w:asciiTheme="minorHAnsi" w:hAnsiTheme="minorHAnsi" w:cstheme="minorHAnsi"/>
                <w:b/>
                <w:color w:val="4E4D4D" w:themeColor="background2"/>
                <w:sz w:val="16"/>
                <w:szCs w:val="16"/>
                <w:lang w:eastAsia="es-CO"/>
              </w:rPr>
              <w:t>534</w:t>
            </w:r>
          </w:p>
        </w:tc>
      </w:tr>
      <w:tr w:rsidR="00F4279E" w:rsidRPr="00F4279E" w14:paraId="5C64EE89"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80"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E81"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82"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5C64EE83"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2700</w:t>
            </w:r>
          </w:p>
        </w:tc>
        <w:tc>
          <w:tcPr>
            <w:tcW w:w="0" w:type="auto"/>
            <w:tcBorders>
              <w:top w:val="nil"/>
              <w:left w:val="nil"/>
              <w:bottom w:val="single" w:sz="4" w:space="0" w:color="auto"/>
              <w:right w:val="single" w:sz="4" w:space="0" w:color="auto"/>
            </w:tcBorders>
            <w:shd w:val="clear" w:color="auto" w:fill="auto"/>
            <w:noWrap/>
            <w:vAlign w:val="bottom"/>
            <w:hideMark/>
          </w:tcPr>
          <w:p w14:paraId="5C64EE84"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single" w:sz="4" w:space="0" w:color="auto"/>
            </w:tcBorders>
            <w:shd w:val="clear" w:color="auto" w:fill="auto"/>
            <w:noWrap/>
            <w:vAlign w:val="bottom"/>
            <w:hideMark/>
          </w:tcPr>
          <w:p w14:paraId="5C64EE8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5C64EE86"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15</w:t>
            </w:r>
          </w:p>
        </w:tc>
        <w:tc>
          <w:tcPr>
            <w:tcW w:w="0" w:type="auto"/>
            <w:tcBorders>
              <w:top w:val="nil"/>
              <w:left w:val="nil"/>
              <w:bottom w:val="single" w:sz="4" w:space="0" w:color="auto"/>
              <w:right w:val="nil"/>
            </w:tcBorders>
            <w:shd w:val="clear" w:color="auto" w:fill="auto"/>
            <w:noWrap/>
            <w:vAlign w:val="bottom"/>
            <w:hideMark/>
          </w:tcPr>
          <w:p w14:paraId="5C64EE87"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2413</w:t>
            </w:r>
          </w:p>
        </w:tc>
        <w:tc>
          <w:tcPr>
            <w:tcW w:w="0" w:type="auto"/>
            <w:vMerge/>
            <w:tcBorders>
              <w:left w:val="single" w:sz="4" w:space="0" w:color="auto"/>
              <w:right w:val="single" w:sz="4" w:space="0" w:color="auto"/>
            </w:tcBorders>
            <w:shd w:val="clear" w:color="auto" w:fill="auto"/>
            <w:vAlign w:val="center"/>
            <w:hideMark/>
          </w:tcPr>
          <w:p w14:paraId="5C64EE88" w14:textId="77777777" w:rsidR="00774525" w:rsidRPr="00F4279E" w:rsidRDefault="00774525" w:rsidP="00774525">
            <w:pPr>
              <w:rPr>
                <w:rFonts w:asciiTheme="minorHAnsi" w:hAnsiTheme="minorHAnsi" w:cstheme="minorHAnsi"/>
                <w:color w:val="4E4D4D" w:themeColor="background2"/>
                <w:sz w:val="16"/>
                <w:szCs w:val="16"/>
                <w:lang w:eastAsia="es-CO"/>
              </w:rPr>
            </w:pPr>
          </w:p>
        </w:tc>
      </w:tr>
      <w:tr w:rsidR="00F4279E" w:rsidRPr="00F4279E" w14:paraId="5C64EE93" w14:textId="77777777" w:rsidTr="00774525">
        <w:trPr>
          <w:trHeight w:val="30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8A"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E8B"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single" w:sz="4" w:space="0" w:color="auto"/>
              <w:right w:val="single" w:sz="4" w:space="0" w:color="auto"/>
            </w:tcBorders>
            <w:shd w:val="clear" w:color="auto" w:fill="auto"/>
            <w:noWrap/>
            <w:vAlign w:val="bottom"/>
            <w:hideMark/>
          </w:tcPr>
          <w:p w14:paraId="5C64EE8C"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5C64EE8D"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2825</w:t>
            </w:r>
          </w:p>
        </w:tc>
        <w:tc>
          <w:tcPr>
            <w:tcW w:w="0" w:type="auto"/>
            <w:tcBorders>
              <w:top w:val="nil"/>
              <w:left w:val="nil"/>
              <w:bottom w:val="single" w:sz="4" w:space="0" w:color="auto"/>
              <w:right w:val="single" w:sz="4" w:space="0" w:color="auto"/>
            </w:tcBorders>
            <w:shd w:val="clear" w:color="auto" w:fill="auto"/>
            <w:noWrap/>
            <w:vAlign w:val="bottom"/>
            <w:hideMark/>
          </w:tcPr>
          <w:p w14:paraId="5C64EE8E"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single" w:sz="4" w:space="0" w:color="auto"/>
            </w:tcBorders>
            <w:shd w:val="clear" w:color="auto" w:fill="auto"/>
            <w:noWrap/>
            <w:vAlign w:val="bottom"/>
            <w:hideMark/>
          </w:tcPr>
          <w:p w14:paraId="5C64EE8F"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2125</w:t>
            </w:r>
          </w:p>
        </w:tc>
        <w:tc>
          <w:tcPr>
            <w:tcW w:w="0" w:type="auto"/>
            <w:tcBorders>
              <w:top w:val="nil"/>
              <w:left w:val="nil"/>
              <w:bottom w:val="single" w:sz="4" w:space="0" w:color="auto"/>
              <w:right w:val="single" w:sz="4" w:space="0" w:color="auto"/>
            </w:tcBorders>
            <w:shd w:val="clear" w:color="auto" w:fill="auto"/>
            <w:noWrap/>
            <w:vAlign w:val="bottom"/>
            <w:hideMark/>
          </w:tcPr>
          <w:p w14:paraId="5C64EE90"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16</w:t>
            </w:r>
          </w:p>
        </w:tc>
        <w:tc>
          <w:tcPr>
            <w:tcW w:w="0" w:type="auto"/>
            <w:tcBorders>
              <w:top w:val="nil"/>
              <w:left w:val="nil"/>
              <w:bottom w:val="single" w:sz="4" w:space="0" w:color="auto"/>
              <w:right w:val="nil"/>
            </w:tcBorders>
            <w:shd w:val="clear" w:color="auto" w:fill="auto"/>
            <w:noWrap/>
            <w:vAlign w:val="bottom"/>
            <w:hideMark/>
          </w:tcPr>
          <w:p w14:paraId="5C64EE91"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2475</w:t>
            </w:r>
          </w:p>
        </w:tc>
        <w:tc>
          <w:tcPr>
            <w:tcW w:w="0" w:type="auto"/>
            <w:vMerge/>
            <w:tcBorders>
              <w:left w:val="single" w:sz="4" w:space="0" w:color="auto"/>
              <w:right w:val="single" w:sz="4" w:space="0" w:color="auto"/>
            </w:tcBorders>
            <w:shd w:val="clear" w:color="auto" w:fill="auto"/>
            <w:vAlign w:val="center"/>
            <w:hideMark/>
          </w:tcPr>
          <w:p w14:paraId="5C64EE92" w14:textId="77777777" w:rsidR="00774525" w:rsidRPr="00F4279E" w:rsidRDefault="00774525" w:rsidP="00774525">
            <w:pPr>
              <w:rPr>
                <w:rFonts w:asciiTheme="minorHAnsi" w:hAnsiTheme="minorHAnsi" w:cstheme="minorHAnsi"/>
                <w:color w:val="4E4D4D" w:themeColor="background2"/>
                <w:sz w:val="16"/>
                <w:szCs w:val="16"/>
                <w:lang w:eastAsia="es-CO"/>
              </w:rPr>
            </w:pPr>
          </w:p>
        </w:tc>
      </w:tr>
      <w:tr w:rsidR="00F4279E" w:rsidRPr="00F4279E" w14:paraId="5C64EE9D" w14:textId="77777777" w:rsidTr="00774525">
        <w:trPr>
          <w:trHeight w:val="315"/>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94"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E95"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nil"/>
              <w:left w:val="nil"/>
              <w:bottom w:val="nil"/>
              <w:right w:val="single" w:sz="4" w:space="0" w:color="auto"/>
            </w:tcBorders>
            <w:shd w:val="clear" w:color="auto" w:fill="auto"/>
            <w:noWrap/>
            <w:vAlign w:val="bottom"/>
            <w:hideMark/>
          </w:tcPr>
          <w:p w14:paraId="5C64EE96"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5C64EE97"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2900</w:t>
            </w:r>
          </w:p>
        </w:tc>
        <w:tc>
          <w:tcPr>
            <w:tcW w:w="0" w:type="auto"/>
            <w:tcBorders>
              <w:top w:val="nil"/>
              <w:left w:val="nil"/>
              <w:bottom w:val="nil"/>
              <w:right w:val="single" w:sz="4" w:space="0" w:color="auto"/>
            </w:tcBorders>
            <w:shd w:val="clear" w:color="auto" w:fill="auto"/>
            <w:noWrap/>
            <w:vAlign w:val="bottom"/>
            <w:hideMark/>
          </w:tcPr>
          <w:p w14:paraId="5C64EE98"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17</w:t>
            </w:r>
          </w:p>
        </w:tc>
        <w:tc>
          <w:tcPr>
            <w:tcW w:w="0" w:type="auto"/>
            <w:tcBorders>
              <w:top w:val="nil"/>
              <w:left w:val="nil"/>
              <w:bottom w:val="nil"/>
              <w:right w:val="single" w:sz="4" w:space="0" w:color="auto"/>
            </w:tcBorders>
            <w:shd w:val="clear" w:color="auto" w:fill="auto"/>
            <w:noWrap/>
            <w:vAlign w:val="bottom"/>
            <w:hideMark/>
          </w:tcPr>
          <w:p w14:paraId="5C64EE99"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2125</w:t>
            </w:r>
          </w:p>
        </w:tc>
        <w:tc>
          <w:tcPr>
            <w:tcW w:w="0" w:type="auto"/>
            <w:tcBorders>
              <w:top w:val="nil"/>
              <w:left w:val="nil"/>
              <w:bottom w:val="nil"/>
              <w:right w:val="single" w:sz="4" w:space="0" w:color="auto"/>
            </w:tcBorders>
            <w:shd w:val="clear" w:color="auto" w:fill="auto"/>
            <w:noWrap/>
            <w:vAlign w:val="bottom"/>
            <w:hideMark/>
          </w:tcPr>
          <w:p w14:paraId="5C64EE9A"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17</w:t>
            </w:r>
          </w:p>
        </w:tc>
        <w:tc>
          <w:tcPr>
            <w:tcW w:w="0" w:type="auto"/>
            <w:tcBorders>
              <w:top w:val="nil"/>
              <w:left w:val="nil"/>
              <w:bottom w:val="nil"/>
              <w:right w:val="nil"/>
            </w:tcBorders>
            <w:shd w:val="clear" w:color="auto" w:fill="auto"/>
            <w:noWrap/>
            <w:vAlign w:val="bottom"/>
            <w:hideMark/>
          </w:tcPr>
          <w:p w14:paraId="5C64EE9B"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2513</w:t>
            </w:r>
          </w:p>
        </w:tc>
        <w:tc>
          <w:tcPr>
            <w:tcW w:w="0" w:type="auto"/>
            <w:vMerge/>
            <w:tcBorders>
              <w:left w:val="single" w:sz="4" w:space="0" w:color="auto"/>
              <w:right w:val="single" w:sz="4" w:space="0" w:color="auto"/>
            </w:tcBorders>
            <w:shd w:val="clear" w:color="auto" w:fill="auto"/>
            <w:vAlign w:val="center"/>
            <w:hideMark/>
          </w:tcPr>
          <w:p w14:paraId="5C64EE9C" w14:textId="77777777" w:rsidR="00774525" w:rsidRPr="00F4279E" w:rsidRDefault="00774525" w:rsidP="00774525">
            <w:pPr>
              <w:rPr>
                <w:rFonts w:asciiTheme="minorHAnsi" w:hAnsiTheme="minorHAnsi" w:cstheme="minorHAnsi"/>
                <w:color w:val="4E4D4D" w:themeColor="background2"/>
                <w:sz w:val="16"/>
                <w:szCs w:val="16"/>
                <w:lang w:eastAsia="es-CO"/>
              </w:rPr>
            </w:pPr>
          </w:p>
        </w:tc>
      </w:tr>
      <w:tr w:rsidR="00F4279E" w:rsidRPr="00F4279E" w14:paraId="5C64EEA7" w14:textId="77777777" w:rsidTr="00774525">
        <w:trPr>
          <w:trHeight w:val="650"/>
          <w:jc w:val="center"/>
        </w:trPr>
        <w:tc>
          <w:tcPr>
            <w:tcW w:w="0" w:type="auto"/>
            <w:vMerge/>
            <w:tcBorders>
              <w:top w:val="nil"/>
              <w:left w:val="single" w:sz="8" w:space="0" w:color="auto"/>
              <w:bottom w:val="single" w:sz="8" w:space="0" w:color="000000"/>
              <w:right w:val="nil"/>
            </w:tcBorders>
            <w:shd w:val="clear" w:color="auto" w:fill="auto"/>
            <w:vAlign w:val="center"/>
            <w:hideMark/>
          </w:tcPr>
          <w:p w14:paraId="5C64EE9E"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1225" w:type="dxa"/>
            <w:vMerge/>
            <w:tcBorders>
              <w:top w:val="nil"/>
              <w:left w:val="single" w:sz="8" w:space="0" w:color="auto"/>
              <w:bottom w:val="single" w:sz="8" w:space="0" w:color="000000"/>
              <w:right w:val="single" w:sz="8" w:space="0" w:color="auto"/>
            </w:tcBorders>
            <w:shd w:val="clear" w:color="auto" w:fill="auto"/>
            <w:vAlign w:val="center"/>
            <w:hideMark/>
          </w:tcPr>
          <w:p w14:paraId="5C64EE9F" w14:textId="77777777" w:rsidR="00774525" w:rsidRPr="00F4279E" w:rsidRDefault="00774525" w:rsidP="00774525">
            <w:pPr>
              <w:rPr>
                <w:rFonts w:asciiTheme="minorHAnsi" w:hAnsiTheme="minorHAnsi" w:cstheme="minorHAnsi"/>
                <w:b/>
                <w:bCs/>
                <w:color w:val="4E4D4D" w:themeColor="background2"/>
                <w:sz w:val="16"/>
                <w:szCs w:val="16"/>
                <w:lang w:eastAsia="es-CO"/>
              </w:rPr>
            </w:pPr>
          </w:p>
        </w:tc>
        <w:tc>
          <w:tcPr>
            <w:tcW w:w="967" w:type="dxa"/>
            <w:tcBorders>
              <w:top w:val="single" w:sz="8" w:space="0" w:color="auto"/>
              <w:left w:val="nil"/>
              <w:bottom w:val="single" w:sz="8" w:space="0" w:color="auto"/>
              <w:right w:val="single" w:sz="4" w:space="0" w:color="auto"/>
            </w:tcBorders>
            <w:shd w:val="clear" w:color="auto" w:fill="auto"/>
            <w:noWrap/>
            <w:vAlign w:val="center"/>
            <w:hideMark/>
          </w:tcPr>
          <w:p w14:paraId="5C64EEA0"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5C64EEA1"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2744</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5C64EEA2"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5C64EEA3"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2113</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5C64EEA4" w14:textId="77777777" w:rsidR="00774525" w:rsidRPr="00F4279E" w:rsidRDefault="00774525" w:rsidP="00774525">
            <w:pPr>
              <w:jc w:val="center"/>
              <w:rPr>
                <w:rFonts w:asciiTheme="minorHAnsi" w:hAnsiTheme="minorHAnsi" w:cstheme="minorHAnsi"/>
                <w:b/>
                <w:bCs/>
                <w:color w:val="4E4D4D" w:themeColor="background2"/>
                <w:sz w:val="16"/>
                <w:szCs w:val="16"/>
                <w:lang w:eastAsia="es-CO"/>
              </w:rPr>
            </w:pPr>
            <w:r w:rsidRPr="00F4279E">
              <w:rPr>
                <w:rFonts w:asciiTheme="minorHAnsi" w:hAnsiTheme="minorHAnsi" w:cstheme="minorHAnsi"/>
                <w:b/>
                <w:bCs/>
                <w:color w:val="4E4D4D" w:themeColor="background2"/>
                <w:sz w:val="16"/>
                <w:szCs w:val="16"/>
                <w:lang w:eastAsia="es-CO"/>
              </w:rPr>
              <w:t>promedio</w:t>
            </w:r>
          </w:p>
        </w:tc>
        <w:tc>
          <w:tcPr>
            <w:tcW w:w="0" w:type="auto"/>
            <w:tcBorders>
              <w:top w:val="single" w:sz="8" w:space="0" w:color="auto"/>
              <w:left w:val="nil"/>
              <w:bottom w:val="single" w:sz="8" w:space="0" w:color="auto"/>
              <w:right w:val="nil"/>
            </w:tcBorders>
            <w:shd w:val="clear" w:color="auto" w:fill="auto"/>
            <w:noWrap/>
            <w:vAlign w:val="center"/>
            <w:hideMark/>
          </w:tcPr>
          <w:p w14:paraId="5C64EEA5" w14:textId="77777777" w:rsidR="00774525" w:rsidRPr="00F4279E" w:rsidRDefault="00774525" w:rsidP="00774525">
            <w:pPr>
              <w:jc w:val="center"/>
              <w:rPr>
                <w:rFonts w:asciiTheme="minorHAnsi" w:hAnsiTheme="minorHAnsi" w:cstheme="minorHAnsi"/>
                <w:color w:val="4E4D4D" w:themeColor="background2"/>
                <w:sz w:val="16"/>
                <w:szCs w:val="16"/>
                <w:lang w:eastAsia="es-CO"/>
              </w:rPr>
            </w:pPr>
            <w:r w:rsidRPr="00F4279E">
              <w:rPr>
                <w:rFonts w:asciiTheme="minorHAnsi" w:hAnsiTheme="minorHAnsi" w:cstheme="minorHAnsi"/>
                <w:color w:val="4E4D4D" w:themeColor="background2"/>
                <w:sz w:val="16"/>
                <w:szCs w:val="16"/>
                <w:lang w:eastAsia="es-CO"/>
              </w:rPr>
              <w:t>2428</w:t>
            </w:r>
          </w:p>
        </w:tc>
        <w:tc>
          <w:tcPr>
            <w:tcW w:w="0" w:type="auto"/>
            <w:vMerge/>
            <w:tcBorders>
              <w:left w:val="single" w:sz="4" w:space="0" w:color="auto"/>
              <w:bottom w:val="single" w:sz="4" w:space="0" w:color="auto"/>
              <w:right w:val="single" w:sz="4" w:space="0" w:color="auto"/>
            </w:tcBorders>
            <w:shd w:val="clear" w:color="auto" w:fill="auto"/>
            <w:vAlign w:val="center"/>
            <w:hideMark/>
          </w:tcPr>
          <w:p w14:paraId="5C64EEA6" w14:textId="77777777" w:rsidR="00774525" w:rsidRPr="00F4279E" w:rsidRDefault="00774525" w:rsidP="00774525">
            <w:pPr>
              <w:rPr>
                <w:rFonts w:asciiTheme="minorHAnsi" w:hAnsiTheme="minorHAnsi" w:cstheme="minorHAnsi"/>
                <w:color w:val="4E4D4D" w:themeColor="background2"/>
                <w:sz w:val="16"/>
                <w:szCs w:val="16"/>
                <w:lang w:eastAsia="es-CO"/>
              </w:rPr>
            </w:pPr>
          </w:p>
        </w:tc>
      </w:tr>
    </w:tbl>
    <w:p w14:paraId="5C64EEA8" w14:textId="77777777" w:rsidR="00774525" w:rsidRPr="00F4279E" w:rsidRDefault="00774525" w:rsidP="00774525">
      <w:pPr>
        <w:jc w:val="center"/>
        <w:rPr>
          <w:rFonts w:ascii="Arial" w:hAnsi="Arial" w:cs="Arial"/>
          <w:color w:val="4E4D4D" w:themeColor="background2"/>
        </w:rPr>
      </w:pPr>
      <w:r w:rsidRPr="00F4279E">
        <w:rPr>
          <w:rFonts w:ascii="Arial" w:hAnsi="Arial" w:cs="Arial"/>
          <w:color w:val="4E4D4D" w:themeColor="background2"/>
        </w:rPr>
        <w:t xml:space="preserve">Fuente: Dirección de Bienestar Estudiantil – Programa de Alimentación Escolar, </w:t>
      </w:r>
      <w:r w:rsidR="004523D5" w:rsidRPr="00F4279E">
        <w:rPr>
          <w:rFonts w:ascii="Arial" w:hAnsi="Arial" w:cs="Arial"/>
          <w:color w:val="4E4D4D" w:themeColor="background2"/>
        </w:rPr>
        <w:t>febrero</w:t>
      </w:r>
      <w:r w:rsidRPr="00F4279E">
        <w:rPr>
          <w:rFonts w:ascii="Arial" w:hAnsi="Arial" w:cs="Arial"/>
          <w:color w:val="4E4D4D" w:themeColor="background2"/>
        </w:rPr>
        <w:t xml:space="preserve"> 2018, con fundamento en la Resolución 3803 de 2016.</w:t>
      </w:r>
    </w:p>
    <w:p w14:paraId="5C64EEA9" w14:textId="77777777" w:rsidR="00774525" w:rsidRPr="00F4279E" w:rsidRDefault="00774525" w:rsidP="00774525">
      <w:pPr>
        <w:jc w:val="center"/>
        <w:rPr>
          <w:rFonts w:ascii="Arial" w:hAnsi="Arial" w:cs="Arial"/>
          <w:color w:val="4E4D4D" w:themeColor="background2"/>
        </w:rPr>
      </w:pPr>
    </w:p>
    <w:p w14:paraId="5C64EEAA" w14:textId="67CA3F6A"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spacing w:val="-2"/>
        </w:rPr>
      </w:pPr>
      <w:r w:rsidRPr="00F4279E">
        <w:rPr>
          <w:rFonts w:ascii="Arial" w:hAnsi="Arial" w:cs="Arial"/>
          <w:color w:val="4E4D4D" w:themeColor="background2"/>
          <w:spacing w:val="-1"/>
        </w:rPr>
        <w:t>E</w:t>
      </w:r>
      <w:r w:rsidRPr="00F4279E">
        <w:rPr>
          <w:rFonts w:ascii="Arial" w:hAnsi="Arial" w:cs="Arial"/>
          <w:color w:val="4E4D4D" w:themeColor="background2"/>
        </w:rPr>
        <w:t xml:space="preserve">l </w:t>
      </w:r>
      <w:r w:rsidRPr="00F4279E">
        <w:rPr>
          <w:rFonts w:ascii="Arial" w:hAnsi="Arial" w:cs="Arial"/>
          <w:color w:val="4E4D4D" w:themeColor="background2"/>
          <w:spacing w:val="2"/>
        </w:rPr>
        <w:t>a</w:t>
      </w:r>
      <w:r w:rsidRPr="00F4279E">
        <w:rPr>
          <w:rFonts w:ascii="Arial" w:hAnsi="Arial" w:cs="Arial"/>
          <w:color w:val="4E4D4D" w:themeColor="background2"/>
        </w:rPr>
        <w:t>po</w:t>
      </w:r>
      <w:r w:rsidRPr="00F4279E">
        <w:rPr>
          <w:rFonts w:ascii="Arial" w:hAnsi="Arial" w:cs="Arial"/>
          <w:color w:val="4E4D4D" w:themeColor="background2"/>
          <w:spacing w:val="-1"/>
        </w:rPr>
        <w:t>r</w:t>
      </w:r>
      <w:r w:rsidRPr="00F4279E">
        <w:rPr>
          <w:rFonts w:ascii="Arial" w:hAnsi="Arial" w:cs="Arial"/>
          <w:color w:val="4E4D4D" w:themeColor="background2"/>
          <w:spacing w:val="4"/>
        </w:rPr>
        <w:t>t</w:t>
      </w:r>
      <w:r w:rsidRPr="00F4279E">
        <w:rPr>
          <w:rFonts w:ascii="Arial" w:hAnsi="Arial" w:cs="Arial"/>
          <w:color w:val="4E4D4D" w:themeColor="background2"/>
        </w:rPr>
        <w:t xml:space="preserve">e </w:t>
      </w:r>
      <w:r w:rsidRPr="00F4279E">
        <w:rPr>
          <w:rFonts w:ascii="Arial" w:hAnsi="Arial" w:cs="Arial"/>
          <w:color w:val="4E4D4D" w:themeColor="background2"/>
          <w:spacing w:val="-1"/>
        </w:rPr>
        <w:t>de energía y nutrientes d</w:t>
      </w:r>
      <w:r w:rsidRPr="00F4279E">
        <w:rPr>
          <w:rFonts w:ascii="Arial" w:hAnsi="Arial" w:cs="Arial"/>
          <w:color w:val="4E4D4D" w:themeColor="background2"/>
        </w:rPr>
        <w:t xml:space="preserve">e </w:t>
      </w:r>
      <w:r w:rsidRPr="00F4279E">
        <w:rPr>
          <w:rFonts w:ascii="Arial" w:hAnsi="Arial" w:cs="Arial"/>
          <w:color w:val="4E4D4D" w:themeColor="background2"/>
          <w:spacing w:val="4"/>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
        </w:rPr>
        <w:t xml:space="preserve"> </w:t>
      </w:r>
      <w:r w:rsidRPr="00F4279E">
        <w:rPr>
          <w:rFonts w:ascii="Arial" w:hAnsi="Arial" w:cs="Arial"/>
          <w:color w:val="4E4D4D" w:themeColor="background2"/>
        </w:rPr>
        <w:t xml:space="preserve">refrigerios escolares que serán entregados en el marco de la presente </w:t>
      </w:r>
      <w:r w:rsidRPr="00F4279E">
        <w:rPr>
          <w:rFonts w:ascii="Arial" w:hAnsi="Arial" w:cs="Arial"/>
          <w:color w:val="4E4D4D" w:themeColor="background2"/>
          <w:bdr w:val="none" w:sz="0" w:space="0" w:color="auto" w:frame="1"/>
          <w:lang w:eastAsia="es-CO"/>
        </w:rPr>
        <w:t>Licitación Pública</w:t>
      </w:r>
      <w:r w:rsidR="00405555">
        <w:rPr>
          <w:rFonts w:ascii="Arial" w:hAnsi="Arial" w:cs="Arial"/>
          <w:color w:val="4E4D4D" w:themeColor="background2"/>
          <w:bdr w:val="none" w:sz="0" w:space="0" w:color="auto" w:frame="1"/>
          <w:lang w:eastAsia="es-CO"/>
        </w:rPr>
        <w:t xml:space="preserve"> </w:t>
      </w:r>
      <w:r w:rsidR="00405555" w:rsidRPr="00AA605D">
        <w:rPr>
          <w:rFonts w:asciiTheme="minorHAnsi" w:hAnsiTheme="minorHAnsi" w:cstheme="minorHAnsi"/>
          <w:color w:val="4E4D4D" w:themeColor="background2"/>
          <w:spacing w:val="-1"/>
        </w:rPr>
        <w:t>CCENEG-005-1-2018</w:t>
      </w:r>
      <w:r w:rsidR="00A11A80">
        <w:rPr>
          <w:rFonts w:asciiTheme="minorHAnsi" w:hAnsiTheme="minorHAnsi" w:cstheme="minorHAnsi"/>
          <w:color w:val="4E4D4D" w:themeColor="background2"/>
          <w:bdr w:val="none" w:sz="0" w:space="0" w:color="auto" w:frame="1"/>
          <w:lang w:eastAsia="es-CO"/>
        </w:rPr>
        <w:t>. P</w:t>
      </w:r>
      <w:r w:rsidRPr="00F4279E">
        <w:rPr>
          <w:rFonts w:ascii="Arial" w:hAnsi="Arial" w:cs="Arial"/>
          <w:color w:val="4E4D4D" w:themeColor="background2"/>
        </w:rPr>
        <w:t>ara la adquisición de alimentos</w:t>
      </w:r>
      <w:r w:rsidRPr="00F4279E">
        <w:rPr>
          <w:rFonts w:ascii="Arial" w:hAnsi="Arial" w:cs="Arial"/>
          <w:color w:val="4E4D4D" w:themeColor="background2"/>
          <w:lang w:eastAsia="es-CO"/>
        </w:rPr>
        <w:t>, de conformidad con las fichas técnicas de la SED, s</w:t>
      </w:r>
      <w:r w:rsidRPr="00F4279E">
        <w:rPr>
          <w:rFonts w:ascii="Arial" w:hAnsi="Arial" w:cs="Arial"/>
          <w:color w:val="4E4D4D" w:themeColor="background2"/>
        </w:rPr>
        <w:t xml:space="preserve">e diseñó acorde con los elementos normativos vigentes: Resolución 3803 de 2016 del Ministerio de Salud y Protección Social y la Resolución 29452 de 2017 del Ministerio de Educación Nacional, además de </w:t>
      </w:r>
      <w:bookmarkStart w:id="0" w:name="_GoBack"/>
      <w:bookmarkEnd w:id="0"/>
      <w:r w:rsidRPr="00F4279E">
        <w:rPr>
          <w:rFonts w:ascii="Arial" w:hAnsi="Arial" w:cs="Arial"/>
          <w:color w:val="4E4D4D" w:themeColor="background2"/>
        </w:rPr>
        <w:t xml:space="preserve">las orientaciones técnicas frente a </w:t>
      </w:r>
      <w:r w:rsidR="00937459" w:rsidRPr="00F4279E">
        <w:rPr>
          <w:rFonts w:ascii="Arial" w:hAnsi="Arial" w:cs="Arial"/>
          <w:color w:val="4E4D4D" w:themeColor="background2"/>
        </w:rPr>
        <w:t>alimentación</w:t>
      </w:r>
      <w:r w:rsidRPr="00F4279E">
        <w:rPr>
          <w:rFonts w:ascii="Arial" w:hAnsi="Arial" w:cs="Arial"/>
          <w:color w:val="4E4D4D" w:themeColor="background2"/>
        </w:rPr>
        <w:t xml:space="preserve"> saludable.  </w:t>
      </w:r>
    </w:p>
    <w:p w14:paraId="5C64EEAB"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highlight w:val="yellow"/>
        </w:rPr>
      </w:pPr>
    </w:p>
    <w:p w14:paraId="5C64EEAC" w14:textId="7931F546"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rPr>
      </w:pPr>
      <w:r w:rsidRPr="00F4279E">
        <w:rPr>
          <w:rFonts w:ascii="Arial" w:hAnsi="Arial" w:cs="Arial"/>
          <w:color w:val="4E4D4D" w:themeColor="background2"/>
        </w:rPr>
        <w:t xml:space="preserve">La SED establece para los refrigerios tipo A, B y C un aporte energético del refrigerio del 22% del valor calórico total </w:t>
      </w:r>
      <w:r w:rsidR="001A2FD3" w:rsidRPr="00F4279E">
        <w:rPr>
          <w:rFonts w:ascii="Arial" w:hAnsi="Arial" w:cs="Arial"/>
          <w:color w:val="4E4D4D" w:themeColor="background2"/>
        </w:rPr>
        <w:t>(</w:t>
      </w:r>
      <w:r w:rsidRPr="00F4279E">
        <w:rPr>
          <w:rFonts w:ascii="Arial" w:hAnsi="Arial" w:cs="Arial"/>
          <w:color w:val="4E4D4D" w:themeColor="background2"/>
        </w:rPr>
        <w:t>VCT</w:t>
      </w:r>
      <w:r w:rsidR="001A2FD3" w:rsidRPr="00F4279E">
        <w:rPr>
          <w:rFonts w:ascii="Arial" w:hAnsi="Arial" w:cs="Arial"/>
          <w:color w:val="4E4D4D" w:themeColor="background2"/>
        </w:rPr>
        <w:t>)</w:t>
      </w:r>
      <w:r w:rsidRPr="00F4279E">
        <w:rPr>
          <w:rFonts w:ascii="Arial" w:hAnsi="Arial" w:cs="Arial"/>
          <w:color w:val="4E4D4D" w:themeColor="background2"/>
        </w:rPr>
        <w:t xml:space="preserve"> requerido; dicho valor es superior al definido en</w:t>
      </w:r>
      <w:r w:rsidRPr="00F4279E">
        <w:rPr>
          <w:rFonts w:ascii="Arial" w:hAnsi="Arial" w:cs="Arial"/>
          <w:color w:val="4E4D4D" w:themeColor="background2"/>
          <w:spacing w:val="18"/>
        </w:rPr>
        <w:t xml:space="preserve"> </w:t>
      </w:r>
      <w:r w:rsidRPr="00F4279E">
        <w:rPr>
          <w:rFonts w:ascii="Arial" w:hAnsi="Arial" w:cs="Arial"/>
          <w:color w:val="4E4D4D" w:themeColor="background2"/>
        </w:rPr>
        <w:t xml:space="preserve">la Resolución </w:t>
      </w:r>
      <w:r w:rsidR="00D06939">
        <w:rPr>
          <w:rFonts w:ascii="Arial" w:hAnsi="Arial" w:cs="Arial"/>
          <w:color w:val="4E4D4D" w:themeColor="background2"/>
        </w:rPr>
        <w:t>29452 de 2017</w:t>
      </w:r>
      <w:r w:rsidRPr="00F4279E">
        <w:rPr>
          <w:rFonts w:ascii="Arial" w:hAnsi="Arial" w:cs="Arial"/>
          <w:color w:val="4E4D4D" w:themeColor="background2"/>
        </w:rPr>
        <w:t xml:space="preserve"> “</w:t>
      </w:r>
      <w:r w:rsidR="00D06939" w:rsidRPr="00F4279E">
        <w:rPr>
          <w:rFonts w:ascii="Arial" w:hAnsi="Arial" w:cs="Arial"/>
          <w:color w:val="4E4D4D" w:themeColor="background2"/>
        </w:rPr>
        <w:t>“</w:t>
      </w:r>
      <w:r w:rsidR="00D06939" w:rsidRPr="00F4279E">
        <w:rPr>
          <w:rFonts w:ascii="Arial" w:hAnsi="Arial" w:cs="Arial"/>
          <w:i/>
          <w:color w:val="4E4D4D" w:themeColor="background2"/>
        </w:rPr>
        <w:t>Por la cual se expiden los lineamientos técnicos - administrativos, los estándares y las condiciones mínimas del programa de alimentación escolar (PAE) y se derogan las disposiciones anteriores”</w:t>
      </w:r>
      <w:r w:rsidRPr="00F4279E">
        <w:rPr>
          <w:rFonts w:ascii="Arial" w:hAnsi="Arial" w:cs="Arial"/>
          <w:color w:val="4E4D4D" w:themeColor="background2"/>
        </w:rPr>
        <w:t xml:space="preserve">, qué establece como mínimo un 20% del VCT. </w:t>
      </w:r>
    </w:p>
    <w:p w14:paraId="5C64EEAD"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highlight w:val="yellow"/>
        </w:rPr>
      </w:pPr>
    </w:p>
    <w:p w14:paraId="5C64EEAE"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rPr>
      </w:pPr>
      <w:r w:rsidRPr="00F4279E">
        <w:rPr>
          <w:rFonts w:ascii="Arial" w:hAnsi="Arial" w:cs="Arial"/>
          <w:color w:val="4E4D4D" w:themeColor="background2"/>
        </w:rPr>
        <w:t xml:space="preserve">La distribución porcentual de macronutrientes </w:t>
      </w:r>
      <w:r w:rsidR="001A2FD3" w:rsidRPr="00F4279E">
        <w:rPr>
          <w:rFonts w:ascii="Arial" w:hAnsi="Arial" w:cs="Arial"/>
          <w:color w:val="4E4D4D" w:themeColor="background2"/>
        </w:rPr>
        <w:t>(</w:t>
      </w:r>
      <w:r w:rsidRPr="00F4279E">
        <w:rPr>
          <w:rFonts w:ascii="Arial" w:hAnsi="Arial" w:cs="Arial"/>
          <w:color w:val="4E4D4D" w:themeColor="background2"/>
        </w:rPr>
        <w:t>AMDR</w:t>
      </w:r>
      <w:r w:rsidR="001A2FD3" w:rsidRPr="00F4279E">
        <w:rPr>
          <w:rFonts w:ascii="Arial" w:hAnsi="Arial" w:cs="Arial"/>
          <w:color w:val="4E4D4D" w:themeColor="background2"/>
        </w:rPr>
        <w:t>)</w:t>
      </w:r>
      <w:r w:rsidRPr="00F4279E">
        <w:rPr>
          <w:rFonts w:ascii="Arial" w:hAnsi="Arial" w:cs="Arial"/>
          <w:color w:val="4E4D4D" w:themeColor="background2"/>
        </w:rPr>
        <w:t xml:space="preserve"> del refrigerio escolar de la SED, se establece dentro del rango definido en la Resolución 3803 de 2016. A continuación, se menciona por cada macronutriente, el rango definido en las RIEN y el valor establecido como referencia para el PAE:     </w:t>
      </w:r>
    </w:p>
    <w:p w14:paraId="5C64EEAF"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rPr>
      </w:pPr>
    </w:p>
    <w:p w14:paraId="5C64EEB1" w14:textId="59211EFE" w:rsidR="00774525" w:rsidRPr="00F4279E" w:rsidRDefault="00774525" w:rsidP="00F4279E">
      <w:pPr>
        <w:jc w:val="center"/>
        <w:rPr>
          <w:rFonts w:ascii="Arial" w:hAnsi="Arial" w:cs="Arial"/>
          <w:b/>
          <w:color w:val="4E4D4D" w:themeColor="background2"/>
        </w:rPr>
      </w:pPr>
      <w:r w:rsidRPr="00F4279E">
        <w:rPr>
          <w:rFonts w:ascii="Arial" w:hAnsi="Arial" w:cs="Arial"/>
          <w:b/>
          <w:color w:val="4E4D4D" w:themeColor="background2"/>
        </w:rPr>
        <w:t>Tabla 4. Distribución aceptable de macronutrientes AMDR, para el refrigerio escolar</w:t>
      </w:r>
    </w:p>
    <w:tbl>
      <w:tblPr>
        <w:tblStyle w:val="Tablanormal11"/>
        <w:tblW w:w="9064" w:type="dxa"/>
        <w:tblLayout w:type="fixed"/>
        <w:tblLook w:val="04A0" w:firstRow="1" w:lastRow="0" w:firstColumn="1" w:lastColumn="0" w:noHBand="0" w:noVBand="1"/>
      </w:tblPr>
      <w:tblGrid>
        <w:gridCol w:w="1413"/>
        <w:gridCol w:w="1417"/>
        <w:gridCol w:w="1276"/>
        <w:gridCol w:w="1701"/>
        <w:gridCol w:w="1654"/>
        <w:gridCol w:w="1603"/>
      </w:tblGrid>
      <w:tr w:rsidR="00F4279E" w:rsidRPr="00F4279E" w14:paraId="5C64EEBD" w14:textId="77777777" w:rsidTr="00F4279E">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shd w:val="clear" w:color="auto" w:fill="B9B7B7" w:themeFill="accent1" w:themeFillShade="E6"/>
            <w:noWrap/>
          </w:tcPr>
          <w:p w14:paraId="5C64EEB2" w14:textId="77777777" w:rsidR="00774525" w:rsidRPr="00F4279E" w:rsidRDefault="00774525" w:rsidP="00774525">
            <w:pPr>
              <w:jc w:val="center"/>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Distribución aceptable de proteína RIEN  </w:t>
            </w:r>
          </w:p>
        </w:tc>
        <w:tc>
          <w:tcPr>
            <w:tcW w:w="1417" w:type="dxa"/>
            <w:shd w:val="clear" w:color="auto" w:fill="B9B7B7" w:themeFill="accent1" w:themeFillShade="E6"/>
            <w:noWrap/>
          </w:tcPr>
          <w:p w14:paraId="5C64EEB3"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Aporte de proteína </w:t>
            </w:r>
          </w:p>
          <w:p w14:paraId="5C64EEB4"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PAE - SED </w:t>
            </w:r>
          </w:p>
          <w:p w14:paraId="5C64EEB5"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14% del VCT</w:t>
            </w:r>
          </w:p>
        </w:tc>
        <w:tc>
          <w:tcPr>
            <w:tcW w:w="1276" w:type="dxa"/>
            <w:shd w:val="clear" w:color="auto" w:fill="B9B7B7" w:themeFill="accent1" w:themeFillShade="E6"/>
            <w:noWrap/>
          </w:tcPr>
          <w:p w14:paraId="5C64EEB6"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Distribución aceptable de grasa RIEN  </w:t>
            </w:r>
          </w:p>
        </w:tc>
        <w:tc>
          <w:tcPr>
            <w:tcW w:w="1701" w:type="dxa"/>
            <w:shd w:val="clear" w:color="auto" w:fill="B9B7B7" w:themeFill="accent1" w:themeFillShade="E6"/>
            <w:noWrap/>
          </w:tcPr>
          <w:p w14:paraId="5C64EEB7"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Aporte de grasa </w:t>
            </w:r>
          </w:p>
          <w:p w14:paraId="5C64EEB8"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PAE - SED 28% del VCT</w:t>
            </w:r>
          </w:p>
        </w:tc>
        <w:tc>
          <w:tcPr>
            <w:tcW w:w="1654" w:type="dxa"/>
            <w:shd w:val="clear" w:color="auto" w:fill="B9B7B7" w:themeFill="accent1" w:themeFillShade="E6"/>
            <w:noWrap/>
          </w:tcPr>
          <w:p w14:paraId="5C64EEB9"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 xml:space="preserve">Distribución aceptable de carbohidratos RIEN  </w:t>
            </w:r>
          </w:p>
        </w:tc>
        <w:tc>
          <w:tcPr>
            <w:tcW w:w="1603" w:type="dxa"/>
            <w:shd w:val="clear" w:color="auto" w:fill="B9B7B7" w:themeFill="accent1" w:themeFillShade="E6"/>
            <w:noWrap/>
          </w:tcPr>
          <w:p w14:paraId="5C64EEBA"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Aporte de carbohidratos</w:t>
            </w:r>
          </w:p>
          <w:p w14:paraId="5C64EEBB"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PAE – SED</w:t>
            </w:r>
          </w:p>
          <w:p w14:paraId="5C64EEBC"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58% del VCT</w:t>
            </w:r>
          </w:p>
        </w:tc>
      </w:tr>
      <w:tr w:rsidR="00F4279E" w:rsidRPr="00F4279E" w14:paraId="5C64EEC4" w14:textId="77777777" w:rsidTr="00F4279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413" w:type="dxa"/>
            <w:vMerge w:val="restart"/>
            <w:shd w:val="clear" w:color="auto" w:fill="FFFFFF" w:themeFill="background1"/>
            <w:noWrap/>
          </w:tcPr>
          <w:p w14:paraId="5C64EEBE" w14:textId="77777777" w:rsidR="00774525" w:rsidRPr="00F4279E" w:rsidRDefault="00774525" w:rsidP="00774525">
            <w:pPr>
              <w:jc w:val="center"/>
              <w:rPr>
                <w:rFonts w:ascii="Arial" w:hAnsi="Arial" w:cs="Arial"/>
                <w:color w:val="4E4D4D" w:themeColor="background2"/>
                <w:sz w:val="16"/>
                <w:lang w:eastAsia="es-CO"/>
              </w:rPr>
            </w:pPr>
            <w:r w:rsidRPr="00F4279E">
              <w:rPr>
                <w:rFonts w:ascii="Arial" w:hAnsi="Arial" w:cs="Arial"/>
                <w:color w:val="4E4D4D" w:themeColor="background2"/>
                <w:sz w:val="16"/>
                <w:lang w:eastAsia="es-CO"/>
              </w:rPr>
              <w:t>10 – 20%</w:t>
            </w:r>
          </w:p>
        </w:tc>
        <w:tc>
          <w:tcPr>
            <w:tcW w:w="1417" w:type="dxa"/>
            <w:shd w:val="clear" w:color="auto" w:fill="FFFFFF" w:themeFill="background1"/>
            <w:noWrap/>
          </w:tcPr>
          <w:p w14:paraId="5C64EEBF"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lang w:eastAsia="es-CO"/>
              </w:rPr>
            </w:pPr>
            <w:r w:rsidRPr="00F4279E">
              <w:rPr>
                <w:rFonts w:ascii="Arial" w:hAnsi="Arial" w:cs="Arial"/>
                <w:b/>
                <w:color w:val="4E4D4D" w:themeColor="background2"/>
                <w:sz w:val="16"/>
                <w:lang w:eastAsia="es-CO"/>
              </w:rPr>
              <w:t>Proteína (g)</w:t>
            </w:r>
          </w:p>
        </w:tc>
        <w:tc>
          <w:tcPr>
            <w:tcW w:w="1276" w:type="dxa"/>
            <w:vMerge w:val="restart"/>
            <w:shd w:val="clear" w:color="auto" w:fill="FFFFFF" w:themeFill="background1"/>
            <w:noWrap/>
          </w:tcPr>
          <w:p w14:paraId="5C64EEC0"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lang w:eastAsia="es-CO"/>
              </w:rPr>
            </w:pPr>
            <w:r w:rsidRPr="00F4279E">
              <w:rPr>
                <w:rFonts w:ascii="Arial" w:hAnsi="Arial" w:cs="Arial"/>
                <w:b/>
                <w:color w:val="4E4D4D" w:themeColor="background2"/>
                <w:sz w:val="16"/>
                <w:lang w:eastAsia="es-CO"/>
              </w:rPr>
              <w:t>25 – 35%</w:t>
            </w:r>
          </w:p>
        </w:tc>
        <w:tc>
          <w:tcPr>
            <w:tcW w:w="1701" w:type="dxa"/>
            <w:shd w:val="clear" w:color="auto" w:fill="FFFFFF" w:themeFill="background1"/>
            <w:noWrap/>
          </w:tcPr>
          <w:p w14:paraId="5C64EEC1"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lang w:eastAsia="es-CO"/>
              </w:rPr>
            </w:pPr>
            <w:r w:rsidRPr="00F4279E">
              <w:rPr>
                <w:rFonts w:ascii="Arial" w:hAnsi="Arial" w:cs="Arial"/>
                <w:b/>
                <w:color w:val="4E4D4D" w:themeColor="background2"/>
                <w:sz w:val="16"/>
                <w:lang w:eastAsia="es-CO"/>
              </w:rPr>
              <w:t>Grasa (g)</w:t>
            </w:r>
          </w:p>
        </w:tc>
        <w:tc>
          <w:tcPr>
            <w:tcW w:w="1654" w:type="dxa"/>
            <w:vMerge w:val="restart"/>
            <w:shd w:val="clear" w:color="auto" w:fill="FFFFFF" w:themeFill="background1"/>
            <w:noWrap/>
          </w:tcPr>
          <w:p w14:paraId="5C64EEC2"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lang w:eastAsia="es-CO"/>
              </w:rPr>
            </w:pPr>
            <w:r w:rsidRPr="00F4279E">
              <w:rPr>
                <w:rFonts w:ascii="Arial" w:hAnsi="Arial" w:cs="Arial"/>
                <w:b/>
                <w:color w:val="4E4D4D" w:themeColor="background2"/>
                <w:sz w:val="16"/>
                <w:lang w:eastAsia="es-CO"/>
              </w:rPr>
              <w:t>50 – 65%</w:t>
            </w:r>
          </w:p>
        </w:tc>
        <w:tc>
          <w:tcPr>
            <w:tcW w:w="1603" w:type="dxa"/>
            <w:shd w:val="clear" w:color="auto" w:fill="FFFFFF" w:themeFill="background1"/>
            <w:noWrap/>
          </w:tcPr>
          <w:p w14:paraId="5C64EEC3"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lang w:eastAsia="es-CO"/>
              </w:rPr>
            </w:pPr>
            <w:r w:rsidRPr="00F4279E">
              <w:rPr>
                <w:rFonts w:ascii="Arial" w:hAnsi="Arial" w:cs="Arial"/>
                <w:b/>
                <w:color w:val="4E4D4D" w:themeColor="background2"/>
                <w:sz w:val="16"/>
                <w:lang w:eastAsia="es-CO"/>
              </w:rPr>
              <w:t>Carbohidratos (g)</w:t>
            </w:r>
          </w:p>
        </w:tc>
      </w:tr>
      <w:tr w:rsidR="00F4279E" w:rsidRPr="00F4279E" w14:paraId="5C64EECB" w14:textId="77777777" w:rsidTr="00F4279E">
        <w:trPr>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C64EEC5" w14:textId="77777777" w:rsidR="00774525" w:rsidRPr="00F4279E" w:rsidRDefault="00774525" w:rsidP="00774525">
            <w:pPr>
              <w:jc w:val="center"/>
              <w:rPr>
                <w:rFonts w:ascii="Arial" w:hAnsi="Arial" w:cs="Arial"/>
                <w:color w:val="4E4D4D" w:themeColor="background2"/>
                <w:sz w:val="16"/>
                <w:lang w:eastAsia="es-CO"/>
              </w:rPr>
            </w:pPr>
          </w:p>
        </w:tc>
        <w:tc>
          <w:tcPr>
            <w:tcW w:w="1417" w:type="dxa"/>
            <w:shd w:val="clear" w:color="auto" w:fill="FFFFFF" w:themeFill="background1"/>
            <w:noWrap/>
            <w:hideMark/>
          </w:tcPr>
          <w:p w14:paraId="5C64EEC6"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A: 10,6</w:t>
            </w:r>
          </w:p>
        </w:tc>
        <w:tc>
          <w:tcPr>
            <w:tcW w:w="1276" w:type="dxa"/>
            <w:vMerge/>
            <w:shd w:val="clear" w:color="auto" w:fill="FFFFFF" w:themeFill="background1"/>
            <w:noWrap/>
          </w:tcPr>
          <w:p w14:paraId="5C64EEC7"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p>
        </w:tc>
        <w:tc>
          <w:tcPr>
            <w:tcW w:w="1701" w:type="dxa"/>
            <w:shd w:val="clear" w:color="auto" w:fill="FFFFFF" w:themeFill="background1"/>
            <w:noWrap/>
            <w:hideMark/>
          </w:tcPr>
          <w:p w14:paraId="5C64EEC8"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A: 9,4</w:t>
            </w:r>
          </w:p>
        </w:tc>
        <w:tc>
          <w:tcPr>
            <w:tcW w:w="1654" w:type="dxa"/>
            <w:vMerge/>
            <w:shd w:val="clear" w:color="auto" w:fill="FFFFFF" w:themeFill="background1"/>
            <w:noWrap/>
          </w:tcPr>
          <w:p w14:paraId="5C64EEC9"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p>
        </w:tc>
        <w:tc>
          <w:tcPr>
            <w:tcW w:w="1603" w:type="dxa"/>
            <w:shd w:val="clear" w:color="auto" w:fill="FFFFFF" w:themeFill="background1"/>
            <w:noWrap/>
            <w:hideMark/>
          </w:tcPr>
          <w:p w14:paraId="5C64EECA"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A: 43,9</w:t>
            </w:r>
          </w:p>
        </w:tc>
      </w:tr>
      <w:tr w:rsidR="00F4279E" w:rsidRPr="00F4279E" w14:paraId="5C64EED2" w14:textId="77777777" w:rsidTr="00F4279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C64EECC" w14:textId="77777777" w:rsidR="00774525" w:rsidRPr="00F4279E" w:rsidRDefault="00774525" w:rsidP="00774525">
            <w:pPr>
              <w:jc w:val="center"/>
              <w:rPr>
                <w:rFonts w:ascii="Arial" w:hAnsi="Arial" w:cs="Arial"/>
                <w:color w:val="4E4D4D" w:themeColor="background2"/>
                <w:sz w:val="16"/>
                <w:lang w:eastAsia="es-CO"/>
              </w:rPr>
            </w:pPr>
          </w:p>
        </w:tc>
        <w:tc>
          <w:tcPr>
            <w:tcW w:w="1417" w:type="dxa"/>
            <w:shd w:val="clear" w:color="auto" w:fill="FFFFFF" w:themeFill="background1"/>
            <w:noWrap/>
            <w:hideMark/>
          </w:tcPr>
          <w:p w14:paraId="5C64EECD"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B: 14,7</w:t>
            </w:r>
          </w:p>
        </w:tc>
        <w:tc>
          <w:tcPr>
            <w:tcW w:w="1276" w:type="dxa"/>
            <w:vMerge/>
            <w:shd w:val="clear" w:color="auto" w:fill="FFFFFF" w:themeFill="background1"/>
            <w:noWrap/>
          </w:tcPr>
          <w:p w14:paraId="5C64EECE"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lang w:eastAsia="es-CO"/>
              </w:rPr>
            </w:pPr>
          </w:p>
        </w:tc>
        <w:tc>
          <w:tcPr>
            <w:tcW w:w="1701" w:type="dxa"/>
            <w:shd w:val="clear" w:color="auto" w:fill="FFFFFF" w:themeFill="background1"/>
            <w:noWrap/>
            <w:hideMark/>
          </w:tcPr>
          <w:p w14:paraId="5C64EECF"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B: 13,1</w:t>
            </w:r>
          </w:p>
        </w:tc>
        <w:tc>
          <w:tcPr>
            <w:tcW w:w="1654" w:type="dxa"/>
            <w:vMerge/>
            <w:shd w:val="clear" w:color="auto" w:fill="FFFFFF" w:themeFill="background1"/>
            <w:noWrap/>
          </w:tcPr>
          <w:p w14:paraId="5C64EED0"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lang w:eastAsia="es-CO"/>
              </w:rPr>
            </w:pPr>
          </w:p>
        </w:tc>
        <w:tc>
          <w:tcPr>
            <w:tcW w:w="1603" w:type="dxa"/>
            <w:shd w:val="clear" w:color="auto" w:fill="FFFFFF" w:themeFill="background1"/>
            <w:noWrap/>
            <w:hideMark/>
          </w:tcPr>
          <w:p w14:paraId="5C64EED1" w14:textId="77777777" w:rsidR="00774525" w:rsidRPr="00F4279E" w:rsidRDefault="00774525" w:rsidP="00774525">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B: 60,9</w:t>
            </w:r>
          </w:p>
        </w:tc>
      </w:tr>
      <w:tr w:rsidR="00F4279E" w:rsidRPr="00F4279E" w14:paraId="5C64EED9" w14:textId="77777777" w:rsidTr="00F4279E">
        <w:trPr>
          <w:trHeight w:val="315"/>
        </w:trPr>
        <w:tc>
          <w:tcPr>
            <w:cnfStyle w:val="001000000000" w:firstRow="0" w:lastRow="0" w:firstColumn="1" w:lastColumn="0" w:oddVBand="0" w:evenVBand="0" w:oddHBand="0" w:evenHBand="0" w:firstRowFirstColumn="0" w:firstRowLastColumn="0" w:lastRowFirstColumn="0" w:lastRowLastColumn="0"/>
            <w:tcW w:w="1413" w:type="dxa"/>
            <w:vMerge/>
            <w:shd w:val="clear" w:color="auto" w:fill="FFFFFF" w:themeFill="background1"/>
            <w:noWrap/>
            <w:hideMark/>
          </w:tcPr>
          <w:p w14:paraId="5C64EED3" w14:textId="77777777" w:rsidR="00774525" w:rsidRPr="00F4279E" w:rsidRDefault="00774525" w:rsidP="00774525">
            <w:pPr>
              <w:jc w:val="center"/>
              <w:rPr>
                <w:rFonts w:ascii="Arial" w:hAnsi="Arial" w:cs="Arial"/>
                <w:color w:val="4E4D4D" w:themeColor="background2"/>
                <w:sz w:val="16"/>
                <w:lang w:eastAsia="es-CO"/>
              </w:rPr>
            </w:pPr>
          </w:p>
        </w:tc>
        <w:tc>
          <w:tcPr>
            <w:tcW w:w="1417" w:type="dxa"/>
            <w:shd w:val="clear" w:color="auto" w:fill="FFFFFF" w:themeFill="background1"/>
            <w:noWrap/>
            <w:hideMark/>
          </w:tcPr>
          <w:p w14:paraId="5C64EED4"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C: 18,7</w:t>
            </w:r>
          </w:p>
        </w:tc>
        <w:tc>
          <w:tcPr>
            <w:tcW w:w="1276" w:type="dxa"/>
            <w:vMerge/>
            <w:shd w:val="clear" w:color="auto" w:fill="FFFFFF" w:themeFill="background1"/>
            <w:noWrap/>
          </w:tcPr>
          <w:p w14:paraId="5C64EED5"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p>
        </w:tc>
        <w:tc>
          <w:tcPr>
            <w:tcW w:w="1701" w:type="dxa"/>
            <w:shd w:val="clear" w:color="auto" w:fill="FFFFFF" w:themeFill="background1"/>
            <w:noWrap/>
            <w:hideMark/>
          </w:tcPr>
          <w:p w14:paraId="5C64EED6"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C: 16,6</w:t>
            </w:r>
          </w:p>
        </w:tc>
        <w:tc>
          <w:tcPr>
            <w:tcW w:w="1654" w:type="dxa"/>
            <w:vMerge/>
            <w:shd w:val="clear" w:color="auto" w:fill="FFFFFF" w:themeFill="background1"/>
            <w:noWrap/>
          </w:tcPr>
          <w:p w14:paraId="5C64EED7"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p>
        </w:tc>
        <w:tc>
          <w:tcPr>
            <w:tcW w:w="1603" w:type="dxa"/>
            <w:shd w:val="clear" w:color="auto" w:fill="FFFFFF" w:themeFill="background1"/>
            <w:noWrap/>
            <w:hideMark/>
          </w:tcPr>
          <w:p w14:paraId="5C64EED8" w14:textId="77777777" w:rsidR="00774525" w:rsidRPr="00F4279E" w:rsidRDefault="00774525" w:rsidP="00774525">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lang w:eastAsia="es-CO"/>
              </w:rPr>
            </w:pPr>
            <w:r w:rsidRPr="00F4279E">
              <w:rPr>
                <w:rFonts w:ascii="Arial" w:hAnsi="Arial" w:cs="Arial"/>
                <w:color w:val="4E4D4D" w:themeColor="background2"/>
                <w:sz w:val="16"/>
                <w:lang w:eastAsia="es-CO"/>
              </w:rPr>
              <w:t>Tipo C: 77,5</w:t>
            </w:r>
          </w:p>
        </w:tc>
      </w:tr>
    </w:tbl>
    <w:p w14:paraId="5C64EEDA" w14:textId="77777777" w:rsidR="00774525" w:rsidRPr="00F4279E" w:rsidRDefault="00774525" w:rsidP="00774525">
      <w:pPr>
        <w:jc w:val="center"/>
        <w:rPr>
          <w:rFonts w:ascii="Arial" w:hAnsi="Arial" w:cs="Arial"/>
          <w:color w:val="4E4D4D" w:themeColor="background2"/>
        </w:rPr>
      </w:pPr>
      <w:r w:rsidRPr="00F4279E">
        <w:rPr>
          <w:rFonts w:ascii="Arial" w:hAnsi="Arial" w:cs="Arial"/>
          <w:color w:val="4E4D4D" w:themeColor="background2"/>
        </w:rPr>
        <w:t xml:space="preserve">Fuente: Dirección de Bienestar Estudiantil – Programa de Alimentación Escolar, </w:t>
      </w:r>
      <w:r w:rsidR="004523D5" w:rsidRPr="00F4279E">
        <w:rPr>
          <w:rFonts w:ascii="Arial" w:hAnsi="Arial" w:cs="Arial"/>
          <w:color w:val="4E4D4D" w:themeColor="background2"/>
        </w:rPr>
        <w:t>febrero</w:t>
      </w:r>
      <w:r w:rsidRPr="00F4279E">
        <w:rPr>
          <w:rFonts w:ascii="Arial" w:hAnsi="Arial" w:cs="Arial"/>
          <w:color w:val="4E4D4D" w:themeColor="background2"/>
        </w:rPr>
        <w:t xml:space="preserve"> 2018, con fundamento en la Resolución 3803 de 2016.</w:t>
      </w:r>
    </w:p>
    <w:p w14:paraId="5C64EEDB" w14:textId="77777777" w:rsidR="00774525" w:rsidRPr="00F4279E" w:rsidRDefault="00774525" w:rsidP="00774525">
      <w:pPr>
        <w:jc w:val="both"/>
        <w:rPr>
          <w:rFonts w:ascii="Arial" w:hAnsi="Arial" w:cs="Arial"/>
          <w:b/>
          <w:color w:val="4E4D4D" w:themeColor="background2"/>
        </w:rPr>
      </w:pPr>
    </w:p>
    <w:p w14:paraId="5C64EEDC" w14:textId="77777777" w:rsidR="00774525" w:rsidRPr="00F4279E" w:rsidRDefault="00774525" w:rsidP="00774525">
      <w:pPr>
        <w:jc w:val="both"/>
        <w:rPr>
          <w:rFonts w:ascii="Arial" w:hAnsi="Arial" w:cs="Arial"/>
          <w:color w:val="4E4D4D" w:themeColor="background2"/>
        </w:rPr>
      </w:pPr>
      <w:r w:rsidRPr="00F4279E">
        <w:rPr>
          <w:rFonts w:ascii="Arial" w:hAnsi="Arial" w:cs="Arial"/>
          <w:b/>
          <w:color w:val="4E4D4D" w:themeColor="background2"/>
        </w:rPr>
        <w:t>NOTA:</w:t>
      </w:r>
      <w:r w:rsidRPr="00F4279E">
        <w:rPr>
          <w:rFonts w:ascii="Arial" w:hAnsi="Arial" w:cs="Arial"/>
          <w:color w:val="4E4D4D" w:themeColor="background2"/>
        </w:rPr>
        <w:t xml:space="preserve"> Se aclara que la planeación y entrega del refrigerio escolar, estará en el marco de la distribución aceptable de macronutrientes </w:t>
      </w:r>
      <w:r w:rsidR="001A2FD3" w:rsidRPr="00F4279E">
        <w:rPr>
          <w:rFonts w:ascii="Arial" w:hAnsi="Arial" w:cs="Arial"/>
          <w:color w:val="4E4D4D" w:themeColor="background2"/>
        </w:rPr>
        <w:t>(</w:t>
      </w:r>
      <w:r w:rsidRPr="00F4279E">
        <w:rPr>
          <w:rFonts w:ascii="Arial" w:hAnsi="Arial" w:cs="Arial"/>
          <w:color w:val="4E4D4D" w:themeColor="background2"/>
        </w:rPr>
        <w:t>AMDR</w:t>
      </w:r>
      <w:r w:rsidR="001A2FD3" w:rsidRPr="00F4279E">
        <w:rPr>
          <w:rFonts w:ascii="Arial" w:hAnsi="Arial" w:cs="Arial"/>
          <w:color w:val="4E4D4D" w:themeColor="background2"/>
        </w:rPr>
        <w:t>)</w:t>
      </w:r>
      <w:r w:rsidRPr="00F4279E">
        <w:rPr>
          <w:rFonts w:ascii="Arial" w:hAnsi="Arial" w:cs="Arial"/>
          <w:color w:val="4E4D4D" w:themeColor="background2"/>
        </w:rPr>
        <w:t xml:space="preserve"> definida en la Resolución 3803 de 2016. </w:t>
      </w:r>
    </w:p>
    <w:p w14:paraId="5C64EEDD" w14:textId="77777777" w:rsidR="00774525" w:rsidRPr="00F4279E" w:rsidRDefault="00774525" w:rsidP="00774525">
      <w:pPr>
        <w:widowControl w:val="0"/>
        <w:autoSpaceDE w:val="0"/>
        <w:autoSpaceDN w:val="0"/>
        <w:adjustRightInd w:val="0"/>
        <w:spacing w:before="7" w:line="245" w:lineRule="auto"/>
        <w:ind w:right="186"/>
        <w:jc w:val="both"/>
        <w:rPr>
          <w:rFonts w:ascii="Arial" w:hAnsi="Arial" w:cs="Arial"/>
          <w:color w:val="4E4D4D" w:themeColor="background2"/>
          <w:highlight w:val="yellow"/>
        </w:rPr>
      </w:pPr>
    </w:p>
    <w:p w14:paraId="5C64EEDF" w14:textId="6F2C5DC4" w:rsidR="00774525" w:rsidRPr="00F4279E" w:rsidRDefault="00774525" w:rsidP="00F4279E">
      <w:pPr>
        <w:widowControl w:val="0"/>
        <w:autoSpaceDE w:val="0"/>
        <w:autoSpaceDN w:val="0"/>
        <w:adjustRightInd w:val="0"/>
        <w:spacing w:before="7" w:line="245" w:lineRule="auto"/>
        <w:ind w:right="186"/>
        <w:jc w:val="center"/>
        <w:rPr>
          <w:rFonts w:ascii="Arial" w:hAnsi="Arial" w:cs="Arial"/>
          <w:b/>
          <w:color w:val="4E4D4D" w:themeColor="background2"/>
        </w:rPr>
      </w:pPr>
      <w:r w:rsidRPr="00F4279E">
        <w:rPr>
          <w:rFonts w:ascii="Arial" w:hAnsi="Arial" w:cs="Arial"/>
          <w:b/>
          <w:color w:val="4E4D4D" w:themeColor="background2"/>
        </w:rPr>
        <w:t>Tabla 5. Aporte de micronutrientes para el refrigerio escolar:</w:t>
      </w:r>
    </w:p>
    <w:tbl>
      <w:tblPr>
        <w:tblStyle w:val="Tablanormal11"/>
        <w:tblW w:w="8828" w:type="dxa"/>
        <w:tblLook w:val="04A0" w:firstRow="1" w:lastRow="0" w:firstColumn="1" w:lastColumn="0" w:noHBand="0" w:noVBand="1"/>
      </w:tblPr>
      <w:tblGrid>
        <w:gridCol w:w="2207"/>
        <w:gridCol w:w="2207"/>
        <w:gridCol w:w="2207"/>
        <w:gridCol w:w="2207"/>
      </w:tblGrid>
      <w:tr w:rsidR="00F4279E" w:rsidRPr="00F4279E" w14:paraId="5C64EEE7" w14:textId="77777777" w:rsidTr="00F427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val="restart"/>
            <w:shd w:val="clear" w:color="auto" w:fill="B9B7B7" w:themeFill="accent1" w:themeFillShade="E6"/>
          </w:tcPr>
          <w:p w14:paraId="5C64EEE0" w14:textId="77777777" w:rsidR="00774525" w:rsidRPr="00F4279E" w:rsidRDefault="00774525" w:rsidP="00774525">
            <w:pPr>
              <w:jc w:val="center"/>
              <w:rPr>
                <w:rFonts w:ascii="Arial" w:hAnsi="Arial" w:cs="Arial"/>
                <w:bCs w:val="0"/>
                <w:color w:val="4E4D4D" w:themeColor="background2"/>
                <w:sz w:val="16"/>
              </w:rPr>
            </w:pPr>
          </w:p>
          <w:p w14:paraId="5C64EEE1" w14:textId="77777777" w:rsidR="00774525" w:rsidRPr="00F4279E" w:rsidRDefault="00774525" w:rsidP="00774525">
            <w:pPr>
              <w:jc w:val="center"/>
              <w:rPr>
                <w:rFonts w:ascii="Arial" w:hAnsi="Arial" w:cs="Arial"/>
                <w:bCs w:val="0"/>
                <w:color w:val="4E4D4D" w:themeColor="background2"/>
                <w:sz w:val="16"/>
              </w:rPr>
            </w:pPr>
            <w:r w:rsidRPr="00F4279E">
              <w:rPr>
                <w:rFonts w:ascii="Arial" w:hAnsi="Arial" w:cs="Arial"/>
                <w:bCs w:val="0"/>
                <w:color w:val="4E4D4D" w:themeColor="background2"/>
                <w:sz w:val="16"/>
              </w:rPr>
              <w:t>GRUPOS DE EDAD</w:t>
            </w:r>
          </w:p>
          <w:p w14:paraId="5C64EEE2"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color w:val="4E4D4D" w:themeColor="background2"/>
                <w:sz w:val="16"/>
                <w:highlight w:val="yellow"/>
              </w:rPr>
            </w:pPr>
          </w:p>
        </w:tc>
        <w:tc>
          <w:tcPr>
            <w:tcW w:w="2207" w:type="dxa"/>
            <w:vMerge w:val="restart"/>
            <w:shd w:val="clear" w:color="auto" w:fill="B9B7B7" w:themeFill="accent1" w:themeFillShade="E6"/>
          </w:tcPr>
          <w:p w14:paraId="5C64EEE3" w14:textId="77777777" w:rsidR="00774525" w:rsidRPr="00F4279E" w:rsidRDefault="00774525" w:rsidP="00774525">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4E4D4D" w:themeColor="background2"/>
                <w:sz w:val="16"/>
              </w:rPr>
            </w:pPr>
          </w:p>
          <w:p w14:paraId="5C64EEE4" w14:textId="77777777" w:rsidR="00774525" w:rsidRPr="00F4279E"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highlight w:val="yellow"/>
              </w:rPr>
            </w:pPr>
            <w:r w:rsidRPr="00F4279E">
              <w:rPr>
                <w:rFonts w:ascii="Arial" w:hAnsi="Arial" w:cs="Arial"/>
                <w:bCs w:val="0"/>
                <w:color w:val="4E4D4D" w:themeColor="background2"/>
                <w:sz w:val="16"/>
              </w:rPr>
              <w:t>TIPO DE REFRIGERIO</w:t>
            </w:r>
          </w:p>
        </w:tc>
        <w:tc>
          <w:tcPr>
            <w:tcW w:w="2207" w:type="dxa"/>
            <w:shd w:val="clear" w:color="auto" w:fill="B9B7B7" w:themeFill="accent1" w:themeFillShade="E6"/>
          </w:tcPr>
          <w:p w14:paraId="5C64EEE5" w14:textId="77777777" w:rsidR="00774525" w:rsidRPr="00F4279E"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highlight w:val="yellow"/>
              </w:rPr>
            </w:pPr>
            <w:r w:rsidRPr="00F4279E">
              <w:rPr>
                <w:rFonts w:ascii="Arial" w:hAnsi="Arial" w:cs="Arial"/>
                <w:bCs w:val="0"/>
                <w:color w:val="4E4D4D" w:themeColor="background2"/>
                <w:sz w:val="16"/>
              </w:rPr>
              <w:t>CALCIO</w:t>
            </w:r>
          </w:p>
        </w:tc>
        <w:tc>
          <w:tcPr>
            <w:tcW w:w="2207" w:type="dxa"/>
            <w:shd w:val="clear" w:color="auto" w:fill="B9B7B7" w:themeFill="accent1" w:themeFillShade="E6"/>
          </w:tcPr>
          <w:p w14:paraId="5C64EEE6" w14:textId="77777777" w:rsidR="00774525" w:rsidRPr="00F4279E"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highlight w:val="yellow"/>
              </w:rPr>
            </w:pPr>
            <w:r w:rsidRPr="00F4279E">
              <w:rPr>
                <w:rFonts w:ascii="Arial" w:hAnsi="Arial" w:cs="Arial"/>
                <w:bCs w:val="0"/>
                <w:color w:val="4E4D4D" w:themeColor="background2"/>
                <w:sz w:val="16"/>
              </w:rPr>
              <w:t>HIERRO</w:t>
            </w:r>
          </w:p>
        </w:tc>
      </w:tr>
      <w:tr w:rsidR="00F4279E" w:rsidRPr="00F4279E" w14:paraId="5C64EEEC"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vMerge/>
            <w:shd w:val="clear" w:color="auto" w:fill="B9B7B7" w:themeFill="accent1" w:themeFillShade="E6"/>
          </w:tcPr>
          <w:p w14:paraId="5C64EEE8"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highlight w:val="yellow"/>
              </w:rPr>
            </w:pPr>
          </w:p>
        </w:tc>
        <w:tc>
          <w:tcPr>
            <w:tcW w:w="2207" w:type="dxa"/>
            <w:vMerge/>
            <w:shd w:val="clear" w:color="auto" w:fill="B9B7B7" w:themeFill="accent1" w:themeFillShade="E6"/>
          </w:tcPr>
          <w:p w14:paraId="5C64EEE9"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p>
        </w:tc>
        <w:tc>
          <w:tcPr>
            <w:tcW w:w="2207" w:type="dxa"/>
            <w:shd w:val="clear" w:color="auto" w:fill="B9B7B7" w:themeFill="accent1" w:themeFillShade="E6"/>
          </w:tcPr>
          <w:p w14:paraId="5C64EEEA"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b/>
                <w:bCs/>
                <w:color w:val="4E4D4D" w:themeColor="background2"/>
                <w:sz w:val="16"/>
              </w:rPr>
              <w:t>mg</w:t>
            </w:r>
          </w:p>
        </w:tc>
        <w:tc>
          <w:tcPr>
            <w:tcW w:w="2207" w:type="dxa"/>
            <w:shd w:val="clear" w:color="auto" w:fill="B9B7B7" w:themeFill="accent1" w:themeFillShade="E6"/>
          </w:tcPr>
          <w:p w14:paraId="5C64EEEB"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b/>
                <w:bCs/>
                <w:color w:val="4E4D4D" w:themeColor="background2"/>
                <w:sz w:val="16"/>
              </w:rPr>
              <w:t>mg</w:t>
            </w:r>
          </w:p>
        </w:tc>
      </w:tr>
      <w:tr w:rsidR="00F4279E" w:rsidRPr="00F4279E" w14:paraId="5C64EEF1" w14:textId="77777777" w:rsidTr="00F4279E">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C64EEED"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highlight w:val="yellow"/>
              </w:rPr>
            </w:pPr>
            <w:r w:rsidRPr="00F4279E">
              <w:rPr>
                <w:rFonts w:ascii="Arial" w:hAnsi="Arial" w:cs="Arial"/>
                <w:bCs w:val="0"/>
                <w:color w:val="4E4D4D" w:themeColor="background2"/>
                <w:sz w:val="16"/>
              </w:rPr>
              <w:t>4 años - 8 años</w:t>
            </w:r>
          </w:p>
        </w:tc>
        <w:tc>
          <w:tcPr>
            <w:tcW w:w="2207" w:type="dxa"/>
            <w:shd w:val="clear" w:color="auto" w:fill="FFFFFF" w:themeFill="background1"/>
            <w:vAlign w:val="center"/>
          </w:tcPr>
          <w:p w14:paraId="5C64EEEE"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A</w:t>
            </w:r>
          </w:p>
        </w:tc>
        <w:tc>
          <w:tcPr>
            <w:tcW w:w="2207" w:type="dxa"/>
            <w:shd w:val="clear" w:color="auto" w:fill="FFFFFF" w:themeFill="background1"/>
            <w:vAlign w:val="center"/>
          </w:tcPr>
          <w:p w14:paraId="5C64EEEF"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160</w:t>
            </w:r>
          </w:p>
        </w:tc>
        <w:tc>
          <w:tcPr>
            <w:tcW w:w="2207" w:type="dxa"/>
            <w:shd w:val="clear" w:color="auto" w:fill="FFFFFF" w:themeFill="background1"/>
            <w:vAlign w:val="center"/>
          </w:tcPr>
          <w:p w14:paraId="5C64EEF0"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1,2</w:t>
            </w:r>
          </w:p>
        </w:tc>
      </w:tr>
      <w:tr w:rsidR="00F4279E" w:rsidRPr="00F4279E" w14:paraId="5C64EEF7" w14:textId="77777777" w:rsidTr="00F427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C64EEF2"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highlight w:val="yellow"/>
              </w:rPr>
            </w:pPr>
            <w:r w:rsidRPr="00F4279E">
              <w:rPr>
                <w:rFonts w:ascii="Arial" w:hAnsi="Arial" w:cs="Arial"/>
                <w:bCs w:val="0"/>
                <w:color w:val="4E4D4D" w:themeColor="background2"/>
                <w:sz w:val="16"/>
              </w:rPr>
              <w:t>9 años - 13 años</w:t>
            </w:r>
          </w:p>
        </w:tc>
        <w:tc>
          <w:tcPr>
            <w:tcW w:w="2207" w:type="dxa"/>
            <w:shd w:val="clear" w:color="auto" w:fill="FFFFFF" w:themeFill="background1"/>
            <w:vAlign w:val="center"/>
          </w:tcPr>
          <w:p w14:paraId="5C64EEF3"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B</w:t>
            </w:r>
          </w:p>
        </w:tc>
        <w:tc>
          <w:tcPr>
            <w:tcW w:w="2207" w:type="dxa"/>
            <w:shd w:val="clear" w:color="auto" w:fill="FFFFFF" w:themeFill="background1"/>
            <w:vAlign w:val="center"/>
          </w:tcPr>
          <w:p w14:paraId="5C64EEF4"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220</w:t>
            </w:r>
          </w:p>
        </w:tc>
        <w:tc>
          <w:tcPr>
            <w:tcW w:w="2207" w:type="dxa"/>
            <w:shd w:val="clear" w:color="auto" w:fill="FFFFFF" w:themeFill="background1"/>
            <w:vAlign w:val="center"/>
          </w:tcPr>
          <w:p w14:paraId="5C64EEF5" w14:textId="77777777" w:rsidR="00774525" w:rsidRPr="00F4279E" w:rsidRDefault="00774525" w:rsidP="00774525">
            <w:pPr>
              <w:keepNext/>
              <w:ind w:left="360"/>
              <w:jc w:val="center"/>
              <w:outlineLvl w:val="2"/>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p>
          <w:p w14:paraId="5C64EEF6" w14:textId="77777777" w:rsidR="00774525" w:rsidRPr="00F4279E"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1,7</w:t>
            </w:r>
          </w:p>
        </w:tc>
      </w:tr>
      <w:tr w:rsidR="00F4279E" w:rsidRPr="00F4279E" w14:paraId="5C64EEFC" w14:textId="77777777" w:rsidTr="00F4279E">
        <w:tc>
          <w:tcPr>
            <w:cnfStyle w:val="001000000000" w:firstRow="0" w:lastRow="0" w:firstColumn="1" w:lastColumn="0" w:oddVBand="0" w:evenVBand="0" w:oddHBand="0" w:evenHBand="0" w:firstRowFirstColumn="0" w:firstRowLastColumn="0" w:lastRowFirstColumn="0" w:lastRowLastColumn="0"/>
            <w:tcW w:w="2207" w:type="dxa"/>
            <w:shd w:val="clear" w:color="auto" w:fill="FFFFFF" w:themeFill="background1"/>
            <w:vAlign w:val="center"/>
          </w:tcPr>
          <w:p w14:paraId="5C64EEF8"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highlight w:val="yellow"/>
              </w:rPr>
            </w:pPr>
            <w:r w:rsidRPr="00F4279E">
              <w:rPr>
                <w:rFonts w:ascii="Arial" w:hAnsi="Arial" w:cs="Arial"/>
                <w:bCs w:val="0"/>
                <w:color w:val="4E4D4D" w:themeColor="background2"/>
                <w:sz w:val="16"/>
              </w:rPr>
              <w:t>14 años - 17 años</w:t>
            </w:r>
          </w:p>
        </w:tc>
        <w:tc>
          <w:tcPr>
            <w:tcW w:w="2207" w:type="dxa"/>
            <w:shd w:val="clear" w:color="auto" w:fill="FFFFFF" w:themeFill="background1"/>
            <w:vAlign w:val="center"/>
          </w:tcPr>
          <w:p w14:paraId="5C64EEF9"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C</w:t>
            </w:r>
          </w:p>
        </w:tc>
        <w:tc>
          <w:tcPr>
            <w:tcW w:w="2207" w:type="dxa"/>
            <w:shd w:val="clear" w:color="auto" w:fill="FFFFFF" w:themeFill="background1"/>
            <w:vAlign w:val="center"/>
          </w:tcPr>
          <w:p w14:paraId="5C64EEFA"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220</w:t>
            </w:r>
          </w:p>
        </w:tc>
        <w:tc>
          <w:tcPr>
            <w:tcW w:w="2207" w:type="dxa"/>
            <w:shd w:val="clear" w:color="auto" w:fill="FFFFFF" w:themeFill="background1"/>
            <w:vAlign w:val="center"/>
          </w:tcPr>
          <w:p w14:paraId="5C64EEFB" w14:textId="77777777" w:rsidR="00774525" w:rsidRPr="00F4279E"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E4D4D" w:themeColor="background2"/>
                <w:sz w:val="16"/>
                <w:highlight w:val="yellow"/>
              </w:rPr>
            </w:pPr>
            <w:r w:rsidRPr="00F4279E">
              <w:rPr>
                <w:rFonts w:ascii="Arial" w:hAnsi="Arial" w:cs="Arial"/>
                <w:color w:val="4E4D4D" w:themeColor="background2"/>
                <w:sz w:val="16"/>
              </w:rPr>
              <w:t>2,4</w:t>
            </w:r>
          </w:p>
        </w:tc>
      </w:tr>
    </w:tbl>
    <w:p w14:paraId="5C64EEFD" w14:textId="77777777" w:rsidR="00774525" w:rsidRPr="00F4279E" w:rsidRDefault="00774525" w:rsidP="00774525">
      <w:pPr>
        <w:jc w:val="center"/>
        <w:rPr>
          <w:rFonts w:ascii="Arial" w:hAnsi="Arial" w:cs="Arial"/>
          <w:color w:val="4E4D4D" w:themeColor="background2"/>
          <w:lang w:val="es-ES_tradnl"/>
        </w:rPr>
      </w:pPr>
      <w:r w:rsidRPr="00F4279E">
        <w:rPr>
          <w:rFonts w:ascii="Arial" w:hAnsi="Arial" w:cs="Arial"/>
          <w:color w:val="4E4D4D" w:themeColor="background2"/>
        </w:rPr>
        <w:t xml:space="preserve">Fuente. Resolución 29452 de 2017. </w:t>
      </w:r>
      <w:r w:rsidRPr="00F4279E">
        <w:rPr>
          <w:rFonts w:ascii="Arial" w:hAnsi="Arial" w:cs="Arial"/>
          <w:color w:val="4E4D4D" w:themeColor="background2"/>
          <w:lang w:val="es-ES_tradnl"/>
        </w:rPr>
        <w:t>Calculado con base en las Recomendaciones de Ingesta de Energía y Nutrientes -RIEN-Resolución 3803 de 2016.</w:t>
      </w:r>
    </w:p>
    <w:p w14:paraId="5C64EEFE" w14:textId="77777777" w:rsidR="00774525" w:rsidRPr="00F4279E" w:rsidRDefault="00774525" w:rsidP="00774525">
      <w:pPr>
        <w:widowControl w:val="0"/>
        <w:autoSpaceDE w:val="0"/>
        <w:autoSpaceDN w:val="0"/>
        <w:adjustRightInd w:val="0"/>
        <w:spacing w:before="17" w:line="220" w:lineRule="exact"/>
        <w:jc w:val="both"/>
        <w:rPr>
          <w:rFonts w:ascii="Arial" w:hAnsi="Arial" w:cs="Arial"/>
          <w:color w:val="4E4D4D" w:themeColor="background2"/>
        </w:rPr>
      </w:pPr>
    </w:p>
    <w:p w14:paraId="5C64EEFF" w14:textId="6F2B9698" w:rsidR="00774525" w:rsidRPr="00F4279E" w:rsidRDefault="00774525" w:rsidP="00774525">
      <w:pPr>
        <w:widowControl w:val="0"/>
        <w:autoSpaceDE w:val="0"/>
        <w:autoSpaceDN w:val="0"/>
        <w:adjustRightInd w:val="0"/>
        <w:spacing w:before="17" w:line="220" w:lineRule="exact"/>
        <w:jc w:val="both"/>
        <w:rPr>
          <w:rFonts w:ascii="Arial" w:hAnsi="Arial" w:cs="Arial"/>
          <w:color w:val="4E4D4D" w:themeColor="background2"/>
        </w:rPr>
      </w:pPr>
      <w:r w:rsidRPr="00F4279E">
        <w:rPr>
          <w:rFonts w:ascii="Arial" w:hAnsi="Arial" w:cs="Arial"/>
          <w:b/>
          <w:color w:val="4E4D4D" w:themeColor="background2"/>
        </w:rPr>
        <w:lastRenderedPageBreak/>
        <w:t>NOTA</w:t>
      </w:r>
      <w:r w:rsidR="00BE45A9">
        <w:rPr>
          <w:rFonts w:ascii="Arial" w:hAnsi="Arial" w:cs="Arial"/>
          <w:color w:val="4E4D4D" w:themeColor="background2"/>
        </w:rPr>
        <w:t>: s</w:t>
      </w:r>
      <w:r w:rsidRPr="00F4279E">
        <w:rPr>
          <w:rFonts w:ascii="Arial" w:hAnsi="Arial" w:cs="Arial"/>
          <w:color w:val="4E4D4D" w:themeColor="background2"/>
        </w:rPr>
        <w:t>e aclara que el aporte de micronutrientes d</w:t>
      </w:r>
      <w:r w:rsidR="00BE45A9">
        <w:rPr>
          <w:rFonts w:ascii="Arial" w:hAnsi="Arial" w:cs="Arial"/>
          <w:color w:val="4E4D4D" w:themeColor="background2"/>
        </w:rPr>
        <w:t>el refrigerio escolar de la SED</w:t>
      </w:r>
      <w:r w:rsidRPr="00F4279E">
        <w:rPr>
          <w:rFonts w:ascii="Arial" w:hAnsi="Arial" w:cs="Arial"/>
          <w:color w:val="4E4D4D" w:themeColor="background2"/>
        </w:rPr>
        <w:t xml:space="preserve"> dependerá de los alimentos que integren cada menú y del contenido natural de los micronutrientes en dichos alimentos. Adicionalmente para el caso del hierro, se establece la fortificación con hierro aminoquelado para algunas bebidas lácteas que hacen parte del ciclo de los menús. </w:t>
      </w:r>
    </w:p>
    <w:p w14:paraId="5C64EF00" w14:textId="77777777" w:rsidR="00774525" w:rsidRPr="00F4279E" w:rsidRDefault="00774525" w:rsidP="00774525">
      <w:pPr>
        <w:widowControl w:val="0"/>
        <w:autoSpaceDE w:val="0"/>
        <w:autoSpaceDN w:val="0"/>
        <w:adjustRightInd w:val="0"/>
        <w:spacing w:line="245" w:lineRule="auto"/>
        <w:ind w:right="232"/>
        <w:jc w:val="both"/>
        <w:rPr>
          <w:rFonts w:ascii="Arial" w:hAnsi="Arial" w:cs="Arial"/>
          <w:b/>
          <w:color w:val="4E4D4D" w:themeColor="background2"/>
        </w:rPr>
      </w:pPr>
    </w:p>
    <w:p w14:paraId="5C64EF01"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color w:val="4E4D4D" w:themeColor="background2"/>
        </w:rPr>
      </w:pPr>
      <w:r w:rsidRPr="00F4279E">
        <w:rPr>
          <w:rFonts w:ascii="Arial" w:hAnsi="Arial" w:cs="Arial"/>
          <w:b/>
          <w:color w:val="4E4D4D" w:themeColor="background2"/>
        </w:rPr>
        <w:t>Tabla 6. Aporte de energía, macro y micronutrientes del refrigerio escolar por tipo:</w:t>
      </w:r>
    </w:p>
    <w:p w14:paraId="5C64EF02" w14:textId="77777777" w:rsidR="00774525" w:rsidRPr="00F4279E" w:rsidRDefault="00774525" w:rsidP="00774525">
      <w:pPr>
        <w:widowControl w:val="0"/>
        <w:autoSpaceDE w:val="0"/>
        <w:autoSpaceDN w:val="0"/>
        <w:adjustRightInd w:val="0"/>
        <w:spacing w:before="7" w:line="245" w:lineRule="auto"/>
        <w:ind w:right="186"/>
        <w:jc w:val="center"/>
        <w:rPr>
          <w:rFonts w:ascii="Arial" w:hAnsi="Arial" w:cs="Arial"/>
          <w:b/>
          <w:color w:val="4E4D4D" w:themeColor="background2"/>
        </w:rPr>
      </w:pPr>
    </w:p>
    <w:tbl>
      <w:tblPr>
        <w:tblStyle w:val="Tablanormal11"/>
        <w:tblW w:w="5402" w:type="pct"/>
        <w:jc w:val="center"/>
        <w:tblLayout w:type="fixed"/>
        <w:tblLook w:val="04A0" w:firstRow="1" w:lastRow="0" w:firstColumn="1" w:lastColumn="0" w:noHBand="0" w:noVBand="1"/>
      </w:tblPr>
      <w:tblGrid>
        <w:gridCol w:w="1104"/>
        <w:gridCol w:w="1162"/>
        <w:gridCol w:w="1282"/>
        <w:gridCol w:w="1105"/>
        <w:gridCol w:w="1103"/>
        <w:gridCol w:w="1576"/>
        <w:gridCol w:w="1103"/>
        <w:gridCol w:w="1103"/>
      </w:tblGrid>
      <w:tr w:rsidR="00F4279E" w:rsidRPr="00F4279E" w14:paraId="5C64EF12" w14:textId="77777777" w:rsidTr="00BE45A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9" w:type="pct"/>
            <w:shd w:val="clear" w:color="auto" w:fill="B9B7B7" w:themeFill="accent1" w:themeFillShade="E6"/>
            <w:vAlign w:val="center"/>
          </w:tcPr>
          <w:p w14:paraId="5C64EF03" w14:textId="77777777" w:rsidR="00774525" w:rsidRPr="00BE45A9" w:rsidRDefault="00774525" w:rsidP="00774525">
            <w:pPr>
              <w:widowControl w:val="0"/>
              <w:autoSpaceDE w:val="0"/>
              <w:autoSpaceDN w:val="0"/>
              <w:adjustRightInd w:val="0"/>
              <w:spacing w:before="7" w:line="245" w:lineRule="auto"/>
              <w:ind w:right="186"/>
              <w:jc w:val="center"/>
              <w:rPr>
                <w:rFonts w:ascii="Arial" w:hAnsi="Arial" w:cs="Arial"/>
                <w:color w:val="4E4D4D" w:themeColor="background2"/>
                <w:sz w:val="16"/>
              </w:rPr>
            </w:pPr>
            <w:r w:rsidRPr="00BE45A9">
              <w:rPr>
                <w:rFonts w:ascii="Arial" w:hAnsi="Arial" w:cs="Arial"/>
                <w:color w:val="4E4D4D" w:themeColor="background2"/>
                <w:sz w:val="16"/>
              </w:rPr>
              <w:t>Grupo de edad</w:t>
            </w:r>
          </w:p>
        </w:tc>
        <w:tc>
          <w:tcPr>
            <w:tcW w:w="609" w:type="pct"/>
            <w:shd w:val="clear" w:color="auto" w:fill="B9B7B7" w:themeFill="accent1" w:themeFillShade="E6"/>
            <w:vAlign w:val="center"/>
          </w:tcPr>
          <w:p w14:paraId="5C64EF04"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Tipo de refrigerio</w:t>
            </w:r>
          </w:p>
        </w:tc>
        <w:tc>
          <w:tcPr>
            <w:tcW w:w="672" w:type="pct"/>
            <w:shd w:val="clear" w:color="auto" w:fill="B9B7B7" w:themeFill="accent1" w:themeFillShade="E6"/>
            <w:vAlign w:val="center"/>
          </w:tcPr>
          <w:p w14:paraId="5C64EF05"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energía</w:t>
            </w:r>
          </w:p>
          <w:p w14:paraId="5C64EF06" w14:textId="77777777" w:rsidR="00C0196B"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k</w:t>
            </w:r>
            <w:r w:rsidR="00774525" w:rsidRPr="00BE45A9">
              <w:rPr>
                <w:rFonts w:ascii="Arial" w:hAnsi="Arial" w:cs="Arial"/>
                <w:color w:val="4E4D4D" w:themeColor="background2"/>
                <w:sz w:val="16"/>
              </w:rPr>
              <w:t xml:space="preserve">cal </w:t>
            </w:r>
          </w:p>
          <w:p w14:paraId="5C64EF07"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(22% VCT)</w:t>
            </w:r>
          </w:p>
        </w:tc>
        <w:tc>
          <w:tcPr>
            <w:tcW w:w="579" w:type="pct"/>
            <w:shd w:val="clear" w:color="auto" w:fill="B9B7B7" w:themeFill="accent1" w:themeFillShade="E6"/>
            <w:vAlign w:val="center"/>
          </w:tcPr>
          <w:p w14:paraId="5C64EF08"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proteína</w:t>
            </w:r>
          </w:p>
          <w:p w14:paraId="5C64EF09" w14:textId="77777777" w:rsidR="00774525"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w:t>
            </w:r>
            <w:r w:rsidR="00774525" w:rsidRPr="00BE45A9">
              <w:rPr>
                <w:rFonts w:ascii="Arial" w:hAnsi="Arial" w:cs="Arial"/>
                <w:color w:val="4E4D4D" w:themeColor="background2"/>
                <w:sz w:val="16"/>
              </w:rPr>
              <w:t>g</w:t>
            </w:r>
            <w:r w:rsidRPr="00BE45A9">
              <w:rPr>
                <w:rFonts w:ascii="Arial" w:hAnsi="Arial" w:cs="Arial"/>
                <w:color w:val="4E4D4D" w:themeColor="background2"/>
                <w:sz w:val="16"/>
              </w:rPr>
              <w:t>)</w:t>
            </w:r>
          </w:p>
        </w:tc>
        <w:tc>
          <w:tcPr>
            <w:tcW w:w="578" w:type="pct"/>
            <w:shd w:val="clear" w:color="auto" w:fill="B9B7B7" w:themeFill="accent1" w:themeFillShade="E6"/>
            <w:vAlign w:val="center"/>
          </w:tcPr>
          <w:p w14:paraId="5C64EF0A"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grasa</w:t>
            </w:r>
          </w:p>
          <w:p w14:paraId="5C64EF0B" w14:textId="77777777" w:rsidR="00774525"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w:t>
            </w:r>
            <w:r w:rsidR="00774525" w:rsidRPr="00BE45A9">
              <w:rPr>
                <w:rFonts w:ascii="Arial" w:hAnsi="Arial" w:cs="Arial"/>
                <w:color w:val="4E4D4D" w:themeColor="background2"/>
                <w:sz w:val="16"/>
              </w:rPr>
              <w:t>g</w:t>
            </w:r>
            <w:r w:rsidRPr="00BE45A9">
              <w:rPr>
                <w:rFonts w:ascii="Arial" w:hAnsi="Arial" w:cs="Arial"/>
                <w:color w:val="4E4D4D" w:themeColor="background2"/>
                <w:sz w:val="16"/>
              </w:rPr>
              <w:t>)</w:t>
            </w:r>
          </w:p>
        </w:tc>
        <w:tc>
          <w:tcPr>
            <w:tcW w:w="826" w:type="pct"/>
            <w:shd w:val="clear" w:color="auto" w:fill="B9B7B7" w:themeFill="accent1" w:themeFillShade="E6"/>
            <w:vAlign w:val="center"/>
          </w:tcPr>
          <w:p w14:paraId="5C64EF0C"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carbohidratos</w:t>
            </w:r>
          </w:p>
          <w:p w14:paraId="5C64EF0D" w14:textId="77777777" w:rsidR="00774525"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w:t>
            </w:r>
            <w:r w:rsidR="00774525" w:rsidRPr="00BE45A9">
              <w:rPr>
                <w:rFonts w:ascii="Arial" w:hAnsi="Arial" w:cs="Arial"/>
                <w:color w:val="4E4D4D" w:themeColor="background2"/>
                <w:sz w:val="16"/>
              </w:rPr>
              <w:t>g</w:t>
            </w:r>
            <w:r w:rsidRPr="00BE45A9">
              <w:rPr>
                <w:rFonts w:ascii="Arial" w:hAnsi="Arial" w:cs="Arial"/>
                <w:color w:val="4E4D4D" w:themeColor="background2"/>
                <w:sz w:val="16"/>
              </w:rPr>
              <w:t>)</w:t>
            </w:r>
          </w:p>
        </w:tc>
        <w:tc>
          <w:tcPr>
            <w:tcW w:w="578" w:type="pct"/>
            <w:shd w:val="clear" w:color="auto" w:fill="B9B7B7" w:themeFill="accent1" w:themeFillShade="E6"/>
            <w:vAlign w:val="center"/>
          </w:tcPr>
          <w:p w14:paraId="5C64EF0E"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calcio</w:t>
            </w:r>
          </w:p>
          <w:p w14:paraId="5C64EF0F" w14:textId="77777777" w:rsidR="00774525"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w:t>
            </w:r>
            <w:r w:rsidR="00774525" w:rsidRPr="00BE45A9">
              <w:rPr>
                <w:rFonts w:ascii="Arial" w:hAnsi="Arial" w:cs="Arial"/>
                <w:color w:val="4E4D4D" w:themeColor="background2"/>
                <w:sz w:val="16"/>
              </w:rPr>
              <w:t>mg</w:t>
            </w:r>
            <w:r w:rsidRPr="00BE45A9">
              <w:rPr>
                <w:rFonts w:ascii="Arial" w:hAnsi="Arial" w:cs="Arial"/>
                <w:color w:val="4E4D4D" w:themeColor="background2"/>
                <w:sz w:val="16"/>
              </w:rPr>
              <w:t>)</w:t>
            </w:r>
          </w:p>
        </w:tc>
        <w:tc>
          <w:tcPr>
            <w:tcW w:w="578" w:type="pct"/>
            <w:shd w:val="clear" w:color="auto" w:fill="B9B7B7" w:themeFill="accent1" w:themeFillShade="E6"/>
            <w:vAlign w:val="center"/>
          </w:tcPr>
          <w:p w14:paraId="5C64EF10" w14:textId="77777777" w:rsidR="00774525" w:rsidRPr="00BE45A9" w:rsidRDefault="00774525"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Aporte de hierro</w:t>
            </w:r>
          </w:p>
          <w:p w14:paraId="5C64EF11" w14:textId="77777777" w:rsidR="00774525" w:rsidRPr="00BE45A9" w:rsidRDefault="00C0196B" w:rsidP="00774525">
            <w:pPr>
              <w:widowControl w:val="0"/>
              <w:autoSpaceDE w:val="0"/>
              <w:autoSpaceDN w:val="0"/>
              <w:adjustRightInd w:val="0"/>
              <w:spacing w:before="7" w:line="245" w:lineRule="auto"/>
              <w:ind w:right="186"/>
              <w:jc w:val="center"/>
              <w:cnfStyle w:val="100000000000" w:firstRow="1"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w:t>
            </w:r>
            <w:r w:rsidR="00774525" w:rsidRPr="00BE45A9">
              <w:rPr>
                <w:rFonts w:ascii="Arial" w:hAnsi="Arial" w:cs="Arial"/>
                <w:color w:val="4E4D4D" w:themeColor="background2"/>
                <w:sz w:val="16"/>
              </w:rPr>
              <w:t>mg</w:t>
            </w:r>
            <w:r w:rsidRPr="00BE45A9">
              <w:rPr>
                <w:rFonts w:ascii="Arial" w:hAnsi="Arial" w:cs="Arial"/>
                <w:color w:val="4E4D4D" w:themeColor="background2"/>
                <w:sz w:val="16"/>
              </w:rPr>
              <w:t>)</w:t>
            </w:r>
          </w:p>
        </w:tc>
      </w:tr>
      <w:tr w:rsidR="00F4279E" w:rsidRPr="00F4279E" w14:paraId="5C64EF1B" w14:textId="77777777" w:rsidTr="00BE45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9" w:type="pct"/>
            <w:shd w:val="clear" w:color="auto" w:fill="FFFFFF" w:themeFill="background1"/>
            <w:vAlign w:val="center"/>
          </w:tcPr>
          <w:p w14:paraId="5C64EF13" w14:textId="77777777" w:rsidR="00774525" w:rsidRPr="00BE45A9"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rPr>
            </w:pPr>
            <w:r w:rsidRPr="00BE45A9">
              <w:rPr>
                <w:rFonts w:ascii="Arial" w:hAnsi="Arial" w:cs="Arial"/>
                <w:b w:val="0"/>
                <w:color w:val="4E4D4D" w:themeColor="background2"/>
                <w:sz w:val="16"/>
              </w:rPr>
              <w:t>4 – 8 años</w:t>
            </w:r>
          </w:p>
        </w:tc>
        <w:tc>
          <w:tcPr>
            <w:tcW w:w="609" w:type="pct"/>
            <w:shd w:val="clear" w:color="auto" w:fill="FFFFFF" w:themeFill="background1"/>
            <w:vAlign w:val="center"/>
          </w:tcPr>
          <w:p w14:paraId="5C64EF14"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A</w:t>
            </w:r>
          </w:p>
        </w:tc>
        <w:tc>
          <w:tcPr>
            <w:tcW w:w="672" w:type="pct"/>
            <w:shd w:val="clear" w:color="auto" w:fill="FFFFFF" w:themeFill="background1"/>
            <w:vAlign w:val="center"/>
          </w:tcPr>
          <w:p w14:paraId="5C64EF15"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303</w:t>
            </w:r>
          </w:p>
        </w:tc>
        <w:tc>
          <w:tcPr>
            <w:tcW w:w="579" w:type="pct"/>
            <w:shd w:val="clear" w:color="auto" w:fill="FFFFFF" w:themeFill="background1"/>
            <w:vAlign w:val="center"/>
          </w:tcPr>
          <w:p w14:paraId="5C64EF16"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10,6</w:t>
            </w:r>
          </w:p>
        </w:tc>
        <w:tc>
          <w:tcPr>
            <w:tcW w:w="578" w:type="pct"/>
            <w:shd w:val="clear" w:color="auto" w:fill="FFFFFF" w:themeFill="background1"/>
            <w:vAlign w:val="center"/>
          </w:tcPr>
          <w:p w14:paraId="5C64EF17"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9,4</w:t>
            </w:r>
          </w:p>
        </w:tc>
        <w:tc>
          <w:tcPr>
            <w:tcW w:w="826" w:type="pct"/>
            <w:shd w:val="clear" w:color="auto" w:fill="FFFFFF" w:themeFill="background1"/>
            <w:vAlign w:val="center"/>
          </w:tcPr>
          <w:p w14:paraId="5C64EF18"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43,9</w:t>
            </w:r>
          </w:p>
        </w:tc>
        <w:tc>
          <w:tcPr>
            <w:tcW w:w="578" w:type="pct"/>
            <w:shd w:val="clear" w:color="auto" w:fill="FFFFFF" w:themeFill="background1"/>
            <w:vAlign w:val="center"/>
          </w:tcPr>
          <w:p w14:paraId="5C64EF19"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160</w:t>
            </w:r>
          </w:p>
        </w:tc>
        <w:tc>
          <w:tcPr>
            <w:tcW w:w="578" w:type="pct"/>
            <w:shd w:val="clear" w:color="auto" w:fill="FFFFFF" w:themeFill="background1"/>
            <w:vAlign w:val="center"/>
          </w:tcPr>
          <w:p w14:paraId="5C64EF1A"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1,2</w:t>
            </w:r>
          </w:p>
        </w:tc>
      </w:tr>
      <w:tr w:rsidR="00F4279E" w:rsidRPr="00F4279E" w14:paraId="5C64EF25" w14:textId="77777777" w:rsidTr="00BE45A9">
        <w:trPr>
          <w:jc w:val="center"/>
        </w:trPr>
        <w:tc>
          <w:tcPr>
            <w:cnfStyle w:val="001000000000" w:firstRow="0" w:lastRow="0" w:firstColumn="1" w:lastColumn="0" w:oddVBand="0" w:evenVBand="0" w:oddHBand="0" w:evenHBand="0" w:firstRowFirstColumn="0" w:firstRowLastColumn="0" w:lastRowFirstColumn="0" w:lastRowLastColumn="0"/>
            <w:tcW w:w="579" w:type="pct"/>
            <w:shd w:val="clear" w:color="auto" w:fill="FFFFFF" w:themeFill="background1"/>
            <w:vAlign w:val="center"/>
          </w:tcPr>
          <w:p w14:paraId="5C64EF1C" w14:textId="77777777" w:rsidR="00774525" w:rsidRPr="00BE45A9"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rPr>
            </w:pPr>
            <w:r w:rsidRPr="00BE45A9">
              <w:rPr>
                <w:rFonts w:ascii="Arial" w:hAnsi="Arial" w:cs="Arial"/>
                <w:b w:val="0"/>
                <w:color w:val="4E4D4D" w:themeColor="background2"/>
                <w:sz w:val="16"/>
              </w:rPr>
              <w:t>9 – 13 años</w:t>
            </w:r>
          </w:p>
        </w:tc>
        <w:tc>
          <w:tcPr>
            <w:tcW w:w="609" w:type="pct"/>
            <w:shd w:val="clear" w:color="auto" w:fill="FFFFFF" w:themeFill="background1"/>
            <w:vAlign w:val="center"/>
          </w:tcPr>
          <w:p w14:paraId="5C64EF1D"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B</w:t>
            </w:r>
          </w:p>
        </w:tc>
        <w:tc>
          <w:tcPr>
            <w:tcW w:w="672" w:type="pct"/>
            <w:shd w:val="clear" w:color="auto" w:fill="FFFFFF" w:themeFill="background1"/>
            <w:vAlign w:val="center"/>
          </w:tcPr>
          <w:p w14:paraId="5C64EF1E"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420</w:t>
            </w:r>
          </w:p>
        </w:tc>
        <w:tc>
          <w:tcPr>
            <w:tcW w:w="579" w:type="pct"/>
            <w:shd w:val="clear" w:color="auto" w:fill="FFFFFF" w:themeFill="background1"/>
            <w:vAlign w:val="center"/>
          </w:tcPr>
          <w:p w14:paraId="5C64EF1F"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14,7</w:t>
            </w:r>
          </w:p>
        </w:tc>
        <w:tc>
          <w:tcPr>
            <w:tcW w:w="578" w:type="pct"/>
            <w:shd w:val="clear" w:color="auto" w:fill="FFFFFF" w:themeFill="background1"/>
            <w:vAlign w:val="center"/>
          </w:tcPr>
          <w:p w14:paraId="5C64EF20"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13,1</w:t>
            </w:r>
          </w:p>
        </w:tc>
        <w:tc>
          <w:tcPr>
            <w:tcW w:w="826" w:type="pct"/>
            <w:shd w:val="clear" w:color="auto" w:fill="FFFFFF" w:themeFill="background1"/>
            <w:vAlign w:val="center"/>
          </w:tcPr>
          <w:p w14:paraId="5C64EF21"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60,9</w:t>
            </w:r>
          </w:p>
        </w:tc>
        <w:tc>
          <w:tcPr>
            <w:tcW w:w="578" w:type="pct"/>
            <w:shd w:val="clear" w:color="auto" w:fill="FFFFFF" w:themeFill="background1"/>
            <w:vAlign w:val="center"/>
          </w:tcPr>
          <w:p w14:paraId="5C64EF22"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220</w:t>
            </w:r>
          </w:p>
        </w:tc>
        <w:tc>
          <w:tcPr>
            <w:tcW w:w="578" w:type="pct"/>
            <w:shd w:val="clear" w:color="auto" w:fill="FFFFFF" w:themeFill="background1"/>
            <w:vAlign w:val="center"/>
          </w:tcPr>
          <w:p w14:paraId="5C64EF23"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1,7</w:t>
            </w:r>
          </w:p>
          <w:p w14:paraId="5C64EF24" w14:textId="77777777" w:rsidR="00774525" w:rsidRPr="00BE45A9" w:rsidRDefault="00774525" w:rsidP="00774525">
            <w:pPr>
              <w:widowControl w:val="0"/>
              <w:autoSpaceDE w:val="0"/>
              <w:autoSpaceDN w:val="0"/>
              <w:adjustRightInd w:val="0"/>
              <w:spacing w:before="7" w:line="245" w:lineRule="auto"/>
              <w:ind w:right="186"/>
              <w:jc w:val="center"/>
              <w:cnfStyle w:val="000000000000" w:firstRow="0" w:lastRow="0" w:firstColumn="0" w:lastColumn="0" w:oddVBand="0" w:evenVBand="0" w:oddHBand="0" w:evenHBand="0" w:firstRowFirstColumn="0" w:firstRowLastColumn="0" w:lastRowFirstColumn="0" w:lastRowLastColumn="0"/>
              <w:rPr>
                <w:rFonts w:ascii="Arial" w:hAnsi="Arial" w:cs="Arial"/>
                <w:color w:val="4E4D4D" w:themeColor="background2"/>
                <w:sz w:val="16"/>
              </w:rPr>
            </w:pPr>
          </w:p>
        </w:tc>
      </w:tr>
      <w:tr w:rsidR="00F4279E" w:rsidRPr="00F4279E" w14:paraId="5C64EF2E" w14:textId="77777777" w:rsidTr="00BE45A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79" w:type="pct"/>
            <w:shd w:val="clear" w:color="auto" w:fill="FFFFFF" w:themeFill="background1"/>
            <w:vAlign w:val="center"/>
          </w:tcPr>
          <w:p w14:paraId="5C64EF26" w14:textId="77777777" w:rsidR="00774525" w:rsidRPr="00BE45A9" w:rsidRDefault="00774525" w:rsidP="00774525">
            <w:pPr>
              <w:widowControl w:val="0"/>
              <w:autoSpaceDE w:val="0"/>
              <w:autoSpaceDN w:val="0"/>
              <w:adjustRightInd w:val="0"/>
              <w:spacing w:before="7" w:line="245" w:lineRule="auto"/>
              <w:ind w:right="186"/>
              <w:jc w:val="center"/>
              <w:rPr>
                <w:rFonts w:ascii="Arial" w:hAnsi="Arial" w:cs="Arial"/>
                <w:b w:val="0"/>
                <w:color w:val="4E4D4D" w:themeColor="background2"/>
                <w:sz w:val="16"/>
              </w:rPr>
            </w:pPr>
            <w:r w:rsidRPr="00BE45A9">
              <w:rPr>
                <w:rFonts w:ascii="Arial" w:hAnsi="Arial" w:cs="Arial"/>
                <w:b w:val="0"/>
                <w:color w:val="4E4D4D" w:themeColor="background2"/>
                <w:sz w:val="16"/>
              </w:rPr>
              <w:t>14 -17 años</w:t>
            </w:r>
          </w:p>
        </w:tc>
        <w:tc>
          <w:tcPr>
            <w:tcW w:w="609" w:type="pct"/>
            <w:shd w:val="clear" w:color="auto" w:fill="FFFFFF" w:themeFill="background1"/>
            <w:vAlign w:val="center"/>
          </w:tcPr>
          <w:p w14:paraId="5C64EF27"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C</w:t>
            </w:r>
          </w:p>
        </w:tc>
        <w:tc>
          <w:tcPr>
            <w:tcW w:w="672" w:type="pct"/>
            <w:shd w:val="clear" w:color="auto" w:fill="FFFFFF" w:themeFill="background1"/>
            <w:vAlign w:val="center"/>
          </w:tcPr>
          <w:p w14:paraId="5C64EF28"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534</w:t>
            </w:r>
          </w:p>
        </w:tc>
        <w:tc>
          <w:tcPr>
            <w:tcW w:w="579" w:type="pct"/>
            <w:shd w:val="clear" w:color="auto" w:fill="FFFFFF" w:themeFill="background1"/>
            <w:vAlign w:val="center"/>
          </w:tcPr>
          <w:p w14:paraId="5C64EF29"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18,7</w:t>
            </w:r>
          </w:p>
        </w:tc>
        <w:tc>
          <w:tcPr>
            <w:tcW w:w="578" w:type="pct"/>
            <w:shd w:val="clear" w:color="auto" w:fill="FFFFFF" w:themeFill="background1"/>
            <w:vAlign w:val="center"/>
          </w:tcPr>
          <w:p w14:paraId="5C64EF2A"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16,6</w:t>
            </w:r>
          </w:p>
        </w:tc>
        <w:tc>
          <w:tcPr>
            <w:tcW w:w="826" w:type="pct"/>
            <w:shd w:val="clear" w:color="auto" w:fill="FFFFFF" w:themeFill="background1"/>
            <w:vAlign w:val="center"/>
          </w:tcPr>
          <w:p w14:paraId="5C64EF2B" w14:textId="418C3AC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77,5</w:t>
            </w:r>
          </w:p>
        </w:tc>
        <w:tc>
          <w:tcPr>
            <w:tcW w:w="578" w:type="pct"/>
            <w:shd w:val="clear" w:color="auto" w:fill="FFFFFF" w:themeFill="background1"/>
            <w:vAlign w:val="center"/>
          </w:tcPr>
          <w:p w14:paraId="5C64EF2C"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220</w:t>
            </w:r>
          </w:p>
        </w:tc>
        <w:tc>
          <w:tcPr>
            <w:tcW w:w="578" w:type="pct"/>
            <w:shd w:val="clear" w:color="auto" w:fill="FFFFFF" w:themeFill="background1"/>
            <w:vAlign w:val="center"/>
          </w:tcPr>
          <w:p w14:paraId="5C64EF2D" w14:textId="77777777" w:rsidR="00774525" w:rsidRPr="00BE45A9" w:rsidRDefault="00774525" w:rsidP="00774525">
            <w:pPr>
              <w:widowControl w:val="0"/>
              <w:autoSpaceDE w:val="0"/>
              <w:autoSpaceDN w:val="0"/>
              <w:adjustRightInd w:val="0"/>
              <w:spacing w:before="7" w:line="245" w:lineRule="auto"/>
              <w:ind w:right="186"/>
              <w:jc w:val="center"/>
              <w:cnfStyle w:val="000000100000" w:firstRow="0" w:lastRow="0" w:firstColumn="0" w:lastColumn="0" w:oddVBand="0" w:evenVBand="0" w:oddHBand="1" w:evenHBand="0" w:firstRowFirstColumn="0" w:firstRowLastColumn="0" w:lastRowFirstColumn="0" w:lastRowLastColumn="0"/>
              <w:rPr>
                <w:rFonts w:ascii="Arial" w:hAnsi="Arial" w:cs="Arial"/>
                <w:color w:val="4E4D4D" w:themeColor="background2"/>
                <w:sz w:val="16"/>
              </w:rPr>
            </w:pPr>
            <w:r w:rsidRPr="00BE45A9">
              <w:rPr>
                <w:rFonts w:ascii="Arial" w:hAnsi="Arial" w:cs="Arial"/>
                <w:color w:val="4E4D4D" w:themeColor="background2"/>
                <w:sz w:val="16"/>
              </w:rPr>
              <w:t>2,4</w:t>
            </w:r>
          </w:p>
        </w:tc>
      </w:tr>
    </w:tbl>
    <w:p w14:paraId="5C64EF2F" w14:textId="77777777" w:rsidR="00774525" w:rsidRPr="00F4279E" w:rsidRDefault="00774525" w:rsidP="00774525">
      <w:pPr>
        <w:jc w:val="center"/>
        <w:rPr>
          <w:rFonts w:ascii="Arial" w:hAnsi="Arial" w:cs="Arial"/>
          <w:color w:val="4E4D4D" w:themeColor="background2"/>
        </w:rPr>
      </w:pPr>
      <w:r w:rsidRPr="00F4279E">
        <w:rPr>
          <w:rFonts w:ascii="Arial" w:hAnsi="Arial" w:cs="Arial"/>
          <w:color w:val="4E4D4D" w:themeColor="background2"/>
        </w:rPr>
        <w:t xml:space="preserve">Fuente: Dirección de Bienestar Estudiantil – Programa de Alimentación Escolar, </w:t>
      </w:r>
      <w:r w:rsidR="004523D5" w:rsidRPr="00F4279E">
        <w:rPr>
          <w:rFonts w:ascii="Arial" w:hAnsi="Arial" w:cs="Arial"/>
          <w:color w:val="4E4D4D" w:themeColor="background2"/>
        </w:rPr>
        <w:t>febrero</w:t>
      </w:r>
      <w:r w:rsidRPr="00F4279E">
        <w:rPr>
          <w:rFonts w:ascii="Arial" w:hAnsi="Arial" w:cs="Arial"/>
          <w:color w:val="4E4D4D" w:themeColor="background2"/>
        </w:rPr>
        <w:t xml:space="preserve"> 2018, con fundamento en la Resolución 3803 de 2016.</w:t>
      </w:r>
    </w:p>
    <w:p w14:paraId="5C64EF30" w14:textId="77777777" w:rsidR="00774525" w:rsidRPr="00F4279E" w:rsidRDefault="00774525" w:rsidP="00E511E5">
      <w:pPr>
        <w:rPr>
          <w:rFonts w:ascii="Arial" w:hAnsi="Arial" w:cs="Arial"/>
          <w:color w:val="4E4D4D" w:themeColor="background2"/>
        </w:rPr>
      </w:pPr>
    </w:p>
    <w:p w14:paraId="5C64EF31" w14:textId="555F1B00" w:rsidR="001F27AD" w:rsidRPr="00F4279E" w:rsidRDefault="005257F1" w:rsidP="00FB5A2F">
      <w:pPr>
        <w:pStyle w:val="Prrafodelista"/>
        <w:numPr>
          <w:ilvl w:val="0"/>
          <w:numId w:val="14"/>
        </w:numPr>
        <w:spacing w:line="0" w:lineRule="atLeast"/>
        <w:jc w:val="both"/>
        <w:rPr>
          <w:rFonts w:ascii="Arial" w:hAnsi="Arial" w:cs="Arial"/>
          <w:b/>
          <w:color w:val="4E4D4D" w:themeColor="background2"/>
        </w:rPr>
      </w:pPr>
      <w:r w:rsidRPr="00F4279E">
        <w:rPr>
          <w:rFonts w:ascii="Arial" w:hAnsi="Arial" w:cs="Arial"/>
          <w:b/>
          <w:color w:val="4E4D4D" w:themeColor="background2"/>
        </w:rPr>
        <w:t xml:space="preserve">AGUA </w:t>
      </w:r>
      <w:r w:rsidR="009016D3">
        <w:rPr>
          <w:rFonts w:ascii="Arial" w:hAnsi="Arial" w:cs="Arial"/>
          <w:b/>
          <w:color w:val="4E4D4D" w:themeColor="background2"/>
        </w:rPr>
        <w:t xml:space="preserve">TRATADA </w:t>
      </w:r>
      <w:r w:rsidR="00937459" w:rsidRPr="00F4279E">
        <w:rPr>
          <w:rFonts w:ascii="Arial" w:hAnsi="Arial" w:cs="Arial"/>
          <w:b/>
          <w:color w:val="4E4D4D" w:themeColor="background2"/>
        </w:rPr>
        <w:t xml:space="preserve">POTABLE ENVASADA </w:t>
      </w:r>
      <w:r w:rsidRPr="00F4279E">
        <w:rPr>
          <w:rFonts w:ascii="Arial" w:hAnsi="Arial" w:cs="Arial"/>
          <w:b/>
          <w:color w:val="4E4D4D" w:themeColor="background2"/>
        </w:rPr>
        <w:t xml:space="preserve">EN EL </w:t>
      </w:r>
      <w:r w:rsidR="00BB5154" w:rsidRPr="00F4279E">
        <w:rPr>
          <w:rFonts w:ascii="Arial" w:hAnsi="Arial" w:cs="Arial"/>
          <w:b/>
          <w:color w:val="4E4D4D" w:themeColor="background2"/>
        </w:rPr>
        <w:t>CICLO DE MENÚS DE REFRIGERIOS</w:t>
      </w:r>
      <w:r w:rsidR="002D562D" w:rsidRPr="00F4279E">
        <w:rPr>
          <w:rFonts w:ascii="Arial" w:hAnsi="Arial" w:cs="Arial"/>
          <w:b/>
          <w:color w:val="4E4D4D" w:themeColor="background2"/>
        </w:rPr>
        <w:t xml:space="preserve"> </w:t>
      </w:r>
    </w:p>
    <w:p w14:paraId="5C64EF32" w14:textId="77777777" w:rsidR="001F27AD" w:rsidRPr="00F4279E" w:rsidRDefault="001F27AD" w:rsidP="001974DD">
      <w:pPr>
        <w:pStyle w:val="Prrafodelista"/>
        <w:spacing w:line="0" w:lineRule="atLeast"/>
        <w:ind w:left="720"/>
        <w:jc w:val="both"/>
        <w:rPr>
          <w:rFonts w:ascii="Arial" w:hAnsi="Arial" w:cs="Arial"/>
          <w:b/>
          <w:color w:val="4E4D4D" w:themeColor="background2"/>
        </w:rPr>
      </w:pPr>
    </w:p>
    <w:p w14:paraId="5C64EF33" w14:textId="77777777" w:rsidR="009D0769" w:rsidRPr="00F4279E" w:rsidRDefault="001F27AD" w:rsidP="00FB5A2F">
      <w:pPr>
        <w:pStyle w:val="Prrafodelista"/>
        <w:numPr>
          <w:ilvl w:val="1"/>
          <w:numId w:val="14"/>
        </w:numPr>
        <w:spacing w:line="0" w:lineRule="atLeast"/>
        <w:jc w:val="both"/>
        <w:rPr>
          <w:rFonts w:ascii="Arial" w:hAnsi="Arial" w:cs="Arial"/>
          <w:b/>
          <w:color w:val="4E4D4D" w:themeColor="background2"/>
          <w:lang w:val="es-ES_tradnl"/>
        </w:rPr>
      </w:pPr>
      <w:r w:rsidRPr="00F4279E">
        <w:rPr>
          <w:rFonts w:ascii="Arial" w:hAnsi="Arial" w:cs="Arial"/>
          <w:b/>
          <w:color w:val="4E4D4D" w:themeColor="background2"/>
          <w:lang w:val="es-ES_tradnl"/>
        </w:rPr>
        <w:t>PRIMERA ENTREGA</w:t>
      </w:r>
      <w:r w:rsidR="00A340CF" w:rsidRPr="00F4279E">
        <w:rPr>
          <w:rFonts w:ascii="Arial" w:hAnsi="Arial" w:cs="Arial"/>
          <w:b/>
          <w:color w:val="4E4D4D" w:themeColor="background2"/>
          <w:lang w:val="es-ES_tradnl"/>
        </w:rPr>
        <w:t xml:space="preserve"> </w:t>
      </w:r>
    </w:p>
    <w:p w14:paraId="5C64EF34" w14:textId="77777777" w:rsidR="00EF7384" w:rsidRPr="00F4279E" w:rsidRDefault="00EF7384" w:rsidP="001974DD">
      <w:pPr>
        <w:spacing w:line="0" w:lineRule="atLeast"/>
        <w:jc w:val="both"/>
        <w:rPr>
          <w:rFonts w:ascii="Arial" w:hAnsi="Arial" w:cs="Arial"/>
          <w:color w:val="4E4D4D" w:themeColor="background2"/>
          <w:lang w:val="es-ES_tradnl"/>
        </w:rPr>
      </w:pPr>
    </w:p>
    <w:p w14:paraId="5C64EF35" w14:textId="3D7ABA46" w:rsidR="00A71154" w:rsidRPr="00F4279E" w:rsidRDefault="005257F1" w:rsidP="005257F1">
      <w:pPr>
        <w:widowControl w:val="0"/>
        <w:autoSpaceDE w:val="0"/>
        <w:autoSpaceDN w:val="0"/>
        <w:adjustRightInd w:val="0"/>
        <w:spacing w:line="0" w:lineRule="atLeast"/>
        <w:ind w:right="188"/>
        <w:jc w:val="both"/>
        <w:rPr>
          <w:rFonts w:ascii="Arial" w:hAnsi="Arial" w:cs="Arial"/>
          <w:color w:val="4E4D4D" w:themeColor="background2"/>
          <w:spacing w:val="-1"/>
        </w:rPr>
      </w:pPr>
      <w:r w:rsidRPr="00F4279E">
        <w:rPr>
          <w:rFonts w:ascii="Arial" w:hAnsi="Arial" w:cs="Arial"/>
          <w:color w:val="4E4D4D" w:themeColor="background2"/>
          <w:spacing w:val="-1"/>
        </w:rPr>
        <w:t>Para el ciclo de menús de primera entrega no se contempla entrega de agua</w:t>
      </w:r>
      <w:r w:rsidR="00A71154" w:rsidRPr="00F4279E">
        <w:rPr>
          <w:rFonts w:ascii="Arial" w:hAnsi="Arial" w:cs="Arial"/>
          <w:color w:val="4E4D4D" w:themeColor="background2"/>
          <w:spacing w:val="-1"/>
        </w:rPr>
        <w:t xml:space="preserve"> </w:t>
      </w:r>
      <w:r w:rsidR="009016D3">
        <w:rPr>
          <w:rFonts w:ascii="Arial" w:hAnsi="Arial" w:cs="Arial"/>
          <w:color w:val="4E4D4D" w:themeColor="background2"/>
          <w:spacing w:val="-1"/>
        </w:rPr>
        <w:t xml:space="preserve">tratada </w:t>
      </w:r>
      <w:r w:rsidR="00A71154" w:rsidRPr="00F4279E">
        <w:rPr>
          <w:rFonts w:ascii="Arial" w:hAnsi="Arial" w:cs="Arial"/>
          <w:color w:val="4E4D4D" w:themeColor="background2"/>
          <w:spacing w:val="-1"/>
        </w:rPr>
        <w:t>potable envasada</w:t>
      </w:r>
    </w:p>
    <w:p w14:paraId="5C64EF36" w14:textId="77777777" w:rsidR="005257F1" w:rsidRPr="00F4279E" w:rsidRDefault="005257F1" w:rsidP="005257F1">
      <w:pPr>
        <w:widowControl w:val="0"/>
        <w:autoSpaceDE w:val="0"/>
        <w:autoSpaceDN w:val="0"/>
        <w:adjustRightInd w:val="0"/>
        <w:spacing w:line="0" w:lineRule="atLeast"/>
        <w:ind w:right="188"/>
        <w:jc w:val="both"/>
        <w:rPr>
          <w:rFonts w:ascii="Arial" w:hAnsi="Arial" w:cs="Arial"/>
          <w:color w:val="4E4D4D" w:themeColor="background2"/>
          <w:spacing w:val="-1"/>
        </w:rPr>
      </w:pPr>
      <w:r w:rsidRPr="00F4279E">
        <w:rPr>
          <w:rFonts w:ascii="Arial" w:hAnsi="Arial" w:cs="Arial"/>
          <w:color w:val="4E4D4D" w:themeColor="background2"/>
          <w:spacing w:val="-1"/>
        </w:rPr>
        <w:t>.</w:t>
      </w:r>
    </w:p>
    <w:p w14:paraId="5C64EF37" w14:textId="77777777" w:rsidR="00BB5154" w:rsidRPr="00F4279E" w:rsidRDefault="00BB5154" w:rsidP="001974DD">
      <w:pPr>
        <w:spacing w:line="0" w:lineRule="atLeast"/>
        <w:jc w:val="both"/>
        <w:rPr>
          <w:rFonts w:ascii="Arial" w:hAnsi="Arial" w:cs="Arial"/>
          <w:color w:val="4E4D4D" w:themeColor="background2"/>
        </w:rPr>
      </w:pPr>
    </w:p>
    <w:p w14:paraId="5C64EF38" w14:textId="18AEC018" w:rsidR="00BB5154" w:rsidRPr="00F4279E" w:rsidRDefault="001F15B3" w:rsidP="00FB5A2F">
      <w:pPr>
        <w:pStyle w:val="Prrafodelista"/>
        <w:numPr>
          <w:ilvl w:val="2"/>
          <w:numId w:val="14"/>
        </w:numPr>
        <w:spacing w:line="0" w:lineRule="atLeast"/>
        <w:jc w:val="both"/>
        <w:rPr>
          <w:rFonts w:ascii="Arial" w:hAnsi="Arial" w:cs="Arial"/>
          <w:b/>
          <w:color w:val="4E4D4D" w:themeColor="background2"/>
        </w:rPr>
      </w:pPr>
      <w:r w:rsidRPr="00F4279E">
        <w:rPr>
          <w:rFonts w:ascii="Arial" w:hAnsi="Arial" w:cs="Arial"/>
          <w:b/>
          <w:color w:val="4E4D4D" w:themeColor="background2"/>
          <w:lang w:val="es-ES_tradnl"/>
        </w:rPr>
        <w:t xml:space="preserve">AGUA </w:t>
      </w:r>
      <w:r w:rsidR="009016D3">
        <w:rPr>
          <w:rFonts w:ascii="Arial" w:hAnsi="Arial" w:cs="Arial"/>
          <w:b/>
          <w:color w:val="4E4D4D" w:themeColor="background2"/>
          <w:lang w:val="es-ES_tradnl"/>
        </w:rPr>
        <w:t xml:space="preserve">TRATADA </w:t>
      </w:r>
      <w:r w:rsidR="00A71154" w:rsidRPr="00F4279E">
        <w:rPr>
          <w:rFonts w:ascii="Arial" w:hAnsi="Arial" w:cs="Arial"/>
          <w:b/>
          <w:color w:val="4E4D4D" w:themeColor="background2"/>
        </w:rPr>
        <w:t>POTABLE ENVASADA</w:t>
      </w:r>
      <w:r w:rsidR="00A71154" w:rsidRPr="00F4279E">
        <w:rPr>
          <w:rFonts w:ascii="Arial" w:hAnsi="Arial" w:cs="Arial"/>
          <w:b/>
          <w:color w:val="4E4D4D" w:themeColor="background2"/>
          <w:lang w:val="es-ES_tradnl"/>
        </w:rPr>
        <w:t xml:space="preserve"> </w:t>
      </w:r>
      <w:r w:rsidRPr="00F4279E">
        <w:rPr>
          <w:rFonts w:ascii="Arial" w:hAnsi="Arial" w:cs="Arial"/>
          <w:b/>
          <w:color w:val="4E4D4D" w:themeColor="background2"/>
          <w:lang w:val="es-ES_tradnl"/>
        </w:rPr>
        <w:t xml:space="preserve">EN </w:t>
      </w:r>
      <w:r w:rsidR="00BB5154" w:rsidRPr="00F4279E">
        <w:rPr>
          <w:rFonts w:ascii="Arial" w:hAnsi="Arial" w:cs="Arial"/>
          <w:b/>
          <w:color w:val="4E4D4D" w:themeColor="background2"/>
          <w:w w:val="102"/>
        </w:rPr>
        <w:t xml:space="preserve">MENÚS ESPECIALES </w:t>
      </w:r>
    </w:p>
    <w:p w14:paraId="5C64EF39" w14:textId="77777777" w:rsidR="00BB5154" w:rsidRPr="00F4279E" w:rsidRDefault="00BB5154" w:rsidP="001974DD">
      <w:pPr>
        <w:widowControl w:val="0"/>
        <w:autoSpaceDE w:val="0"/>
        <w:autoSpaceDN w:val="0"/>
        <w:adjustRightInd w:val="0"/>
        <w:spacing w:line="0" w:lineRule="atLeast"/>
        <w:jc w:val="both"/>
        <w:rPr>
          <w:rFonts w:ascii="Arial" w:hAnsi="Arial" w:cs="Arial"/>
          <w:color w:val="4E4D4D" w:themeColor="background2"/>
        </w:rPr>
      </w:pPr>
    </w:p>
    <w:p w14:paraId="5C64EF3A" w14:textId="53D0F73E" w:rsidR="005257F1" w:rsidRPr="00F4279E" w:rsidRDefault="005257F1" w:rsidP="005257F1">
      <w:pPr>
        <w:widowControl w:val="0"/>
        <w:autoSpaceDE w:val="0"/>
        <w:autoSpaceDN w:val="0"/>
        <w:adjustRightInd w:val="0"/>
        <w:spacing w:line="0" w:lineRule="atLeast"/>
        <w:ind w:right="188"/>
        <w:jc w:val="both"/>
        <w:rPr>
          <w:rFonts w:ascii="Arial" w:hAnsi="Arial" w:cs="Arial"/>
          <w:color w:val="4E4D4D" w:themeColor="background2"/>
          <w:spacing w:val="-1"/>
        </w:rPr>
      </w:pPr>
      <w:r w:rsidRPr="00F4279E">
        <w:rPr>
          <w:rFonts w:ascii="Arial" w:hAnsi="Arial" w:cs="Arial"/>
          <w:color w:val="4E4D4D" w:themeColor="background2"/>
          <w:spacing w:val="-1"/>
        </w:rPr>
        <w:t>Para los menús especiales no se contempla entrega de agua</w:t>
      </w:r>
      <w:r w:rsidR="00A71154" w:rsidRPr="00F4279E">
        <w:rPr>
          <w:rFonts w:ascii="Arial" w:hAnsi="Arial" w:cs="Arial"/>
          <w:color w:val="4E4D4D" w:themeColor="background2"/>
          <w:spacing w:val="-1"/>
        </w:rPr>
        <w:t xml:space="preserve"> </w:t>
      </w:r>
      <w:r w:rsidR="009016D3">
        <w:rPr>
          <w:rFonts w:ascii="Arial" w:hAnsi="Arial" w:cs="Arial"/>
          <w:color w:val="4E4D4D" w:themeColor="background2"/>
          <w:spacing w:val="-1"/>
        </w:rPr>
        <w:t xml:space="preserve">tratada </w:t>
      </w:r>
      <w:r w:rsidR="00A71154" w:rsidRPr="00F4279E">
        <w:rPr>
          <w:rFonts w:ascii="Arial" w:hAnsi="Arial" w:cs="Arial"/>
          <w:color w:val="4E4D4D" w:themeColor="background2"/>
          <w:spacing w:val="-1"/>
        </w:rPr>
        <w:t>potable envasada</w:t>
      </w:r>
      <w:r w:rsidRPr="00F4279E">
        <w:rPr>
          <w:rFonts w:ascii="Arial" w:hAnsi="Arial" w:cs="Arial"/>
          <w:color w:val="4E4D4D" w:themeColor="background2"/>
          <w:spacing w:val="-1"/>
        </w:rPr>
        <w:t>.</w:t>
      </w:r>
    </w:p>
    <w:p w14:paraId="5C64EF3B" w14:textId="77777777" w:rsidR="00BB5154" w:rsidRPr="00F4279E" w:rsidRDefault="00BB5154" w:rsidP="001974DD">
      <w:pPr>
        <w:widowControl w:val="0"/>
        <w:autoSpaceDE w:val="0"/>
        <w:autoSpaceDN w:val="0"/>
        <w:adjustRightInd w:val="0"/>
        <w:spacing w:line="0" w:lineRule="atLeast"/>
        <w:ind w:right="188"/>
        <w:jc w:val="both"/>
        <w:rPr>
          <w:rFonts w:ascii="Arial" w:hAnsi="Arial" w:cs="Arial"/>
          <w:color w:val="4E4D4D" w:themeColor="background2"/>
          <w:w w:val="102"/>
        </w:rPr>
      </w:pPr>
    </w:p>
    <w:p w14:paraId="5C64EF3C" w14:textId="77777777" w:rsidR="00BB5154" w:rsidRPr="00F4279E" w:rsidRDefault="001F15B3" w:rsidP="00FB5A2F">
      <w:pPr>
        <w:pStyle w:val="Prrafodelista"/>
        <w:widowControl w:val="0"/>
        <w:numPr>
          <w:ilvl w:val="1"/>
          <w:numId w:val="14"/>
        </w:numPr>
        <w:autoSpaceDE w:val="0"/>
        <w:autoSpaceDN w:val="0"/>
        <w:adjustRightInd w:val="0"/>
        <w:spacing w:line="0" w:lineRule="atLeast"/>
        <w:ind w:right="208"/>
        <w:jc w:val="both"/>
        <w:rPr>
          <w:rFonts w:ascii="Arial" w:hAnsi="Arial" w:cs="Arial"/>
          <w:b/>
          <w:color w:val="4E4D4D" w:themeColor="background2"/>
        </w:rPr>
      </w:pPr>
      <w:r w:rsidRPr="00F4279E">
        <w:rPr>
          <w:rFonts w:ascii="Arial" w:hAnsi="Arial" w:cs="Arial"/>
          <w:b/>
          <w:color w:val="4E4D4D" w:themeColor="background2"/>
        </w:rPr>
        <w:t>SEGUNDA ENTREGA</w:t>
      </w:r>
      <w:r w:rsidR="00BB5154" w:rsidRPr="00F4279E">
        <w:rPr>
          <w:rFonts w:ascii="Arial" w:hAnsi="Arial" w:cs="Arial"/>
          <w:b/>
          <w:color w:val="4E4D4D" w:themeColor="background2"/>
        </w:rPr>
        <w:t>:</w:t>
      </w:r>
    </w:p>
    <w:p w14:paraId="5C64EF3D" w14:textId="77777777" w:rsidR="00BB5154" w:rsidRPr="00F4279E" w:rsidRDefault="00BB5154" w:rsidP="001974DD">
      <w:pPr>
        <w:widowControl w:val="0"/>
        <w:autoSpaceDE w:val="0"/>
        <w:autoSpaceDN w:val="0"/>
        <w:adjustRightInd w:val="0"/>
        <w:spacing w:line="0" w:lineRule="atLeast"/>
        <w:ind w:right="208"/>
        <w:jc w:val="both"/>
        <w:rPr>
          <w:rFonts w:ascii="Arial" w:hAnsi="Arial" w:cs="Arial"/>
          <w:color w:val="4E4D4D" w:themeColor="background2"/>
        </w:rPr>
      </w:pPr>
    </w:p>
    <w:p w14:paraId="5C64EF3E" w14:textId="77777777" w:rsidR="00BB5154" w:rsidRPr="00F4279E" w:rsidRDefault="00BB5154" w:rsidP="001974DD">
      <w:pPr>
        <w:spacing w:line="0" w:lineRule="atLeast"/>
        <w:rPr>
          <w:rFonts w:ascii="Arial" w:hAnsi="Arial" w:cs="Arial"/>
          <w:color w:val="4E4D4D" w:themeColor="background2"/>
        </w:rPr>
      </w:pPr>
      <w:r w:rsidRPr="00F4279E">
        <w:rPr>
          <w:rFonts w:ascii="Arial" w:hAnsi="Arial" w:cs="Arial"/>
          <w:color w:val="4E4D4D" w:themeColor="background2"/>
        </w:rPr>
        <w:t xml:space="preserve">El ciclo de 15 menús, lo integran los siguientes componentes alimentarios: bebidas, alimentos a base de cereal, fruta, postre, otros alimentos y </w:t>
      </w:r>
      <w:r w:rsidRPr="00F4279E">
        <w:rPr>
          <w:rFonts w:ascii="Arial" w:hAnsi="Arial" w:cs="Arial"/>
          <w:b/>
          <w:color w:val="4E4D4D" w:themeColor="background2"/>
        </w:rPr>
        <w:t>bebida complementaria</w:t>
      </w:r>
      <w:r w:rsidR="001F15B3" w:rsidRPr="00F4279E">
        <w:rPr>
          <w:rFonts w:ascii="Arial" w:hAnsi="Arial" w:cs="Arial"/>
          <w:b/>
          <w:color w:val="4E4D4D" w:themeColor="background2"/>
        </w:rPr>
        <w:t xml:space="preserve"> (agua)</w:t>
      </w:r>
      <w:r w:rsidRPr="00F4279E">
        <w:rPr>
          <w:rFonts w:ascii="Arial" w:hAnsi="Arial" w:cs="Arial"/>
          <w:color w:val="4E4D4D" w:themeColor="background2"/>
        </w:rPr>
        <w:t xml:space="preserve">. </w:t>
      </w:r>
    </w:p>
    <w:p w14:paraId="5C64EF3F" w14:textId="77777777" w:rsidR="00BB5154" w:rsidRPr="00F4279E" w:rsidRDefault="00BB5154" w:rsidP="001974DD">
      <w:pPr>
        <w:spacing w:line="0" w:lineRule="atLeast"/>
        <w:rPr>
          <w:rFonts w:ascii="Arial" w:hAnsi="Arial" w:cs="Arial"/>
          <w:b/>
          <w:bCs/>
          <w:color w:val="4E4D4D" w:themeColor="background2"/>
        </w:rPr>
      </w:pPr>
      <w:bookmarkStart w:id="1" w:name="_Toc355634643"/>
    </w:p>
    <w:p w14:paraId="5C64EF40" w14:textId="0E97AF9A" w:rsidR="00B108AD" w:rsidRPr="00F4279E" w:rsidRDefault="00B108AD" w:rsidP="004523D5">
      <w:pPr>
        <w:jc w:val="both"/>
        <w:rPr>
          <w:rFonts w:ascii="Arial" w:hAnsi="Arial" w:cs="Arial"/>
          <w:color w:val="4E4D4D" w:themeColor="background2"/>
        </w:rPr>
      </w:pPr>
      <w:r w:rsidRPr="00F4279E">
        <w:rPr>
          <w:rFonts w:ascii="Arial" w:hAnsi="Arial" w:cs="Arial"/>
          <w:color w:val="4E4D4D" w:themeColor="background2"/>
        </w:rPr>
        <w:t>Se incluye como bebida complementaria el agua</w:t>
      </w:r>
      <w:r w:rsidR="009016D3">
        <w:rPr>
          <w:rFonts w:ascii="Arial" w:hAnsi="Arial" w:cs="Arial"/>
          <w:color w:val="4E4D4D" w:themeColor="background2"/>
        </w:rPr>
        <w:t xml:space="preserve"> tratada</w:t>
      </w:r>
      <w:r w:rsidRPr="00F4279E">
        <w:rPr>
          <w:rFonts w:ascii="Arial" w:hAnsi="Arial" w:cs="Arial"/>
          <w:color w:val="4E4D4D" w:themeColor="background2"/>
        </w:rPr>
        <w:t xml:space="preserve"> </w:t>
      </w:r>
      <w:r w:rsidR="00937459" w:rsidRPr="00F4279E">
        <w:rPr>
          <w:rFonts w:ascii="Arial" w:hAnsi="Arial" w:cs="Arial"/>
          <w:color w:val="4E4D4D" w:themeColor="background2"/>
        </w:rPr>
        <w:t>potable envasada</w:t>
      </w:r>
      <w:r w:rsidR="00A71154" w:rsidRPr="00F4279E">
        <w:rPr>
          <w:rFonts w:ascii="Arial" w:hAnsi="Arial" w:cs="Arial"/>
          <w:color w:val="4E4D4D" w:themeColor="background2"/>
        </w:rPr>
        <w:t xml:space="preserve"> </w:t>
      </w:r>
      <w:r w:rsidRPr="00F4279E">
        <w:rPr>
          <w:rFonts w:ascii="Arial" w:hAnsi="Arial" w:cs="Arial"/>
          <w:color w:val="4E4D4D" w:themeColor="background2"/>
        </w:rPr>
        <w:t>en un menú de la segunda entrega, lo anterior con el objeto de promover el consumo del agua</w:t>
      </w:r>
      <w:r w:rsidR="00FA7F4E" w:rsidRPr="00F4279E">
        <w:rPr>
          <w:rFonts w:ascii="Arial" w:hAnsi="Arial" w:cs="Arial"/>
          <w:color w:val="4E4D4D" w:themeColor="background2"/>
        </w:rPr>
        <w:t xml:space="preserve"> </w:t>
      </w:r>
      <w:r w:rsidR="009016D3">
        <w:rPr>
          <w:rFonts w:ascii="Arial" w:hAnsi="Arial" w:cs="Arial"/>
          <w:color w:val="4E4D4D" w:themeColor="background2"/>
        </w:rPr>
        <w:t xml:space="preserve">tratada </w:t>
      </w:r>
      <w:r w:rsidR="00FA7F4E" w:rsidRPr="00F4279E">
        <w:rPr>
          <w:rFonts w:ascii="Arial" w:hAnsi="Arial" w:cs="Arial"/>
          <w:color w:val="4E4D4D" w:themeColor="background2"/>
        </w:rPr>
        <w:t>potable envasada</w:t>
      </w:r>
      <w:r w:rsidRPr="00F4279E">
        <w:rPr>
          <w:rFonts w:ascii="Arial" w:hAnsi="Arial" w:cs="Arial"/>
          <w:color w:val="4E4D4D" w:themeColor="background2"/>
        </w:rPr>
        <w:t xml:space="preserve"> en los escolares.</w:t>
      </w:r>
    </w:p>
    <w:p w14:paraId="5C64EF41" w14:textId="77777777" w:rsidR="00B108AD" w:rsidRPr="00F4279E" w:rsidRDefault="00B108AD" w:rsidP="001974DD">
      <w:pPr>
        <w:spacing w:line="0" w:lineRule="atLeast"/>
        <w:rPr>
          <w:rFonts w:ascii="Arial" w:hAnsi="Arial" w:cs="Arial"/>
          <w:b/>
          <w:bCs/>
          <w:color w:val="4E4D4D" w:themeColor="background2"/>
        </w:rPr>
      </w:pPr>
    </w:p>
    <w:p w14:paraId="5C64EF43" w14:textId="52AA59E2" w:rsidR="00BB5154" w:rsidRPr="00F4279E" w:rsidRDefault="00BB5154" w:rsidP="00BE45A9">
      <w:pPr>
        <w:pStyle w:val="Descripcin"/>
        <w:spacing w:line="0" w:lineRule="atLeast"/>
        <w:rPr>
          <w:color w:val="4E4D4D" w:themeColor="background2"/>
        </w:rPr>
      </w:pPr>
      <w:r w:rsidRPr="00F4279E">
        <w:rPr>
          <w:color w:val="4E4D4D" w:themeColor="background2"/>
        </w:rPr>
        <w:t xml:space="preserve">Tabla </w:t>
      </w:r>
      <w:r w:rsidR="00774525" w:rsidRPr="00F4279E">
        <w:rPr>
          <w:color w:val="4E4D4D" w:themeColor="background2"/>
        </w:rPr>
        <w:t>7</w:t>
      </w:r>
      <w:r w:rsidRPr="00F4279E">
        <w:rPr>
          <w:color w:val="4E4D4D" w:themeColor="background2"/>
        </w:rPr>
        <w:t>. Ciclo de</w:t>
      </w:r>
      <w:r w:rsidR="001F15B3" w:rsidRPr="00F4279E">
        <w:rPr>
          <w:color w:val="4E4D4D" w:themeColor="background2"/>
        </w:rPr>
        <w:t xml:space="preserve"> entrega de Agua</w:t>
      </w:r>
      <w:bookmarkEnd w:id="1"/>
      <w:r w:rsidR="00C11AAD" w:rsidRPr="00F4279E">
        <w:rPr>
          <w:color w:val="4E4D4D" w:themeColor="background2"/>
        </w:rPr>
        <w:t xml:space="preserve"> </w:t>
      </w:r>
      <w:r w:rsidR="009016D3">
        <w:rPr>
          <w:color w:val="4E4D4D" w:themeColor="background2"/>
        </w:rPr>
        <w:t xml:space="preserve">tratada </w:t>
      </w:r>
      <w:r w:rsidR="00C11AAD" w:rsidRPr="00F4279E">
        <w:rPr>
          <w:color w:val="4E4D4D" w:themeColor="background2"/>
        </w:rPr>
        <w:t>potable envasada</w:t>
      </w:r>
      <w:r w:rsidR="00BE45A9">
        <w:rPr>
          <w:color w:val="4E4D4D" w:themeColor="background2"/>
        </w:rPr>
        <w:t>, Segunda Entrega</w:t>
      </w:r>
    </w:p>
    <w:tbl>
      <w:tblPr>
        <w:tblW w:w="508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261"/>
        <w:gridCol w:w="1545"/>
        <w:gridCol w:w="1545"/>
        <w:gridCol w:w="1546"/>
        <w:gridCol w:w="1546"/>
        <w:gridCol w:w="1546"/>
      </w:tblGrid>
      <w:tr w:rsidR="00F4279E" w:rsidRPr="00BE45A9" w14:paraId="5C64EF4A" w14:textId="77777777" w:rsidTr="00BE45A9">
        <w:trPr>
          <w:trHeight w:val="283"/>
        </w:trPr>
        <w:tc>
          <w:tcPr>
            <w:tcW w:w="689" w:type="pct"/>
            <w:shd w:val="clear" w:color="auto" w:fill="auto"/>
            <w:vAlign w:val="center"/>
            <w:hideMark/>
          </w:tcPr>
          <w:p w14:paraId="5C64EF44"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COMPONENTE</w:t>
            </w:r>
          </w:p>
        </w:tc>
        <w:tc>
          <w:tcPr>
            <w:tcW w:w="862" w:type="pct"/>
            <w:shd w:val="clear" w:color="auto" w:fill="auto"/>
            <w:noWrap/>
            <w:vAlign w:val="center"/>
            <w:hideMark/>
          </w:tcPr>
          <w:p w14:paraId="5C64EF45"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w:t>
            </w:r>
          </w:p>
        </w:tc>
        <w:tc>
          <w:tcPr>
            <w:tcW w:w="862" w:type="pct"/>
            <w:shd w:val="clear" w:color="auto" w:fill="auto"/>
            <w:noWrap/>
            <w:vAlign w:val="center"/>
            <w:hideMark/>
          </w:tcPr>
          <w:p w14:paraId="5C64EF46"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2</w:t>
            </w:r>
          </w:p>
        </w:tc>
        <w:tc>
          <w:tcPr>
            <w:tcW w:w="862" w:type="pct"/>
            <w:shd w:val="clear" w:color="auto" w:fill="auto"/>
            <w:noWrap/>
            <w:vAlign w:val="center"/>
            <w:hideMark/>
          </w:tcPr>
          <w:p w14:paraId="5C64EF47"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3</w:t>
            </w:r>
          </w:p>
        </w:tc>
        <w:tc>
          <w:tcPr>
            <w:tcW w:w="862" w:type="pct"/>
            <w:shd w:val="clear" w:color="auto" w:fill="auto"/>
            <w:noWrap/>
            <w:vAlign w:val="center"/>
            <w:hideMark/>
          </w:tcPr>
          <w:p w14:paraId="5C64EF48"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4</w:t>
            </w:r>
          </w:p>
        </w:tc>
        <w:tc>
          <w:tcPr>
            <w:tcW w:w="862" w:type="pct"/>
            <w:shd w:val="clear" w:color="auto" w:fill="auto"/>
            <w:noWrap/>
            <w:vAlign w:val="center"/>
            <w:hideMark/>
          </w:tcPr>
          <w:p w14:paraId="5C64EF49" w14:textId="77777777" w:rsidR="00BB5154" w:rsidRPr="00BE45A9" w:rsidRDefault="00BB5154" w:rsidP="00DE18FE">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5</w:t>
            </w:r>
          </w:p>
        </w:tc>
      </w:tr>
      <w:tr w:rsidR="00F4279E" w:rsidRPr="00BE45A9" w14:paraId="5C64EF51" w14:textId="77777777" w:rsidTr="00BE45A9">
        <w:trPr>
          <w:trHeight w:val="330"/>
        </w:trPr>
        <w:tc>
          <w:tcPr>
            <w:tcW w:w="689" w:type="pct"/>
            <w:vMerge w:val="restart"/>
            <w:shd w:val="clear" w:color="auto" w:fill="auto"/>
            <w:vAlign w:val="center"/>
            <w:hideMark/>
          </w:tcPr>
          <w:p w14:paraId="5C64EF4B" w14:textId="466CF42D"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AGUA</w:t>
            </w:r>
            <w:r w:rsidR="009016D3">
              <w:rPr>
                <w:rFonts w:ascii="Arial" w:hAnsi="Arial" w:cs="Arial"/>
                <w:b/>
                <w:bCs/>
                <w:color w:val="4E4D4D" w:themeColor="background2"/>
                <w:sz w:val="16"/>
                <w:lang w:eastAsia="es-CO"/>
              </w:rPr>
              <w:t xml:space="preserve"> TRATADA POTABLE ENVASADA</w:t>
            </w:r>
          </w:p>
        </w:tc>
        <w:tc>
          <w:tcPr>
            <w:tcW w:w="862" w:type="pct"/>
            <w:tcBorders>
              <w:bottom w:val="single" w:sz="2" w:space="0" w:color="auto"/>
            </w:tcBorders>
            <w:shd w:val="clear" w:color="auto" w:fill="auto"/>
            <w:vAlign w:val="center"/>
            <w:hideMark/>
          </w:tcPr>
          <w:p w14:paraId="5C64EF4C" w14:textId="3A8577F0" w:rsidR="005257F1" w:rsidRPr="00BE45A9" w:rsidRDefault="004523D5"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Agua Tratada Potable Envasad</w:t>
            </w:r>
            <w:r w:rsidR="009016D3">
              <w:rPr>
                <w:rFonts w:ascii="Arial" w:hAnsi="Arial" w:cs="Arial"/>
                <w:color w:val="4E4D4D" w:themeColor="background2"/>
                <w:sz w:val="16"/>
                <w:lang w:val="es-CO" w:eastAsia="es-CO"/>
              </w:rPr>
              <w:t>a</w:t>
            </w:r>
          </w:p>
        </w:tc>
        <w:tc>
          <w:tcPr>
            <w:tcW w:w="862" w:type="pct"/>
            <w:tcBorders>
              <w:bottom w:val="single" w:sz="2" w:space="0" w:color="auto"/>
            </w:tcBorders>
            <w:shd w:val="clear" w:color="auto" w:fill="auto"/>
            <w:vAlign w:val="center"/>
            <w:hideMark/>
          </w:tcPr>
          <w:p w14:paraId="5C64EF4D"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hideMark/>
          </w:tcPr>
          <w:p w14:paraId="5C64EF4E" w14:textId="7040C918" w:rsidR="005257F1" w:rsidRPr="00BE45A9" w:rsidRDefault="009016D3" w:rsidP="005257F1">
            <w:pPr>
              <w:spacing w:line="0" w:lineRule="atLeast"/>
              <w:jc w:val="center"/>
              <w:rPr>
                <w:rFonts w:ascii="Arial" w:hAnsi="Arial" w:cs="Arial"/>
                <w:b/>
                <w:bCs/>
                <w:color w:val="4E4D4D" w:themeColor="background2"/>
                <w:sz w:val="16"/>
                <w:lang w:eastAsia="es-CO"/>
              </w:rPr>
            </w:pPr>
            <w:r>
              <w:rPr>
                <w:rFonts w:ascii="Arial" w:hAnsi="Arial" w:cs="Arial"/>
                <w:b/>
                <w:bCs/>
                <w:color w:val="4E4D4D" w:themeColor="background2"/>
                <w:sz w:val="16"/>
                <w:lang w:eastAsia="es-CO"/>
              </w:rPr>
              <w:t>No se entrega</w:t>
            </w:r>
          </w:p>
        </w:tc>
        <w:tc>
          <w:tcPr>
            <w:tcW w:w="862" w:type="pct"/>
            <w:tcBorders>
              <w:bottom w:val="single" w:sz="2" w:space="0" w:color="auto"/>
            </w:tcBorders>
            <w:shd w:val="clear" w:color="auto" w:fill="auto"/>
            <w:vAlign w:val="center"/>
            <w:hideMark/>
          </w:tcPr>
          <w:p w14:paraId="5C64EF4F"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hideMark/>
          </w:tcPr>
          <w:p w14:paraId="5C64EF50"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r>
      <w:tr w:rsidR="00F4279E" w:rsidRPr="00BE45A9" w14:paraId="5C64EF58" w14:textId="77777777" w:rsidTr="00BE45A9">
        <w:trPr>
          <w:trHeight w:val="283"/>
        </w:trPr>
        <w:tc>
          <w:tcPr>
            <w:tcW w:w="689" w:type="pct"/>
            <w:vMerge/>
            <w:shd w:val="clear" w:color="auto" w:fill="auto"/>
            <w:vAlign w:val="center"/>
          </w:tcPr>
          <w:p w14:paraId="5C64EF52" w14:textId="77777777" w:rsidR="005257F1" w:rsidRPr="00BE45A9" w:rsidRDefault="005257F1" w:rsidP="005257F1">
            <w:pPr>
              <w:spacing w:line="0" w:lineRule="atLeast"/>
              <w:jc w:val="center"/>
              <w:rPr>
                <w:rFonts w:ascii="Arial" w:hAnsi="Arial" w:cs="Arial"/>
                <w:b/>
                <w:bCs/>
                <w:color w:val="4E4D4D" w:themeColor="background2"/>
                <w:sz w:val="16"/>
                <w:lang w:eastAsia="es-CO"/>
              </w:rPr>
            </w:pPr>
          </w:p>
        </w:tc>
        <w:tc>
          <w:tcPr>
            <w:tcW w:w="862" w:type="pct"/>
            <w:shd w:val="clear" w:color="auto" w:fill="auto"/>
            <w:noWrap/>
            <w:vAlign w:val="center"/>
            <w:hideMark/>
          </w:tcPr>
          <w:p w14:paraId="5C64EF53"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6</w:t>
            </w:r>
          </w:p>
        </w:tc>
        <w:tc>
          <w:tcPr>
            <w:tcW w:w="862" w:type="pct"/>
            <w:shd w:val="clear" w:color="auto" w:fill="auto"/>
            <w:noWrap/>
            <w:vAlign w:val="center"/>
            <w:hideMark/>
          </w:tcPr>
          <w:p w14:paraId="5C64EF54"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7</w:t>
            </w:r>
          </w:p>
        </w:tc>
        <w:tc>
          <w:tcPr>
            <w:tcW w:w="862" w:type="pct"/>
            <w:shd w:val="clear" w:color="auto" w:fill="auto"/>
            <w:noWrap/>
            <w:vAlign w:val="center"/>
            <w:hideMark/>
          </w:tcPr>
          <w:p w14:paraId="5C64EF55"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8</w:t>
            </w:r>
          </w:p>
        </w:tc>
        <w:tc>
          <w:tcPr>
            <w:tcW w:w="862" w:type="pct"/>
            <w:shd w:val="clear" w:color="auto" w:fill="auto"/>
            <w:noWrap/>
            <w:vAlign w:val="center"/>
            <w:hideMark/>
          </w:tcPr>
          <w:p w14:paraId="5C64EF56"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9</w:t>
            </w:r>
          </w:p>
        </w:tc>
        <w:tc>
          <w:tcPr>
            <w:tcW w:w="862" w:type="pct"/>
            <w:shd w:val="clear" w:color="auto" w:fill="auto"/>
            <w:noWrap/>
            <w:vAlign w:val="center"/>
            <w:hideMark/>
          </w:tcPr>
          <w:p w14:paraId="5C64EF57"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10</w:t>
            </w:r>
          </w:p>
        </w:tc>
      </w:tr>
      <w:tr w:rsidR="00F4279E" w:rsidRPr="00BE45A9" w14:paraId="5C64EF5F" w14:textId="77777777" w:rsidTr="00BE45A9">
        <w:trPr>
          <w:trHeight w:val="329"/>
        </w:trPr>
        <w:tc>
          <w:tcPr>
            <w:tcW w:w="689" w:type="pct"/>
            <w:vMerge/>
            <w:shd w:val="clear" w:color="auto" w:fill="auto"/>
            <w:vAlign w:val="center"/>
          </w:tcPr>
          <w:p w14:paraId="5C64EF59" w14:textId="77777777" w:rsidR="005257F1" w:rsidRPr="00BE45A9" w:rsidRDefault="005257F1" w:rsidP="005257F1">
            <w:pPr>
              <w:spacing w:line="0" w:lineRule="atLeast"/>
              <w:jc w:val="center"/>
              <w:rPr>
                <w:rFonts w:ascii="Arial" w:hAnsi="Arial" w:cs="Arial"/>
                <w:b/>
                <w:bCs/>
                <w:color w:val="4E4D4D" w:themeColor="background2"/>
                <w:sz w:val="16"/>
                <w:lang w:eastAsia="es-CO"/>
              </w:rPr>
            </w:pPr>
          </w:p>
        </w:tc>
        <w:tc>
          <w:tcPr>
            <w:tcW w:w="862" w:type="pct"/>
            <w:tcBorders>
              <w:bottom w:val="single" w:sz="2" w:space="0" w:color="auto"/>
            </w:tcBorders>
            <w:shd w:val="clear" w:color="auto" w:fill="auto"/>
            <w:vAlign w:val="center"/>
          </w:tcPr>
          <w:p w14:paraId="5C64EF5A"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tcPr>
          <w:p w14:paraId="5C64EF5B" w14:textId="77777777" w:rsidR="005257F1" w:rsidRPr="00BE45A9" w:rsidRDefault="005257F1" w:rsidP="005257F1">
            <w:pPr>
              <w:spacing w:line="0" w:lineRule="atLeast"/>
              <w:jc w:val="center"/>
              <w:rPr>
                <w:rFonts w:ascii="Arial" w:hAnsi="Arial" w:cs="Arial"/>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tcPr>
          <w:p w14:paraId="5C64EF5C"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tcPr>
          <w:p w14:paraId="5C64EF5D"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tcBorders>
              <w:bottom w:val="single" w:sz="2" w:space="0" w:color="auto"/>
            </w:tcBorders>
            <w:shd w:val="clear" w:color="auto" w:fill="auto"/>
            <w:vAlign w:val="center"/>
          </w:tcPr>
          <w:p w14:paraId="5C64EF5E"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r>
      <w:tr w:rsidR="00F4279E" w:rsidRPr="00BE45A9" w14:paraId="5C64EF66" w14:textId="77777777" w:rsidTr="00BE45A9">
        <w:trPr>
          <w:trHeight w:val="283"/>
        </w:trPr>
        <w:tc>
          <w:tcPr>
            <w:tcW w:w="689" w:type="pct"/>
            <w:vMerge/>
            <w:shd w:val="clear" w:color="auto" w:fill="auto"/>
            <w:vAlign w:val="center"/>
          </w:tcPr>
          <w:p w14:paraId="5C64EF60" w14:textId="77777777" w:rsidR="005257F1" w:rsidRPr="00BE45A9" w:rsidRDefault="005257F1" w:rsidP="005257F1">
            <w:pPr>
              <w:spacing w:line="0" w:lineRule="atLeast"/>
              <w:jc w:val="center"/>
              <w:rPr>
                <w:rFonts w:ascii="Arial" w:hAnsi="Arial" w:cs="Arial"/>
                <w:b/>
                <w:bCs/>
                <w:color w:val="4E4D4D" w:themeColor="background2"/>
                <w:sz w:val="16"/>
                <w:lang w:eastAsia="es-CO"/>
              </w:rPr>
            </w:pPr>
          </w:p>
        </w:tc>
        <w:tc>
          <w:tcPr>
            <w:tcW w:w="862" w:type="pct"/>
            <w:shd w:val="clear" w:color="auto" w:fill="auto"/>
            <w:noWrap/>
            <w:vAlign w:val="center"/>
            <w:hideMark/>
          </w:tcPr>
          <w:p w14:paraId="5C64EF61"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11</w:t>
            </w:r>
          </w:p>
        </w:tc>
        <w:tc>
          <w:tcPr>
            <w:tcW w:w="862" w:type="pct"/>
            <w:shd w:val="clear" w:color="auto" w:fill="auto"/>
            <w:noWrap/>
            <w:vAlign w:val="center"/>
            <w:hideMark/>
          </w:tcPr>
          <w:p w14:paraId="5C64EF62"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12</w:t>
            </w:r>
          </w:p>
        </w:tc>
        <w:tc>
          <w:tcPr>
            <w:tcW w:w="862" w:type="pct"/>
            <w:shd w:val="clear" w:color="auto" w:fill="auto"/>
            <w:noWrap/>
            <w:vAlign w:val="center"/>
            <w:hideMark/>
          </w:tcPr>
          <w:p w14:paraId="5C64EF63"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13</w:t>
            </w:r>
          </w:p>
        </w:tc>
        <w:tc>
          <w:tcPr>
            <w:tcW w:w="862" w:type="pct"/>
            <w:shd w:val="clear" w:color="auto" w:fill="auto"/>
            <w:noWrap/>
            <w:vAlign w:val="center"/>
            <w:hideMark/>
          </w:tcPr>
          <w:p w14:paraId="5C64EF64"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14</w:t>
            </w:r>
          </w:p>
        </w:tc>
        <w:tc>
          <w:tcPr>
            <w:tcW w:w="862" w:type="pct"/>
            <w:shd w:val="clear" w:color="auto" w:fill="auto"/>
            <w:noWrap/>
            <w:vAlign w:val="center"/>
            <w:hideMark/>
          </w:tcPr>
          <w:p w14:paraId="5C64EF65" w14:textId="77777777" w:rsidR="005257F1" w:rsidRPr="00BE45A9" w:rsidRDefault="005257F1" w:rsidP="005257F1">
            <w:pPr>
              <w:spacing w:line="0" w:lineRule="atLeast"/>
              <w:jc w:val="center"/>
              <w:rPr>
                <w:rFonts w:ascii="Arial" w:hAnsi="Arial" w:cs="Arial"/>
                <w:b/>
                <w:bCs/>
                <w:color w:val="4E4D4D" w:themeColor="background2"/>
                <w:sz w:val="16"/>
                <w:lang w:eastAsia="es-CO"/>
              </w:rPr>
            </w:pPr>
            <w:r w:rsidRPr="00BE45A9">
              <w:rPr>
                <w:rFonts w:ascii="Arial" w:hAnsi="Arial" w:cs="Arial"/>
                <w:b/>
                <w:bCs/>
                <w:color w:val="4E4D4D" w:themeColor="background2"/>
                <w:sz w:val="16"/>
                <w:lang w:eastAsia="es-CO"/>
              </w:rPr>
              <w:t>15</w:t>
            </w:r>
          </w:p>
        </w:tc>
      </w:tr>
      <w:tr w:rsidR="00F4279E" w:rsidRPr="00BE45A9" w14:paraId="5C64EF6D" w14:textId="77777777" w:rsidTr="00BE45A9">
        <w:trPr>
          <w:trHeight w:val="329"/>
        </w:trPr>
        <w:tc>
          <w:tcPr>
            <w:tcW w:w="689" w:type="pct"/>
            <w:vMerge/>
            <w:shd w:val="clear" w:color="auto" w:fill="auto"/>
            <w:vAlign w:val="center"/>
          </w:tcPr>
          <w:p w14:paraId="5C64EF67" w14:textId="77777777" w:rsidR="005257F1" w:rsidRPr="00BE45A9" w:rsidRDefault="005257F1" w:rsidP="005257F1">
            <w:pPr>
              <w:spacing w:line="0" w:lineRule="atLeast"/>
              <w:jc w:val="center"/>
              <w:rPr>
                <w:rFonts w:ascii="Arial" w:hAnsi="Arial" w:cs="Arial"/>
                <w:b/>
                <w:bCs/>
                <w:color w:val="4E4D4D" w:themeColor="background2"/>
                <w:sz w:val="16"/>
                <w:lang w:eastAsia="es-CO"/>
              </w:rPr>
            </w:pPr>
          </w:p>
        </w:tc>
        <w:tc>
          <w:tcPr>
            <w:tcW w:w="862" w:type="pct"/>
            <w:shd w:val="clear" w:color="auto" w:fill="auto"/>
            <w:vAlign w:val="center"/>
            <w:hideMark/>
          </w:tcPr>
          <w:p w14:paraId="5C64EF68"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shd w:val="clear" w:color="auto" w:fill="auto"/>
            <w:vAlign w:val="center"/>
            <w:hideMark/>
          </w:tcPr>
          <w:p w14:paraId="5C64EF69"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shd w:val="clear" w:color="auto" w:fill="auto"/>
            <w:vAlign w:val="center"/>
            <w:hideMark/>
          </w:tcPr>
          <w:p w14:paraId="5C64EF6A"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shd w:val="clear" w:color="auto" w:fill="auto"/>
            <w:vAlign w:val="center"/>
            <w:hideMark/>
          </w:tcPr>
          <w:p w14:paraId="5C64EF6B"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c>
          <w:tcPr>
            <w:tcW w:w="862" w:type="pct"/>
            <w:shd w:val="clear" w:color="auto" w:fill="auto"/>
            <w:vAlign w:val="center"/>
            <w:hideMark/>
          </w:tcPr>
          <w:p w14:paraId="5C64EF6C" w14:textId="77777777" w:rsidR="005257F1" w:rsidRPr="00BE45A9" w:rsidRDefault="005257F1" w:rsidP="005257F1">
            <w:pPr>
              <w:spacing w:line="0" w:lineRule="atLeast"/>
              <w:jc w:val="center"/>
              <w:rPr>
                <w:rFonts w:ascii="Arial" w:hAnsi="Arial" w:cs="Arial"/>
                <w:bCs/>
                <w:color w:val="4E4D4D" w:themeColor="background2"/>
                <w:sz w:val="16"/>
                <w:lang w:eastAsia="es-CO"/>
              </w:rPr>
            </w:pPr>
            <w:r w:rsidRPr="00BE45A9">
              <w:rPr>
                <w:rFonts w:ascii="Arial" w:hAnsi="Arial" w:cs="Arial"/>
                <w:color w:val="4E4D4D" w:themeColor="background2"/>
                <w:sz w:val="16"/>
                <w:lang w:val="es-CO" w:eastAsia="es-CO"/>
              </w:rPr>
              <w:t>No se entrega</w:t>
            </w:r>
          </w:p>
        </w:tc>
      </w:tr>
    </w:tbl>
    <w:p w14:paraId="5C64EF6E" w14:textId="77777777" w:rsidR="00BB5154" w:rsidRPr="00F4279E" w:rsidRDefault="00BB5154" w:rsidP="001974DD">
      <w:pPr>
        <w:spacing w:line="0" w:lineRule="atLeast"/>
        <w:rPr>
          <w:rFonts w:ascii="Arial" w:hAnsi="Arial" w:cs="Arial"/>
          <w:b/>
          <w:color w:val="4E4D4D" w:themeColor="background2"/>
        </w:rPr>
      </w:pPr>
    </w:p>
    <w:p w14:paraId="5C64EF6F" w14:textId="0428E878" w:rsidR="00E726BD" w:rsidRPr="00F4279E" w:rsidRDefault="00E726BD" w:rsidP="00E726BD">
      <w:pPr>
        <w:jc w:val="both"/>
        <w:rPr>
          <w:rFonts w:ascii="Arial" w:hAnsi="Arial" w:cs="Arial"/>
          <w:color w:val="4E4D4D" w:themeColor="background2"/>
        </w:rPr>
      </w:pPr>
      <w:r w:rsidRPr="00F4279E">
        <w:rPr>
          <w:rFonts w:ascii="Arial" w:hAnsi="Arial" w:cs="Arial"/>
          <w:b/>
          <w:color w:val="4E4D4D" w:themeColor="background2"/>
        </w:rPr>
        <w:lastRenderedPageBreak/>
        <w:t>NOTA</w:t>
      </w:r>
      <w:r w:rsidRPr="00F4279E">
        <w:rPr>
          <w:rFonts w:ascii="Arial" w:hAnsi="Arial" w:cs="Arial"/>
          <w:color w:val="4E4D4D" w:themeColor="background2"/>
        </w:rPr>
        <w:t xml:space="preserve">: </w:t>
      </w:r>
      <w:r w:rsidR="001A2FD3" w:rsidRPr="00F4279E">
        <w:rPr>
          <w:rFonts w:ascii="Arial" w:hAnsi="Arial" w:cs="Arial"/>
          <w:color w:val="4E4D4D" w:themeColor="background2"/>
        </w:rPr>
        <w:t>L</w:t>
      </w:r>
      <w:r w:rsidR="00774525" w:rsidRPr="00F4279E">
        <w:rPr>
          <w:rFonts w:ascii="Arial" w:hAnsi="Arial" w:cs="Arial"/>
          <w:color w:val="4E4D4D" w:themeColor="background2"/>
        </w:rPr>
        <w:t xml:space="preserve">a secuencia y la frecuencia del producto agua </w:t>
      </w:r>
      <w:r w:rsidR="009016D3">
        <w:rPr>
          <w:rFonts w:ascii="Arial" w:hAnsi="Arial" w:cs="Arial"/>
          <w:color w:val="4E4D4D" w:themeColor="background2"/>
        </w:rPr>
        <w:t xml:space="preserve">tratada </w:t>
      </w:r>
      <w:r w:rsidR="00CA6617" w:rsidRPr="00F4279E">
        <w:rPr>
          <w:rFonts w:ascii="Arial" w:hAnsi="Arial" w:cs="Arial"/>
          <w:color w:val="4E4D4D" w:themeColor="background2"/>
        </w:rPr>
        <w:t xml:space="preserve">potable envasada </w:t>
      </w:r>
      <w:r w:rsidR="00774525" w:rsidRPr="00F4279E">
        <w:rPr>
          <w:rFonts w:ascii="Arial" w:hAnsi="Arial" w:cs="Arial"/>
          <w:color w:val="4E4D4D" w:themeColor="background2"/>
        </w:rPr>
        <w:t>en los menús anteriormente mencionados está sujeto a cambios por la sed durante la ejecución de la orden de compra, estos será</w:t>
      </w:r>
      <w:r w:rsidR="001A2FD3" w:rsidRPr="00F4279E">
        <w:rPr>
          <w:rFonts w:ascii="Arial" w:hAnsi="Arial" w:cs="Arial"/>
          <w:color w:val="4E4D4D" w:themeColor="background2"/>
        </w:rPr>
        <w:t>n informados con antelación.</w:t>
      </w:r>
    </w:p>
    <w:p w14:paraId="5C64EF70" w14:textId="77777777" w:rsidR="00DA06C1" w:rsidRPr="00F4279E" w:rsidRDefault="00DA06C1" w:rsidP="001974DD">
      <w:pPr>
        <w:widowControl w:val="0"/>
        <w:autoSpaceDE w:val="0"/>
        <w:autoSpaceDN w:val="0"/>
        <w:adjustRightInd w:val="0"/>
        <w:spacing w:line="0" w:lineRule="atLeast"/>
        <w:jc w:val="both"/>
        <w:rPr>
          <w:rFonts w:ascii="Arial" w:hAnsi="Arial" w:cs="Arial"/>
          <w:color w:val="4E4D4D" w:themeColor="background2"/>
        </w:rPr>
      </w:pPr>
    </w:p>
    <w:p w14:paraId="5C64EF71" w14:textId="77777777" w:rsidR="00BB5154" w:rsidRPr="00F4279E" w:rsidRDefault="00BB5154" w:rsidP="00FB5A2F">
      <w:pPr>
        <w:pStyle w:val="Prrafodelista"/>
        <w:widowControl w:val="0"/>
        <w:numPr>
          <w:ilvl w:val="1"/>
          <w:numId w:val="14"/>
        </w:numPr>
        <w:autoSpaceDE w:val="0"/>
        <w:autoSpaceDN w:val="0"/>
        <w:adjustRightInd w:val="0"/>
        <w:spacing w:line="0" w:lineRule="atLeast"/>
        <w:ind w:right="326"/>
        <w:jc w:val="both"/>
        <w:rPr>
          <w:rFonts w:ascii="Arial" w:hAnsi="Arial" w:cs="Arial"/>
          <w:b/>
          <w:color w:val="4E4D4D" w:themeColor="background2"/>
          <w:spacing w:val="-1"/>
        </w:rPr>
      </w:pPr>
      <w:r w:rsidRPr="00F4279E">
        <w:rPr>
          <w:rFonts w:ascii="Arial" w:hAnsi="Arial" w:cs="Arial"/>
          <w:b/>
          <w:color w:val="4E4D4D" w:themeColor="background2"/>
          <w:spacing w:val="-1"/>
        </w:rPr>
        <w:t xml:space="preserve">ROTACIÓN DE LOS MENÚS </w:t>
      </w:r>
      <w:r w:rsidR="00DA06C1" w:rsidRPr="00F4279E">
        <w:rPr>
          <w:rFonts w:ascii="Arial" w:hAnsi="Arial" w:cs="Arial"/>
          <w:b/>
          <w:color w:val="4E4D4D" w:themeColor="background2"/>
          <w:spacing w:val="-1"/>
        </w:rPr>
        <w:t>SEGUNDA</w:t>
      </w:r>
      <w:r w:rsidRPr="00F4279E">
        <w:rPr>
          <w:rFonts w:ascii="Arial" w:hAnsi="Arial" w:cs="Arial"/>
          <w:b/>
          <w:color w:val="4E4D4D" w:themeColor="background2"/>
          <w:spacing w:val="-1"/>
        </w:rPr>
        <w:t xml:space="preserve"> ENTREGA</w:t>
      </w:r>
    </w:p>
    <w:p w14:paraId="5C64EF72" w14:textId="77777777" w:rsidR="00BB5154" w:rsidRPr="00F4279E" w:rsidRDefault="00BB5154" w:rsidP="001974DD">
      <w:pPr>
        <w:widowControl w:val="0"/>
        <w:autoSpaceDE w:val="0"/>
        <w:autoSpaceDN w:val="0"/>
        <w:adjustRightInd w:val="0"/>
        <w:spacing w:line="0" w:lineRule="atLeast"/>
        <w:jc w:val="both"/>
        <w:rPr>
          <w:rFonts w:ascii="Arial" w:hAnsi="Arial" w:cs="Arial"/>
          <w:color w:val="4E4D4D" w:themeColor="background2"/>
        </w:rPr>
      </w:pPr>
    </w:p>
    <w:p w14:paraId="5C64EF74" w14:textId="7AEE68FC" w:rsidR="000C6B27" w:rsidRPr="00F4279E" w:rsidRDefault="000C6B27" w:rsidP="00BE45A9">
      <w:pPr>
        <w:widowControl w:val="0"/>
        <w:autoSpaceDE w:val="0"/>
        <w:autoSpaceDN w:val="0"/>
        <w:adjustRightInd w:val="0"/>
        <w:spacing w:line="0" w:lineRule="atLeast"/>
        <w:jc w:val="center"/>
        <w:rPr>
          <w:rFonts w:ascii="Arial" w:hAnsi="Arial" w:cs="Arial"/>
          <w:b/>
          <w:color w:val="4E4D4D" w:themeColor="background2"/>
          <w:position w:val="-1"/>
        </w:rPr>
      </w:pPr>
      <w:r w:rsidRPr="00F4279E">
        <w:rPr>
          <w:rFonts w:ascii="Arial" w:hAnsi="Arial" w:cs="Arial"/>
          <w:b/>
          <w:color w:val="4E4D4D" w:themeColor="background2"/>
          <w:spacing w:val="-1"/>
        </w:rPr>
        <w:t xml:space="preserve">Tabla </w:t>
      </w:r>
      <w:r w:rsidR="00B108AD" w:rsidRPr="00F4279E">
        <w:rPr>
          <w:rFonts w:ascii="Arial" w:hAnsi="Arial" w:cs="Arial"/>
          <w:b/>
          <w:color w:val="4E4D4D" w:themeColor="background2"/>
          <w:spacing w:val="-1"/>
        </w:rPr>
        <w:t>8</w:t>
      </w:r>
      <w:r w:rsidRPr="00F4279E">
        <w:rPr>
          <w:rFonts w:ascii="Arial" w:hAnsi="Arial" w:cs="Arial"/>
          <w:b/>
          <w:color w:val="4E4D4D" w:themeColor="background2"/>
          <w:spacing w:val="-1"/>
        </w:rPr>
        <w:t xml:space="preserve">. </w:t>
      </w:r>
      <w:r w:rsidRPr="00F4279E">
        <w:rPr>
          <w:rFonts w:ascii="Arial" w:hAnsi="Arial" w:cs="Arial"/>
          <w:b/>
          <w:color w:val="4E4D4D" w:themeColor="background2"/>
          <w:spacing w:val="-2"/>
          <w:position w:val="-1"/>
        </w:rPr>
        <w:t>R</w:t>
      </w:r>
      <w:r w:rsidRPr="00F4279E">
        <w:rPr>
          <w:rFonts w:ascii="Arial" w:hAnsi="Arial" w:cs="Arial"/>
          <w:b/>
          <w:color w:val="4E4D4D" w:themeColor="background2"/>
          <w:spacing w:val="1"/>
          <w:position w:val="-1"/>
        </w:rPr>
        <w:t>o</w:t>
      </w:r>
      <w:r w:rsidRPr="00F4279E">
        <w:rPr>
          <w:rFonts w:ascii="Arial" w:hAnsi="Arial" w:cs="Arial"/>
          <w:b/>
          <w:color w:val="4E4D4D" w:themeColor="background2"/>
          <w:position w:val="-1"/>
        </w:rPr>
        <w:t>t</w:t>
      </w:r>
      <w:r w:rsidRPr="00F4279E">
        <w:rPr>
          <w:rFonts w:ascii="Arial" w:hAnsi="Arial" w:cs="Arial"/>
          <w:b/>
          <w:color w:val="4E4D4D" w:themeColor="background2"/>
          <w:spacing w:val="2"/>
          <w:position w:val="-1"/>
        </w:rPr>
        <w:t>a</w:t>
      </w:r>
      <w:r w:rsidRPr="00F4279E">
        <w:rPr>
          <w:rFonts w:ascii="Arial" w:hAnsi="Arial" w:cs="Arial"/>
          <w:b/>
          <w:color w:val="4E4D4D" w:themeColor="background2"/>
          <w:spacing w:val="-2"/>
          <w:position w:val="-1"/>
        </w:rPr>
        <w:t>c</w:t>
      </w:r>
      <w:r w:rsidRPr="00F4279E">
        <w:rPr>
          <w:rFonts w:ascii="Arial" w:hAnsi="Arial" w:cs="Arial"/>
          <w:b/>
          <w:color w:val="4E4D4D" w:themeColor="background2"/>
          <w:spacing w:val="2"/>
          <w:position w:val="-1"/>
        </w:rPr>
        <w:t>i</w:t>
      </w:r>
      <w:r w:rsidRPr="00F4279E">
        <w:rPr>
          <w:rFonts w:ascii="Arial" w:hAnsi="Arial" w:cs="Arial"/>
          <w:b/>
          <w:color w:val="4E4D4D" w:themeColor="background2"/>
          <w:spacing w:val="1"/>
          <w:position w:val="-1"/>
        </w:rPr>
        <w:t>ó</w:t>
      </w:r>
      <w:r w:rsidRPr="00F4279E">
        <w:rPr>
          <w:rFonts w:ascii="Arial" w:hAnsi="Arial" w:cs="Arial"/>
          <w:b/>
          <w:color w:val="4E4D4D" w:themeColor="background2"/>
          <w:position w:val="-1"/>
        </w:rPr>
        <w:t>n</w:t>
      </w:r>
      <w:r w:rsidRPr="00F4279E">
        <w:rPr>
          <w:rFonts w:ascii="Arial" w:hAnsi="Arial" w:cs="Arial"/>
          <w:b/>
          <w:color w:val="4E4D4D" w:themeColor="background2"/>
          <w:spacing w:val="-1"/>
          <w:position w:val="-1"/>
        </w:rPr>
        <w:t xml:space="preserve"> </w:t>
      </w:r>
      <w:r w:rsidRPr="00F4279E">
        <w:rPr>
          <w:rFonts w:ascii="Arial" w:hAnsi="Arial" w:cs="Arial"/>
          <w:b/>
          <w:color w:val="4E4D4D" w:themeColor="background2"/>
          <w:position w:val="-1"/>
        </w:rPr>
        <w:t>de los quince menús de la</w:t>
      </w:r>
      <w:r w:rsidR="00EF7F7C" w:rsidRPr="00F4279E">
        <w:rPr>
          <w:rFonts w:ascii="Arial" w:hAnsi="Arial" w:cs="Arial"/>
          <w:b/>
          <w:color w:val="4E4D4D" w:themeColor="background2"/>
          <w:position w:val="-1"/>
        </w:rPr>
        <w:t xml:space="preserve"> segunda entrega Tipo A, Tipo B y</w:t>
      </w:r>
      <w:r w:rsidR="00BE45A9">
        <w:rPr>
          <w:rFonts w:ascii="Arial" w:hAnsi="Arial" w:cs="Arial"/>
          <w:b/>
          <w:color w:val="4E4D4D" w:themeColor="background2"/>
          <w:position w:val="-1"/>
        </w:rPr>
        <w:t xml:space="preserve"> Tipo C.</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728"/>
        <w:gridCol w:w="1728"/>
        <w:gridCol w:w="1729"/>
        <w:gridCol w:w="1728"/>
        <w:gridCol w:w="1729"/>
      </w:tblGrid>
      <w:tr w:rsidR="00F4279E" w:rsidRPr="00F4279E" w14:paraId="5C64EF76" w14:textId="77777777" w:rsidTr="00BE45A9">
        <w:trPr>
          <w:trHeight w:val="283"/>
          <w:jc w:val="center"/>
        </w:trPr>
        <w:tc>
          <w:tcPr>
            <w:tcW w:w="8642" w:type="dxa"/>
            <w:gridSpan w:val="5"/>
            <w:shd w:val="clear" w:color="auto" w:fill="B9B7B7" w:themeFill="accent1" w:themeFillShade="E6"/>
            <w:vAlign w:val="center"/>
          </w:tcPr>
          <w:p w14:paraId="5C64EF75" w14:textId="77777777" w:rsidR="00BB5154" w:rsidRPr="00BE45A9" w:rsidRDefault="00DC2F06" w:rsidP="00DE38D8">
            <w:pPr>
              <w:widowControl w:val="0"/>
              <w:autoSpaceDE w:val="0"/>
              <w:autoSpaceDN w:val="0"/>
              <w:adjustRightInd w:val="0"/>
              <w:spacing w:line="0" w:lineRule="atLeast"/>
              <w:jc w:val="center"/>
              <w:rPr>
                <w:rFonts w:ascii="Arial" w:hAnsi="Arial" w:cs="Arial"/>
                <w:b/>
                <w:color w:val="4E4D4D" w:themeColor="background2"/>
                <w:w w:val="115"/>
                <w:position w:val="-1"/>
                <w:sz w:val="16"/>
              </w:rPr>
            </w:pPr>
            <w:r w:rsidRPr="00BE45A9">
              <w:rPr>
                <w:rFonts w:ascii="Arial" w:hAnsi="Arial" w:cs="Arial"/>
                <w:b/>
                <w:color w:val="4E4D4D" w:themeColor="background2"/>
                <w:w w:val="115"/>
                <w:position w:val="-1"/>
                <w:sz w:val="16"/>
              </w:rPr>
              <w:t>DÍ</w:t>
            </w:r>
            <w:r w:rsidR="00BB5154" w:rsidRPr="00BE45A9">
              <w:rPr>
                <w:rFonts w:ascii="Arial" w:hAnsi="Arial" w:cs="Arial"/>
                <w:b/>
                <w:color w:val="4E4D4D" w:themeColor="background2"/>
                <w:w w:val="115"/>
                <w:position w:val="-1"/>
                <w:sz w:val="16"/>
              </w:rPr>
              <w:t>AS DEL CICLO</w:t>
            </w:r>
          </w:p>
        </w:tc>
      </w:tr>
      <w:tr w:rsidR="00F4279E" w:rsidRPr="00F4279E" w14:paraId="5C64EF7C" w14:textId="77777777" w:rsidTr="009D0769">
        <w:trPr>
          <w:trHeight w:val="227"/>
          <w:jc w:val="center"/>
        </w:trPr>
        <w:tc>
          <w:tcPr>
            <w:tcW w:w="1728" w:type="dxa"/>
            <w:shd w:val="clear" w:color="auto" w:fill="auto"/>
            <w:vAlign w:val="center"/>
          </w:tcPr>
          <w:p w14:paraId="5C64EF77"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w:t>
            </w:r>
          </w:p>
        </w:tc>
        <w:tc>
          <w:tcPr>
            <w:tcW w:w="1728" w:type="dxa"/>
            <w:shd w:val="clear" w:color="auto" w:fill="auto"/>
            <w:vAlign w:val="center"/>
          </w:tcPr>
          <w:p w14:paraId="5C64EF78"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2</w:t>
            </w:r>
          </w:p>
        </w:tc>
        <w:tc>
          <w:tcPr>
            <w:tcW w:w="1729" w:type="dxa"/>
            <w:shd w:val="clear" w:color="auto" w:fill="auto"/>
            <w:vAlign w:val="center"/>
          </w:tcPr>
          <w:p w14:paraId="5C64EF79"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3</w:t>
            </w:r>
          </w:p>
        </w:tc>
        <w:tc>
          <w:tcPr>
            <w:tcW w:w="1728" w:type="dxa"/>
            <w:shd w:val="clear" w:color="auto" w:fill="auto"/>
            <w:vAlign w:val="center"/>
          </w:tcPr>
          <w:p w14:paraId="5C64EF7A"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4</w:t>
            </w:r>
          </w:p>
        </w:tc>
        <w:tc>
          <w:tcPr>
            <w:tcW w:w="1729" w:type="dxa"/>
            <w:shd w:val="clear" w:color="auto" w:fill="auto"/>
            <w:vAlign w:val="center"/>
          </w:tcPr>
          <w:p w14:paraId="5C64EF7B"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5</w:t>
            </w:r>
          </w:p>
        </w:tc>
      </w:tr>
      <w:tr w:rsidR="00F4279E" w:rsidRPr="00F4279E" w14:paraId="5C64EF82" w14:textId="77777777" w:rsidTr="009D0769">
        <w:trPr>
          <w:trHeight w:val="227"/>
          <w:jc w:val="center"/>
        </w:trPr>
        <w:tc>
          <w:tcPr>
            <w:tcW w:w="1728" w:type="dxa"/>
            <w:shd w:val="clear" w:color="auto" w:fill="auto"/>
            <w:vAlign w:val="center"/>
          </w:tcPr>
          <w:p w14:paraId="5C64EF7D"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6</w:t>
            </w:r>
          </w:p>
        </w:tc>
        <w:tc>
          <w:tcPr>
            <w:tcW w:w="1728" w:type="dxa"/>
            <w:shd w:val="clear" w:color="auto" w:fill="auto"/>
            <w:vAlign w:val="center"/>
          </w:tcPr>
          <w:p w14:paraId="5C64EF7E"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7</w:t>
            </w:r>
          </w:p>
        </w:tc>
        <w:tc>
          <w:tcPr>
            <w:tcW w:w="1729" w:type="dxa"/>
            <w:shd w:val="clear" w:color="auto" w:fill="auto"/>
            <w:vAlign w:val="center"/>
          </w:tcPr>
          <w:p w14:paraId="5C64EF7F"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8</w:t>
            </w:r>
          </w:p>
        </w:tc>
        <w:tc>
          <w:tcPr>
            <w:tcW w:w="1728" w:type="dxa"/>
            <w:shd w:val="clear" w:color="auto" w:fill="auto"/>
            <w:vAlign w:val="center"/>
          </w:tcPr>
          <w:p w14:paraId="5C64EF80"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9</w:t>
            </w:r>
          </w:p>
        </w:tc>
        <w:tc>
          <w:tcPr>
            <w:tcW w:w="1729" w:type="dxa"/>
            <w:shd w:val="clear" w:color="auto" w:fill="auto"/>
            <w:vAlign w:val="center"/>
          </w:tcPr>
          <w:p w14:paraId="5C64EF81"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10</w:t>
            </w:r>
          </w:p>
        </w:tc>
      </w:tr>
      <w:tr w:rsidR="00F4279E" w:rsidRPr="00F4279E" w14:paraId="5C64EF88" w14:textId="77777777" w:rsidTr="009D0769">
        <w:trPr>
          <w:trHeight w:val="227"/>
          <w:jc w:val="center"/>
        </w:trPr>
        <w:tc>
          <w:tcPr>
            <w:tcW w:w="1728" w:type="dxa"/>
            <w:shd w:val="clear" w:color="auto" w:fill="auto"/>
            <w:vAlign w:val="center"/>
          </w:tcPr>
          <w:p w14:paraId="5C64EF83"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11</w:t>
            </w:r>
          </w:p>
        </w:tc>
        <w:tc>
          <w:tcPr>
            <w:tcW w:w="1728" w:type="dxa"/>
            <w:shd w:val="clear" w:color="auto" w:fill="auto"/>
            <w:vAlign w:val="center"/>
          </w:tcPr>
          <w:p w14:paraId="5C64EF84"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12</w:t>
            </w:r>
          </w:p>
        </w:tc>
        <w:tc>
          <w:tcPr>
            <w:tcW w:w="1729" w:type="dxa"/>
            <w:shd w:val="clear" w:color="auto" w:fill="auto"/>
            <w:vAlign w:val="center"/>
          </w:tcPr>
          <w:p w14:paraId="5C64EF85"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13</w:t>
            </w:r>
          </w:p>
        </w:tc>
        <w:tc>
          <w:tcPr>
            <w:tcW w:w="1728" w:type="dxa"/>
            <w:shd w:val="clear" w:color="auto" w:fill="auto"/>
            <w:vAlign w:val="center"/>
          </w:tcPr>
          <w:p w14:paraId="5C64EF86"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14</w:t>
            </w:r>
          </w:p>
        </w:tc>
        <w:tc>
          <w:tcPr>
            <w:tcW w:w="1729" w:type="dxa"/>
            <w:shd w:val="clear" w:color="auto" w:fill="auto"/>
            <w:vAlign w:val="center"/>
          </w:tcPr>
          <w:p w14:paraId="5C64EF87" w14:textId="77777777" w:rsidR="00BB5154" w:rsidRPr="00BE45A9" w:rsidRDefault="00BB5154"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15</w:t>
            </w:r>
          </w:p>
        </w:tc>
      </w:tr>
      <w:tr w:rsidR="00F4279E" w:rsidRPr="00F4279E" w14:paraId="5C64EF8E" w14:textId="77777777" w:rsidTr="009D0769">
        <w:trPr>
          <w:trHeight w:val="227"/>
          <w:jc w:val="center"/>
        </w:trPr>
        <w:tc>
          <w:tcPr>
            <w:tcW w:w="1728" w:type="dxa"/>
            <w:shd w:val="clear" w:color="auto" w:fill="auto"/>
            <w:vAlign w:val="center"/>
          </w:tcPr>
          <w:p w14:paraId="5C64EF89"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Menú especial 1</w:t>
            </w:r>
          </w:p>
        </w:tc>
        <w:tc>
          <w:tcPr>
            <w:tcW w:w="1728" w:type="dxa"/>
            <w:shd w:val="clear" w:color="auto" w:fill="auto"/>
            <w:vAlign w:val="center"/>
          </w:tcPr>
          <w:p w14:paraId="5C64EF8A"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w:t>
            </w:r>
          </w:p>
        </w:tc>
        <w:tc>
          <w:tcPr>
            <w:tcW w:w="1729" w:type="dxa"/>
            <w:shd w:val="clear" w:color="auto" w:fill="auto"/>
            <w:vAlign w:val="center"/>
          </w:tcPr>
          <w:p w14:paraId="5C64EF8B"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2</w:t>
            </w:r>
          </w:p>
        </w:tc>
        <w:tc>
          <w:tcPr>
            <w:tcW w:w="1728" w:type="dxa"/>
            <w:shd w:val="clear" w:color="auto" w:fill="auto"/>
            <w:vAlign w:val="center"/>
          </w:tcPr>
          <w:p w14:paraId="5C64EF8C"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3</w:t>
            </w:r>
          </w:p>
        </w:tc>
        <w:tc>
          <w:tcPr>
            <w:tcW w:w="1729" w:type="dxa"/>
            <w:shd w:val="clear" w:color="auto" w:fill="auto"/>
            <w:vAlign w:val="center"/>
          </w:tcPr>
          <w:p w14:paraId="5C64EF8D"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4</w:t>
            </w:r>
          </w:p>
        </w:tc>
      </w:tr>
      <w:tr w:rsidR="00F4279E" w:rsidRPr="00F4279E" w14:paraId="5C64EF94" w14:textId="77777777" w:rsidTr="009D0769">
        <w:trPr>
          <w:trHeight w:val="227"/>
          <w:jc w:val="center"/>
        </w:trPr>
        <w:tc>
          <w:tcPr>
            <w:tcW w:w="1728" w:type="dxa"/>
            <w:shd w:val="clear" w:color="auto" w:fill="auto"/>
            <w:vAlign w:val="center"/>
          </w:tcPr>
          <w:p w14:paraId="5C64EF8F"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5</w:t>
            </w:r>
          </w:p>
        </w:tc>
        <w:tc>
          <w:tcPr>
            <w:tcW w:w="1728" w:type="dxa"/>
            <w:shd w:val="clear" w:color="auto" w:fill="auto"/>
            <w:vAlign w:val="center"/>
          </w:tcPr>
          <w:p w14:paraId="5C64EF90"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6</w:t>
            </w:r>
          </w:p>
        </w:tc>
        <w:tc>
          <w:tcPr>
            <w:tcW w:w="1729" w:type="dxa"/>
            <w:shd w:val="clear" w:color="auto" w:fill="auto"/>
            <w:vAlign w:val="center"/>
          </w:tcPr>
          <w:p w14:paraId="5C64EF91"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7</w:t>
            </w:r>
          </w:p>
        </w:tc>
        <w:tc>
          <w:tcPr>
            <w:tcW w:w="1728" w:type="dxa"/>
            <w:shd w:val="clear" w:color="auto" w:fill="auto"/>
            <w:vAlign w:val="center"/>
          </w:tcPr>
          <w:p w14:paraId="5C64EF92"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8</w:t>
            </w:r>
          </w:p>
        </w:tc>
        <w:tc>
          <w:tcPr>
            <w:tcW w:w="1729" w:type="dxa"/>
            <w:shd w:val="clear" w:color="auto" w:fill="auto"/>
            <w:vAlign w:val="center"/>
          </w:tcPr>
          <w:p w14:paraId="5C64EF93"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9</w:t>
            </w:r>
          </w:p>
        </w:tc>
      </w:tr>
      <w:tr w:rsidR="00F4279E" w:rsidRPr="00F4279E" w14:paraId="5C64EF9A" w14:textId="77777777" w:rsidTr="009D0769">
        <w:trPr>
          <w:trHeight w:val="227"/>
          <w:jc w:val="center"/>
        </w:trPr>
        <w:tc>
          <w:tcPr>
            <w:tcW w:w="1728" w:type="dxa"/>
            <w:shd w:val="clear" w:color="auto" w:fill="auto"/>
            <w:vAlign w:val="center"/>
          </w:tcPr>
          <w:p w14:paraId="5C64EF95"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10</w:t>
            </w:r>
          </w:p>
        </w:tc>
        <w:tc>
          <w:tcPr>
            <w:tcW w:w="1728" w:type="dxa"/>
            <w:shd w:val="clear" w:color="auto" w:fill="auto"/>
            <w:vAlign w:val="center"/>
          </w:tcPr>
          <w:p w14:paraId="5C64EF96"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11</w:t>
            </w:r>
          </w:p>
        </w:tc>
        <w:tc>
          <w:tcPr>
            <w:tcW w:w="1729" w:type="dxa"/>
            <w:shd w:val="clear" w:color="auto" w:fill="auto"/>
            <w:vAlign w:val="center"/>
          </w:tcPr>
          <w:p w14:paraId="5C64EF97"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12</w:t>
            </w:r>
          </w:p>
        </w:tc>
        <w:tc>
          <w:tcPr>
            <w:tcW w:w="1728" w:type="dxa"/>
            <w:shd w:val="clear" w:color="auto" w:fill="auto"/>
            <w:vAlign w:val="center"/>
          </w:tcPr>
          <w:p w14:paraId="5C64EF98"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13</w:t>
            </w:r>
          </w:p>
        </w:tc>
        <w:tc>
          <w:tcPr>
            <w:tcW w:w="1729" w:type="dxa"/>
            <w:shd w:val="clear" w:color="auto" w:fill="auto"/>
            <w:vAlign w:val="center"/>
          </w:tcPr>
          <w:p w14:paraId="5C64EF99" w14:textId="77777777" w:rsidR="00BB5154"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14</w:t>
            </w:r>
          </w:p>
        </w:tc>
      </w:tr>
      <w:tr w:rsidR="004523D5" w:rsidRPr="00F4279E" w14:paraId="5C64EFA0" w14:textId="77777777" w:rsidTr="009D0769">
        <w:trPr>
          <w:trHeight w:val="227"/>
          <w:jc w:val="center"/>
        </w:trPr>
        <w:tc>
          <w:tcPr>
            <w:tcW w:w="1728" w:type="dxa"/>
            <w:shd w:val="clear" w:color="auto" w:fill="auto"/>
            <w:vAlign w:val="center"/>
          </w:tcPr>
          <w:p w14:paraId="5C64EF9B" w14:textId="77777777" w:rsidR="004523D5"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15</w:t>
            </w:r>
          </w:p>
        </w:tc>
        <w:tc>
          <w:tcPr>
            <w:tcW w:w="1728" w:type="dxa"/>
            <w:shd w:val="clear" w:color="auto" w:fill="auto"/>
            <w:vAlign w:val="center"/>
          </w:tcPr>
          <w:p w14:paraId="5C64EF9C" w14:textId="77777777" w:rsidR="004523D5"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Menú especial 2</w:t>
            </w:r>
          </w:p>
        </w:tc>
        <w:tc>
          <w:tcPr>
            <w:tcW w:w="1729" w:type="dxa"/>
            <w:shd w:val="clear" w:color="auto" w:fill="auto"/>
            <w:vAlign w:val="center"/>
          </w:tcPr>
          <w:p w14:paraId="5C64EF9D" w14:textId="77777777" w:rsidR="004523D5"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1</w:t>
            </w:r>
          </w:p>
        </w:tc>
        <w:tc>
          <w:tcPr>
            <w:tcW w:w="1728" w:type="dxa"/>
            <w:shd w:val="clear" w:color="auto" w:fill="auto"/>
            <w:vAlign w:val="center"/>
          </w:tcPr>
          <w:p w14:paraId="5C64EF9E" w14:textId="77777777" w:rsidR="004523D5"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2</w:t>
            </w:r>
          </w:p>
        </w:tc>
        <w:tc>
          <w:tcPr>
            <w:tcW w:w="1729" w:type="dxa"/>
            <w:shd w:val="clear" w:color="auto" w:fill="auto"/>
            <w:vAlign w:val="center"/>
          </w:tcPr>
          <w:p w14:paraId="5C64EF9F" w14:textId="77777777" w:rsidR="004523D5" w:rsidRPr="00BE45A9" w:rsidRDefault="004523D5" w:rsidP="00DE38D8">
            <w:pPr>
              <w:widowControl w:val="0"/>
              <w:autoSpaceDE w:val="0"/>
              <w:autoSpaceDN w:val="0"/>
              <w:adjustRightInd w:val="0"/>
              <w:spacing w:line="0" w:lineRule="atLeast"/>
              <w:jc w:val="center"/>
              <w:rPr>
                <w:rFonts w:ascii="Arial" w:hAnsi="Arial" w:cs="Arial"/>
                <w:color w:val="4E4D4D" w:themeColor="background2"/>
                <w:w w:val="115"/>
                <w:position w:val="-1"/>
                <w:sz w:val="16"/>
              </w:rPr>
            </w:pPr>
            <w:r w:rsidRPr="00BE45A9">
              <w:rPr>
                <w:rFonts w:ascii="Arial" w:hAnsi="Arial" w:cs="Arial"/>
                <w:color w:val="4E4D4D" w:themeColor="background2"/>
                <w:w w:val="115"/>
                <w:position w:val="-1"/>
                <w:sz w:val="16"/>
              </w:rPr>
              <w:t>3</w:t>
            </w:r>
          </w:p>
        </w:tc>
      </w:tr>
    </w:tbl>
    <w:p w14:paraId="5C64EFA1" w14:textId="77777777" w:rsidR="00BB5154" w:rsidRPr="00F4279E" w:rsidRDefault="00BB5154" w:rsidP="001974DD">
      <w:pPr>
        <w:spacing w:line="0" w:lineRule="atLeast"/>
        <w:rPr>
          <w:rFonts w:ascii="Arial" w:hAnsi="Arial" w:cs="Arial"/>
          <w:color w:val="4E4D4D" w:themeColor="background2"/>
          <w:lang w:val="es-CO"/>
        </w:rPr>
      </w:pPr>
    </w:p>
    <w:p w14:paraId="5C64EFA2" w14:textId="77777777" w:rsidR="00BB5154" w:rsidRPr="00F4279E" w:rsidRDefault="00BB5154" w:rsidP="001974DD">
      <w:pPr>
        <w:spacing w:line="0" w:lineRule="atLeast"/>
        <w:jc w:val="both"/>
        <w:rPr>
          <w:rFonts w:ascii="Arial" w:hAnsi="Arial" w:cs="Arial"/>
          <w:color w:val="4E4D4D" w:themeColor="background2"/>
        </w:rPr>
      </w:pPr>
      <w:r w:rsidRPr="00F4279E">
        <w:rPr>
          <w:rFonts w:ascii="Arial" w:hAnsi="Arial" w:cs="Arial"/>
          <w:color w:val="4E4D4D" w:themeColor="background2"/>
          <w:lang w:val="es-CO"/>
        </w:rPr>
        <w:t>Al inicio de la ejecución d</w:t>
      </w:r>
      <w:r w:rsidR="0073727A" w:rsidRPr="00F4279E">
        <w:rPr>
          <w:rFonts w:ascii="Arial" w:hAnsi="Arial" w:cs="Arial"/>
          <w:color w:val="4E4D4D" w:themeColor="background2"/>
          <w:lang w:val="es-CO"/>
        </w:rPr>
        <w:t xml:space="preserve">e </w:t>
      </w:r>
      <w:r w:rsidR="007B6108" w:rsidRPr="00F4279E">
        <w:rPr>
          <w:rFonts w:ascii="Arial" w:hAnsi="Arial" w:cs="Arial"/>
          <w:color w:val="4E4D4D" w:themeColor="background2"/>
          <w:lang w:val="es-CO"/>
        </w:rPr>
        <w:t>la orden de compra</w:t>
      </w:r>
      <w:r w:rsidRPr="00F4279E">
        <w:rPr>
          <w:rFonts w:ascii="Arial" w:hAnsi="Arial" w:cs="Arial"/>
          <w:color w:val="4E4D4D" w:themeColor="background2"/>
          <w:lang w:val="es-CO"/>
        </w:rPr>
        <w:t xml:space="preserve">, la interventoría indicará con cual menú se inicia </w:t>
      </w:r>
      <w:r w:rsidR="000C6B27" w:rsidRPr="00F4279E">
        <w:rPr>
          <w:rFonts w:ascii="Arial" w:hAnsi="Arial" w:cs="Arial"/>
          <w:color w:val="4E4D4D" w:themeColor="background2"/>
          <w:lang w:val="es-CO"/>
        </w:rPr>
        <w:t>la</w:t>
      </w:r>
      <w:r w:rsidRPr="00F4279E">
        <w:rPr>
          <w:rFonts w:ascii="Arial" w:hAnsi="Arial" w:cs="Arial"/>
          <w:color w:val="4E4D4D" w:themeColor="background2"/>
          <w:lang w:val="es-CO"/>
        </w:rPr>
        <w:t xml:space="preserve"> </w:t>
      </w:r>
      <w:r w:rsidR="001F27AD" w:rsidRPr="00F4279E">
        <w:rPr>
          <w:rFonts w:ascii="Arial" w:hAnsi="Arial" w:cs="Arial"/>
          <w:color w:val="4E4D4D" w:themeColor="background2"/>
          <w:lang w:val="es-CO"/>
        </w:rPr>
        <w:t>entrega</w:t>
      </w:r>
      <w:r w:rsidRPr="00F4279E">
        <w:rPr>
          <w:rFonts w:ascii="Arial" w:hAnsi="Arial" w:cs="Arial"/>
          <w:color w:val="4E4D4D" w:themeColor="background2"/>
          <w:lang w:val="es-CO"/>
        </w:rPr>
        <w:t>.</w:t>
      </w:r>
    </w:p>
    <w:p w14:paraId="5C64EFA3" w14:textId="77777777" w:rsidR="00BB5154" w:rsidRPr="00F4279E" w:rsidRDefault="00BB5154" w:rsidP="001974DD">
      <w:pPr>
        <w:widowControl w:val="0"/>
        <w:autoSpaceDE w:val="0"/>
        <w:autoSpaceDN w:val="0"/>
        <w:adjustRightInd w:val="0"/>
        <w:spacing w:line="0" w:lineRule="atLeast"/>
        <w:ind w:right="232"/>
        <w:jc w:val="both"/>
        <w:rPr>
          <w:rFonts w:ascii="Arial" w:hAnsi="Arial" w:cs="Arial"/>
          <w:color w:val="4E4D4D" w:themeColor="background2"/>
          <w:spacing w:val="-1"/>
        </w:rPr>
      </w:pPr>
    </w:p>
    <w:p w14:paraId="5C64EFA4" w14:textId="77777777" w:rsidR="00774525" w:rsidRPr="00F4279E" w:rsidRDefault="00774525" w:rsidP="00774525">
      <w:pPr>
        <w:widowControl w:val="0"/>
        <w:autoSpaceDE w:val="0"/>
        <w:autoSpaceDN w:val="0"/>
        <w:adjustRightInd w:val="0"/>
        <w:spacing w:line="245" w:lineRule="auto"/>
        <w:ind w:right="184"/>
        <w:jc w:val="both"/>
        <w:rPr>
          <w:rFonts w:ascii="Arial" w:hAnsi="Arial" w:cs="Arial"/>
          <w:color w:val="4E4D4D" w:themeColor="background2"/>
          <w:spacing w:val="2"/>
        </w:rPr>
      </w:pPr>
      <w:r w:rsidRPr="00F4279E">
        <w:rPr>
          <w:rFonts w:ascii="Arial" w:hAnsi="Arial" w:cs="Arial"/>
          <w:color w:val="4E4D4D" w:themeColor="background2"/>
          <w:w w:val="102"/>
        </w:rPr>
        <w:t>El ciclo de menús para cada entrega (primera y segunda) se debe cumplir independientemente de los días festivos entre semana; es decir, ejemplo: si el ciclo inicia el viernes 1 de junio de 2018 con el Menú No. 1 y el día 4 de junio es un lunes festivo (en el que originalmente debería ofrecerse el Menú No. 2), el Menú a ofrecer el día 5 de junio de 2018, es el No. 3, s</w:t>
      </w:r>
      <w:r w:rsidRPr="00F4279E">
        <w:rPr>
          <w:rFonts w:ascii="Arial" w:hAnsi="Arial" w:cs="Arial"/>
          <w:color w:val="4E4D4D" w:themeColor="background2"/>
          <w:spacing w:val="2"/>
        </w:rPr>
        <w:t xml:space="preserve">egún se presenta a continuación: </w:t>
      </w:r>
    </w:p>
    <w:p w14:paraId="5C64EFA5" w14:textId="77777777" w:rsidR="00774525" w:rsidRPr="00F4279E" w:rsidRDefault="00774525" w:rsidP="00774525">
      <w:pPr>
        <w:widowControl w:val="0"/>
        <w:autoSpaceDE w:val="0"/>
        <w:autoSpaceDN w:val="0"/>
        <w:adjustRightInd w:val="0"/>
        <w:spacing w:line="245" w:lineRule="auto"/>
        <w:ind w:right="184"/>
        <w:jc w:val="both"/>
        <w:rPr>
          <w:rFonts w:ascii="Arial" w:hAnsi="Arial" w:cs="Arial"/>
          <w:color w:val="4E4D4D" w:themeColor="background2"/>
          <w:spacing w:val="2"/>
        </w:rPr>
      </w:pPr>
    </w:p>
    <w:p w14:paraId="5C64EFA6" w14:textId="77777777" w:rsidR="00774525" w:rsidRPr="00F4279E" w:rsidRDefault="00774525" w:rsidP="00774525">
      <w:pPr>
        <w:widowControl w:val="0"/>
        <w:autoSpaceDE w:val="0"/>
        <w:autoSpaceDN w:val="0"/>
        <w:adjustRightInd w:val="0"/>
        <w:spacing w:line="245" w:lineRule="auto"/>
        <w:jc w:val="both"/>
        <w:rPr>
          <w:rFonts w:ascii="Arial" w:hAnsi="Arial" w:cs="Arial"/>
          <w:color w:val="4E4D4D" w:themeColor="background2"/>
        </w:rPr>
      </w:pPr>
      <w:r w:rsidRPr="00F4279E">
        <w:rPr>
          <w:rFonts w:ascii="Arial" w:hAnsi="Arial" w:cs="Arial"/>
          <w:color w:val="4E4D4D" w:themeColor="background2"/>
          <w:w w:val="102"/>
        </w:rPr>
        <w:t>Viernes 1 de junio: Menú 1</w:t>
      </w:r>
    </w:p>
    <w:p w14:paraId="5C64EFA7" w14:textId="77777777" w:rsidR="00774525" w:rsidRPr="00F4279E" w:rsidRDefault="00774525" w:rsidP="00774525">
      <w:pPr>
        <w:widowControl w:val="0"/>
        <w:autoSpaceDE w:val="0"/>
        <w:autoSpaceDN w:val="0"/>
        <w:adjustRightInd w:val="0"/>
        <w:spacing w:before="4"/>
        <w:jc w:val="both"/>
        <w:rPr>
          <w:rFonts w:ascii="Arial" w:hAnsi="Arial" w:cs="Arial"/>
          <w:color w:val="4E4D4D" w:themeColor="background2"/>
        </w:rPr>
      </w:pPr>
      <w:r w:rsidRPr="00F4279E">
        <w:rPr>
          <w:rFonts w:ascii="Arial" w:hAnsi="Arial" w:cs="Arial"/>
          <w:color w:val="4E4D4D" w:themeColor="background2"/>
          <w:spacing w:val="-1"/>
        </w:rPr>
        <w:t>L</w:t>
      </w:r>
      <w:r w:rsidRPr="00F4279E">
        <w:rPr>
          <w:rFonts w:ascii="Arial" w:hAnsi="Arial" w:cs="Arial"/>
          <w:color w:val="4E4D4D" w:themeColor="background2"/>
          <w:spacing w:val="2"/>
        </w:rPr>
        <w:t>u</w:t>
      </w:r>
      <w:r w:rsidRPr="00F4279E">
        <w:rPr>
          <w:rFonts w:ascii="Arial" w:hAnsi="Arial" w:cs="Arial"/>
          <w:color w:val="4E4D4D" w:themeColor="background2"/>
          <w:spacing w:val="-3"/>
        </w:rPr>
        <w:t>n</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2"/>
        </w:rPr>
        <w:t>f</w:t>
      </w:r>
      <w:r w:rsidRPr="00F4279E">
        <w:rPr>
          <w:rFonts w:ascii="Arial" w:hAnsi="Arial" w:cs="Arial"/>
          <w:color w:val="4E4D4D" w:themeColor="background2"/>
          <w:spacing w:val="-1"/>
        </w:rPr>
        <w:t>es</w:t>
      </w:r>
      <w:r w:rsidRPr="00F4279E">
        <w:rPr>
          <w:rFonts w:ascii="Arial" w:hAnsi="Arial" w:cs="Arial"/>
          <w:color w:val="4E4D4D" w:themeColor="background2"/>
          <w:spacing w:val="6"/>
        </w:rPr>
        <w:t>t</w:t>
      </w:r>
      <w:r w:rsidRPr="00F4279E">
        <w:rPr>
          <w:rFonts w:ascii="Arial" w:hAnsi="Arial" w:cs="Arial"/>
          <w:color w:val="4E4D4D" w:themeColor="background2"/>
          <w:spacing w:val="-3"/>
        </w:rPr>
        <w:t>i</w:t>
      </w:r>
      <w:r w:rsidRPr="00F4279E">
        <w:rPr>
          <w:rFonts w:ascii="Arial" w:hAnsi="Arial" w:cs="Arial"/>
          <w:color w:val="4E4D4D" w:themeColor="background2"/>
          <w:spacing w:val="3"/>
        </w:rPr>
        <w:t>v</w:t>
      </w:r>
      <w:r w:rsidRPr="00F4279E">
        <w:rPr>
          <w:rFonts w:ascii="Arial" w:hAnsi="Arial" w:cs="Arial"/>
          <w:color w:val="4E4D4D" w:themeColor="background2"/>
        </w:rPr>
        <w:t>o</w:t>
      </w:r>
      <w:r w:rsidRPr="00F4279E">
        <w:rPr>
          <w:rFonts w:ascii="Arial" w:hAnsi="Arial" w:cs="Arial"/>
          <w:color w:val="4E4D4D" w:themeColor="background2"/>
          <w:spacing w:val="13"/>
        </w:rPr>
        <w:t xml:space="preserve"> 4 de junio</w:t>
      </w:r>
      <w:r w:rsidRPr="00F4279E">
        <w:rPr>
          <w:rFonts w:ascii="Arial" w:hAnsi="Arial" w:cs="Arial"/>
          <w:color w:val="4E4D4D" w:themeColor="background2"/>
          <w:spacing w:val="6"/>
        </w:rPr>
        <w:t>:</w:t>
      </w:r>
      <w:r w:rsidRPr="00F4279E">
        <w:rPr>
          <w:rFonts w:ascii="Arial" w:hAnsi="Arial" w:cs="Arial"/>
          <w:color w:val="4E4D4D" w:themeColor="background2"/>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spacing w:val="-4"/>
        </w:rPr>
        <w:t>e</w:t>
      </w:r>
      <w:r w:rsidRPr="00F4279E">
        <w:rPr>
          <w:rFonts w:ascii="Arial" w:hAnsi="Arial" w:cs="Arial"/>
          <w:color w:val="4E4D4D" w:themeColor="background2"/>
          <w:spacing w:val="4"/>
        </w:rPr>
        <w:t>g</w:t>
      </w:r>
      <w:r w:rsidRPr="00F4279E">
        <w:rPr>
          <w:rFonts w:ascii="Arial" w:hAnsi="Arial" w:cs="Arial"/>
          <w:color w:val="4E4D4D" w:themeColor="background2"/>
        </w:rPr>
        <w:t>a</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1"/>
          <w:w w:val="102"/>
        </w:rPr>
        <w:t>r</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fr</w:t>
      </w:r>
      <w:r w:rsidRPr="00F4279E">
        <w:rPr>
          <w:rFonts w:ascii="Arial" w:hAnsi="Arial" w:cs="Arial"/>
          <w:color w:val="4E4D4D" w:themeColor="background2"/>
          <w:spacing w:val="2"/>
          <w:w w:val="102"/>
        </w:rPr>
        <w:t>ig</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r</w:t>
      </w:r>
      <w:r w:rsidRPr="00F4279E">
        <w:rPr>
          <w:rFonts w:ascii="Arial" w:hAnsi="Arial" w:cs="Arial"/>
          <w:color w:val="4E4D4D" w:themeColor="background2"/>
          <w:spacing w:val="2"/>
          <w:w w:val="102"/>
        </w:rPr>
        <w:t>i</w:t>
      </w:r>
      <w:r w:rsidRPr="00F4279E">
        <w:rPr>
          <w:rFonts w:ascii="Arial" w:hAnsi="Arial" w:cs="Arial"/>
          <w:color w:val="4E4D4D" w:themeColor="background2"/>
          <w:w w:val="102"/>
        </w:rPr>
        <w:t>o</w:t>
      </w:r>
    </w:p>
    <w:p w14:paraId="5C64EFA8" w14:textId="77777777" w:rsidR="00774525" w:rsidRPr="00BE45A9" w:rsidRDefault="00774525" w:rsidP="00774525">
      <w:pPr>
        <w:widowControl w:val="0"/>
        <w:autoSpaceDE w:val="0"/>
        <w:autoSpaceDN w:val="0"/>
        <w:adjustRightInd w:val="0"/>
        <w:spacing w:before="7"/>
        <w:jc w:val="both"/>
        <w:rPr>
          <w:rFonts w:ascii="Arial" w:hAnsi="Arial" w:cs="Arial"/>
          <w:color w:val="4E4D4D" w:themeColor="background2"/>
          <w:w w:val="102"/>
        </w:rPr>
      </w:pPr>
      <w:r w:rsidRPr="00F4279E">
        <w:rPr>
          <w:rFonts w:ascii="Arial" w:hAnsi="Arial" w:cs="Arial"/>
          <w:color w:val="4E4D4D" w:themeColor="background2"/>
          <w:spacing w:val="-1"/>
        </w:rPr>
        <w:t>Martes 5 de junio</w:t>
      </w:r>
      <w:r w:rsidRPr="00BE45A9">
        <w:rPr>
          <w:rFonts w:ascii="Arial" w:hAnsi="Arial" w:cs="Arial"/>
          <w:color w:val="4E4D4D" w:themeColor="background2"/>
          <w:spacing w:val="-1"/>
        </w:rPr>
        <w:t>: Menú</w:t>
      </w:r>
      <w:r w:rsidRPr="00BE45A9">
        <w:rPr>
          <w:rFonts w:ascii="Arial" w:hAnsi="Arial" w:cs="Arial"/>
          <w:color w:val="4E4D4D" w:themeColor="background2"/>
          <w:spacing w:val="11"/>
        </w:rPr>
        <w:t xml:space="preserve"> </w:t>
      </w:r>
      <w:r w:rsidRPr="00BE45A9">
        <w:rPr>
          <w:rFonts w:ascii="Arial" w:hAnsi="Arial" w:cs="Arial"/>
          <w:color w:val="4E4D4D" w:themeColor="background2"/>
          <w:spacing w:val="3"/>
          <w:w w:val="102"/>
        </w:rPr>
        <w:t>N</w:t>
      </w:r>
      <w:r w:rsidRPr="00BE45A9">
        <w:rPr>
          <w:rFonts w:ascii="Arial" w:hAnsi="Arial" w:cs="Arial"/>
          <w:color w:val="4E4D4D" w:themeColor="background2"/>
          <w:w w:val="102"/>
        </w:rPr>
        <w:t>o</w:t>
      </w:r>
      <w:r w:rsidRPr="00BE45A9">
        <w:rPr>
          <w:rFonts w:ascii="Arial" w:hAnsi="Arial" w:cs="Arial"/>
          <w:color w:val="4E4D4D" w:themeColor="background2"/>
          <w:spacing w:val="-1"/>
          <w:w w:val="102"/>
        </w:rPr>
        <w:t xml:space="preserve">. </w:t>
      </w:r>
      <w:r w:rsidRPr="00BE45A9">
        <w:rPr>
          <w:rFonts w:ascii="Arial" w:hAnsi="Arial" w:cs="Arial"/>
          <w:color w:val="4E4D4D" w:themeColor="background2"/>
          <w:w w:val="102"/>
        </w:rPr>
        <w:t>3</w:t>
      </w:r>
    </w:p>
    <w:p w14:paraId="5C64EFA9" w14:textId="77777777" w:rsidR="00BB5154" w:rsidRPr="00BE45A9" w:rsidRDefault="00BB5154" w:rsidP="001974DD">
      <w:pPr>
        <w:spacing w:line="0" w:lineRule="atLeast"/>
        <w:jc w:val="both"/>
        <w:rPr>
          <w:rFonts w:ascii="Arial" w:hAnsi="Arial" w:cs="Arial"/>
          <w:color w:val="4E4D4D" w:themeColor="background2"/>
        </w:rPr>
      </w:pPr>
    </w:p>
    <w:p w14:paraId="5C64EFAA" w14:textId="4E831489" w:rsidR="00BB5154" w:rsidRPr="00BE45A9" w:rsidRDefault="00D278EE" w:rsidP="00FB5A2F">
      <w:pPr>
        <w:pStyle w:val="Prrafodelista"/>
        <w:widowControl w:val="0"/>
        <w:numPr>
          <w:ilvl w:val="1"/>
          <w:numId w:val="14"/>
        </w:numPr>
        <w:autoSpaceDE w:val="0"/>
        <w:autoSpaceDN w:val="0"/>
        <w:adjustRightInd w:val="0"/>
        <w:spacing w:line="0" w:lineRule="atLeast"/>
        <w:jc w:val="both"/>
        <w:rPr>
          <w:rFonts w:ascii="Arial" w:hAnsi="Arial" w:cs="Arial"/>
          <w:b/>
          <w:color w:val="4E4D4D" w:themeColor="background2"/>
        </w:rPr>
      </w:pPr>
      <w:r w:rsidRPr="00BE45A9">
        <w:rPr>
          <w:rFonts w:ascii="Arial" w:hAnsi="Arial" w:cs="Arial"/>
          <w:b/>
          <w:color w:val="4E4D4D" w:themeColor="background2"/>
        </w:rPr>
        <w:t>CALIDAD</w:t>
      </w:r>
      <w:r w:rsidR="00C84FB3" w:rsidRPr="00BE45A9">
        <w:rPr>
          <w:rFonts w:ascii="Arial" w:hAnsi="Arial" w:cs="Arial"/>
          <w:b/>
          <w:color w:val="4E4D4D" w:themeColor="background2"/>
        </w:rPr>
        <w:t>,</w:t>
      </w:r>
      <w:r w:rsidRPr="00BE45A9">
        <w:rPr>
          <w:rFonts w:ascii="Arial" w:hAnsi="Arial" w:cs="Arial"/>
          <w:b/>
          <w:color w:val="4E4D4D" w:themeColor="background2"/>
        </w:rPr>
        <w:t xml:space="preserve"> </w:t>
      </w:r>
      <w:r w:rsidR="00746A17" w:rsidRPr="00BE45A9">
        <w:rPr>
          <w:rFonts w:ascii="Arial" w:hAnsi="Arial" w:cs="Arial"/>
          <w:b/>
          <w:color w:val="4E4D4D" w:themeColor="background2"/>
        </w:rPr>
        <w:t xml:space="preserve">VOLUMEN Y </w:t>
      </w:r>
      <w:r w:rsidR="00C84FB3" w:rsidRPr="00BE45A9">
        <w:rPr>
          <w:rFonts w:ascii="Arial" w:hAnsi="Arial" w:cs="Arial"/>
          <w:b/>
          <w:color w:val="4E4D4D" w:themeColor="background2"/>
        </w:rPr>
        <w:t xml:space="preserve">CARACTERÍSTICAS </w:t>
      </w:r>
      <w:r w:rsidR="00C42036" w:rsidRPr="00BE45A9">
        <w:rPr>
          <w:rFonts w:ascii="Arial" w:hAnsi="Arial" w:cs="Arial"/>
          <w:b/>
          <w:color w:val="4E4D4D" w:themeColor="background2"/>
          <w:spacing w:val="3"/>
        </w:rPr>
        <w:t>DEL</w:t>
      </w:r>
      <w:r w:rsidR="00C42036" w:rsidRPr="00BE45A9">
        <w:rPr>
          <w:rFonts w:ascii="Arial" w:hAnsi="Arial" w:cs="Arial"/>
          <w:b/>
          <w:color w:val="4E4D4D" w:themeColor="background2"/>
          <w:spacing w:val="-9"/>
        </w:rPr>
        <w:t xml:space="preserve"> AGUA</w:t>
      </w:r>
      <w:r w:rsidR="00084B80" w:rsidRPr="00BE45A9">
        <w:rPr>
          <w:rFonts w:ascii="Arial" w:hAnsi="Arial" w:cs="Arial"/>
          <w:b/>
          <w:color w:val="4E4D4D" w:themeColor="background2"/>
          <w:spacing w:val="-9"/>
        </w:rPr>
        <w:t xml:space="preserve"> </w:t>
      </w:r>
      <w:r w:rsidR="009016D3">
        <w:rPr>
          <w:rFonts w:ascii="Arial" w:hAnsi="Arial" w:cs="Arial"/>
          <w:b/>
          <w:color w:val="4E4D4D" w:themeColor="background2"/>
          <w:spacing w:val="-9"/>
        </w:rPr>
        <w:t xml:space="preserve">TRATADA </w:t>
      </w:r>
      <w:r w:rsidR="00084B80" w:rsidRPr="00BE45A9">
        <w:rPr>
          <w:rFonts w:ascii="Arial" w:hAnsi="Arial" w:cs="Arial"/>
          <w:b/>
          <w:color w:val="4E4D4D" w:themeColor="background2"/>
          <w:spacing w:val="-9"/>
        </w:rPr>
        <w:t>POTABLE ENVASADA</w:t>
      </w:r>
      <w:r w:rsidR="00415DF1" w:rsidRPr="00BE45A9">
        <w:rPr>
          <w:rFonts w:ascii="Arial" w:hAnsi="Arial" w:cs="Arial"/>
          <w:b/>
          <w:color w:val="4E4D4D" w:themeColor="background2"/>
          <w:spacing w:val="-9"/>
        </w:rPr>
        <w:t>:</w:t>
      </w:r>
      <w:r w:rsidR="00C42036" w:rsidRPr="00BE45A9">
        <w:rPr>
          <w:rFonts w:ascii="Arial" w:hAnsi="Arial" w:cs="Arial"/>
          <w:b/>
          <w:color w:val="4E4D4D" w:themeColor="background2"/>
          <w:spacing w:val="-3"/>
        </w:rPr>
        <w:t xml:space="preserve"> </w:t>
      </w:r>
    </w:p>
    <w:p w14:paraId="5C64EFAB" w14:textId="77777777" w:rsidR="000C6B27" w:rsidRPr="00F4279E" w:rsidRDefault="000C6B27" w:rsidP="001974DD">
      <w:pPr>
        <w:widowControl w:val="0"/>
        <w:autoSpaceDE w:val="0"/>
        <w:autoSpaceDN w:val="0"/>
        <w:adjustRightInd w:val="0"/>
        <w:spacing w:line="0" w:lineRule="atLeast"/>
        <w:ind w:right="187"/>
        <w:jc w:val="both"/>
        <w:rPr>
          <w:rFonts w:ascii="Arial" w:hAnsi="Arial" w:cs="Arial"/>
          <w:color w:val="4E4D4D" w:themeColor="background2"/>
          <w:spacing w:val="1"/>
        </w:rPr>
      </w:pPr>
    </w:p>
    <w:p w14:paraId="5C64EFAC" w14:textId="77777777" w:rsidR="00BB5154" w:rsidRPr="00F4279E" w:rsidRDefault="00BB5154" w:rsidP="00FB5A2F">
      <w:pPr>
        <w:pStyle w:val="Prrafodelista"/>
        <w:widowControl w:val="0"/>
        <w:numPr>
          <w:ilvl w:val="2"/>
          <w:numId w:val="14"/>
        </w:numPr>
        <w:autoSpaceDE w:val="0"/>
        <w:autoSpaceDN w:val="0"/>
        <w:adjustRightInd w:val="0"/>
        <w:spacing w:line="0" w:lineRule="atLeast"/>
        <w:ind w:right="184"/>
        <w:jc w:val="both"/>
        <w:rPr>
          <w:rFonts w:ascii="Arial" w:hAnsi="Arial" w:cs="Arial"/>
          <w:b/>
          <w:color w:val="4E4D4D" w:themeColor="background2"/>
          <w:spacing w:val="-1"/>
        </w:rPr>
      </w:pPr>
      <w:r w:rsidRPr="00F4279E">
        <w:rPr>
          <w:rFonts w:ascii="Arial" w:hAnsi="Arial" w:cs="Arial"/>
          <w:b/>
          <w:color w:val="4E4D4D" w:themeColor="background2"/>
          <w:spacing w:val="-1"/>
        </w:rPr>
        <w:t xml:space="preserve">CALIDAD: </w:t>
      </w:r>
    </w:p>
    <w:p w14:paraId="5C64EFAD" w14:textId="77777777" w:rsidR="00BB5154" w:rsidRPr="00F4279E" w:rsidRDefault="00BB5154" w:rsidP="001974DD">
      <w:pPr>
        <w:widowControl w:val="0"/>
        <w:autoSpaceDE w:val="0"/>
        <w:autoSpaceDN w:val="0"/>
        <w:adjustRightInd w:val="0"/>
        <w:spacing w:line="0" w:lineRule="atLeast"/>
        <w:ind w:right="184"/>
        <w:jc w:val="both"/>
        <w:rPr>
          <w:rFonts w:ascii="Arial" w:hAnsi="Arial" w:cs="Arial"/>
          <w:color w:val="4E4D4D" w:themeColor="background2"/>
          <w:spacing w:val="-1"/>
        </w:rPr>
      </w:pPr>
    </w:p>
    <w:p w14:paraId="5C64EFAE" w14:textId="77777777" w:rsidR="00BB5154" w:rsidRPr="00F4279E" w:rsidRDefault="00774525" w:rsidP="00FB5A2F">
      <w:pPr>
        <w:pStyle w:val="Prrafodelista"/>
        <w:widowControl w:val="0"/>
        <w:numPr>
          <w:ilvl w:val="0"/>
          <w:numId w:val="10"/>
        </w:numPr>
        <w:autoSpaceDE w:val="0"/>
        <w:autoSpaceDN w:val="0"/>
        <w:adjustRightInd w:val="0"/>
        <w:spacing w:line="0" w:lineRule="atLeast"/>
        <w:ind w:right="184"/>
        <w:jc w:val="both"/>
        <w:rPr>
          <w:rFonts w:ascii="Arial" w:hAnsi="Arial" w:cs="Arial"/>
          <w:color w:val="4E4D4D" w:themeColor="background2"/>
        </w:rPr>
      </w:pPr>
      <w:r w:rsidRPr="00F4279E">
        <w:rPr>
          <w:rFonts w:ascii="Arial" w:hAnsi="Arial" w:cs="Arial"/>
          <w:color w:val="4E4D4D" w:themeColor="background2"/>
          <w:spacing w:val="-1"/>
        </w:rPr>
        <w:t>El</w:t>
      </w:r>
      <w:r w:rsidR="009F75C2" w:rsidRPr="00F4279E">
        <w:rPr>
          <w:rFonts w:ascii="Arial" w:hAnsi="Arial" w:cs="Arial"/>
          <w:color w:val="4E4D4D" w:themeColor="background2"/>
          <w:spacing w:val="-1"/>
        </w:rPr>
        <w:t xml:space="preserve"> </w:t>
      </w:r>
      <w:r w:rsidR="000D7312" w:rsidRPr="00F4279E">
        <w:rPr>
          <w:rFonts w:ascii="Arial" w:hAnsi="Arial" w:cs="Arial"/>
          <w:color w:val="4E4D4D" w:themeColor="background2"/>
          <w:spacing w:val="-1"/>
        </w:rPr>
        <w:t>agua a</w:t>
      </w:r>
      <w:r w:rsidR="00BB5154" w:rsidRPr="00F4279E">
        <w:rPr>
          <w:rFonts w:ascii="Arial" w:hAnsi="Arial" w:cs="Arial"/>
          <w:color w:val="4E4D4D" w:themeColor="background2"/>
        </w:rPr>
        <w:t xml:space="preserve"> </w:t>
      </w:r>
      <w:r w:rsidR="00B34A79" w:rsidRPr="00F4279E">
        <w:rPr>
          <w:rFonts w:ascii="Arial" w:hAnsi="Arial" w:cs="Arial"/>
          <w:color w:val="4E4D4D" w:themeColor="background2"/>
        </w:rPr>
        <w:t>entregar</w:t>
      </w:r>
      <w:r w:rsidR="00855917" w:rsidRPr="00F4279E">
        <w:rPr>
          <w:rFonts w:ascii="Arial" w:hAnsi="Arial" w:cs="Arial"/>
          <w:color w:val="4E4D4D" w:themeColor="background2"/>
        </w:rPr>
        <w:t xml:space="preserve"> al proveedor </w:t>
      </w:r>
      <w:r w:rsidR="00B34A79" w:rsidRPr="00F4279E">
        <w:rPr>
          <w:rFonts w:ascii="Arial" w:hAnsi="Arial" w:cs="Arial"/>
          <w:color w:val="4E4D4D" w:themeColor="background2"/>
        </w:rPr>
        <w:t>logístico</w:t>
      </w:r>
      <w:r w:rsidR="00BB5154" w:rsidRPr="00F4279E">
        <w:rPr>
          <w:rFonts w:ascii="Arial" w:hAnsi="Arial" w:cs="Arial"/>
          <w:color w:val="4E4D4D" w:themeColor="background2"/>
          <w:spacing w:val="40"/>
        </w:rPr>
        <w:t xml:space="preserve"> </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2"/>
        </w:rPr>
        <w:t>b</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32"/>
        </w:rPr>
        <w:t xml:space="preserve"> </w:t>
      </w:r>
      <w:r w:rsidR="00BB5154" w:rsidRPr="00F4279E">
        <w:rPr>
          <w:rFonts w:ascii="Arial" w:hAnsi="Arial" w:cs="Arial"/>
          <w:color w:val="4E4D4D" w:themeColor="background2"/>
          <w:spacing w:val="-1"/>
        </w:rPr>
        <w:t>c</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spacing w:val="2"/>
        </w:rPr>
        <w:t>rr</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s</w:t>
      </w:r>
      <w:r w:rsidR="00BB5154" w:rsidRPr="00F4279E">
        <w:rPr>
          <w:rFonts w:ascii="Arial" w:hAnsi="Arial" w:cs="Arial"/>
          <w:color w:val="4E4D4D" w:themeColor="background2"/>
        </w:rPr>
        <w:t>p</w:t>
      </w:r>
      <w:r w:rsidR="00BB5154" w:rsidRPr="00F4279E">
        <w:rPr>
          <w:rFonts w:ascii="Arial" w:hAnsi="Arial" w:cs="Arial"/>
          <w:color w:val="4E4D4D" w:themeColor="background2"/>
          <w:spacing w:val="3"/>
        </w:rPr>
        <w:t>o</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r</w:t>
      </w:r>
      <w:r w:rsidR="00BB5154" w:rsidRPr="00F4279E">
        <w:rPr>
          <w:rFonts w:ascii="Arial" w:hAnsi="Arial" w:cs="Arial"/>
          <w:color w:val="4E4D4D" w:themeColor="background2"/>
          <w:spacing w:val="47"/>
        </w:rPr>
        <w:t xml:space="preserve"> </w:t>
      </w:r>
      <w:r w:rsidR="00BB5154" w:rsidRPr="00F4279E">
        <w:rPr>
          <w:rFonts w:ascii="Arial" w:hAnsi="Arial" w:cs="Arial"/>
          <w:color w:val="4E4D4D" w:themeColor="background2"/>
        </w:rPr>
        <w:t>a</w:t>
      </w:r>
      <w:r w:rsidR="00BB5154" w:rsidRPr="00F4279E">
        <w:rPr>
          <w:rFonts w:ascii="Arial" w:hAnsi="Arial" w:cs="Arial"/>
          <w:color w:val="4E4D4D" w:themeColor="background2"/>
          <w:spacing w:val="27"/>
        </w:rPr>
        <w:t xml:space="preserve"> </w:t>
      </w:r>
      <w:r w:rsidR="00BB5154" w:rsidRPr="00F4279E">
        <w:rPr>
          <w:rFonts w:ascii="Arial" w:hAnsi="Arial" w:cs="Arial"/>
          <w:color w:val="4E4D4D" w:themeColor="background2"/>
        </w:rPr>
        <w:t>los</w:t>
      </w:r>
      <w:r w:rsidR="00BB5154" w:rsidRPr="00F4279E">
        <w:rPr>
          <w:rFonts w:ascii="Arial" w:hAnsi="Arial" w:cs="Arial"/>
          <w:color w:val="4E4D4D" w:themeColor="background2"/>
          <w:spacing w:val="26"/>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s</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rPr>
        <w:t>á</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rPr>
        <w:t>a</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s</w:t>
      </w:r>
      <w:r w:rsidR="00BB5154" w:rsidRPr="00F4279E">
        <w:rPr>
          <w:rFonts w:ascii="Arial" w:hAnsi="Arial" w:cs="Arial"/>
          <w:color w:val="4E4D4D" w:themeColor="background2"/>
          <w:spacing w:val="40"/>
        </w:rPr>
        <w:t xml:space="preserve"> </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rPr>
        <w:t>e</w:t>
      </w:r>
      <w:r w:rsidR="00BB5154" w:rsidRPr="00F4279E">
        <w:rPr>
          <w:rFonts w:ascii="Arial" w:hAnsi="Arial" w:cs="Arial"/>
          <w:color w:val="4E4D4D" w:themeColor="background2"/>
          <w:spacing w:val="25"/>
        </w:rPr>
        <w:t xml:space="preserve"> </w:t>
      </w:r>
      <w:r w:rsidR="00BB5154" w:rsidRPr="00F4279E">
        <w:rPr>
          <w:rFonts w:ascii="Arial" w:hAnsi="Arial" w:cs="Arial"/>
          <w:color w:val="4E4D4D" w:themeColor="background2"/>
          <w:spacing w:val="-1"/>
        </w:rPr>
        <w:t>c</w:t>
      </w:r>
      <w:r w:rsidR="00BB5154" w:rsidRPr="00F4279E">
        <w:rPr>
          <w:rFonts w:ascii="Arial" w:hAnsi="Arial" w:cs="Arial"/>
          <w:color w:val="4E4D4D" w:themeColor="background2"/>
        </w:rPr>
        <w:t>a</w:t>
      </w:r>
      <w:r w:rsidR="00BB5154" w:rsidRPr="00F4279E">
        <w:rPr>
          <w:rFonts w:ascii="Arial" w:hAnsi="Arial" w:cs="Arial"/>
          <w:color w:val="4E4D4D" w:themeColor="background2"/>
          <w:spacing w:val="2"/>
        </w:rPr>
        <w:t>l</w:t>
      </w:r>
      <w:r w:rsidR="00BB5154" w:rsidRPr="00F4279E">
        <w:rPr>
          <w:rFonts w:ascii="Arial" w:hAnsi="Arial" w:cs="Arial"/>
          <w:color w:val="4E4D4D" w:themeColor="background2"/>
          <w:spacing w:val="4"/>
        </w:rPr>
        <w:t>i</w:t>
      </w:r>
      <w:r w:rsidR="00BB5154" w:rsidRPr="00F4279E">
        <w:rPr>
          <w:rFonts w:ascii="Arial" w:hAnsi="Arial" w:cs="Arial"/>
          <w:color w:val="4E4D4D" w:themeColor="background2"/>
          <w:spacing w:val="-1"/>
        </w:rPr>
        <w:t>d</w:t>
      </w:r>
      <w:r w:rsidR="00BB5154" w:rsidRPr="00F4279E">
        <w:rPr>
          <w:rFonts w:ascii="Arial" w:hAnsi="Arial" w:cs="Arial"/>
          <w:color w:val="4E4D4D" w:themeColor="background2"/>
        </w:rPr>
        <w:t>ad</w:t>
      </w:r>
      <w:r w:rsidR="00BB5154" w:rsidRPr="00F4279E">
        <w:rPr>
          <w:rFonts w:ascii="Arial" w:hAnsi="Arial" w:cs="Arial"/>
          <w:color w:val="4E4D4D" w:themeColor="background2"/>
          <w:spacing w:val="36"/>
        </w:rPr>
        <w:t xml:space="preserve"> </w:t>
      </w:r>
      <w:r w:rsidR="00BB5154" w:rsidRPr="00F4279E">
        <w:rPr>
          <w:rFonts w:ascii="Arial" w:hAnsi="Arial" w:cs="Arial"/>
          <w:color w:val="4E4D4D" w:themeColor="background2"/>
          <w:spacing w:val="1"/>
        </w:rPr>
        <w:t>ex</w:t>
      </w:r>
      <w:r w:rsidR="00BB5154" w:rsidRPr="00F4279E">
        <w:rPr>
          <w:rFonts w:ascii="Arial" w:hAnsi="Arial" w:cs="Arial"/>
          <w:color w:val="4E4D4D" w:themeColor="background2"/>
        </w:rPr>
        <w:t>i</w:t>
      </w:r>
      <w:r w:rsidR="00BB5154" w:rsidRPr="00F4279E">
        <w:rPr>
          <w:rFonts w:ascii="Arial" w:hAnsi="Arial" w:cs="Arial"/>
          <w:color w:val="4E4D4D" w:themeColor="background2"/>
          <w:spacing w:val="4"/>
        </w:rPr>
        <w:t>g</w:t>
      </w:r>
      <w:r w:rsidR="00BB5154" w:rsidRPr="00F4279E">
        <w:rPr>
          <w:rFonts w:ascii="Arial" w:hAnsi="Arial" w:cs="Arial"/>
          <w:color w:val="4E4D4D" w:themeColor="background2"/>
        </w:rPr>
        <w:t>i</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rPr>
        <w:t>s</w:t>
      </w:r>
      <w:r w:rsidR="00BB5154" w:rsidRPr="00F4279E">
        <w:rPr>
          <w:rFonts w:ascii="Arial" w:hAnsi="Arial" w:cs="Arial"/>
          <w:color w:val="4E4D4D" w:themeColor="background2"/>
          <w:spacing w:val="38"/>
        </w:rPr>
        <w:t xml:space="preserve"> </w:t>
      </w:r>
      <w:r w:rsidR="00BB5154" w:rsidRPr="00F4279E">
        <w:rPr>
          <w:rFonts w:ascii="Arial" w:hAnsi="Arial" w:cs="Arial"/>
          <w:color w:val="4E4D4D" w:themeColor="background2"/>
          <w:w w:val="102"/>
        </w:rPr>
        <w:t xml:space="preserve">por </w:t>
      </w:r>
      <w:r w:rsidR="00BB5154" w:rsidRPr="00F4279E">
        <w:rPr>
          <w:rFonts w:ascii="Arial" w:hAnsi="Arial" w:cs="Arial"/>
          <w:color w:val="4E4D4D" w:themeColor="background2"/>
          <w:spacing w:val="2"/>
        </w:rPr>
        <w:t>l</w:t>
      </w:r>
      <w:r w:rsidR="00BB5154" w:rsidRPr="00F4279E">
        <w:rPr>
          <w:rFonts w:ascii="Arial" w:hAnsi="Arial" w:cs="Arial"/>
          <w:color w:val="4E4D4D" w:themeColor="background2"/>
        </w:rPr>
        <w:t>as</w:t>
      </w:r>
      <w:r w:rsidR="00BB5154" w:rsidRPr="00F4279E">
        <w:rPr>
          <w:rFonts w:ascii="Arial" w:hAnsi="Arial" w:cs="Arial"/>
          <w:color w:val="4E4D4D" w:themeColor="background2"/>
          <w:spacing w:val="7"/>
        </w:rPr>
        <w:t xml:space="preserve"> </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3"/>
        </w:rPr>
        <w:t>o</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spacing w:val="1"/>
        </w:rPr>
        <w:t>m</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rPr>
        <w:t>s</w:t>
      </w:r>
      <w:r w:rsidR="00BB5154" w:rsidRPr="00F4279E">
        <w:rPr>
          <w:rFonts w:ascii="Arial" w:hAnsi="Arial" w:cs="Arial"/>
          <w:color w:val="4E4D4D" w:themeColor="background2"/>
          <w:spacing w:val="14"/>
        </w:rPr>
        <w:t xml:space="preserve"> </w:t>
      </w:r>
      <w:r w:rsidR="00BB5154" w:rsidRPr="00F4279E">
        <w:rPr>
          <w:rFonts w:ascii="Arial" w:hAnsi="Arial" w:cs="Arial"/>
          <w:color w:val="4E4D4D" w:themeColor="background2"/>
          <w:spacing w:val="3"/>
        </w:rPr>
        <w:t>v</w:t>
      </w:r>
      <w:r w:rsidR="00BB5154" w:rsidRPr="00F4279E">
        <w:rPr>
          <w:rFonts w:ascii="Arial" w:hAnsi="Arial" w:cs="Arial"/>
          <w:color w:val="4E4D4D" w:themeColor="background2"/>
        </w:rPr>
        <w:t>i</w:t>
      </w:r>
      <w:r w:rsidR="00BB5154" w:rsidRPr="00F4279E">
        <w:rPr>
          <w:rFonts w:ascii="Arial" w:hAnsi="Arial" w:cs="Arial"/>
          <w:color w:val="4E4D4D" w:themeColor="background2"/>
          <w:spacing w:val="4"/>
        </w:rPr>
        <w:t>g</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s</w:t>
      </w:r>
      <w:r w:rsidR="00BB5154" w:rsidRPr="00F4279E">
        <w:rPr>
          <w:rFonts w:ascii="Arial" w:hAnsi="Arial" w:cs="Arial"/>
          <w:color w:val="4E4D4D" w:themeColor="background2"/>
          <w:spacing w:val="15"/>
        </w:rPr>
        <w:t xml:space="preserve"> </w:t>
      </w:r>
      <w:r w:rsidR="00BB5154" w:rsidRPr="00F4279E">
        <w:rPr>
          <w:rFonts w:ascii="Arial" w:hAnsi="Arial" w:cs="Arial"/>
          <w:color w:val="4E4D4D" w:themeColor="background2"/>
        </w:rPr>
        <w:t>y</w:t>
      </w:r>
      <w:r w:rsidR="00BB5154" w:rsidRPr="00F4279E">
        <w:rPr>
          <w:rFonts w:ascii="Arial" w:hAnsi="Arial" w:cs="Arial"/>
          <w:color w:val="4E4D4D" w:themeColor="background2"/>
          <w:spacing w:val="4"/>
        </w:rPr>
        <w:t xml:space="preserve"> </w:t>
      </w:r>
      <w:r w:rsidR="00BB5154" w:rsidRPr="00F4279E">
        <w:rPr>
          <w:rFonts w:ascii="Arial" w:hAnsi="Arial" w:cs="Arial"/>
          <w:color w:val="4E4D4D" w:themeColor="background2"/>
        </w:rPr>
        <w:t>a</w:t>
      </w:r>
      <w:r w:rsidR="00BB5154" w:rsidRPr="00F4279E">
        <w:rPr>
          <w:rFonts w:ascii="Arial" w:hAnsi="Arial" w:cs="Arial"/>
          <w:color w:val="4E4D4D" w:themeColor="background2"/>
          <w:spacing w:val="5"/>
        </w:rPr>
        <w:t xml:space="preserve"> </w:t>
      </w:r>
      <w:r w:rsidR="00BB5154" w:rsidRPr="00F4279E">
        <w:rPr>
          <w:rFonts w:ascii="Arial" w:hAnsi="Arial" w:cs="Arial"/>
          <w:color w:val="4E4D4D" w:themeColor="background2"/>
        </w:rPr>
        <w:t>l</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rPr>
        <w:t>s</w:t>
      </w:r>
      <w:r w:rsidR="00BB5154" w:rsidRPr="00F4279E">
        <w:rPr>
          <w:rFonts w:ascii="Arial" w:hAnsi="Arial" w:cs="Arial"/>
          <w:color w:val="4E4D4D" w:themeColor="background2"/>
          <w:spacing w:val="5"/>
        </w:rPr>
        <w:t xml:space="preserve"> </w:t>
      </w:r>
      <w:r w:rsidR="00BB5154" w:rsidRPr="00F4279E">
        <w:rPr>
          <w:rFonts w:ascii="Arial" w:hAnsi="Arial" w:cs="Arial"/>
          <w:color w:val="4E4D4D" w:themeColor="background2"/>
          <w:spacing w:val="2"/>
        </w:rPr>
        <w:t>c</w:t>
      </w:r>
      <w:r w:rsidR="00BB5154" w:rsidRPr="00F4279E">
        <w:rPr>
          <w:rFonts w:ascii="Arial" w:hAnsi="Arial" w:cs="Arial"/>
          <w:color w:val="4E4D4D" w:themeColor="background2"/>
        </w:rPr>
        <w:t>o</w:t>
      </w:r>
      <w:r w:rsidR="00BB5154" w:rsidRPr="00F4279E">
        <w:rPr>
          <w:rFonts w:ascii="Arial" w:hAnsi="Arial" w:cs="Arial"/>
          <w:color w:val="4E4D4D" w:themeColor="background2"/>
          <w:spacing w:val="-1"/>
        </w:rPr>
        <w:t>nd</w:t>
      </w:r>
      <w:r w:rsidR="00BB5154" w:rsidRPr="00F4279E">
        <w:rPr>
          <w:rFonts w:ascii="Arial" w:hAnsi="Arial" w:cs="Arial"/>
          <w:color w:val="4E4D4D" w:themeColor="background2"/>
          <w:spacing w:val="2"/>
        </w:rPr>
        <w:t>i</w:t>
      </w:r>
      <w:r w:rsidR="00BB5154" w:rsidRPr="00F4279E">
        <w:rPr>
          <w:rFonts w:ascii="Arial" w:hAnsi="Arial" w:cs="Arial"/>
          <w:color w:val="4E4D4D" w:themeColor="background2"/>
          <w:spacing w:val="-3"/>
        </w:rPr>
        <w:t>c</w:t>
      </w:r>
      <w:r w:rsidR="00BB5154" w:rsidRPr="00F4279E">
        <w:rPr>
          <w:rFonts w:ascii="Arial" w:hAnsi="Arial" w:cs="Arial"/>
          <w:color w:val="4E4D4D" w:themeColor="background2"/>
          <w:spacing w:val="4"/>
        </w:rPr>
        <w:t>i</w:t>
      </w:r>
      <w:r w:rsidR="00BB5154" w:rsidRPr="00F4279E">
        <w:rPr>
          <w:rFonts w:ascii="Arial" w:hAnsi="Arial" w:cs="Arial"/>
          <w:color w:val="4E4D4D" w:themeColor="background2"/>
        </w:rPr>
        <w:t>o</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s</w:t>
      </w:r>
      <w:r w:rsidR="00BB5154" w:rsidRPr="00F4279E">
        <w:rPr>
          <w:rFonts w:ascii="Arial" w:hAnsi="Arial" w:cs="Arial"/>
          <w:color w:val="4E4D4D" w:themeColor="background2"/>
          <w:spacing w:val="23"/>
        </w:rPr>
        <w:t xml:space="preserve"> </w:t>
      </w:r>
      <w:r w:rsidR="00BB5154" w:rsidRPr="00F4279E">
        <w:rPr>
          <w:rFonts w:ascii="Arial" w:hAnsi="Arial" w:cs="Arial"/>
          <w:color w:val="4E4D4D" w:themeColor="background2"/>
          <w:spacing w:val="2"/>
        </w:rPr>
        <w:t>c</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2"/>
        </w:rPr>
        <w:t>i</w:t>
      </w:r>
      <w:r w:rsidR="00BB5154" w:rsidRPr="00F4279E">
        <w:rPr>
          <w:rFonts w:ascii="Arial" w:hAnsi="Arial" w:cs="Arial"/>
          <w:color w:val="4E4D4D" w:themeColor="background2"/>
          <w:spacing w:val="-1"/>
        </w:rPr>
        <w:t>d</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rPr>
        <w:t>s</w:t>
      </w:r>
      <w:r w:rsidR="00BB5154" w:rsidRPr="00F4279E">
        <w:rPr>
          <w:rFonts w:ascii="Arial" w:hAnsi="Arial" w:cs="Arial"/>
          <w:color w:val="4E4D4D" w:themeColor="background2"/>
          <w:spacing w:val="18"/>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n</w:t>
      </w:r>
      <w:r w:rsidR="00BB5154" w:rsidRPr="00F4279E">
        <w:rPr>
          <w:rFonts w:ascii="Arial" w:hAnsi="Arial" w:cs="Arial"/>
          <w:color w:val="4E4D4D" w:themeColor="background2"/>
          <w:spacing w:val="7"/>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l presente anexo técnico y en el pliego</w:t>
      </w:r>
      <w:r w:rsidR="00B34A79" w:rsidRPr="00F4279E">
        <w:rPr>
          <w:rFonts w:ascii="Arial" w:hAnsi="Arial" w:cs="Arial"/>
          <w:color w:val="4E4D4D" w:themeColor="background2"/>
          <w:w w:val="102"/>
        </w:rPr>
        <w:t xml:space="preserve"> de condiciones </w:t>
      </w:r>
      <w:r w:rsidR="00BB5154" w:rsidRPr="00F4279E">
        <w:rPr>
          <w:rFonts w:ascii="Arial" w:hAnsi="Arial" w:cs="Arial"/>
          <w:color w:val="4E4D4D" w:themeColor="background2"/>
          <w:w w:val="102"/>
        </w:rPr>
        <w:t>y fichas técnicas de producto.</w:t>
      </w:r>
    </w:p>
    <w:p w14:paraId="5C64EFAF" w14:textId="77777777" w:rsidR="00C73381" w:rsidRPr="00F4279E" w:rsidRDefault="00C73381" w:rsidP="00C73381">
      <w:pPr>
        <w:pStyle w:val="Prrafodelista"/>
        <w:rPr>
          <w:rFonts w:ascii="Arial" w:hAnsi="Arial" w:cs="Arial"/>
          <w:color w:val="4E4D4D" w:themeColor="background2"/>
        </w:rPr>
      </w:pPr>
    </w:p>
    <w:p w14:paraId="5C64EFB0" w14:textId="77777777" w:rsidR="00BB5154" w:rsidRPr="00F4279E" w:rsidRDefault="00BB5154" w:rsidP="00FB5A2F">
      <w:pPr>
        <w:pStyle w:val="Prrafodelista"/>
        <w:widowControl w:val="0"/>
        <w:numPr>
          <w:ilvl w:val="0"/>
          <w:numId w:val="10"/>
        </w:numPr>
        <w:autoSpaceDE w:val="0"/>
        <w:autoSpaceDN w:val="0"/>
        <w:adjustRightInd w:val="0"/>
        <w:spacing w:line="0" w:lineRule="atLeast"/>
        <w:ind w:right="184"/>
        <w:jc w:val="both"/>
        <w:rPr>
          <w:rFonts w:ascii="Arial" w:hAnsi="Arial" w:cs="Arial"/>
          <w:color w:val="4E4D4D" w:themeColor="background2"/>
        </w:rPr>
      </w:pPr>
      <w:r w:rsidRPr="00F4279E">
        <w:rPr>
          <w:rFonts w:ascii="Arial" w:hAnsi="Arial" w:cs="Arial"/>
          <w:color w:val="4E4D4D" w:themeColor="background2"/>
        </w:rPr>
        <w:t>D</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2"/>
        </w:rPr>
        <w:t>i</w:t>
      </w:r>
      <w:r w:rsidRPr="00F4279E">
        <w:rPr>
          <w:rFonts w:ascii="Arial" w:hAnsi="Arial" w:cs="Arial"/>
          <w:color w:val="4E4D4D" w:themeColor="background2"/>
          <w:spacing w:val="-1"/>
        </w:rPr>
        <w:t>n</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00B34A79" w:rsidRPr="00F4279E">
        <w:rPr>
          <w:rFonts w:ascii="Arial" w:hAnsi="Arial" w:cs="Arial"/>
          <w:color w:val="4E4D4D" w:themeColor="background2"/>
          <w:spacing w:val="-1"/>
        </w:rPr>
        <w:t xml:space="preserve"> </w:t>
      </w:r>
      <w:r w:rsidRPr="00F4279E">
        <w:rPr>
          <w:rFonts w:ascii="Arial" w:hAnsi="Arial" w:cs="Arial"/>
          <w:color w:val="4E4D4D" w:themeColor="background2"/>
        </w:rPr>
        <w:t>l</w:t>
      </w:r>
      <w:r w:rsidR="00B34A79" w:rsidRPr="00F4279E">
        <w:rPr>
          <w:rFonts w:ascii="Arial" w:hAnsi="Arial" w:cs="Arial"/>
          <w:color w:val="4E4D4D" w:themeColor="background2"/>
        </w:rPr>
        <w:t>a ejecución de la orden de compra,</w:t>
      </w:r>
      <w:r w:rsidRPr="00F4279E">
        <w:rPr>
          <w:rFonts w:ascii="Arial" w:hAnsi="Arial" w:cs="Arial"/>
          <w:color w:val="4E4D4D" w:themeColor="background2"/>
        </w:rPr>
        <w:t xml:space="preserve"> el </w:t>
      </w:r>
      <w:r w:rsidR="00B34A79" w:rsidRPr="00F4279E">
        <w:rPr>
          <w:rFonts w:ascii="Arial" w:hAnsi="Arial" w:cs="Arial"/>
          <w:color w:val="4E4D4D" w:themeColor="background2"/>
        </w:rPr>
        <w:t>proveedor</w:t>
      </w:r>
      <w:r w:rsidRPr="00F4279E">
        <w:rPr>
          <w:rFonts w:ascii="Arial" w:hAnsi="Arial" w:cs="Arial"/>
          <w:color w:val="4E4D4D" w:themeColor="background2"/>
        </w:rPr>
        <w:t xml:space="preserve"> se compromete con la SED</w:t>
      </w:r>
      <w:r w:rsidR="00B34A79" w:rsidRPr="00F4279E">
        <w:rPr>
          <w:rFonts w:ascii="Arial" w:hAnsi="Arial" w:cs="Arial"/>
          <w:color w:val="4E4D4D" w:themeColor="background2"/>
        </w:rPr>
        <w:t>,</w:t>
      </w:r>
      <w:r w:rsidRPr="00F4279E">
        <w:rPr>
          <w:rFonts w:ascii="Arial" w:hAnsi="Arial" w:cs="Arial"/>
          <w:color w:val="4E4D4D" w:themeColor="background2"/>
        </w:rPr>
        <w:t xml:space="preserve"> a adquirir </w:t>
      </w:r>
      <w:r w:rsidR="00415DF1" w:rsidRPr="00F4279E">
        <w:rPr>
          <w:rFonts w:ascii="Arial" w:hAnsi="Arial" w:cs="Arial"/>
          <w:color w:val="4E4D4D" w:themeColor="background2"/>
        </w:rPr>
        <w:t xml:space="preserve">el producto en condiciones </w:t>
      </w:r>
      <w:r w:rsidR="00B34A79" w:rsidRPr="00F4279E">
        <w:rPr>
          <w:rFonts w:ascii="Arial" w:hAnsi="Arial" w:cs="Arial"/>
          <w:color w:val="4E4D4D" w:themeColor="background2"/>
        </w:rPr>
        <w:t>de</w:t>
      </w:r>
      <w:r w:rsidRPr="00F4279E">
        <w:rPr>
          <w:rFonts w:ascii="Arial" w:hAnsi="Arial" w:cs="Arial"/>
          <w:color w:val="4E4D4D" w:themeColor="background2"/>
        </w:rPr>
        <w:t xml:space="preserve"> óptima calidad para </w:t>
      </w:r>
      <w:r w:rsidR="00B34A79" w:rsidRPr="00F4279E">
        <w:rPr>
          <w:rFonts w:ascii="Arial" w:hAnsi="Arial" w:cs="Arial"/>
          <w:color w:val="4E4D4D" w:themeColor="background2"/>
        </w:rPr>
        <w:t>la entrega</w:t>
      </w:r>
      <w:r w:rsidR="00415DF1" w:rsidRPr="00F4279E">
        <w:rPr>
          <w:rFonts w:ascii="Arial" w:hAnsi="Arial" w:cs="Arial"/>
          <w:color w:val="4E4D4D" w:themeColor="background2"/>
        </w:rPr>
        <w:t xml:space="preserve"> en</w:t>
      </w:r>
      <w:r w:rsidRPr="00F4279E">
        <w:rPr>
          <w:rFonts w:ascii="Arial" w:hAnsi="Arial" w:cs="Arial"/>
          <w:color w:val="4E4D4D" w:themeColor="background2"/>
        </w:rPr>
        <w:t xml:space="preserve"> los refrigerios con destino a estudiantes matricul</w:t>
      </w:r>
      <w:r w:rsidR="00415DF1" w:rsidRPr="00F4279E">
        <w:rPr>
          <w:rFonts w:ascii="Arial" w:hAnsi="Arial" w:cs="Arial"/>
          <w:color w:val="4E4D4D" w:themeColor="background2"/>
        </w:rPr>
        <w:t>ados en los colegios</w:t>
      </w:r>
      <w:r w:rsidRPr="00F4279E">
        <w:rPr>
          <w:rFonts w:ascii="Arial" w:hAnsi="Arial" w:cs="Arial"/>
          <w:color w:val="4E4D4D" w:themeColor="background2"/>
        </w:rPr>
        <w:t>. En ningún momento violará lo consignado en la Ley 9° de 1979, capítulo V, y en general todas las Resoluciones y normas relacionadas con alimentos y las que sustituyan o modifiquen total o parcialmente alguna de las anteriores.</w:t>
      </w:r>
    </w:p>
    <w:p w14:paraId="5C64EFB1" w14:textId="77777777" w:rsidR="00BB5154" w:rsidRPr="00F4279E" w:rsidRDefault="00BB5154" w:rsidP="001974DD">
      <w:pPr>
        <w:pStyle w:val="Prrafodelista"/>
        <w:spacing w:line="0" w:lineRule="atLeast"/>
        <w:rPr>
          <w:rFonts w:ascii="Arial" w:hAnsi="Arial" w:cs="Arial"/>
          <w:color w:val="4E4D4D" w:themeColor="background2"/>
        </w:rPr>
      </w:pPr>
    </w:p>
    <w:p w14:paraId="5C64EFB2" w14:textId="75BEFAE3" w:rsidR="00BB5154" w:rsidRPr="00F4279E" w:rsidRDefault="00BB5154" w:rsidP="00FB5A2F">
      <w:pPr>
        <w:pStyle w:val="Prrafodelista"/>
        <w:widowControl w:val="0"/>
        <w:numPr>
          <w:ilvl w:val="0"/>
          <w:numId w:val="10"/>
        </w:numPr>
        <w:autoSpaceDE w:val="0"/>
        <w:autoSpaceDN w:val="0"/>
        <w:adjustRightInd w:val="0"/>
        <w:spacing w:line="0" w:lineRule="atLeast"/>
        <w:ind w:right="95"/>
        <w:jc w:val="both"/>
        <w:rPr>
          <w:rFonts w:ascii="Arial" w:hAnsi="Arial" w:cs="Arial"/>
          <w:color w:val="4E4D4D" w:themeColor="background2"/>
          <w:spacing w:val="-1"/>
        </w:rPr>
      </w:pPr>
      <w:r w:rsidRPr="00F4279E">
        <w:rPr>
          <w:rFonts w:ascii="Arial" w:hAnsi="Arial" w:cs="Arial"/>
          <w:color w:val="4E4D4D" w:themeColor="background2"/>
          <w:spacing w:val="-1"/>
        </w:rPr>
        <w:t xml:space="preserve">De acuerdo con el grado de alteración microbiológica y su impacto sobre la salud, los alimentos de alto y mediano riesgo que lo </w:t>
      </w:r>
      <w:r w:rsidR="00BE45A9" w:rsidRPr="00F4279E">
        <w:rPr>
          <w:rFonts w:ascii="Arial" w:hAnsi="Arial" w:cs="Arial"/>
          <w:color w:val="4E4D4D" w:themeColor="background2"/>
          <w:spacing w:val="-1"/>
        </w:rPr>
        <w:t>ameriten</w:t>
      </w:r>
      <w:r w:rsidRPr="00F4279E">
        <w:rPr>
          <w:rFonts w:ascii="Arial" w:hAnsi="Arial" w:cs="Arial"/>
          <w:color w:val="4E4D4D" w:themeColor="background2"/>
          <w:spacing w:val="-1"/>
        </w:rPr>
        <w:t xml:space="preserve"> deberán cumplir y conservar estrictamente los estándares de calidad e inocuidad establecidos en la normatividad sanitaria vigente</w:t>
      </w:r>
      <w:r w:rsidR="00B34A79" w:rsidRPr="00F4279E">
        <w:rPr>
          <w:rFonts w:ascii="Arial" w:hAnsi="Arial" w:cs="Arial"/>
          <w:color w:val="4E4D4D" w:themeColor="background2"/>
          <w:spacing w:val="-1"/>
        </w:rPr>
        <w:t xml:space="preserve"> y anexos definidos por la SED</w:t>
      </w:r>
      <w:r w:rsidRPr="00F4279E">
        <w:rPr>
          <w:rFonts w:ascii="Arial" w:hAnsi="Arial" w:cs="Arial"/>
          <w:color w:val="4E4D4D" w:themeColor="background2"/>
          <w:spacing w:val="-1"/>
        </w:rPr>
        <w:t>.</w:t>
      </w:r>
      <w:r w:rsidRPr="00F4279E">
        <w:rPr>
          <w:rFonts w:ascii="Arial" w:hAnsi="Arial" w:cs="Arial"/>
          <w:color w:val="4E4D4D" w:themeColor="background2"/>
          <w:spacing w:val="1"/>
        </w:rPr>
        <w:t xml:space="preserve"> </w:t>
      </w:r>
    </w:p>
    <w:p w14:paraId="5C64EFB3" w14:textId="77777777" w:rsidR="00BB5154" w:rsidRPr="00F4279E" w:rsidRDefault="00BB5154" w:rsidP="001974DD">
      <w:pPr>
        <w:widowControl w:val="0"/>
        <w:autoSpaceDE w:val="0"/>
        <w:autoSpaceDN w:val="0"/>
        <w:adjustRightInd w:val="0"/>
        <w:spacing w:line="0" w:lineRule="atLeast"/>
        <w:ind w:right="95"/>
        <w:jc w:val="both"/>
        <w:rPr>
          <w:rFonts w:ascii="Arial" w:hAnsi="Arial" w:cs="Arial"/>
          <w:color w:val="4E4D4D" w:themeColor="background2"/>
          <w:spacing w:val="-1"/>
        </w:rPr>
      </w:pPr>
    </w:p>
    <w:p w14:paraId="5C64EFB4" w14:textId="1CC66ABE" w:rsidR="00BB5154" w:rsidRPr="00F4279E" w:rsidRDefault="00302B02" w:rsidP="00FB5A2F">
      <w:pPr>
        <w:pStyle w:val="Prrafodelista"/>
        <w:widowControl w:val="0"/>
        <w:numPr>
          <w:ilvl w:val="0"/>
          <w:numId w:val="10"/>
        </w:numPr>
        <w:autoSpaceDE w:val="0"/>
        <w:autoSpaceDN w:val="0"/>
        <w:adjustRightInd w:val="0"/>
        <w:spacing w:line="0" w:lineRule="atLeast"/>
        <w:ind w:right="184"/>
        <w:jc w:val="both"/>
        <w:rPr>
          <w:rFonts w:ascii="Arial" w:hAnsi="Arial" w:cs="Arial"/>
          <w:color w:val="4E4D4D" w:themeColor="background2"/>
        </w:rPr>
      </w:pPr>
      <w:r w:rsidRPr="00F4279E">
        <w:rPr>
          <w:rFonts w:ascii="Arial" w:hAnsi="Arial" w:cs="Arial"/>
          <w:color w:val="4E4D4D" w:themeColor="background2"/>
          <w:spacing w:val="2"/>
        </w:rPr>
        <w:t xml:space="preserve">El </w:t>
      </w:r>
      <w:r w:rsidR="000D7312" w:rsidRPr="00F4279E">
        <w:rPr>
          <w:rFonts w:ascii="Arial" w:hAnsi="Arial" w:cs="Arial"/>
          <w:color w:val="4E4D4D" w:themeColor="background2"/>
          <w:spacing w:val="2"/>
        </w:rPr>
        <w:t>agua que</w:t>
      </w:r>
      <w:r w:rsidR="00BE45A9">
        <w:rPr>
          <w:rFonts w:ascii="Arial" w:hAnsi="Arial" w:cs="Arial"/>
          <w:color w:val="4E4D4D" w:themeColor="background2"/>
          <w:spacing w:val="2"/>
        </w:rPr>
        <w:t xml:space="preserve"> se entregue</w:t>
      </w:r>
      <w:r w:rsidR="00FD1F8B" w:rsidRPr="00F4279E">
        <w:rPr>
          <w:rFonts w:ascii="Arial" w:hAnsi="Arial" w:cs="Arial"/>
          <w:color w:val="4E4D4D" w:themeColor="background2"/>
          <w:spacing w:val="2"/>
        </w:rPr>
        <w:t xml:space="preserve"> </w:t>
      </w:r>
      <w:r w:rsidR="00BE45A9" w:rsidRPr="00F4279E">
        <w:rPr>
          <w:rFonts w:ascii="Arial" w:hAnsi="Arial" w:cs="Arial"/>
          <w:color w:val="4E4D4D" w:themeColor="background2"/>
          <w:spacing w:val="2"/>
          <w:w w:val="102"/>
        </w:rPr>
        <w:t>d</w:t>
      </w:r>
      <w:r w:rsidR="00BE45A9" w:rsidRPr="00F4279E">
        <w:rPr>
          <w:rFonts w:ascii="Arial" w:hAnsi="Arial" w:cs="Arial"/>
          <w:color w:val="4E4D4D" w:themeColor="background2"/>
          <w:spacing w:val="-1"/>
          <w:w w:val="102"/>
        </w:rPr>
        <w:t>e</w:t>
      </w:r>
      <w:r w:rsidR="00BE45A9" w:rsidRPr="00F4279E">
        <w:rPr>
          <w:rFonts w:ascii="Arial" w:hAnsi="Arial" w:cs="Arial"/>
          <w:color w:val="4E4D4D" w:themeColor="background2"/>
          <w:spacing w:val="1"/>
          <w:w w:val="102"/>
        </w:rPr>
        <w:t>b</w:t>
      </w:r>
      <w:r w:rsidR="00BE45A9" w:rsidRPr="00F4279E">
        <w:rPr>
          <w:rFonts w:ascii="Arial" w:hAnsi="Arial" w:cs="Arial"/>
          <w:color w:val="4E4D4D" w:themeColor="background2"/>
          <w:spacing w:val="2"/>
          <w:w w:val="102"/>
        </w:rPr>
        <w:t>e</w:t>
      </w:r>
      <w:r w:rsidR="00BE45A9" w:rsidRPr="00F4279E">
        <w:rPr>
          <w:rFonts w:ascii="Arial" w:hAnsi="Arial" w:cs="Arial"/>
          <w:color w:val="4E4D4D" w:themeColor="background2"/>
          <w:w w:val="102"/>
        </w:rPr>
        <w:t>r</w:t>
      </w:r>
      <w:r w:rsidR="00BE45A9" w:rsidRPr="00F4279E">
        <w:rPr>
          <w:rFonts w:ascii="Arial" w:hAnsi="Arial" w:cs="Arial"/>
          <w:color w:val="4E4D4D" w:themeColor="background2"/>
          <w:spacing w:val="-2"/>
          <w:w w:val="102"/>
        </w:rPr>
        <w:t>á</w:t>
      </w:r>
      <w:r w:rsidR="00FD1F8B" w:rsidRPr="00F4279E">
        <w:rPr>
          <w:rFonts w:ascii="Arial" w:hAnsi="Arial" w:cs="Arial"/>
          <w:color w:val="4E4D4D" w:themeColor="background2"/>
          <w:w w:val="102"/>
        </w:rPr>
        <w:t xml:space="preserve"> </w:t>
      </w:r>
      <w:r w:rsidR="00FD1F8B" w:rsidRPr="00F4279E">
        <w:rPr>
          <w:rFonts w:ascii="Arial" w:hAnsi="Arial" w:cs="Arial"/>
          <w:color w:val="4E4D4D" w:themeColor="background2"/>
          <w:spacing w:val="2"/>
        </w:rPr>
        <w:t>t</w:t>
      </w:r>
      <w:r w:rsidR="00FD1F8B" w:rsidRPr="00F4279E">
        <w:rPr>
          <w:rFonts w:ascii="Arial" w:hAnsi="Arial" w:cs="Arial"/>
          <w:color w:val="4E4D4D" w:themeColor="background2"/>
          <w:spacing w:val="-1"/>
        </w:rPr>
        <w:t>e</w:t>
      </w:r>
      <w:r w:rsidR="00FD1F8B" w:rsidRPr="00F4279E">
        <w:rPr>
          <w:rFonts w:ascii="Arial" w:hAnsi="Arial" w:cs="Arial"/>
          <w:color w:val="4E4D4D" w:themeColor="background2"/>
          <w:spacing w:val="1"/>
        </w:rPr>
        <w:t>n</w:t>
      </w:r>
      <w:r w:rsidR="00FD1F8B" w:rsidRPr="00F4279E">
        <w:rPr>
          <w:rFonts w:ascii="Arial" w:hAnsi="Arial" w:cs="Arial"/>
          <w:color w:val="4E4D4D" w:themeColor="background2"/>
          <w:spacing w:val="-1"/>
        </w:rPr>
        <w:t>e</w:t>
      </w:r>
      <w:r w:rsidR="00FD1F8B" w:rsidRPr="00F4279E">
        <w:rPr>
          <w:rFonts w:ascii="Arial" w:hAnsi="Arial" w:cs="Arial"/>
          <w:color w:val="4E4D4D" w:themeColor="background2"/>
        </w:rPr>
        <w:t>r</w:t>
      </w:r>
      <w:r w:rsidR="00FD1F8B" w:rsidRPr="00F4279E">
        <w:rPr>
          <w:rFonts w:ascii="Arial" w:hAnsi="Arial" w:cs="Arial"/>
          <w:color w:val="4E4D4D" w:themeColor="background2"/>
          <w:spacing w:val="12"/>
        </w:rPr>
        <w:t xml:space="preserve"> </w:t>
      </w:r>
      <w:r w:rsidR="00FD1F8B" w:rsidRPr="00F4279E">
        <w:rPr>
          <w:rFonts w:ascii="Arial" w:hAnsi="Arial" w:cs="Arial"/>
          <w:color w:val="4E4D4D" w:themeColor="background2"/>
          <w:spacing w:val="4"/>
        </w:rPr>
        <w:t>m</w:t>
      </w:r>
      <w:r w:rsidR="00FD1F8B" w:rsidRPr="00F4279E">
        <w:rPr>
          <w:rFonts w:ascii="Arial" w:hAnsi="Arial" w:cs="Arial"/>
          <w:color w:val="4E4D4D" w:themeColor="background2"/>
          <w:spacing w:val="-4"/>
        </w:rPr>
        <w:t>a</w:t>
      </w:r>
      <w:r w:rsidR="00FD1F8B" w:rsidRPr="00F4279E">
        <w:rPr>
          <w:rFonts w:ascii="Arial" w:hAnsi="Arial" w:cs="Arial"/>
          <w:color w:val="4E4D4D" w:themeColor="background2"/>
        </w:rPr>
        <w:t>r</w:t>
      </w:r>
      <w:r w:rsidR="00FD1F8B" w:rsidRPr="00F4279E">
        <w:rPr>
          <w:rFonts w:ascii="Arial" w:hAnsi="Arial" w:cs="Arial"/>
          <w:color w:val="4E4D4D" w:themeColor="background2"/>
          <w:spacing w:val="6"/>
        </w:rPr>
        <w:t>c</w:t>
      </w:r>
      <w:r w:rsidR="00FD1F8B" w:rsidRPr="00F4279E">
        <w:rPr>
          <w:rFonts w:ascii="Arial" w:hAnsi="Arial" w:cs="Arial"/>
          <w:color w:val="4E4D4D" w:themeColor="background2"/>
          <w:spacing w:val="-2"/>
        </w:rPr>
        <w:t>a</w:t>
      </w:r>
      <w:r w:rsidR="00BB5154" w:rsidRPr="00F4279E">
        <w:rPr>
          <w:rFonts w:ascii="Arial" w:hAnsi="Arial" w:cs="Arial"/>
          <w:color w:val="4E4D4D" w:themeColor="background2"/>
        </w:rPr>
        <w:t>.</w:t>
      </w:r>
      <w:r w:rsidR="00BB5154" w:rsidRPr="00F4279E">
        <w:rPr>
          <w:rFonts w:ascii="Arial" w:hAnsi="Arial" w:cs="Arial"/>
          <w:color w:val="4E4D4D" w:themeColor="background2"/>
          <w:spacing w:val="15"/>
        </w:rPr>
        <w:t xml:space="preserve"> </w:t>
      </w:r>
      <w:r w:rsidR="00FD1F8B" w:rsidRPr="00F4279E">
        <w:rPr>
          <w:rFonts w:ascii="Arial" w:hAnsi="Arial" w:cs="Arial"/>
          <w:color w:val="4E4D4D" w:themeColor="background2"/>
          <w:spacing w:val="15"/>
        </w:rPr>
        <w:t>L</w:t>
      </w:r>
      <w:r w:rsidR="00BB5154" w:rsidRPr="00F4279E">
        <w:rPr>
          <w:rFonts w:ascii="Arial" w:hAnsi="Arial" w:cs="Arial"/>
          <w:color w:val="4E4D4D" w:themeColor="background2"/>
        </w:rPr>
        <w:t xml:space="preserve">o </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rPr>
        <w:t>i</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rPr>
        <w:t>r</w:t>
      </w:r>
      <w:r w:rsidR="00FD1F8B" w:rsidRPr="00F4279E">
        <w:rPr>
          <w:rFonts w:ascii="Arial" w:hAnsi="Arial" w:cs="Arial"/>
          <w:color w:val="4E4D4D" w:themeColor="background2"/>
        </w:rPr>
        <w:t>,</w:t>
      </w:r>
      <w:r w:rsidR="00BB5154" w:rsidRPr="00F4279E">
        <w:rPr>
          <w:rFonts w:ascii="Arial" w:hAnsi="Arial" w:cs="Arial"/>
          <w:color w:val="4E4D4D" w:themeColor="background2"/>
        </w:rPr>
        <w:t xml:space="preserve"> </w:t>
      </w:r>
      <w:r w:rsidR="00BB5154" w:rsidRPr="00F4279E">
        <w:rPr>
          <w:rFonts w:ascii="Arial" w:hAnsi="Arial" w:cs="Arial"/>
          <w:color w:val="4E4D4D" w:themeColor="background2"/>
          <w:spacing w:val="-1"/>
        </w:rPr>
        <w:t>s</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rPr>
        <w:t xml:space="preserve">á </w:t>
      </w:r>
      <w:r w:rsidR="00BB5154" w:rsidRPr="00F4279E">
        <w:rPr>
          <w:rFonts w:ascii="Arial" w:hAnsi="Arial" w:cs="Arial"/>
          <w:color w:val="4E4D4D" w:themeColor="background2"/>
          <w:spacing w:val="2"/>
        </w:rPr>
        <w:t>v</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2"/>
        </w:rPr>
        <w:t>r</w:t>
      </w:r>
      <w:r w:rsidR="00BB5154" w:rsidRPr="00F4279E">
        <w:rPr>
          <w:rFonts w:ascii="Arial" w:hAnsi="Arial" w:cs="Arial"/>
          <w:color w:val="4E4D4D" w:themeColor="background2"/>
        </w:rPr>
        <w:t>i</w:t>
      </w:r>
      <w:r w:rsidR="00BB5154" w:rsidRPr="00F4279E">
        <w:rPr>
          <w:rFonts w:ascii="Arial" w:hAnsi="Arial" w:cs="Arial"/>
          <w:color w:val="4E4D4D" w:themeColor="background2"/>
          <w:spacing w:val="-1"/>
        </w:rPr>
        <w:t>f</w:t>
      </w:r>
      <w:r w:rsidR="00BB5154" w:rsidRPr="00F4279E">
        <w:rPr>
          <w:rFonts w:ascii="Arial" w:hAnsi="Arial" w:cs="Arial"/>
          <w:color w:val="4E4D4D" w:themeColor="background2"/>
          <w:spacing w:val="2"/>
        </w:rPr>
        <w:t>i</w:t>
      </w:r>
      <w:r w:rsidR="00BB5154" w:rsidRPr="00F4279E">
        <w:rPr>
          <w:rFonts w:ascii="Arial" w:hAnsi="Arial" w:cs="Arial"/>
          <w:color w:val="4E4D4D" w:themeColor="background2"/>
          <w:spacing w:val="-1"/>
        </w:rPr>
        <w:t>c</w:t>
      </w:r>
      <w:r w:rsidR="00BB5154" w:rsidRPr="00F4279E">
        <w:rPr>
          <w:rFonts w:ascii="Arial" w:hAnsi="Arial" w:cs="Arial"/>
          <w:color w:val="4E4D4D" w:themeColor="background2"/>
        </w:rPr>
        <w:t>a</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rPr>
        <w:t xml:space="preserve">o </w:t>
      </w:r>
      <w:r w:rsidR="00BB5154" w:rsidRPr="00F4279E">
        <w:rPr>
          <w:rFonts w:ascii="Arial" w:hAnsi="Arial" w:cs="Arial"/>
          <w:color w:val="4E4D4D" w:themeColor="background2"/>
          <w:spacing w:val="2"/>
        </w:rPr>
        <w:t>f</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6"/>
        </w:rPr>
        <w:t>t</w:t>
      </w:r>
      <w:r w:rsidR="00BB5154" w:rsidRPr="00F4279E">
        <w:rPr>
          <w:rFonts w:ascii="Arial" w:hAnsi="Arial" w:cs="Arial"/>
          <w:color w:val="4E4D4D" w:themeColor="background2"/>
        </w:rPr>
        <w:t>e a los</w:t>
      </w:r>
      <w:r w:rsidR="00BB5154" w:rsidRPr="00F4279E">
        <w:rPr>
          <w:rFonts w:ascii="Arial" w:hAnsi="Arial" w:cs="Arial"/>
          <w:color w:val="4E4D4D" w:themeColor="background2"/>
          <w:spacing w:val="2"/>
        </w:rPr>
        <w:t xml:space="preserve"> </w:t>
      </w:r>
      <w:r w:rsidR="00BB5154" w:rsidRPr="00F4279E">
        <w:rPr>
          <w:rFonts w:ascii="Arial" w:hAnsi="Arial" w:cs="Arial"/>
          <w:color w:val="4E4D4D" w:themeColor="background2"/>
          <w:spacing w:val="2"/>
          <w:w w:val="102"/>
        </w:rPr>
        <w:t>r</w:t>
      </w:r>
      <w:r w:rsidR="00BB5154" w:rsidRPr="00F4279E">
        <w:rPr>
          <w:rFonts w:ascii="Arial" w:hAnsi="Arial" w:cs="Arial"/>
          <w:color w:val="4E4D4D" w:themeColor="background2"/>
          <w:spacing w:val="-1"/>
          <w:w w:val="102"/>
        </w:rPr>
        <w:t>e</w:t>
      </w:r>
      <w:r w:rsidR="00BB5154" w:rsidRPr="00F4279E">
        <w:rPr>
          <w:rFonts w:ascii="Arial" w:hAnsi="Arial" w:cs="Arial"/>
          <w:color w:val="4E4D4D" w:themeColor="background2"/>
          <w:spacing w:val="4"/>
          <w:w w:val="102"/>
        </w:rPr>
        <w:t>g</w:t>
      </w:r>
      <w:r w:rsidR="00BB5154" w:rsidRPr="00F4279E">
        <w:rPr>
          <w:rFonts w:ascii="Arial" w:hAnsi="Arial" w:cs="Arial"/>
          <w:color w:val="4E4D4D" w:themeColor="background2"/>
          <w:w w:val="102"/>
        </w:rPr>
        <w:t>i</w:t>
      </w:r>
      <w:r w:rsidR="00BB5154" w:rsidRPr="00F4279E">
        <w:rPr>
          <w:rFonts w:ascii="Arial" w:hAnsi="Arial" w:cs="Arial"/>
          <w:color w:val="4E4D4D" w:themeColor="background2"/>
          <w:spacing w:val="-1"/>
          <w:w w:val="102"/>
        </w:rPr>
        <w:t>s</w:t>
      </w:r>
      <w:r w:rsidR="00BB5154" w:rsidRPr="00F4279E">
        <w:rPr>
          <w:rFonts w:ascii="Arial" w:hAnsi="Arial" w:cs="Arial"/>
          <w:color w:val="4E4D4D" w:themeColor="background2"/>
          <w:spacing w:val="4"/>
          <w:w w:val="102"/>
        </w:rPr>
        <w:t>t</w:t>
      </w:r>
      <w:r w:rsidR="00BB5154" w:rsidRPr="00F4279E">
        <w:rPr>
          <w:rFonts w:ascii="Arial" w:hAnsi="Arial" w:cs="Arial"/>
          <w:color w:val="4E4D4D" w:themeColor="background2"/>
          <w:spacing w:val="-1"/>
          <w:w w:val="102"/>
        </w:rPr>
        <w:t>r</w:t>
      </w:r>
      <w:r w:rsidR="00BB5154" w:rsidRPr="00F4279E">
        <w:rPr>
          <w:rFonts w:ascii="Arial" w:hAnsi="Arial" w:cs="Arial"/>
          <w:color w:val="4E4D4D" w:themeColor="background2"/>
          <w:w w:val="102"/>
        </w:rPr>
        <w:t xml:space="preserve">os </w:t>
      </w:r>
      <w:r w:rsidR="00BB5154" w:rsidRPr="00F4279E">
        <w:rPr>
          <w:rFonts w:ascii="Arial" w:hAnsi="Arial" w:cs="Arial"/>
          <w:color w:val="4E4D4D" w:themeColor="background2"/>
          <w:spacing w:val="-1"/>
        </w:rPr>
        <w:lastRenderedPageBreak/>
        <w:t>s</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2"/>
        </w:rPr>
        <w:t>i</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rPr>
        <w:t>ios</w:t>
      </w:r>
      <w:r w:rsidR="00BB5154" w:rsidRPr="00F4279E">
        <w:rPr>
          <w:rFonts w:ascii="Arial" w:hAnsi="Arial" w:cs="Arial"/>
          <w:color w:val="4E4D4D" w:themeColor="background2"/>
          <w:spacing w:val="19"/>
        </w:rPr>
        <w:t xml:space="preserve"> </w:t>
      </w:r>
      <w:r w:rsidR="00BB5154" w:rsidRPr="00F4279E">
        <w:rPr>
          <w:rFonts w:ascii="Arial" w:hAnsi="Arial" w:cs="Arial"/>
          <w:color w:val="4E4D4D" w:themeColor="background2"/>
        </w:rPr>
        <w:t>p</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s</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spacing w:val="6"/>
        </w:rPr>
        <w:t>t</w:t>
      </w:r>
      <w:r w:rsidR="00BB5154" w:rsidRPr="00F4279E">
        <w:rPr>
          <w:rFonts w:ascii="Arial" w:hAnsi="Arial" w:cs="Arial"/>
          <w:color w:val="4E4D4D" w:themeColor="background2"/>
        </w:rPr>
        <w:t>a</w:t>
      </w:r>
      <w:r w:rsidR="00BB5154" w:rsidRPr="00F4279E">
        <w:rPr>
          <w:rFonts w:ascii="Arial" w:hAnsi="Arial" w:cs="Arial"/>
          <w:color w:val="4E4D4D" w:themeColor="background2"/>
          <w:spacing w:val="-1"/>
        </w:rPr>
        <w:t>d</w:t>
      </w:r>
      <w:r w:rsidR="00BB5154" w:rsidRPr="00F4279E">
        <w:rPr>
          <w:rFonts w:ascii="Arial" w:hAnsi="Arial" w:cs="Arial"/>
          <w:color w:val="4E4D4D" w:themeColor="background2"/>
        </w:rPr>
        <w:t>os</w:t>
      </w:r>
      <w:r w:rsidR="00BB5154" w:rsidRPr="00F4279E">
        <w:rPr>
          <w:rFonts w:ascii="Arial" w:hAnsi="Arial" w:cs="Arial"/>
          <w:color w:val="4E4D4D" w:themeColor="background2"/>
          <w:spacing w:val="24"/>
        </w:rPr>
        <w:t xml:space="preserve"> </w:t>
      </w:r>
      <w:r w:rsidR="00BB5154" w:rsidRPr="00F4279E">
        <w:rPr>
          <w:rFonts w:ascii="Arial" w:hAnsi="Arial" w:cs="Arial"/>
          <w:color w:val="4E4D4D" w:themeColor="background2"/>
        </w:rPr>
        <w:t>por</w:t>
      </w:r>
      <w:r w:rsidR="00BB5154" w:rsidRPr="00F4279E">
        <w:rPr>
          <w:rFonts w:ascii="Arial" w:hAnsi="Arial" w:cs="Arial"/>
          <w:color w:val="4E4D4D" w:themeColor="background2"/>
          <w:spacing w:val="6"/>
        </w:rPr>
        <w:t xml:space="preserve"> </w:t>
      </w:r>
      <w:r w:rsidR="00BB5154" w:rsidRPr="00F4279E">
        <w:rPr>
          <w:rFonts w:ascii="Arial" w:hAnsi="Arial" w:cs="Arial"/>
          <w:color w:val="4E4D4D" w:themeColor="background2"/>
          <w:spacing w:val="2"/>
        </w:rPr>
        <w:t>l</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rPr>
        <w:t>s</w:t>
      </w:r>
      <w:r w:rsidR="00BB5154" w:rsidRPr="00F4279E">
        <w:rPr>
          <w:rFonts w:ascii="Arial" w:hAnsi="Arial" w:cs="Arial"/>
          <w:color w:val="4E4D4D" w:themeColor="background2"/>
          <w:spacing w:val="9"/>
        </w:rPr>
        <w:t xml:space="preserve"> </w:t>
      </w:r>
      <w:r w:rsidR="00BB5154" w:rsidRPr="00F4279E">
        <w:rPr>
          <w:rFonts w:ascii="Arial" w:hAnsi="Arial" w:cs="Arial"/>
          <w:color w:val="4E4D4D" w:themeColor="background2"/>
        </w:rPr>
        <w:t>o</w:t>
      </w:r>
      <w:r w:rsidR="00BB5154" w:rsidRPr="00F4279E">
        <w:rPr>
          <w:rFonts w:ascii="Arial" w:hAnsi="Arial" w:cs="Arial"/>
          <w:color w:val="4E4D4D" w:themeColor="background2"/>
          <w:spacing w:val="-1"/>
        </w:rPr>
        <w:t>fe</w:t>
      </w:r>
      <w:r w:rsidR="00BB5154" w:rsidRPr="00F4279E">
        <w:rPr>
          <w:rFonts w:ascii="Arial" w:hAnsi="Arial" w:cs="Arial"/>
          <w:color w:val="4E4D4D" w:themeColor="background2"/>
          <w:spacing w:val="4"/>
        </w:rPr>
        <w:t>r</w:t>
      </w:r>
      <w:r w:rsidR="00BB5154" w:rsidRPr="00F4279E">
        <w:rPr>
          <w:rFonts w:ascii="Arial" w:hAnsi="Arial" w:cs="Arial"/>
          <w:color w:val="4E4D4D" w:themeColor="background2"/>
          <w:spacing w:val="-1"/>
        </w:rPr>
        <w:t>en</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s</w:t>
      </w:r>
      <w:r w:rsidR="00BB5154" w:rsidRPr="00F4279E">
        <w:rPr>
          <w:rFonts w:ascii="Arial" w:hAnsi="Arial" w:cs="Arial"/>
          <w:color w:val="4E4D4D" w:themeColor="background2"/>
          <w:spacing w:val="17"/>
        </w:rPr>
        <w:t xml:space="preserve"> </w:t>
      </w:r>
      <w:r w:rsidR="00BB5154" w:rsidRPr="00F4279E">
        <w:rPr>
          <w:rFonts w:ascii="Arial" w:hAnsi="Arial" w:cs="Arial"/>
          <w:color w:val="4E4D4D" w:themeColor="background2"/>
          <w:spacing w:val="2"/>
        </w:rPr>
        <w:t>c</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rPr>
        <w:t>n</w:t>
      </w:r>
      <w:r w:rsidR="00BB5154" w:rsidRPr="00F4279E">
        <w:rPr>
          <w:rFonts w:ascii="Arial" w:hAnsi="Arial" w:cs="Arial"/>
          <w:color w:val="4E4D4D" w:themeColor="background2"/>
          <w:spacing w:val="9"/>
        </w:rPr>
        <w:t xml:space="preserve"> </w:t>
      </w:r>
      <w:r w:rsidR="00BB5154" w:rsidRPr="00F4279E">
        <w:rPr>
          <w:rFonts w:ascii="Arial" w:hAnsi="Arial" w:cs="Arial"/>
          <w:color w:val="4E4D4D" w:themeColor="background2"/>
          <w:spacing w:val="2"/>
        </w:rPr>
        <w:t>l</w:t>
      </w:r>
      <w:r w:rsidR="00BB5154" w:rsidRPr="00F4279E">
        <w:rPr>
          <w:rFonts w:ascii="Arial" w:hAnsi="Arial" w:cs="Arial"/>
          <w:color w:val="4E4D4D" w:themeColor="background2"/>
        </w:rPr>
        <w:t>a</w:t>
      </w:r>
      <w:r w:rsidR="00BB5154" w:rsidRPr="00F4279E">
        <w:rPr>
          <w:rFonts w:ascii="Arial" w:hAnsi="Arial" w:cs="Arial"/>
          <w:color w:val="4E4D4D" w:themeColor="background2"/>
          <w:spacing w:val="5"/>
        </w:rPr>
        <w:t xml:space="preserve"> </w:t>
      </w:r>
      <w:r w:rsidR="00BB5154" w:rsidRPr="00F4279E">
        <w:rPr>
          <w:rFonts w:ascii="Arial" w:hAnsi="Arial" w:cs="Arial"/>
          <w:color w:val="4E4D4D" w:themeColor="background2"/>
          <w:w w:val="102"/>
        </w:rPr>
        <w:t>p</w:t>
      </w:r>
      <w:r w:rsidR="00BB5154" w:rsidRPr="00F4279E">
        <w:rPr>
          <w:rFonts w:ascii="Arial" w:hAnsi="Arial" w:cs="Arial"/>
          <w:color w:val="4E4D4D" w:themeColor="background2"/>
          <w:spacing w:val="2"/>
          <w:w w:val="102"/>
        </w:rPr>
        <w:t>r</w:t>
      </w:r>
      <w:r w:rsidR="00BB5154" w:rsidRPr="00F4279E">
        <w:rPr>
          <w:rFonts w:ascii="Arial" w:hAnsi="Arial" w:cs="Arial"/>
          <w:color w:val="4E4D4D" w:themeColor="background2"/>
          <w:spacing w:val="-2"/>
          <w:w w:val="102"/>
        </w:rPr>
        <w:t>o</w:t>
      </w:r>
      <w:r w:rsidR="00BB5154" w:rsidRPr="00F4279E">
        <w:rPr>
          <w:rFonts w:ascii="Arial" w:hAnsi="Arial" w:cs="Arial"/>
          <w:color w:val="4E4D4D" w:themeColor="background2"/>
          <w:spacing w:val="2"/>
          <w:w w:val="102"/>
        </w:rPr>
        <w:t>p</w:t>
      </w:r>
      <w:r w:rsidR="00BB5154" w:rsidRPr="00F4279E">
        <w:rPr>
          <w:rFonts w:ascii="Arial" w:hAnsi="Arial" w:cs="Arial"/>
          <w:color w:val="4E4D4D" w:themeColor="background2"/>
          <w:spacing w:val="-3"/>
          <w:w w:val="102"/>
        </w:rPr>
        <w:t>u</w:t>
      </w:r>
      <w:r w:rsidR="00BB5154" w:rsidRPr="00F4279E">
        <w:rPr>
          <w:rFonts w:ascii="Arial" w:hAnsi="Arial" w:cs="Arial"/>
          <w:color w:val="4E4D4D" w:themeColor="background2"/>
          <w:spacing w:val="4"/>
          <w:w w:val="102"/>
        </w:rPr>
        <w:t>e</w:t>
      </w:r>
      <w:r w:rsidR="00BB5154" w:rsidRPr="00F4279E">
        <w:rPr>
          <w:rFonts w:ascii="Arial" w:hAnsi="Arial" w:cs="Arial"/>
          <w:color w:val="4E4D4D" w:themeColor="background2"/>
          <w:spacing w:val="-1"/>
          <w:w w:val="102"/>
        </w:rPr>
        <w:t>s</w:t>
      </w:r>
      <w:r w:rsidR="00BB5154" w:rsidRPr="00F4279E">
        <w:rPr>
          <w:rFonts w:ascii="Arial" w:hAnsi="Arial" w:cs="Arial"/>
          <w:color w:val="4E4D4D" w:themeColor="background2"/>
          <w:spacing w:val="4"/>
          <w:w w:val="102"/>
        </w:rPr>
        <w:t>t</w:t>
      </w:r>
      <w:r w:rsidR="00BB5154" w:rsidRPr="00F4279E">
        <w:rPr>
          <w:rFonts w:ascii="Arial" w:hAnsi="Arial" w:cs="Arial"/>
          <w:color w:val="4E4D4D" w:themeColor="background2"/>
          <w:spacing w:val="2"/>
          <w:w w:val="102"/>
        </w:rPr>
        <w:t>a</w:t>
      </w:r>
      <w:r w:rsidR="00BB5154" w:rsidRPr="00F4279E">
        <w:rPr>
          <w:rFonts w:ascii="Arial" w:hAnsi="Arial" w:cs="Arial"/>
          <w:color w:val="4E4D4D" w:themeColor="background2"/>
          <w:w w:val="102"/>
        </w:rPr>
        <w:t>.</w:t>
      </w:r>
      <w:r w:rsidR="00D81B72">
        <w:rPr>
          <w:rFonts w:ascii="Arial" w:hAnsi="Arial" w:cs="Arial"/>
          <w:color w:val="4E4D4D" w:themeColor="background2"/>
          <w:w w:val="102"/>
        </w:rPr>
        <w:t xml:space="preserve"> </w:t>
      </w:r>
    </w:p>
    <w:p w14:paraId="5C64EFB5" w14:textId="77777777" w:rsidR="00774525" w:rsidRPr="00F4279E" w:rsidRDefault="00774525" w:rsidP="00774525">
      <w:pPr>
        <w:pStyle w:val="Prrafodelista"/>
        <w:rPr>
          <w:rFonts w:ascii="Arial" w:hAnsi="Arial" w:cs="Arial"/>
          <w:color w:val="4E4D4D" w:themeColor="background2"/>
        </w:rPr>
      </w:pPr>
    </w:p>
    <w:p w14:paraId="5C64EFB6" w14:textId="2439856A" w:rsidR="00774525" w:rsidRPr="00F4279E" w:rsidRDefault="00774525" w:rsidP="00FB5A2F">
      <w:pPr>
        <w:pStyle w:val="Prrafodelista"/>
        <w:widowControl w:val="0"/>
        <w:numPr>
          <w:ilvl w:val="0"/>
          <w:numId w:val="10"/>
        </w:numPr>
        <w:autoSpaceDE w:val="0"/>
        <w:autoSpaceDN w:val="0"/>
        <w:adjustRightInd w:val="0"/>
        <w:spacing w:line="245" w:lineRule="auto"/>
        <w:ind w:right="95"/>
        <w:jc w:val="both"/>
        <w:rPr>
          <w:rFonts w:ascii="Arial" w:hAnsi="Arial" w:cs="Arial"/>
          <w:color w:val="4E4D4D" w:themeColor="background2"/>
        </w:rPr>
      </w:pPr>
      <w:r w:rsidRPr="00F4279E">
        <w:rPr>
          <w:rFonts w:ascii="Arial" w:hAnsi="Arial" w:cs="Arial"/>
          <w:color w:val="4E4D4D" w:themeColor="background2"/>
        </w:rPr>
        <w:t xml:space="preserve">La información presentada en la ficha técnica debe ser igual a la información presentada en rotulo del producto, al igual debe concordar con la información del registro sanitario en cumplimiento </w:t>
      </w:r>
      <w:r w:rsidR="00D06939">
        <w:rPr>
          <w:rFonts w:ascii="Arial" w:hAnsi="Arial" w:cs="Arial"/>
          <w:color w:val="4E4D4D" w:themeColor="background2"/>
        </w:rPr>
        <w:t>con</w:t>
      </w:r>
      <w:r w:rsidRPr="00F4279E">
        <w:rPr>
          <w:rFonts w:ascii="Arial" w:hAnsi="Arial" w:cs="Arial"/>
          <w:color w:val="4E4D4D" w:themeColor="background2"/>
        </w:rPr>
        <w:t xml:space="preserve"> lo establecido en la Resolución 5109 del 2005 y normas relacionadas o las que sustituyan o modifiquen total o parcialmente alguna de las anteriores. Para lo anterior, el proponente deberá presentar en la oferta el arte del empaque del producto para verificación de la información (formato PDF)</w:t>
      </w:r>
      <w:r w:rsidR="001A2FD3" w:rsidRPr="00F4279E">
        <w:rPr>
          <w:rFonts w:ascii="Arial" w:hAnsi="Arial" w:cs="Arial"/>
          <w:color w:val="4E4D4D" w:themeColor="background2"/>
        </w:rPr>
        <w:t>.</w:t>
      </w:r>
    </w:p>
    <w:p w14:paraId="5C64EFB7" w14:textId="77777777" w:rsidR="00774525" w:rsidRPr="00F4279E" w:rsidRDefault="00774525" w:rsidP="00774525">
      <w:pPr>
        <w:pStyle w:val="Prrafodelista"/>
        <w:widowControl w:val="0"/>
        <w:autoSpaceDE w:val="0"/>
        <w:autoSpaceDN w:val="0"/>
        <w:adjustRightInd w:val="0"/>
        <w:spacing w:line="0" w:lineRule="atLeast"/>
        <w:ind w:left="360" w:right="184"/>
        <w:jc w:val="both"/>
        <w:rPr>
          <w:rFonts w:ascii="Arial" w:hAnsi="Arial" w:cs="Arial"/>
          <w:color w:val="4E4D4D" w:themeColor="background2"/>
        </w:rPr>
      </w:pPr>
    </w:p>
    <w:p w14:paraId="5C64EFB8" w14:textId="77777777" w:rsidR="00016BAB" w:rsidRPr="00F4279E" w:rsidRDefault="00B108AD" w:rsidP="00016BAB">
      <w:pPr>
        <w:pStyle w:val="Prrafodelista"/>
        <w:widowControl w:val="0"/>
        <w:numPr>
          <w:ilvl w:val="0"/>
          <w:numId w:val="10"/>
        </w:numPr>
        <w:autoSpaceDE w:val="0"/>
        <w:autoSpaceDN w:val="0"/>
        <w:adjustRightInd w:val="0"/>
        <w:spacing w:line="245" w:lineRule="auto"/>
        <w:ind w:right="95"/>
        <w:jc w:val="both"/>
        <w:rPr>
          <w:rFonts w:ascii="Arial" w:hAnsi="Arial" w:cs="Arial"/>
          <w:color w:val="4E4D4D" w:themeColor="background2"/>
        </w:rPr>
      </w:pPr>
      <w:r w:rsidRPr="00F4279E">
        <w:rPr>
          <w:rFonts w:ascii="Arial" w:hAnsi="Arial" w:cs="Arial"/>
          <w:color w:val="4E4D4D" w:themeColor="background2"/>
        </w:rPr>
        <w:t>El Proveedor de alimen</w:t>
      </w:r>
      <w:r w:rsidR="007848F3" w:rsidRPr="00F4279E">
        <w:rPr>
          <w:rFonts w:ascii="Arial" w:hAnsi="Arial" w:cs="Arial"/>
          <w:color w:val="4E4D4D" w:themeColor="background2"/>
        </w:rPr>
        <w:t>tos, deberá entregar al proveedor l</w:t>
      </w:r>
      <w:r w:rsidRPr="00F4279E">
        <w:rPr>
          <w:rFonts w:ascii="Arial" w:hAnsi="Arial" w:cs="Arial"/>
          <w:color w:val="4E4D4D" w:themeColor="background2"/>
        </w:rPr>
        <w:t>ogístico, los resultados microbiológicos de liberación completa de cada lote, acorde a la normatividad, que permitan su comercialización</w:t>
      </w:r>
      <w:r w:rsidR="00016BAB" w:rsidRPr="00F4279E">
        <w:rPr>
          <w:rFonts w:ascii="Arial" w:hAnsi="Arial" w:cs="Arial"/>
          <w:color w:val="4E4D4D" w:themeColor="background2"/>
        </w:rPr>
        <w:t>.</w:t>
      </w:r>
    </w:p>
    <w:p w14:paraId="5C64EFB9" w14:textId="77777777" w:rsidR="00016BAB" w:rsidRPr="00F4279E" w:rsidRDefault="00016BAB" w:rsidP="00016BAB">
      <w:pPr>
        <w:pStyle w:val="Prrafodelista"/>
        <w:rPr>
          <w:rFonts w:ascii="Arial" w:hAnsi="Arial" w:cs="Arial"/>
          <w:color w:val="4E4D4D" w:themeColor="background2"/>
          <w:spacing w:val="1"/>
        </w:rPr>
      </w:pPr>
    </w:p>
    <w:p w14:paraId="5C64EFBA" w14:textId="2658CA34" w:rsidR="00016BAB" w:rsidRPr="00F4279E" w:rsidRDefault="00016BAB" w:rsidP="001854D6">
      <w:pPr>
        <w:pStyle w:val="Prrafodelista"/>
        <w:widowControl w:val="0"/>
        <w:autoSpaceDE w:val="0"/>
        <w:autoSpaceDN w:val="0"/>
        <w:adjustRightInd w:val="0"/>
        <w:spacing w:line="245" w:lineRule="auto"/>
        <w:ind w:left="426" w:right="95"/>
        <w:jc w:val="both"/>
        <w:rPr>
          <w:rFonts w:ascii="Arial" w:hAnsi="Arial" w:cs="Arial"/>
          <w:color w:val="4E4D4D" w:themeColor="background2"/>
        </w:rPr>
      </w:pPr>
      <w:r w:rsidRPr="00F4279E">
        <w:rPr>
          <w:rFonts w:ascii="Arial" w:hAnsi="Arial" w:cs="Arial"/>
          <w:color w:val="4E4D4D" w:themeColor="background2"/>
          <w:spacing w:val="1"/>
        </w:rPr>
        <w:t>El agua componente de los refrigerios, debe entregarse al proveedor logístico en canastillas, según la ficha técnica del producto.</w:t>
      </w:r>
    </w:p>
    <w:p w14:paraId="5C64EFBB" w14:textId="77777777" w:rsidR="00B108AD" w:rsidRPr="00F4279E" w:rsidRDefault="00B108AD" w:rsidP="00B108AD">
      <w:pPr>
        <w:widowControl w:val="0"/>
        <w:autoSpaceDE w:val="0"/>
        <w:autoSpaceDN w:val="0"/>
        <w:adjustRightInd w:val="0"/>
        <w:spacing w:line="247" w:lineRule="auto"/>
        <w:ind w:right="184"/>
        <w:jc w:val="both"/>
        <w:rPr>
          <w:rFonts w:ascii="Arial" w:hAnsi="Arial" w:cs="Arial"/>
          <w:color w:val="4E4D4D" w:themeColor="background2"/>
          <w:spacing w:val="-1"/>
        </w:rPr>
      </w:pPr>
    </w:p>
    <w:p w14:paraId="5C64EFBC" w14:textId="77777777" w:rsidR="00B108AD" w:rsidRDefault="001A2FD3" w:rsidP="00B108AD">
      <w:pPr>
        <w:widowControl w:val="0"/>
        <w:autoSpaceDE w:val="0"/>
        <w:autoSpaceDN w:val="0"/>
        <w:adjustRightInd w:val="0"/>
        <w:spacing w:line="247" w:lineRule="auto"/>
        <w:ind w:left="360" w:right="184"/>
        <w:jc w:val="both"/>
        <w:rPr>
          <w:rFonts w:ascii="Arial" w:hAnsi="Arial" w:cs="Arial"/>
          <w:color w:val="4E4D4D" w:themeColor="background2"/>
          <w:spacing w:val="-1"/>
        </w:rPr>
      </w:pPr>
      <w:r w:rsidRPr="00F4279E">
        <w:rPr>
          <w:rFonts w:ascii="Arial" w:hAnsi="Arial" w:cs="Arial"/>
          <w:b/>
          <w:color w:val="4E4D4D" w:themeColor="background2"/>
          <w:spacing w:val="-1"/>
        </w:rPr>
        <w:t>NOTA:</w:t>
      </w:r>
      <w:r w:rsidRPr="00F4279E">
        <w:rPr>
          <w:rFonts w:ascii="Arial" w:hAnsi="Arial" w:cs="Arial"/>
          <w:color w:val="4E4D4D" w:themeColor="background2"/>
          <w:spacing w:val="-1"/>
        </w:rPr>
        <w:t xml:space="preserve"> E</w:t>
      </w:r>
      <w:r w:rsidR="00B108AD" w:rsidRPr="00F4279E">
        <w:rPr>
          <w:rFonts w:ascii="Arial" w:hAnsi="Arial" w:cs="Arial"/>
          <w:color w:val="4E4D4D" w:themeColor="background2"/>
          <w:spacing w:val="-1"/>
        </w:rPr>
        <w:t>n el caso en el que los productos ent</w:t>
      </w:r>
      <w:r w:rsidR="0006623E" w:rsidRPr="00F4279E">
        <w:rPr>
          <w:rFonts w:ascii="Arial" w:hAnsi="Arial" w:cs="Arial"/>
          <w:color w:val="4E4D4D" w:themeColor="background2"/>
          <w:spacing w:val="-1"/>
        </w:rPr>
        <w:t>regados a la planta del proveedor</w:t>
      </w:r>
      <w:r w:rsidR="00B108AD" w:rsidRPr="00F4279E">
        <w:rPr>
          <w:rFonts w:ascii="Arial" w:hAnsi="Arial" w:cs="Arial"/>
          <w:color w:val="4E4D4D" w:themeColor="background2"/>
          <w:spacing w:val="-1"/>
        </w:rPr>
        <w:t xml:space="preserve"> logístico presenten contaminación química, física o biológica y esta contaminación este confirmada por la </w:t>
      </w:r>
      <w:r w:rsidR="00C0196B" w:rsidRPr="00F4279E">
        <w:rPr>
          <w:rFonts w:ascii="Arial" w:hAnsi="Arial" w:cs="Arial"/>
          <w:color w:val="4E4D4D" w:themeColor="background2"/>
          <w:spacing w:val="-1"/>
        </w:rPr>
        <w:t>interventoría</w:t>
      </w:r>
      <w:r w:rsidR="00B108AD" w:rsidRPr="00F4279E">
        <w:rPr>
          <w:rFonts w:ascii="Arial" w:hAnsi="Arial" w:cs="Arial"/>
          <w:color w:val="4E4D4D" w:themeColor="background2"/>
          <w:spacing w:val="-1"/>
        </w:rPr>
        <w:t>, el proveedor deberá recoger los productos para su disposición final en un plazo máximo de 24 horas.</w:t>
      </w:r>
      <w:r w:rsidR="00B4273E" w:rsidRPr="00F4279E">
        <w:rPr>
          <w:rFonts w:ascii="Arial" w:hAnsi="Arial" w:cs="Arial"/>
          <w:color w:val="4E4D4D" w:themeColor="background2"/>
          <w:spacing w:val="-1"/>
        </w:rPr>
        <w:t xml:space="preserve"> La interventoría del programa verificará el proceso de disposición final y dejará soporte de lo anterior mediante acta y registro fotográfico.</w:t>
      </w:r>
    </w:p>
    <w:p w14:paraId="088FCCBC" w14:textId="77777777" w:rsidR="001854D6" w:rsidRDefault="001854D6" w:rsidP="00B108AD">
      <w:pPr>
        <w:widowControl w:val="0"/>
        <w:autoSpaceDE w:val="0"/>
        <w:autoSpaceDN w:val="0"/>
        <w:adjustRightInd w:val="0"/>
        <w:spacing w:line="247" w:lineRule="auto"/>
        <w:ind w:left="360" w:right="184"/>
        <w:jc w:val="both"/>
        <w:rPr>
          <w:rFonts w:ascii="Arial" w:hAnsi="Arial" w:cs="Arial"/>
          <w:color w:val="4E4D4D" w:themeColor="background2"/>
          <w:spacing w:val="-1"/>
        </w:rPr>
      </w:pPr>
    </w:p>
    <w:p w14:paraId="64B8272E" w14:textId="1907ED19" w:rsidR="001854D6" w:rsidRPr="00C53E83" w:rsidRDefault="001854D6" w:rsidP="001854D6">
      <w:pPr>
        <w:spacing w:after="160" w:line="256" w:lineRule="auto"/>
        <w:contextualSpacing/>
        <w:jc w:val="both"/>
        <w:rPr>
          <w:rFonts w:ascii="Arial" w:hAnsi="Arial" w:cs="Arial"/>
        </w:rPr>
      </w:pPr>
      <w:r w:rsidRPr="00C53E83">
        <w:rPr>
          <w:rFonts w:ascii="Arial" w:hAnsi="Arial" w:cs="Arial"/>
          <w:b/>
        </w:rPr>
        <w:t>NOTA:</w:t>
      </w:r>
      <w:r w:rsidRPr="00C53E83">
        <w:rPr>
          <w:rFonts w:ascii="Arial" w:hAnsi="Arial" w:cs="Arial"/>
        </w:rPr>
        <w:t xml:space="preserve"> Si el laboratorio de la interventoría confirma en los alimentos presencia de algún microorganismo patógeno</w:t>
      </w:r>
      <w:r>
        <w:rPr>
          <w:rFonts w:ascii="Arial" w:hAnsi="Arial" w:cs="Arial"/>
        </w:rPr>
        <w:t xml:space="preserve"> en el alimento y/o en planta</w:t>
      </w:r>
      <w:r w:rsidRPr="00C53E83">
        <w:rPr>
          <w:rFonts w:ascii="Arial" w:hAnsi="Arial" w:cs="Arial"/>
        </w:rPr>
        <w:t>, se suspenderá la orden de compra de productos hasta verificar el plan de mejoramiento por parte de la interventoría.</w:t>
      </w:r>
    </w:p>
    <w:p w14:paraId="3ECD42EC" w14:textId="1D7676CC" w:rsidR="001854D6" w:rsidRPr="00F4279E" w:rsidRDefault="001854D6" w:rsidP="00B108AD">
      <w:pPr>
        <w:widowControl w:val="0"/>
        <w:autoSpaceDE w:val="0"/>
        <w:autoSpaceDN w:val="0"/>
        <w:adjustRightInd w:val="0"/>
        <w:spacing w:line="247" w:lineRule="auto"/>
        <w:ind w:left="360" w:right="184"/>
        <w:jc w:val="both"/>
        <w:rPr>
          <w:rFonts w:ascii="Arial" w:hAnsi="Arial" w:cs="Arial"/>
          <w:color w:val="4E4D4D" w:themeColor="background2"/>
          <w:spacing w:val="-1"/>
        </w:rPr>
      </w:pPr>
    </w:p>
    <w:p w14:paraId="5C64EFBD" w14:textId="77777777" w:rsidR="00BB5154" w:rsidRPr="00F4279E" w:rsidRDefault="00BB5154" w:rsidP="001974DD">
      <w:pPr>
        <w:widowControl w:val="0"/>
        <w:autoSpaceDE w:val="0"/>
        <w:autoSpaceDN w:val="0"/>
        <w:adjustRightInd w:val="0"/>
        <w:spacing w:line="0" w:lineRule="atLeast"/>
        <w:jc w:val="both"/>
        <w:rPr>
          <w:rFonts w:ascii="Arial" w:hAnsi="Arial" w:cs="Arial"/>
          <w:color w:val="4E4D4D" w:themeColor="background2"/>
        </w:rPr>
      </w:pPr>
    </w:p>
    <w:p w14:paraId="5C64EFBE" w14:textId="77777777" w:rsidR="00BB5154" w:rsidRPr="00F4279E" w:rsidRDefault="00BB5154" w:rsidP="00FB5A2F">
      <w:pPr>
        <w:pStyle w:val="Prrafodelista"/>
        <w:widowControl w:val="0"/>
        <w:numPr>
          <w:ilvl w:val="2"/>
          <w:numId w:val="14"/>
        </w:numPr>
        <w:autoSpaceDE w:val="0"/>
        <w:autoSpaceDN w:val="0"/>
        <w:adjustRightInd w:val="0"/>
        <w:spacing w:line="0" w:lineRule="atLeast"/>
        <w:ind w:right="184"/>
        <w:jc w:val="both"/>
        <w:rPr>
          <w:rFonts w:ascii="Arial" w:hAnsi="Arial" w:cs="Arial"/>
          <w:b/>
          <w:color w:val="4E4D4D" w:themeColor="background2"/>
          <w:spacing w:val="-1"/>
        </w:rPr>
      </w:pPr>
      <w:r w:rsidRPr="00F4279E">
        <w:rPr>
          <w:rFonts w:ascii="Arial" w:hAnsi="Arial" w:cs="Arial"/>
          <w:b/>
          <w:color w:val="4E4D4D" w:themeColor="background2"/>
          <w:spacing w:val="-1"/>
        </w:rPr>
        <w:t>VOLUMEN:</w:t>
      </w:r>
    </w:p>
    <w:p w14:paraId="5C64EFBF" w14:textId="77777777" w:rsidR="00BB5154" w:rsidRPr="00F4279E" w:rsidRDefault="00BB5154" w:rsidP="001974DD">
      <w:pPr>
        <w:widowControl w:val="0"/>
        <w:autoSpaceDE w:val="0"/>
        <w:autoSpaceDN w:val="0"/>
        <w:adjustRightInd w:val="0"/>
        <w:spacing w:line="0" w:lineRule="atLeast"/>
        <w:ind w:right="188"/>
        <w:jc w:val="both"/>
        <w:rPr>
          <w:rFonts w:ascii="Arial" w:hAnsi="Arial" w:cs="Arial"/>
          <w:color w:val="4E4D4D" w:themeColor="background2"/>
          <w:spacing w:val="-1"/>
        </w:rPr>
      </w:pPr>
    </w:p>
    <w:p w14:paraId="5C64EFC0" w14:textId="77777777" w:rsidR="007B6108" w:rsidRPr="00F4279E" w:rsidRDefault="00BB5154" w:rsidP="00FB5A2F">
      <w:pPr>
        <w:pStyle w:val="Prrafodelista"/>
        <w:widowControl w:val="0"/>
        <w:numPr>
          <w:ilvl w:val="0"/>
          <w:numId w:val="11"/>
        </w:numPr>
        <w:autoSpaceDE w:val="0"/>
        <w:autoSpaceDN w:val="0"/>
        <w:adjustRightInd w:val="0"/>
        <w:spacing w:line="0" w:lineRule="atLeast"/>
        <w:ind w:left="360" w:right="184"/>
        <w:jc w:val="both"/>
        <w:rPr>
          <w:rFonts w:ascii="Arial" w:hAnsi="Arial" w:cs="Arial"/>
          <w:color w:val="4E4D4D" w:themeColor="background2"/>
          <w:w w:val="102"/>
        </w:rPr>
      </w:pPr>
      <w:r w:rsidRPr="00F4279E">
        <w:rPr>
          <w:rFonts w:ascii="Arial" w:hAnsi="Arial" w:cs="Arial"/>
          <w:color w:val="4E4D4D" w:themeColor="background2"/>
          <w:spacing w:val="2"/>
        </w:rPr>
        <w:t>D</w:t>
      </w:r>
      <w:r w:rsidRPr="00F4279E">
        <w:rPr>
          <w:rFonts w:ascii="Arial" w:hAnsi="Arial" w:cs="Arial"/>
          <w:color w:val="4E4D4D" w:themeColor="background2"/>
        </w:rPr>
        <w:t>u</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33"/>
        </w:rPr>
        <w:t xml:space="preserve"> </w:t>
      </w:r>
      <w:r w:rsidRPr="00F4279E">
        <w:rPr>
          <w:rFonts w:ascii="Arial" w:hAnsi="Arial" w:cs="Arial"/>
          <w:color w:val="4E4D4D" w:themeColor="background2"/>
        </w:rPr>
        <w:t>la</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j</w:t>
      </w:r>
      <w:r w:rsidRPr="00F4279E">
        <w:rPr>
          <w:rFonts w:ascii="Arial" w:hAnsi="Arial" w:cs="Arial"/>
          <w:color w:val="4E4D4D" w:themeColor="background2"/>
          <w:spacing w:val="1"/>
        </w:rPr>
        <w:t>e</w:t>
      </w:r>
      <w:r w:rsidRPr="00F4279E">
        <w:rPr>
          <w:rFonts w:ascii="Arial" w:hAnsi="Arial" w:cs="Arial"/>
          <w:color w:val="4E4D4D" w:themeColor="background2"/>
          <w:spacing w:val="-3"/>
        </w:rPr>
        <w:t>c</w:t>
      </w:r>
      <w:r w:rsidRPr="00F4279E">
        <w:rPr>
          <w:rFonts w:ascii="Arial" w:hAnsi="Arial" w:cs="Arial"/>
          <w:color w:val="4E4D4D" w:themeColor="background2"/>
        </w:rPr>
        <w:t>u</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1"/>
        </w:rPr>
        <w:t>d</w:t>
      </w:r>
      <w:r w:rsidR="007B6108" w:rsidRPr="00F4279E">
        <w:rPr>
          <w:rFonts w:ascii="Arial" w:hAnsi="Arial" w:cs="Arial"/>
          <w:color w:val="4E4D4D" w:themeColor="background2"/>
          <w:spacing w:val="-1"/>
        </w:rPr>
        <w:t xml:space="preserve">e </w:t>
      </w:r>
      <w:r w:rsidR="007B6108" w:rsidRPr="00F4279E">
        <w:rPr>
          <w:rFonts w:ascii="Arial" w:hAnsi="Arial" w:cs="Arial"/>
          <w:color w:val="4E4D4D" w:themeColor="background2"/>
          <w:spacing w:val="1"/>
        </w:rPr>
        <w:t>la orden de compra</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0"/>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31"/>
        </w:rPr>
        <w:t xml:space="preserve"> </w:t>
      </w:r>
      <w:r w:rsidRPr="00F4279E">
        <w:rPr>
          <w:rFonts w:ascii="Arial" w:hAnsi="Arial" w:cs="Arial"/>
          <w:color w:val="4E4D4D" w:themeColor="background2"/>
        </w:rPr>
        <w:t>b</w:t>
      </w:r>
      <w:r w:rsidRPr="00F4279E">
        <w:rPr>
          <w:rFonts w:ascii="Arial" w:hAnsi="Arial" w:cs="Arial"/>
          <w:color w:val="4E4D4D" w:themeColor="background2"/>
          <w:spacing w:val="1"/>
        </w:rPr>
        <w:t>a</w:t>
      </w:r>
      <w:r w:rsidRPr="00F4279E">
        <w:rPr>
          <w:rFonts w:ascii="Arial" w:hAnsi="Arial" w:cs="Arial"/>
          <w:color w:val="4E4D4D" w:themeColor="background2"/>
          <w:spacing w:val="-1"/>
        </w:rPr>
        <w:t>j</w:t>
      </w:r>
      <w:r w:rsidRPr="00F4279E">
        <w:rPr>
          <w:rFonts w:ascii="Arial" w:hAnsi="Arial" w:cs="Arial"/>
          <w:color w:val="4E4D4D" w:themeColor="background2"/>
        </w:rPr>
        <w:t>o</w:t>
      </w:r>
      <w:r w:rsidRPr="00F4279E">
        <w:rPr>
          <w:rFonts w:ascii="Arial" w:hAnsi="Arial" w:cs="Arial"/>
          <w:color w:val="4E4D4D" w:themeColor="background2"/>
          <w:spacing w:val="26"/>
        </w:rPr>
        <w:t xml:space="preserve"> </w:t>
      </w:r>
      <w:r w:rsidRPr="00F4279E">
        <w:rPr>
          <w:rFonts w:ascii="Arial" w:hAnsi="Arial" w:cs="Arial"/>
          <w:color w:val="4E4D4D" w:themeColor="background2"/>
        </w:rPr>
        <w:t>la</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3"/>
        </w:rPr>
        <w:t>u</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27"/>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ab</w:t>
      </w:r>
      <w:r w:rsidRPr="00F4279E">
        <w:rPr>
          <w:rFonts w:ascii="Arial" w:hAnsi="Arial" w:cs="Arial"/>
          <w:color w:val="4E4D4D" w:themeColor="background2"/>
          <w:spacing w:val="2"/>
        </w:rPr>
        <w:t>l</w:t>
      </w:r>
      <w:r w:rsidRPr="00F4279E">
        <w:rPr>
          <w:rFonts w:ascii="Arial" w:hAnsi="Arial" w:cs="Arial"/>
          <w:color w:val="4E4D4D" w:themeColor="background2"/>
          <w:spacing w:val="-1"/>
        </w:rPr>
        <w:t>ec</w:t>
      </w:r>
      <w:r w:rsidRPr="00F4279E">
        <w:rPr>
          <w:rFonts w:ascii="Arial" w:hAnsi="Arial" w:cs="Arial"/>
          <w:color w:val="4E4D4D" w:themeColor="background2"/>
        </w:rPr>
        <w:t>e</w:t>
      </w:r>
      <w:r w:rsidRPr="00F4279E">
        <w:rPr>
          <w:rFonts w:ascii="Arial" w:hAnsi="Arial" w:cs="Arial"/>
          <w:color w:val="4E4D4D" w:themeColor="background2"/>
          <w:spacing w:val="37"/>
        </w:rPr>
        <w:t xml:space="preserve"> </w:t>
      </w:r>
      <w:r w:rsidRPr="00F4279E">
        <w:rPr>
          <w:rFonts w:ascii="Arial" w:hAnsi="Arial" w:cs="Arial"/>
          <w:color w:val="4E4D4D" w:themeColor="background2"/>
        </w:rPr>
        <w:t>la</w:t>
      </w:r>
      <w:r w:rsidRPr="00F4279E">
        <w:rPr>
          <w:rFonts w:ascii="Arial" w:hAnsi="Arial" w:cs="Arial"/>
          <w:color w:val="4E4D4D" w:themeColor="background2"/>
          <w:spacing w:val="22"/>
        </w:rPr>
        <w:t xml:space="preserve"> </w:t>
      </w:r>
      <w:r w:rsidRPr="00F4279E">
        <w:rPr>
          <w:rFonts w:ascii="Arial" w:hAnsi="Arial" w:cs="Arial"/>
          <w:color w:val="4E4D4D" w:themeColor="background2"/>
        </w:rPr>
        <w:t>variación del peso permitido será la resolución 16379 del 18 de junio de 2003 de la superintendencia de industria y comercio o la que modifique, sustituya o adicione una vez entre en vigencia</w:t>
      </w:r>
      <w:r w:rsidR="007B6108" w:rsidRPr="00F4279E">
        <w:rPr>
          <w:rFonts w:ascii="Arial" w:hAnsi="Arial" w:cs="Arial"/>
          <w:color w:val="4E4D4D" w:themeColor="background2"/>
        </w:rPr>
        <w:t xml:space="preserve">.  </w:t>
      </w:r>
    </w:p>
    <w:p w14:paraId="5C64EFC1" w14:textId="77777777" w:rsidR="007B6108" w:rsidRPr="00F4279E" w:rsidRDefault="007B6108" w:rsidP="00B108AD">
      <w:pPr>
        <w:pStyle w:val="Prrafodelista"/>
        <w:spacing w:line="0" w:lineRule="atLeast"/>
        <w:ind w:left="348"/>
        <w:rPr>
          <w:rFonts w:ascii="Arial" w:hAnsi="Arial" w:cs="Arial"/>
          <w:color w:val="4E4D4D" w:themeColor="background2"/>
        </w:rPr>
      </w:pPr>
    </w:p>
    <w:p w14:paraId="5C64EFC2" w14:textId="77777777" w:rsidR="00C0183A" w:rsidRPr="00F4279E" w:rsidRDefault="00C0183A" w:rsidP="00FB5A2F">
      <w:pPr>
        <w:pStyle w:val="Prrafodelista"/>
        <w:widowControl w:val="0"/>
        <w:numPr>
          <w:ilvl w:val="0"/>
          <w:numId w:val="11"/>
        </w:numPr>
        <w:autoSpaceDE w:val="0"/>
        <w:autoSpaceDN w:val="0"/>
        <w:adjustRightInd w:val="0"/>
        <w:spacing w:line="0" w:lineRule="atLeast"/>
        <w:ind w:left="360" w:right="187"/>
        <w:jc w:val="both"/>
        <w:rPr>
          <w:rFonts w:ascii="Arial" w:hAnsi="Arial" w:cs="Arial"/>
          <w:color w:val="4E4D4D" w:themeColor="background2"/>
          <w:w w:val="102"/>
        </w:rPr>
      </w:pPr>
      <w:r w:rsidRPr="00F4279E">
        <w:rPr>
          <w:rFonts w:ascii="Arial" w:hAnsi="Arial" w:cs="Arial"/>
          <w:color w:val="4E4D4D" w:themeColor="background2"/>
        </w:rPr>
        <w:t>Se</w:t>
      </w:r>
      <w:r w:rsidR="00BB5154" w:rsidRPr="00F4279E">
        <w:rPr>
          <w:rFonts w:ascii="Arial" w:hAnsi="Arial" w:cs="Arial"/>
          <w:color w:val="4E4D4D" w:themeColor="background2"/>
        </w:rPr>
        <w:t xml:space="preserve"> debe garantizar el volumen definido y </w:t>
      </w:r>
      <w:r w:rsidR="00BB5154" w:rsidRPr="00F4279E">
        <w:rPr>
          <w:rFonts w:ascii="Arial" w:hAnsi="Arial" w:cs="Arial"/>
          <w:color w:val="4E4D4D" w:themeColor="background2"/>
          <w:spacing w:val="1"/>
        </w:rPr>
        <w:t>NO</w:t>
      </w:r>
      <w:r w:rsidR="00BB5154" w:rsidRPr="00F4279E">
        <w:rPr>
          <w:rFonts w:ascii="Arial" w:hAnsi="Arial" w:cs="Arial"/>
          <w:color w:val="4E4D4D" w:themeColor="background2"/>
          <w:spacing w:val="11"/>
        </w:rPr>
        <w:t xml:space="preserve"> </w:t>
      </w:r>
      <w:r w:rsidR="00BB5154" w:rsidRPr="00F4279E">
        <w:rPr>
          <w:rFonts w:ascii="Arial" w:hAnsi="Arial" w:cs="Arial"/>
          <w:color w:val="4E4D4D" w:themeColor="background2"/>
          <w:spacing w:val="-1"/>
        </w:rPr>
        <w:t>s</w:t>
      </w:r>
      <w:r w:rsidR="00BB5154" w:rsidRPr="00F4279E">
        <w:rPr>
          <w:rFonts w:ascii="Arial" w:hAnsi="Arial" w:cs="Arial"/>
          <w:color w:val="4E4D4D" w:themeColor="background2"/>
        </w:rPr>
        <w:t>e</w:t>
      </w:r>
      <w:r w:rsidR="00BB5154" w:rsidRPr="00F4279E">
        <w:rPr>
          <w:rFonts w:ascii="Arial" w:hAnsi="Arial" w:cs="Arial"/>
          <w:color w:val="4E4D4D" w:themeColor="background2"/>
          <w:spacing w:val="10"/>
        </w:rPr>
        <w:t xml:space="preserve"> </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1"/>
        </w:rPr>
        <w:t>ce</w:t>
      </w:r>
      <w:r w:rsidR="00BB5154" w:rsidRPr="00F4279E">
        <w:rPr>
          <w:rFonts w:ascii="Arial" w:hAnsi="Arial" w:cs="Arial"/>
          <w:color w:val="4E4D4D" w:themeColor="background2"/>
          <w:spacing w:val="2"/>
        </w:rPr>
        <w:t>p</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3"/>
        </w:rPr>
        <w:t>r</w:t>
      </w:r>
      <w:r w:rsidR="00BB5154" w:rsidRPr="00F4279E">
        <w:rPr>
          <w:rFonts w:ascii="Arial" w:hAnsi="Arial" w:cs="Arial"/>
          <w:color w:val="4E4D4D" w:themeColor="background2"/>
        </w:rPr>
        <w:t xml:space="preserve">á </w:t>
      </w:r>
      <w:r w:rsidR="00BB5154" w:rsidRPr="00F4279E">
        <w:rPr>
          <w:rFonts w:ascii="Arial" w:hAnsi="Arial" w:cs="Arial"/>
          <w:color w:val="4E4D4D" w:themeColor="background2"/>
          <w:spacing w:val="3"/>
        </w:rPr>
        <w:t>v</w:t>
      </w:r>
      <w:r w:rsidR="00BB5154" w:rsidRPr="00F4279E">
        <w:rPr>
          <w:rFonts w:ascii="Arial" w:hAnsi="Arial" w:cs="Arial"/>
          <w:color w:val="4E4D4D" w:themeColor="background2"/>
        </w:rPr>
        <w:t>a</w:t>
      </w:r>
      <w:r w:rsidR="00BB5154" w:rsidRPr="00F4279E">
        <w:rPr>
          <w:rFonts w:ascii="Arial" w:hAnsi="Arial" w:cs="Arial"/>
          <w:color w:val="4E4D4D" w:themeColor="background2"/>
          <w:spacing w:val="2"/>
        </w:rPr>
        <w:t>r</w:t>
      </w:r>
      <w:r w:rsidR="00BB5154" w:rsidRPr="00F4279E">
        <w:rPr>
          <w:rFonts w:ascii="Arial" w:hAnsi="Arial" w:cs="Arial"/>
          <w:color w:val="4E4D4D" w:themeColor="background2"/>
        </w:rPr>
        <w:t>i</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3"/>
        </w:rPr>
        <w:t>c</w:t>
      </w:r>
      <w:r w:rsidR="00BB5154" w:rsidRPr="00F4279E">
        <w:rPr>
          <w:rFonts w:ascii="Arial" w:hAnsi="Arial" w:cs="Arial"/>
          <w:color w:val="4E4D4D" w:themeColor="background2"/>
          <w:spacing w:val="2"/>
        </w:rPr>
        <w:t>i</w:t>
      </w:r>
      <w:r w:rsidR="00BB5154" w:rsidRPr="00F4279E">
        <w:rPr>
          <w:rFonts w:ascii="Arial" w:hAnsi="Arial" w:cs="Arial"/>
          <w:color w:val="4E4D4D" w:themeColor="background2"/>
          <w:spacing w:val="-2"/>
        </w:rPr>
        <w:t>ó</w:t>
      </w:r>
      <w:r w:rsidR="00BB5154" w:rsidRPr="00F4279E">
        <w:rPr>
          <w:rFonts w:ascii="Arial" w:hAnsi="Arial" w:cs="Arial"/>
          <w:color w:val="4E4D4D" w:themeColor="background2"/>
        </w:rPr>
        <w:t>n</w:t>
      </w:r>
      <w:r w:rsidR="00BB5154" w:rsidRPr="00F4279E">
        <w:rPr>
          <w:rFonts w:ascii="Arial" w:hAnsi="Arial" w:cs="Arial"/>
          <w:color w:val="4E4D4D" w:themeColor="background2"/>
          <w:spacing w:val="22"/>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n</w:t>
      </w:r>
      <w:r w:rsidR="00BB5154" w:rsidRPr="00F4279E">
        <w:rPr>
          <w:rFonts w:ascii="Arial" w:hAnsi="Arial" w:cs="Arial"/>
          <w:color w:val="4E4D4D" w:themeColor="background2"/>
          <w:spacing w:val="12"/>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l</w:t>
      </w:r>
      <w:r w:rsidR="00BB5154" w:rsidRPr="00F4279E">
        <w:rPr>
          <w:rFonts w:ascii="Arial" w:hAnsi="Arial" w:cs="Arial"/>
          <w:color w:val="4E4D4D" w:themeColor="background2"/>
          <w:spacing w:val="10"/>
        </w:rPr>
        <w:t xml:space="preserve"> </w:t>
      </w:r>
      <w:r w:rsidR="00BB5154" w:rsidRPr="00F4279E">
        <w:rPr>
          <w:rFonts w:ascii="Arial" w:hAnsi="Arial" w:cs="Arial"/>
          <w:color w:val="4E4D4D" w:themeColor="background2"/>
          <w:spacing w:val="3"/>
        </w:rPr>
        <w:t>v</w:t>
      </w:r>
      <w:r w:rsidR="00BB5154" w:rsidRPr="00F4279E">
        <w:rPr>
          <w:rFonts w:ascii="Arial" w:hAnsi="Arial" w:cs="Arial"/>
          <w:color w:val="4E4D4D" w:themeColor="background2"/>
        </w:rPr>
        <w:t>olu</w:t>
      </w:r>
      <w:r w:rsidR="00BB5154" w:rsidRPr="00F4279E">
        <w:rPr>
          <w:rFonts w:ascii="Arial" w:hAnsi="Arial" w:cs="Arial"/>
          <w:color w:val="4E4D4D" w:themeColor="background2"/>
          <w:spacing w:val="1"/>
        </w:rPr>
        <w:t>m</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n</w:t>
      </w:r>
      <w:r w:rsidR="00BB5154" w:rsidRPr="00F4279E">
        <w:rPr>
          <w:rFonts w:ascii="Arial" w:hAnsi="Arial" w:cs="Arial"/>
          <w:color w:val="4E4D4D" w:themeColor="background2"/>
          <w:spacing w:val="23"/>
        </w:rPr>
        <w:t xml:space="preserve"> </w:t>
      </w:r>
      <w:r w:rsidR="00BB5154" w:rsidRPr="00F4279E">
        <w:rPr>
          <w:rFonts w:ascii="Arial" w:hAnsi="Arial" w:cs="Arial"/>
          <w:color w:val="4E4D4D" w:themeColor="background2"/>
          <w:spacing w:val="-2"/>
        </w:rPr>
        <w:t>(</w:t>
      </w:r>
      <w:r w:rsidR="00BB5154" w:rsidRPr="00F4279E">
        <w:rPr>
          <w:rFonts w:ascii="Arial" w:hAnsi="Arial" w:cs="Arial"/>
          <w:color w:val="4E4D4D" w:themeColor="background2"/>
          <w:spacing w:val="1"/>
        </w:rPr>
        <w:t>m</w:t>
      </w:r>
      <w:r w:rsidR="00BB5154" w:rsidRPr="00F4279E">
        <w:rPr>
          <w:rFonts w:ascii="Arial" w:hAnsi="Arial" w:cs="Arial"/>
          <w:color w:val="4E4D4D" w:themeColor="background2"/>
        </w:rPr>
        <w:t>l</w:t>
      </w:r>
      <w:r w:rsidR="00BB5154" w:rsidRPr="00F4279E">
        <w:rPr>
          <w:rFonts w:ascii="Arial" w:hAnsi="Arial" w:cs="Arial"/>
          <w:color w:val="4E4D4D" w:themeColor="background2"/>
          <w:spacing w:val="13"/>
        </w:rPr>
        <w:t xml:space="preserve"> </w:t>
      </w:r>
      <w:r w:rsidR="00BB5154" w:rsidRPr="00F4279E">
        <w:rPr>
          <w:rFonts w:ascii="Arial" w:hAnsi="Arial" w:cs="Arial"/>
          <w:color w:val="4E4D4D" w:themeColor="background2"/>
        </w:rPr>
        <w:t>o</w:t>
      </w:r>
      <w:r w:rsidR="00BB5154" w:rsidRPr="00F4279E">
        <w:rPr>
          <w:rFonts w:ascii="Arial" w:hAnsi="Arial" w:cs="Arial"/>
          <w:color w:val="4E4D4D" w:themeColor="background2"/>
          <w:spacing w:val="10"/>
        </w:rPr>
        <w:t xml:space="preserve"> </w:t>
      </w:r>
      <w:r w:rsidR="00BB5154" w:rsidRPr="00F4279E">
        <w:rPr>
          <w:rFonts w:ascii="Arial" w:hAnsi="Arial" w:cs="Arial"/>
          <w:color w:val="4E4D4D" w:themeColor="background2"/>
          <w:spacing w:val="-1"/>
        </w:rPr>
        <w:t>c</w:t>
      </w:r>
      <w:r w:rsidR="00BB5154" w:rsidRPr="00F4279E">
        <w:rPr>
          <w:rFonts w:ascii="Arial" w:hAnsi="Arial" w:cs="Arial"/>
          <w:color w:val="4E4D4D" w:themeColor="background2"/>
          <w:spacing w:val="1"/>
        </w:rPr>
        <w:t>m</w:t>
      </w:r>
      <w:r w:rsidR="00BB5154" w:rsidRPr="00F4279E">
        <w:rPr>
          <w:rFonts w:ascii="Arial" w:hAnsi="Arial" w:cs="Arial"/>
          <w:color w:val="4E4D4D" w:themeColor="background2"/>
          <w:spacing w:val="-2"/>
        </w:rPr>
        <w:t>3</w:t>
      </w:r>
      <w:r w:rsidR="00BB5154" w:rsidRPr="00F4279E">
        <w:rPr>
          <w:rFonts w:ascii="Arial" w:hAnsi="Arial" w:cs="Arial"/>
          <w:color w:val="4E4D4D" w:themeColor="background2"/>
        </w:rPr>
        <w:t>)</w:t>
      </w:r>
      <w:r w:rsidR="00BB5154" w:rsidRPr="00F4279E">
        <w:rPr>
          <w:rFonts w:ascii="Arial" w:hAnsi="Arial" w:cs="Arial"/>
          <w:color w:val="4E4D4D" w:themeColor="background2"/>
          <w:spacing w:val="18"/>
        </w:rPr>
        <w:t xml:space="preserve"> </w:t>
      </w:r>
      <w:r w:rsidR="00BB5154" w:rsidRPr="00F4279E">
        <w:rPr>
          <w:rFonts w:ascii="Arial" w:hAnsi="Arial" w:cs="Arial"/>
          <w:color w:val="4E4D4D" w:themeColor="background2"/>
        </w:rPr>
        <w:t>p</w:t>
      </w:r>
      <w:r w:rsidR="00BB5154" w:rsidRPr="00F4279E">
        <w:rPr>
          <w:rFonts w:ascii="Arial" w:hAnsi="Arial" w:cs="Arial"/>
          <w:color w:val="4E4D4D" w:themeColor="background2"/>
          <w:spacing w:val="2"/>
        </w:rPr>
        <w:t>a</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rPr>
        <w:t>a</w:t>
      </w:r>
      <w:r w:rsidR="00BB5154" w:rsidRPr="00F4279E">
        <w:rPr>
          <w:rFonts w:ascii="Arial" w:hAnsi="Arial" w:cs="Arial"/>
          <w:color w:val="4E4D4D" w:themeColor="background2"/>
          <w:spacing w:val="33"/>
        </w:rPr>
        <w:t xml:space="preserve"> </w:t>
      </w:r>
      <w:r w:rsidR="00BB5154" w:rsidRPr="00F4279E">
        <w:rPr>
          <w:rFonts w:ascii="Arial" w:hAnsi="Arial" w:cs="Arial"/>
          <w:color w:val="4E4D4D" w:themeColor="background2"/>
        </w:rPr>
        <w:t>la</w:t>
      </w:r>
      <w:r w:rsidR="00BB5154" w:rsidRPr="00F4279E">
        <w:rPr>
          <w:rFonts w:ascii="Arial" w:hAnsi="Arial" w:cs="Arial"/>
          <w:color w:val="4E4D4D" w:themeColor="background2"/>
          <w:spacing w:val="27"/>
        </w:rPr>
        <w:t xml:space="preserve"> </w:t>
      </w:r>
      <w:r w:rsidR="00BB5154" w:rsidRPr="00F4279E">
        <w:rPr>
          <w:rFonts w:ascii="Arial" w:hAnsi="Arial" w:cs="Arial"/>
          <w:color w:val="4E4D4D" w:themeColor="background2"/>
        </w:rPr>
        <w:t>p</w:t>
      </w:r>
      <w:r w:rsidR="00BB5154" w:rsidRPr="00F4279E">
        <w:rPr>
          <w:rFonts w:ascii="Arial" w:hAnsi="Arial" w:cs="Arial"/>
          <w:color w:val="4E4D4D" w:themeColor="background2"/>
          <w:spacing w:val="2"/>
        </w:rPr>
        <w:t>r</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2"/>
        </w:rPr>
        <w:t>s</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spacing w:val="4"/>
        </w:rPr>
        <w:t>t</w:t>
      </w:r>
      <w:r w:rsidR="00BB5154" w:rsidRPr="00F4279E">
        <w:rPr>
          <w:rFonts w:ascii="Arial" w:hAnsi="Arial" w:cs="Arial"/>
          <w:color w:val="4E4D4D" w:themeColor="background2"/>
        </w:rPr>
        <w:t>a</w:t>
      </w:r>
      <w:r w:rsidR="00BB5154" w:rsidRPr="00F4279E">
        <w:rPr>
          <w:rFonts w:ascii="Arial" w:hAnsi="Arial" w:cs="Arial"/>
          <w:color w:val="4E4D4D" w:themeColor="background2"/>
          <w:spacing w:val="-1"/>
        </w:rPr>
        <w:t>c</w:t>
      </w:r>
      <w:r w:rsidR="00BB5154" w:rsidRPr="00F4279E">
        <w:rPr>
          <w:rFonts w:ascii="Arial" w:hAnsi="Arial" w:cs="Arial"/>
          <w:color w:val="4E4D4D" w:themeColor="background2"/>
        </w:rPr>
        <w:t>ión</w:t>
      </w:r>
      <w:r w:rsidR="00BB5154" w:rsidRPr="00F4279E">
        <w:rPr>
          <w:rFonts w:ascii="Arial" w:hAnsi="Arial" w:cs="Arial"/>
          <w:color w:val="4E4D4D" w:themeColor="background2"/>
          <w:spacing w:val="45"/>
        </w:rPr>
        <w:t xml:space="preserve"> </w:t>
      </w:r>
      <w:r w:rsidR="00BB5154" w:rsidRPr="00F4279E">
        <w:rPr>
          <w:rFonts w:ascii="Arial" w:hAnsi="Arial" w:cs="Arial"/>
          <w:color w:val="4E4D4D" w:themeColor="background2"/>
          <w:spacing w:val="2"/>
        </w:rPr>
        <w:t>d</w:t>
      </w:r>
      <w:r w:rsidR="00BB5154" w:rsidRPr="00F4279E">
        <w:rPr>
          <w:rFonts w:ascii="Arial" w:hAnsi="Arial" w:cs="Arial"/>
          <w:color w:val="4E4D4D" w:themeColor="background2"/>
        </w:rPr>
        <w:t>e</w:t>
      </w:r>
      <w:r w:rsidR="00BB5154" w:rsidRPr="00F4279E">
        <w:rPr>
          <w:rFonts w:ascii="Arial" w:hAnsi="Arial" w:cs="Arial"/>
          <w:color w:val="4E4D4D" w:themeColor="background2"/>
          <w:spacing w:val="27"/>
        </w:rPr>
        <w:t xml:space="preserve"> </w:t>
      </w:r>
      <w:r w:rsidR="00BB5154" w:rsidRPr="00F4279E">
        <w:rPr>
          <w:rFonts w:ascii="Arial" w:hAnsi="Arial" w:cs="Arial"/>
          <w:color w:val="4E4D4D" w:themeColor="background2"/>
        </w:rPr>
        <w:t>la</w:t>
      </w:r>
      <w:r w:rsidR="00BB5154" w:rsidRPr="00F4279E">
        <w:rPr>
          <w:rFonts w:ascii="Arial" w:hAnsi="Arial" w:cs="Arial"/>
          <w:color w:val="4E4D4D" w:themeColor="background2"/>
          <w:spacing w:val="27"/>
        </w:rPr>
        <w:t xml:space="preserve"> </w:t>
      </w:r>
      <w:r w:rsidR="00BB5154" w:rsidRPr="00F4279E">
        <w:rPr>
          <w:rFonts w:ascii="Arial" w:hAnsi="Arial" w:cs="Arial"/>
          <w:color w:val="4E4D4D" w:themeColor="background2"/>
          <w:spacing w:val="2"/>
        </w:rPr>
        <w:t>p</w:t>
      </w:r>
      <w:r w:rsidR="00BB5154" w:rsidRPr="00F4279E">
        <w:rPr>
          <w:rFonts w:ascii="Arial" w:hAnsi="Arial" w:cs="Arial"/>
          <w:color w:val="4E4D4D" w:themeColor="background2"/>
          <w:spacing w:val="-1"/>
        </w:rPr>
        <w:t>r</w:t>
      </w:r>
      <w:r w:rsidR="00BB5154" w:rsidRPr="00F4279E">
        <w:rPr>
          <w:rFonts w:ascii="Arial" w:hAnsi="Arial" w:cs="Arial"/>
          <w:color w:val="4E4D4D" w:themeColor="background2"/>
          <w:spacing w:val="-2"/>
        </w:rPr>
        <w:t>o</w:t>
      </w:r>
      <w:r w:rsidR="00BB5154" w:rsidRPr="00F4279E">
        <w:rPr>
          <w:rFonts w:ascii="Arial" w:hAnsi="Arial" w:cs="Arial"/>
          <w:color w:val="4E4D4D" w:themeColor="background2"/>
          <w:spacing w:val="5"/>
        </w:rPr>
        <w:t>p</w:t>
      </w:r>
      <w:r w:rsidR="00BB5154" w:rsidRPr="00F4279E">
        <w:rPr>
          <w:rFonts w:ascii="Arial" w:hAnsi="Arial" w:cs="Arial"/>
          <w:color w:val="4E4D4D" w:themeColor="background2"/>
        </w:rPr>
        <w:t>u</w:t>
      </w:r>
      <w:r w:rsidR="00BB5154" w:rsidRPr="00F4279E">
        <w:rPr>
          <w:rFonts w:ascii="Arial" w:hAnsi="Arial" w:cs="Arial"/>
          <w:color w:val="4E4D4D" w:themeColor="background2"/>
          <w:spacing w:val="-1"/>
        </w:rPr>
        <w:t>es</w:t>
      </w:r>
      <w:r w:rsidR="00BB5154" w:rsidRPr="00F4279E">
        <w:rPr>
          <w:rFonts w:ascii="Arial" w:hAnsi="Arial" w:cs="Arial"/>
          <w:color w:val="4E4D4D" w:themeColor="background2"/>
          <w:spacing w:val="2"/>
        </w:rPr>
        <w:t>ta</w:t>
      </w:r>
      <w:r w:rsidR="00BB5154" w:rsidRPr="00F4279E">
        <w:rPr>
          <w:rFonts w:ascii="Arial" w:hAnsi="Arial" w:cs="Arial"/>
          <w:color w:val="4E4D4D" w:themeColor="background2"/>
        </w:rPr>
        <w:t>,</w:t>
      </w:r>
      <w:r w:rsidR="00BB5154" w:rsidRPr="00F4279E">
        <w:rPr>
          <w:rFonts w:ascii="Arial" w:hAnsi="Arial" w:cs="Arial"/>
          <w:color w:val="4E4D4D" w:themeColor="background2"/>
          <w:spacing w:val="44"/>
        </w:rPr>
        <w:t xml:space="preserve"> </w:t>
      </w:r>
      <w:r w:rsidR="00BB5154" w:rsidRPr="00F4279E">
        <w:rPr>
          <w:rFonts w:ascii="Arial" w:hAnsi="Arial" w:cs="Arial"/>
          <w:color w:val="4E4D4D" w:themeColor="background2"/>
          <w:spacing w:val="-3"/>
        </w:rPr>
        <w:t>n</w:t>
      </w:r>
      <w:r w:rsidR="00BB5154" w:rsidRPr="00F4279E">
        <w:rPr>
          <w:rFonts w:ascii="Arial" w:hAnsi="Arial" w:cs="Arial"/>
          <w:color w:val="4E4D4D" w:themeColor="background2"/>
        </w:rPr>
        <w:t>i</w:t>
      </w:r>
      <w:r w:rsidR="00BB5154" w:rsidRPr="00F4279E">
        <w:rPr>
          <w:rFonts w:ascii="Arial" w:hAnsi="Arial" w:cs="Arial"/>
          <w:color w:val="4E4D4D" w:themeColor="background2"/>
          <w:spacing w:val="30"/>
        </w:rPr>
        <w:t xml:space="preserve"> </w:t>
      </w:r>
      <w:r w:rsidR="00BB5154" w:rsidRPr="00F4279E">
        <w:rPr>
          <w:rFonts w:ascii="Arial" w:hAnsi="Arial" w:cs="Arial"/>
          <w:color w:val="4E4D4D" w:themeColor="background2"/>
        </w:rPr>
        <w:t>un</w:t>
      </w:r>
      <w:r w:rsidR="00BB5154" w:rsidRPr="00F4279E">
        <w:rPr>
          <w:rFonts w:ascii="Arial" w:hAnsi="Arial" w:cs="Arial"/>
          <w:color w:val="4E4D4D" w:themeColor="background2"/>
          <w:spacing w:val="26"/>
        </w:rPr>
        <w:t xml:space="preserve"> </w:t>
      </w:r>
      <w:r w:rsidR="00BB5154" w:rsidRPr="00F4279E">
        <w:rPr>
          <w:rFonts w:ascii="Arial" w:hAnsi="Arial" w:cs="Arial"/>
          <w:color w:val="4E4D4D" w:themeColor="background2"/>
          <w:spacing w:val="3"/>
        </w:rPr>
        <w:t>v</w:t>
      </w:r>
      <w:r w:rsidR="00BB5154" w:rsidRPr="00F4279E">
        <w:rPr>
          <w:rFonts w:ascii="Arial" w:hAnsi="Arial" w:cs="Arial"/>
          <w:color w:val="4E4D4D" w:themeColor="background2"/>
        </w:rPr>
        <w:t>olu</w:t>
      </w:r>
      <w:r w:rsidR="00BB5154" w:rsidRPr="00F4279E">
        <w:rPr>
          <w:rFonts w:ascii="Arial" w:hAnsi="Arial" w:cs="Arial"/>
          <w:color w:val="4E4D4D" w:themeColor="background2"/>
          <w:spacing w:val="1"/>
        </w:rPr>
        <w:t>me</w:t>
      </w:r>
      <w:r w:rsidR="00BB5154" w:rsidRPr="00F4279E">
        <w:rPr>
          <w:rFonts w:ascii="Arial" w:hAnsi="Arial" w:cs="Arial"/>
          <w:color w:val="4E4D4D" w:themeColor="background2"/>
        </w:rPr>
        <w:t>n</w:t>
      </w:r>
      <w:r w:rsidR="00BB5154" w:rsidRPr="00F4279E">
        <w:rPr>
          <w:rFonts w:ascii="Arial" w:hAnsi="Arial" w:cs="Arial"/>
          <w:color w:val="4E4D4D" w:themeColor="background2"/>
          <w:spacing w:val="37"/>
        </w:rPr>
        <w:t xml:space="preserve"> </w:t>
      </w:r>
      <w:r w:rsidR="00BB5154" w:rsidRPr="00F4279E">
        <w:rPr>
          <w:rFonts w:ascii="Arial" w:hAnsi="Arial" w:cs="Arial"/>
          <w:color w:val="4E4D4D" w:themeColor="background2"/>
          <w:spacing w:val="1"/>
        </w:rPr>
        <w:t>m</w:t>
      </w:r>
      <w:r w:rsidR="00BB5154" w:rsidRPr="00F4279E">
        <w:rPr>
          <w:rFonts w:ascii="Arial" w:hAnsi="Arial" w:cs="Arial"/>
          <w:color w:val="4E4D4D" w:themeColor="background2"/>
          <w:spacing w:val="4"/>
        </w:rPr>
        <w:t>e</w:t>
      </w:r>
      <w:r w:rsidR="00BB5154" w:rsidRPr="00F4279E">
        <w:rPr>
          <w:rFonts w:ascii="Arial" w:hAnsi="Arial" w:cs="Arial"/>
          <w:color w:val="4E4D4D" w:themeColor="background2"/>
          <w:spacing w:val="-1"/>
        </w:rPr>
        <w:t>n</w:t>
      </w:r>
      <w:r w:rsidR="00BB5154" w:rsidRPr="00F4279E">
        <w:rPr>
          <w:rFonts w:ascii="Arial" w:hAnsi="Arial" w:cs="Arial"/>
          <w:color w:val="4E4D4D" w:themeColor="background2"/>
        </w:rPr>
        <w:t>or</w:t>
      </w:r>
      <w:r w:rsidR="00BB5154" w:rsidRPr="00F4279E">
        <w:rPr>
          <w:rFonts w:ascii="Arial" w:hAnsi="Arial" w:cs="Arial"/>
          <w:color w:val="4E4D4D" w:themeColor="background2"/>
          <w:spacing w:val="36"/>
        </w:rPr>
        <w:t xml:space="preserve"> </w:t>
      </w:r>
      <w:r w:rsidR="00BB5154" w:rsidRPr="00F4279E">
        <w:rPr>
          <w:rFonts w:ascii="Arial" w:hAnsi="Arial" w:cs="Arial"/>
          <w:color w:val="4E4D4D" w:themeColor="background2"/>
          <w:spacing w:val="1"/>
        </w:rPr>
        <w:t>e</w:t>
      </w:r>
      <w:r w:rsidR="00BB5154" w:rsidRPr="00F4279E">
        <w:rPr>
          <w:rFonts w:ascii="Arial" w:hAnsi="Arial" w:cs="Arial"/>
          <w:color w:val="4E4D4D" w:themeColor="background2"/>
        </w:rPr>
        <w:t>n</w:t>
      </w:r>
      <w:r w:rsidR="00BB5154" w:rsidRPr="00F4279E">
        <w:rPr>
          <w:rFonts w:ascii="Arial" w:hAnsi="Arial" w:cs="Arial"/>
          <w:color w:val="4E4D4D" w:themeColor="background2"/>
          <w:spacing w:val="26"/>
        </w:rPr>
        <w:t xml:space="preserve"> </w:t>
      </w:r>
      <w:r w:rsidR="00BB5154" w:rsidRPr="00F4279E">
        <w:rPr>
          <w:rFonts w:ascii="Arial" w:hAnsi="Arial" w:cs="Arial"/>
          <w:color w:val="4E4D4D" w:themeColor="background2"/>
        </w:rPr>
        <w:t>la</w:t>
      </w:r>
      <w:r w:rsidR="00BB5154" w:rsidRPr="00F4279E">
        <w:rPr>
          <w:rFonts w:ascii="Arial" w:hAnsi="Arial" w:cs="Arial"/>
          <w:color w:val="4E4D4D" w:themeColor="background2"/>
          <w:spacing w:val="27"/>
        </w:rPr>
        <w:t xml:space="preserve"> </w:t>
      </w:r>
      <w:r w:rsidR="00BB5154" w:rsidRPr="00F4279E">
        <w:rPr>
          <w:rFonts w:ascii="Arial" w:hAnsi="Arial" w:cs="Arial"/>
          <w:color w:val="4E4D4D" w:themeColor="background2"/>
          <w:spacing w:val="-1"/>
          <w:w w:val="102"/>
        </w:rPr>
        <w:t>e</w:t>
      </w:r>
      <w:r w:rsidR="00BB5154" w:rsidRPr="00F4279E">
        <w:rPr>
          <w:rFonts w:ascii="Arial" w:hAnsi="Arial" w:cs="Arial"/>
          <w:color w:val="4E4D4D" w:themeColor="background2"/>
          <w:spacing w:val="2"/>
          <w:w w:val="102"/>
        </w:rPr>
        <w:t>j</w:t>
      </w:r>
      <w:r w:rsidR="00BB5154" w:rsidRPr="00F4279E">
        <w:rPr>
          <w:rFonts w:ascii="Arial" w:hAnsi="Arial" w:cs="Arial"/>
          <w:color w:val="4E4D4D" w:themeColor="background2"/>
          <w:spacing w:val="1"/>
          <w:w w:val="102"/>
        </w:rPr>
        <w:t>e</w:t>
      </w:r>
      <w:r w:rsidR="00BB5154" w:rsidRPr="00F4279E">
        <w:rPr>
          <w:rFonts w:ascii="Arial" w:hAnsi="Arial" w:cs="Arial"/>
          <w:color w:val="4E4D4D" w:themeColor="background2"/>
          <w:spacing w:val="2"/>
          <w:w w:val="102"/>
        </w:rPr>
        <w:t>cu</w:t>
      </w:r>
      <w:r w:rsidR="00BB5154" w:rsidRPr="00F4279E">
        <w:rPr>
          <w:rFonts w:ascii="Arial" w:hAnsi="Arial" w:cs="Arial"/>
          <w:color w:val="4E4D4D" w:themeColor="background2"/>
          <w:spacing w:val="-3"/>
          <w:w w:val="102"/>
        </w:rPr>
        <w:t>c</w:t>
      </w:r>
      <w:r w:rsidR="00BB5154" w:rsidRPr="00F4279E">
        <w:rPr>
          <w:rFonts w:ascii="Arial" w:hAnsi="Arial" w:cs="Arial"/>
          <w:color w:val="4E4D4D" w:themeColor="background2"/>
          <w:spacing w:val="2"/>
          <w:w w:val="102"/>
        </w:rPr>
        <w:t>i</w:t>
      </w:r>
      <w:r w:rsidR="00BB5154" w:rsidRPr="00F4279E">
        <w:rPr>
          <w:rFonts w:ascii="Arial" w:hAnsi="Arial" w:cs="Arial"/>
          <w:color w:val="4E4D4D" w:themeColor="background2"/>
          <w:w w:val="102"/>
        </w:rPr>
        <w:t xml:space="preserve">ón </w:t>
      </w:r>
      <w:r w:rsidR="00BB5154" w:rsidRPr="00F4279E">
        <w:rPr>
          <w:rFonts w:ascii="Arial" w:hAnsi="Arial" w:cs="Arial"/>
          <w:color w:val="4E4D4D" w:themeColor="background2"/>
          <w:spacing w:val="2"/>
        </w:rPr>
        <w:t>d</w:t>
      </w:r>
      <w:r w:rsidR="001668F4" w:rsidRPr="00F4279E">
        <w:rPr>
          <w:rFonts w:ascii="Arial" w:hAnsi="Arial" w:cs="Arial"/>
          <w:color w:val="4E4D4D" w:themeColor="background2"/>
          <w:spacing w:val="2"/>
        </w:rPr>
        <w:t xml:space="preserve">e </w:t>
      </w:r>
      <w:r w:rsidR="007B6108" w:rsidRPr="00F4279E">
        <w:rPr>
          <w:rFonts w:ascii="Arial" w:hAnsi="Arial" w:cs="Arial"/>
          <w:color w:val="4E4D4D" w:themeColor="background2"/>
          <w:spacing w:val="-1"/>
        </w:rPr>
        <w:t>la orden de compra</w:t>
      </w:r>
      <w:r w:rsidRPr="00F4279E">
        <w:rPr>
          <w:rFonts w:ascii="Arial" w:hAnsi="Arial" w:cs="Arial"/>
          <w:color w:val="4E4D4D" w:themeColor="background2"/>
          <w:w w:val="102"/>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a</w:t>
      </w:r>
      <w:r w:rsidRPr="00F4279E">
        <w:rPr>
          <w:rFonts w:ascii="Arial" w:hAnsi="Arial" w:cs="Arial"/>
          <w:color w:val="4E4D4D" w:themeColor="background2"/>
          <w:spacing w:val="2"/>
        </w:rPr>
        <w:t>b</w:t>
      </w:r>
      <w:r w:rsidRPr="00F4279E">
        <w:rPr>
          <w:rFonts w:ascii="Arial" w:hAnsi="Arial" w:cs="Arial"/>
          <w:color w:val="4E4D4D" w:themeColor="background2"/>
        </w:rPr>
        <w:t xml:space="preserve">e </w:t>
      </w:r>
      <w:r w:rsidRPr="00F4279E">
        <w:rPr>
          <w:rFonts w:ascii="Arial" w:hAnsi="Arial" w:cs="Arial"/>
          <w:color w:val="4E4D4D" w:themeColor="background2"/>
          <w:spacing w:val="2"/>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 xml:space="preserve">ar </w:t>
      </w:r>
      <w:r w:rsidR="00415DF1" w:rsidRPr="00F4279E">
        <w:rPr>
          <w:rFonts w:ascii="Arial" w:hAnsi="Arial" w:cs="Arial"/>
          <w:color w:val="4E4D4D" w:themeColor="background2"/>
          <w:spacing w:val="2"/>
          <w:w w:val="102"/>
        </w:rPr>
        <w:t>q</w:t>
      </w:r>
      <w:r w:rsidR="00415DF1" w:rsidRPr="00F4279E">
        <w:rPr>
          <w:rFonts w:ascii="Arial" w:hAnsi="Arial" w:cs="Arial"/>
          <w:color w:val="4E4D4D" w:themeColor="background2"/>
          <w:spacing w:val="-3"/>
          <w:w w:val="102"/>
        </w:rPr>
        <w:t>u</w:t>
      </w:r>
      <w:r w:rsidR="00415DF1" w:rsidRPr="00F4279E">
        <w:rPr>
          <w:rFonts w:ascii="Arial" w:hAnsi="Arial" w:cs="Arial"/>
          <w:color w:val="4E4D4D" w:themeColor="background2"/>
          <w:w w:val="102"/>
        </w:rPr>
        <w:t>e,</w:t>
      </w:r>
      <w:r w:rsidRPr="00F4279E">
        <w:rPr>
          <w:rFonts w:ascii="Arial" w:hAnsi="Arial" w:cs="Arial"/>
          <w:color w:val="4E4D4D" w:themeColor="background2"/>
          <w:w w:val="102"/>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3"/>
        </w:rPr>
        <w:t>u</w:t>
      </w:r>
      <w:r w:rsidRPr="00F4279E">
        <w:rPr>
          <w:rFonts w:ascii="Arial" w:hAnsi="Arial" w:cs="Arial"/>
          <w:color w:val="4E4D4D" w:themeColor="background2"/>
          <w:spacing w:val="2"/>
        </w:rPr>
        <w:t>ra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10"/>
        </w:rPr>
        <w:t xml:space="preserve"> </w:t>
      </w:r>
      <w:r w:rsidRPr="00F4279E">
        <w:rPr>
          <w:rFonts w:ascii="Arial" w:hAnsi="Arial" w:cs="Arial"/>
          <w:color w:val="4E4D4D" w:themeColor="background2"/>
        </w:rPr>
        <w:t>la</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j</w:t>
      </w:r>
      <w:r w:rsidRPr="00F4279E">
        <w:rPr>
          <w:rFonts w:ascii="Arial" w:hAnsi="Arial" w:cs="Arial"/>
          <w:color w:val="4E4D4D" w:themeColor="background2"/>
          <w:spacing w:val="-1"/>
        </w:rPr>
        <w:t>ec</w:t>
      </w:r>
      <w:r w:rsidRPr="00F4279E">
        <w:rPr>
          <w:rFonts w:ascii="Arial" w:hAnsi="Arial" w:cs="Arial"/>
          <w:color w:val="4E4D4D" w:themeColor="background2"/>
        </w:rPr>
        <w:t>u</w:t>
      </w:r>
      <w:r w:rsidRPr="00F4279E">
        <w:rPr>
          <w:rFonts w:ascii="Arial" w:hAnsi="Arial" w:cs="Arial"/>
          <w:color w:val="4E4D4D" w:themeColor="background2"/>
          <w:spacing w:val="-3"/>
        </w:rPr>
        <w:t>c</w:t>
      </w:r>
      <w:r w:rsidRPr="00F4279E">
        <w:rPr>
          <w:rFonts w:ascii="Arial" w:hAnsi="Arial" w:cs="Arial"/>
          <w:color w:val="4E4D4D" w:themeColor="background2"/>
          <w:spacing w:val="4"/>
        </w:rPr>
        <w:t>i</w:t>
      </w:r>
      <w:r w:rsidRPr="00F4279E">
        <w:rPr>
          <w:rFonts w:ascii="Arial" w:hAnsi="Arial" w:cs="Arial"/>
          <w:color w:val="4E4D4D" w:themeColor="background2"/>
        </w:rPr>
        <w:t>ón</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 xml:space="preserve">de </w:t>
      </w:r>
      <w:r w:rsidRPr="00F4279E">
        <w:rPr>
          <w:rFonts w:ascii="Arial" w:hAnsi="Arial" w:cs="Arial"/>
          <w:color w:val="4E4D4D" w:themeColor="background2"/>
          <w:spacing w:val="-1"/>
        </w:rPr>
        <w:t>la orden de compra,</w:t>
      </w:r>
      <w:r w:rsidRPr="00F4279E">
        <w:rPr>
          <w:rFonts w:ascii="Arial" w:hAnsi="Arial" w:cs="Arial"/>
          <w:color w:val="4E4D4D" w:themeColor="background2"/>
          <w:spacing w:val="11"/>
        </w:rPr>
        <w:t xml:space="preserve"> </w:t>
      </w:r>
      <w:r w:rsidRPr="00F4279E">
        <w:rPr>
          <w:rFonts w:ascii="Arial" w:hAnsi="Arial" w:cs="Arial"/>
          <w:color w:val="4E4D4D" w:themeColor="background2"/>
        </w:rPr>
        <w:t>la</w:t>
      </w:r>
      <w:r w:rsidRPr="00F4279E">
        <w:rPr>
          <w:rFonts w:ascii="Arial" w:hAnsi="Arial" w:cs="Arial"/>
          <w:color w:val="4E4D4D" w:themeColor="background2"/>
          <w:spacing w:val="1"/>
        </w:rPr>
        <w:t xml:space="preserve"> </w:t>
      </w:r>
      <w:r w:rsidRPr="00F4279E">
        <w:rPr>
          <w:rFonts w:ascii="Arial" w:hAnsi="Arial" w:cs="Arial"/>
          <w:color w:val="4E4D4D" w:themeColor="background2"/>
        </w:rPr>
        <w:t>i</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3"/>
        </w:rPr>
        <w:t>r</w:t>
      </w:r>
      <w:r w:rsidRPr="00F4279E">
        <w:rPr>
          <w:rFonts w:ascii="Arial" w:hAnsi="Arial" w:cs="Arial"/>
          <w:color w:val="4E4D4D" w:themeColor="background2"/>
          <w:spacing w:val="3"/>
        </w:rPr>
        <w:t>v</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rPr>
        <w:t>ía</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1"/>
        </w:rPr>
        <w:t>v</w:t>
      </w:r>
      <w:r w:rsidRPr="00F4279E">
        <w:rPr>
          <w:rFonts w:ascii="Arial" w:hAnsi="Arial" w:cs="Arial"/>
          <w:color w:val="4E4D4D" w:themeColor="background2"/>
        </w:rPr>
        <w:t>i</w:t>
      </w:r>
      <w:r w:rsidRPr="00F4279E">
        <w:rPr>
          <w:rFonts w:ascii="Arial" w:hAnsi="Arial" w:cs="Arial"/>
          <w:color w:val="4E4D4D" w:themeColor="background2"/>
          <w:spacing w:val="2"/>
        </w:rPr>
        <w:t>gi</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rPr>
        <w:t>á</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3"/>
        </w:rPr>
        <w:t>u</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3"/>
        </w:rPr>
        <w:t>c</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 xml:space="preserve">e </w:t>
      </w:r>
      <w:r w:rsidRPr="00F4279E">
        <w:rPr>
          <w:rFonts w:ascii="Arial" w:hAnsi="Arial" w:cs="Arial"/>
          <w:color w:val="4E4D4D" w:themeColor="background2"/>
          <w:w w:val="102"/>
        </w:rPr>
        <w:t>l</w:t>
      </w:r>
      <w:r w:rsidRPr="00F4279E">
        <w:rPr>
          <w:rFonts w:ascii="Arial" w:hAnsi="Arial" w:cs="Arial"/>
          <w:color w:val="4E4D4D" w:themeColor="background2"/>
          <w:spacing w:val="2"/>
          <w:w w:val="102"/>
        </w:rPr>
        <w:t>a</w:t>
      </w:r>
      <w:r w:rsidRPr="00F4279E">
        <w:rPr>
          <w:rFonts w:ascii="Arial" w:hAnsi="Arial" w:cs="Arial"/>
          <w:color w:val="4E4D4D" w:themeColor="background2"/>
          <w:w w:val="102"/>
        </w:rPr>
        <w:t xml:space="preserve">s </w:t>
      </w:r>
      <w:r w:rsidRPr="00F4279E">
        <w:rPr>
          <w:rFonts w:ascii="Arial" w:hAnsi="Arial" w:cs="Arial"/>
          <w:color w:val="4E4D4D" w:themeColor="background2"/>
          <w:spacing w:val="1"/>
          <w:w w:val="102"/>
        </w:rPr>
        <w:t>m</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s</w:t>
      </w:r>
      <w:r w:rsidRPr="00F4279E">
        <w:rPr>
          <w:rFonts w:ascii="Arial" w:hAnsi="Arial" w:cs="Arial"/>
          <w:color w:val="4E4D4D" w:themeColor="background2"/>
          <w:spacing w:val="1"/>
          <w:w w:val="102"/>
        </w:rPr>
        <w:t>m</w:t>
      </w:r>
      <w:r w:rsidRPr="00F4279E">
        <w:rPr>
          <w:rFonts w:ascii="Arial" w:hAnsi="Arial" w:cs="Arial"/>
          <w:color w:val="4E4D4D" w:themeColor="background2"/>
          <w:w w:val="102"/>
        </w:rPr>
        <w:t>a</w:t>
      </w:r>
      <w:r w:rsidRPr="00F4279E">
        <w:rPr>
          <w:rFonts w:ascii="Arial" w:hAnsi="Arial" w:cs="Arial"/>
          <w:color w:val="4E4D4D" w:themeColor="background2"/>
          <w:spacing w:val="-1"/>
          <w:w w:val="102"/>
        </w:rPr>
        <w:t>s</w:t>
      </w:r>
      <w:r w:rsidRPr="00F4279E">
        <w:rPr>
          <w:rFonts w:ascii="Arial" w:hAnsi="Arial" w:cs="Arial"/>
          <w:color w:val="4E4D4D" w:themeColor="background2"/>
          <w:w w:val="102"/>
        </w:rPr>
        <w:t>.</w:t>
      </w:r>
    </w:p>
    <w:p w14:paraId="5C64EFC3" w14:textId="77777777" w:rsidR="00BB5154" w:rsidRPr="00F4279E" w:rsidRDefault="00BB5154" w:rsidP="001974DD">
      <w:pPr>
        <w:widowControl w:val="0"/>
        <w:autoSpaceDE w:val="0"/>
        <w:autoSpaceDN w:val="0"/>
        <w:adjustRightInd w:val="0"/>
        <w:spacing w:line="0" w:lineRule="atLeast"/>
        <w:jc w:val="both"/>
        <w:rPr>
          <w:rFonts w:ascii="Arial" w:hAnsi="Arial" w:cs="Arial"/>
          <w:color w:val="4E4D4D" w:themeColor="background2"/>
          <w:spacing w:val="5"/>
        </w:rPr>
      </w:pPr>
    </w:p>
    <w:p w14:paraId="5C64EFC4" w14:textId="77777777" w:rsidR="00A00E28" w:rsidRPr="00F4279E" w:rsidRDefault="00A00E28" w:rsidP="00B108AD">
      <w:pPr>
        <w:widowControl w:val="0"/>
        <w:autoSpaceDE w:val="0"/>
        <w:autoSpaceDN w:val="0"/>
        <w:adjustRightInd w:val="0"/>
        <w:spacing w:before="9" w:line="220" w:lineRule="exact"/>
        <w:jc w:val="both"/>
        <w:rPr>
          <w:rFonts w:ascii="Arial" w:hAnsi="Arial" w:cs="Arial"/>
          <w:color w:val="4E4D4D" w:themeColor="background2"/>
        </w:rPr>
      </w:pPr>
      <w:r w:rsidRPr="00F4279E">
        <w:rPr>
          <w:rFonts w:ascii="Arial" w:hAnsi="Arial" w:cs="Arial"/>
          <w:b/>
          <w:color w:val="4E4D4D" w:themeColor="background2"/>
        </w:rPr>
        <w:t xml:space="preserve">      </w:t>
      </w:r>
      <w:r w:rsidR="001A2FD3" w:rsidRPr="00F4279E">
        <w:rPr>
          <w:rFonts w:ascii="Arial" w:hAnsi="Arial" w:cs="Arial"/>
          <w:b/>
          <w:color w:val="4E4D4D" w:themeColor="background2"/>
        </w:rPr>
        <w:t>NOTA:</w:t>
      </w:r>
      <w:r w:rsidR="001A2FD3" w:rsidRPr="00F4279E">
        <w:rPr>
          <w:rFonts w:ascii="Arial" w:hAnsi="Arial" w:cs="Arial"/>
          <w:color w:val="4E4D4D" w:themeColor="background2"/>
        </w:rPr>
        <w:t xml:space="preserve"> E</w:t>
      </w:r>
      <w:r w:rsidR="00B108AD" w:rsidRPr="00F4279E">
        <w:rPr>
          <w:rFonts w:ascii="Arial" w:hAnsi="Arial" w:cs="Arial"/>
          <w:color w:val="4E4D4D" w:themeColor="background2"/>
        </w:rPr>
        <w:t xml:space="preserve">n el momento del muestreo, en la recepción en planta de ensamble, el proveedor </w:t>
      </w:r>
      <w:r w:rsidRPr="00F4279E">
        <w:rPr>
          <w:rFonts w:ascii="Arial" w:hAnsi="Arial" w:cs="Arial"/>
          <w:color w:val="4E4D4D" w:themeColor="background2"/>
        </w:rPr>
        <w:t xml:space="preserve">  </w:t>
      </w:r>
    </w:p>
    <w:p w14:paraId="5C64EFC5" w14:textId="77777777" w:rsidR="00A00E28" w:rsidRPr="00F4279E" w:rsidRDefault="00A00E28" w:rsidP="00B108AD">
      <w:pPr>
        <w:widowControl w:val="0"/>
        <w:autoSpaceDE w:val="0"/>
        <w:autoSpaceDN w:val="0"/>
        <w:adjustRightInd w:val="0"/>
        <w:spacing w:before="9" w:line="220" w:lineRule="exact"/>
        <w:jc w:val="both"/>
        <w:rPr>
          <w:rFonts w:ascii="Arial" w:hAnsi="Arial" w:cs="Arial"/>
          <w:color w:val="4E4D4D" w:themeColor="background2"/>
        </w:rPr>
      </w:pPr>
      <w:r w:rsidRPr="00F4279E">
        <w:rPr>
          <w:rFonts w:ascii="Arial" w:hAnsi="Arial" w:cs="Arial"/>
          <w:color w:val="4E4D4D" w:themeColor="background2"/>
        </w:rPr>
        <w:t xml:space="preserve">      </w:t>
      </w:r>
      <w:r w:rsidR="00B108AD" w:rsidRPr="00F4279E">
        <w:rPr>
          <w:rFonts w:ascii="Arial" w:hAnsi="Arial" w:cs="Arial"/>
          <w:color w:val="4E4D4D" w:themeColor="background2"/>
        </w:rPr>
        <w:t xml:space="preserve">del producto deberá garantizar la presencia de alguna persona de su organización para la </w:t>
      </w:r>
    </w:p>
    <w:p w14:paraId="5C64EFC6" w14:textId="77777777" w:rsidR="00B108AD" w:rsidRPr="00F4279E" w:rsidRDefault="00A00E28" w:rsidP="00B108AD">
      <w:pPr>
        <w:widowControl w:val="0"/>
        <w:autoSpaceDE w:val="0"/>
        <w:autoSpaceDN w:val="0"/>
        <w:adjustRightInd w:val="0"/>
        <w:spacing w:before="9" w:line="220" w:lineRule="exact"/>
        <w:jc w:val="both"/>
        <w:rPr>
          <w:rFonts w:ascii="Arial" w:hAnsi="Arial" w:cs="Arial"/>
          <w:color w:val="4E4D4D" w:themeColor="background2"/>
        </w:rPr>
      </w:pPr>
      <w:r w:rsidRPr="00F4279E">
        <w:rPr>
          <w:rFonts w:ascii="Arial" w:hAnsi="Arial" w:cs="Arial"/>
          <w:color w:val="4E4D4D" w:themeColor="background2"/>
        </w:rPr>
        <w:t xml:space="preserve">      </w:t>
      </w:r>
      <w:r w:rsidR="00B108AD" w:rsidRPr="00F4279E">
        <w:rPr>
          <w:rFonts w:ascii="Arial" w:hAnsi="Arial" w:cs="Arial"/>
          <w:color w:val="4E4D4D" w:themeColor="background2"/>
        </w:rPr>
        <w:t>transparencia del proceso.</w:t>
      </w:r>
    </w:p>
    <w:p w14:paraId="5C64EFC7" w14:textId="77777777" w:rsidR="00B108AD" w:rsidRPr="00F4279E" w:rsidRDefault="00B108AD" w:rsidP="001974DD">
      <w:pPr>
        <w:widowControl w:val="0"/>
        <w:autoSpaceDE w:val="0"/>
        <w:autoSpaceDN w:val="0"/>
        <w:adjustRightInd w:val="0"/>
        <w:spacing w:line="0" w:lineRule="atLeast"/>
        <w:jc w:val="both"/>
        <w:rPr>
          <w:rFonts w:ascii="Arial" w:hAnsi="Arial" w:cs="Arial"/>
          <w:color w:val="4E4D4D" w:themeColor="background2"/>
          <w:spacing w:val="5"/>
        </w:rPr>
      </w:pPr>
    </w:p>
    <w:p w14:paraId="5C64EFC8" w14:textId="4C810BA0" w:rsidR="00B3084F" w:rsidRPr="00F4279E" w:rsidRDefault="00B3084F" w:rsidP="00FB5A2F">
      <w:pPr>
        <w:pStyle w:val="Ttulo1"/>
        <w:numPr>
          <w:ilvl w:val="0"/>
          <w:numId w:val="14"/>
        </w:numPr>
        <w:spacing w:line="0" w:lineRule="atLeast"/>
        <w:rPr>
          <w:rFonts w:ascii="Arial" w:hAnsi="Arial" w:cs="Arial"/>
          <w:color w:val="4E4D4D" w:themeColor="background2"/>
        </w:rPr>
      </w:pPr>
      <w:bookmarkStart w:id="2" w:name="_Toc355545931"/>
      <w:bookmarkStart w:id="3" w:name="_Toc355546128"/>
      <w:bookmarkStart w:id="4" w:name="_Toc355546225"/>
      <w:bookmarkStart w:id="5" w:name="_Toc355546292"/>
      <w:bookmarkStart w:id="6" w:name="_Toc357061352"/>
      <w:bookmarkStart w:id="7" w:name="_Toc357063739"/>
      <w:r w:rsidRPr="00F4279E">
        <w:rPr>
          <w:rFonts w:ascii="Arial" w:hAnsi="Arial" w:cs="Arial"/>
          <w:color w:val="4E4D4D" w:themeColor="background2"/>
        </w:rPr>
        <w:t xml:space="preserve">PARÁMETROS PARA ESTABLECER LA CALIDAD </w:t>
      </w:r>
      <w:bookmarkEnd w:id="2"/>
      <w:bookmarkEnd w:id="3"/>
      <w:bookmarkEnd w:id="4"/>
      <w:bookmarkEnd w:id="5"/>
      <w:bookmarkEnd w:id="6"/>
      <w:bookmarkEnd w:id="7"/>
      <w:r w:rsidR="00C0183A" w:rsidRPr="00F4279E">
        <w:rPr>
          <w:rFonts w:ascii="Arial" w:hAnsi="Arial" w:cs="Arial"/>
          <w:color w:val="4E4D4D" w:themeColor="background2"/>
        </w:rPr>
        <w:t>DEL</w:t>
      </w:r>
      <w:r w:rsidR="00631627" w:rsidRPr="00F4279E">
        <w:rPr>
          <w:rFonts w:ascii="Arial" w:hAnsi="Arial" w:cs="Arial"/>
          <w:color w:val="4E4D4D" w:themeColor="background2"/>
        </w:rPr>
        <w:t xml:space="preserve"> </w:t>
      </w:r>
      <w:r w:rsidR="00141BF8" w:rsidRPr="00F4279E">
        <w:rPr>
          <w:rFonts w:ascii="Arial" w:hAnsi="Arial" w:cs="Arial"/>
          <w:color w:val="4E4D4D" w:themeColor="background2"/>
        </w:rPr>
        <w:t>AGUA</w:t>
      </w:r>
      <w:r w:rsidR="00824F7E" w:rsidRPr="00F4279E">
        <w:rPr>
          <w:rFonts w:ascii="Arial" w:hAnsi="Arial" w:cs="Arial"/>
          <w:color w:val="4E4D4D" w:themeColor="background2"/>
        </w:rPr>
        <w:t xml:space="preserve"> </w:t>
      </w:r>
      <w:r w:rsidR="009016D3">
        <w:rPr>
          <w:rFonts w:ascii="Arial" w:hAnsi="Arial" w:cs="Arial"/>
          <w:color w:val="4E4D4D" w:themeColor="background2"/>
        </w:rPr>
        <w:t xml:space="preserve">TRATADA </w:t>
      </w:r>
      <w:r w:rsidR="00824F7E" w:rsidRPr="00F4279E">
        <w:rPr>
          <w:rFonts w:ascii="Arial" w:hAnsi="Arial" w:cs="Arial"/>
          <w:color w:val="4E4D4D" w:themeColor="background2"/>
        </w:rPr>
        <w:t>POTABLE ENVASADA</w:t>
      </w:r>
    </w:p>
    <w:p w14:paraId="5C64EFC9" w14:textId="77777777" w:rsidR="005E398C" w:rsidRPr="00F4279E" w:rsidRDefault="005E398C" w:rsidP="001974DD">
      <w:pPr>
        <w:widowControl w:val="0"/>
        <w:autoSpaceDE w:val="0"/>
        <w:autoSpaceDN w:val="0"/>
        <w:adjustRightInd w:val="0"/>
        <w:spacing w:line="0" w:lineRule="atLeast"/>
        <w:jc w:val="both"/>
        <w:rPr>
          <w:rFonts w:ascii="Arial" w:hAnsi="Arial" w:cs="Arial"/>
          <w:color w:val="4E4D4D" w:themeColor="background2"/>
        </w:rPr>
      </w:pPr>
    </w:p>
    <w:p w14:paraId="5C64EFCA" w14:textId="77777777" w:rsidR="005E398C" w:rsidRPr="00F4279E" w:rsidRDefault="007924ED" w:rsidP="001974DD">
      <w:pPr>
        <w:widowControl w:val="0"/>
        <w:autoSpaceDE w:val="0"/>
        <w:autoSpaceDN w:val="0"/>
        <w:adjustRightInd w:val="0"/>
        <w:spacing w:line="0" w:lineRule="atLeast"/>
        <w:ind w:right="187"/>
        <w:jc w:val="both"/>
        <w:rPr>
          <w:rFonts w:ascii="Arial" w:hAnsi="Arial" w:cs="Arial"/>
          <w:color w:val="4E4D4D" w:themeColor="background2"/>
        </w:rPr>
      </w:pPr>
      <w:r w:rsidRPr="00F4279E">
        <w:rPr>
          <w:rFonts w:ascii="Arial" w:hAnsi="Arial" w:cs="Arial"/>
          <w:color w:val="4E4D4D" w:themeColor="background2"/>
          <w:spacing w:val="-1"/>
        </w:rPr>
        <w:t>El agua ofertada</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2"/>
        </w:rPr>
        <w:t>e</w:t>
      </w:r>
      <w:r w:rsidRPr="00F4279E">
        <w:rPr>
          <w:rFonts w:ascii="Arial" w:hAnsi="Arial" w:cs="Arial"/>
          <w:color w:val="4E4D4D" w:themeColor="background2"/>
          <w:spacing w:val="1"/>
        </w:rPr>
        <w:t>b</w:t>
      </w:r>
      <w:r w:rsidRPr="00F4279E">
        <w:rPr>
          <w:rFonts w:ascii="Arial" w:hAnsi="Arial" w:cs="Arial"/>
          <w:color w:val="4E4D4D" w:themeColor="background2"/>
        </w:rPr>
        <w:t>e</w:t>
      </w:r>
      <w:r w:rsidR="005E398C" w:rsidRPr="00F4279E">
        <w:rPr>
          <w:rFonts w:ascii="Arial" w:hAnsi="Arial" w:cs="Arial"/>
          <w:color w:val="4E4D4D" w:themeColor="background2"/>
          <w:spacing w:val="6"/>
        </w:rPr>
        <w:t xml:space="preserve"> </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rPr>
        <w:t>u</w:t>
      </w:r>
      <w:r w:rsidR="005E398C" w:rsidRPr="00F4279E">
        <w:rPr>
          <w:rFonts w:ascii="Arial" w:hAnsi="Arial" w:cs="Arial"/>
          <w:color w:val="4E4D4D" w:themeColor="background2"/>
          <w:spacing w:val="1"/>
        </w:rPr>
        <w:t>m</w:t>
      </w:r>
      <w:r w:rsidR="005E398C" w:rsidRPr="00F4279E">
        <w:rPr>
          <w:rFonts w:ascii="Arial" w:hAnsi="Arial" w:cs="Arial"/>
          <w:color w:val="4E4D4D" w:themeColor="background2"/>
        </w:rPr>
        <w:t>p</w:t>
      </w:r>
      <w:r w:rsidR="005E398C" w:rsidRPr="00F4279E">
        <w:rPr>
          <w:rFonts w:ascii="Arial" w:hAnsi="Arial" w:cs="Arial"/>
          <w:color w:val="4E4D4D" w:themeColor="background2"/>
          <w:spacing w:val="2"/>
        </w:rPr>
        <w:t>li</w:t>
      </w:r>
      <w:r w:rsidR="005E398C" w:rsidRPr="00F4279E">
        <w:rPr>
          <w:rFonts w:ascii="Arial" w:hAnsi="Arial" w:cs="Arial"/>
          <w:color w:val="4E4D4D" w:themeColor="background2"/>
        </w:rPr>
        <w:t>r</w:t>
      </w:r>
      <w:r w:rsidR="005E398C" w:rsidRPr="00F4279E">
        <w:rPr>
          <w:rFonts w:ascii="Arial" w:hAnsi="Arial" w:cs="Arial"/>
          <w:color w:val="4E4D4D" w:themeColor="background2"/>
          <w:spacing w:val="9"/>
        </w:rPr>
        <w:t xml:space="preserve"> </w:t>
      </w:r>
      <w:r w:rsidR="005E398C" w:rsidRPr="00F4279E">
        <w:rPr>
          <w:rFonts w:ascii="Arial" w:hAnsi="Arial" w:cs="Arial"/>
          <w:color w:val="4E4D4D" w:themeColor="background2"/>
          <w:spacing w:val="-3"/>
        </w:rPr>
        <w:t>c</w:t>
      </w:r>
      <w:r w:rsidR="005E398C" w:rsidRPr="00F4279E">
        <w:rPr>
          <w:rFonts w:ascii="Arial" w:hAnsi="Arial" w:cs="Arial"/>
          <w:color w:val="4E4D4D" w:themeColor="background2"/>
          <w:spacing w:val="3"/>
        </w:rPr>
        <w:t>o</w:t>
      </w:r>
      <w:r w:rsidR="005E398C" w:rsidRPr="00F4279E">
        <w:rPr>
          <w:rFonts w:ascii="Arial" w:hAnsi="Arial" w:cs="Arial"/>
          <w:color w:val="4E4D4D" w:themeColor="background2"/>
        </w:rPr>
        <w:t xml:space="preserve">n </w:t>
      </w:r>
      <w:r w:rsidR="005E398C" w:rsidRPr="00F4279E">
        <w:rPr>
          <w:rFonts w:ascii="Arial" w:hAnsi="Arial" w:cs="Arial"/>
          <w:color w:val="4E4D4D" w:themeColor="background2"/>
          <w:spacing w:val="2"/>
        </w:rPr>
        <w:t>l</w:t>
      </w:r>
      <w:r w:rsidR="005E398C" w:rsidRPr="00F4279E">
        <w:rPr>
          <w:rFonts w:ascii="Arial" w:hAnsi="Arial" w:cs="Arial"/>
          <w:color w:val="4E4D4D" w:themeColor="background2"/>
        </w:rPr>
        <w:t xml:space="preserve">as </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1"/>
        </w:rPr>
        <w:t>s</w:t>
      </w:r>
      <w:r w:rsidR="005E398C" w:rsidRPr="00F4279E">
        <w:rPr>
          <w:rFonts w:ascii="Arial" w:hAnsi="Arial" w:cs="Arial"/>
          <w:color w:val="4E4D4D" w:themeColor="background2"/>
          <w:spacing w:val="2"/>
        </w:rPr>
        <w:t>p</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1"/>
        </w:rPr>
        <w:t>ci</w:t>
      </w:r>
      <w:r w:rsidR="005E398C" w:rsidRPr="00F4279E">
        <w:rPr>
          <w:rFonts w:ascii="Arial" w:hAnsi="Arial" w:cs="Arial"/>
          <w:color w:val="4E4D4D" w:themeColor="background2"/>
          <w:spacing w:val="2"/>
        </w:rPr>
        <w:t>f</w:t>
      </w:r>
      <w:r w:rsidR="005E398C" w:rsidRPr="00F4279E">
        <w:rPr>
          <w:rFonts w:ascii="Arial" w:hAnsi="Arial" w:cs="Arial"/>
          <w:color w:val="4E4D4D" w:themeColor="background2"/>
        </w:rPr>
        <w:t>i</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rPr>
        <w:t>i</w:t>
      </w:r>
      <w:r w:rsidR="005E398C" w:rsidRPr="00F4279E">
        <w:rPr>
          <w:rFonts w:ascii="Arial" w:hAnsi="Arial" w:cs="Arial"/>
          <w:color w:val="4E4D4D" w:themeColor="background2"/>
          <w:spacing w:val="3"/>
        </w:rPr>
        <w:t>o</w:t>
      </w:r>
      <w:r w:rsidR="005E398C" w:rsidRPr="00F4279E">
        <w:rPr>
          <w:rFonts w:ascii="Arial" w:hAnsi="Arial" w:cs="Arial"/>
          <w:color w:val="4E4D4D" w:themeColor="background2"/>
          <w:spacing w:val="-1"/>
        </w:rPr>
        <w:t>n</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s</w:t>
      </w:r>
      <w:r w:rsidR="005E398C" w:rsidRPr="00F4279E">
        <w:rPr>
          <w:rFonts w:ascii="Arial" w:hAnsi="Arial" w:cs="Arial"/>
          <w:color w:val="4E4D4D" w:themeColor="background2"/>
          <w:w w:val="102"/>
        </w:rPr>
        <w:t xml:space="preserve"> </w:t>
      </w:r>
      <w:r w:rsidR="005E398C" w:rsidRPr="00F4279E">
        <w:rPr>
          <w:rFonts w:ascii="Arial" w:hAnsi="Arial" w:cs="Arial"/>
          <w:color w:val="4E4D4D" w:themeColor="background2"/>
          <w:spacing w:val="-1"/>
        </w:rPr>
        <w:t>f</w:t>
      </w:r>
      <w:r w:rsidR="005E398C" w:rsidRPr="00F4279E">
        <w:rPr>
          <w:rFonts w:ascii="Arial" w:hAnsi="Arial" w:cs="Arial"/>
          <w:color w:val="4E4D4D" w:themeColor="background2"/>
          <w:spacing w:val="2"/>
        </w:rPr>
        <w:t>i</w:t>
      </w:r>
      <w:r w:rsidR="005E398C" w:rsidRPr="00F4279E">
        <w:rPr>
          <w:rFonts w:ascii="Arial" w:hAnsi="Arial" w:cs="Arial"/>
          <w:color w:val="4E4D4D" w:themeColor="background2"/>
          <w:spacing w:val="-1"/>
        </w:rPr>
        <w:t>s</w:t>
      </w:r>
      <w:r w:rsidR="005E398C" w:rsidRPr="00F4279E">
        <w:rPr>
          <w:rFonts w:ascii="Arial" w:hAnsi="Arial" w:cs="Arial"/>
          <w:color w:val="4E4D4D" w:themeColor="background2"/>
          <w:spacing w:val="2"/>
        </w:rPr>
        <w:t>i</w:t>
      </w:r>
      <w:r w:rsidR="005E398C" w:rsidRPr="00F4279E">
        <w:rPr>
          <w:rFonts w:ascii="Arial" w:hAnsi="Arial" w:cs="Arial"/>
          <w:color w:val="4E4D4D" w:themeColor="background2"/>
          <w:spacing w:val="-3"/>
        </w:rPr>
        <w:t>c</w:t>
      </w:r>
      <w:r w:rsidR="005E398C" w:rsidRPr="00F4279E">
        <w:rPr>
          <w:rFonts w:ascii="Arial" w:hAnsi="Arial" w:cs="Arial"/>
          <w:color w:val="4E4D4D" w:themeColor="background2"/>
        </w:rPr>
        <w:t>o</w:t>
      </w:r>
      <w:r w:rsidR="005E398C" w:rsidRPr="00F4279E">
        <w:rPr>
          <w:rFonts w:ascii="Arial" w:hAnsi="Arial" w:cs="Arial"/>
          <w:color w:val="4E4D4D" w:themeColor="background2"/>
          <w:spacing w:val="2"/>
        </w:rPr>
        <w:t>q</w:t>
      </w:r>
      <w:r w:rsidR="005E398C" w:rsidRPr="00F4279E">
        <w:rPr>
          <w:rFonts w:ascii="Arial" w:hAnsi="Arial" w:cs="Arial"/>
          <w:color w:val="4E4D4D" w:themeColor="background2"/>
        </w:rPr>
        <w:t>uí</w:t>
      </w:r>
      <w:r w:rsidR="005E398C" w:rsidRPr="00F4279E">
        <w:rPr>
          <w:rFonts w:ascii="Arial" w:hAnsi="Arial" w:cs="Arial"/>
          <w:color w:val="4E4D4D" w:themeColor="background2"/>
          <w:spacing w:val="1"/>
        </w:rPr>
        <w:t>m</w:t>
      </w:r>
      <w:r w:rsidR="005E398C" w:rsidRPr="00F4279E">
        <w:rPr>
          <w:rFonts w:ascii="Arial" w:hAnsi="Arial" w:cs="Arial"/>
          <w:color w:val="4E4D4D" w:themeColor="background2"/>
          <w:spacing w:val="2"/>
        </w:rPr>
        <w:t>i</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s</w:t>
      </w:r>
      <w:r w:rsidR="005E398C" w:rsidRPr="00F4279E">
        <w:rPr>
          <w:rFonts w:ascii="Arial" w:hAnsi="Arial" w:cs="Arial"/>
          <w:color w:val="4E4D4D" w:themeColor="background2"/>
          <w:spacing w:val="40"/>
        </w:rPr>
        <w:t xml:space="preserve"> </w:t>
      </w:r>
      <w:r w:rsidR="005E398C" w:rsidRPr="00F4279E">
        <w:rPr>
          <w:rFonts w:ascii="Arial" w:hAnsi="Arial" w:cs="Arial"/>
          <w:color w:val="4E4D4D" w:themeColor="background2"/>
        </w:rPr>
        <w:t>y</w:t>
      </w:r>
      <w:r w:rsidR="005E398C" w:rsidRPr="00F4279E">
        <w:rPr>
          <w:rFonts w:ascii="Arial" w:hAnsi="Arial" w:cs="Arial"/>
          <w:color w:val="4E4D4D" w:themeColor="background2"/>
          <w:spacing w:val="14"/>
        </w:rPr>
        <w:t xml:space="preserve"> </w:t>
      </w:r>
      <w:r w:rsidR="005E398C" w:rsidRPr="00F4279E">
        <w:rPr>
          <w:rFonts w:ascii="Arial" w:hAnsi="Arial" w:cs="Arial"/>
          <w:color w:val="4E4D4D" w:themeColor="background2"/>
          <w:spacing w:val="1"/>
        </w:rPr>
        <w:t>m</w:t>
      </w:r>
      <w:r w:rsidR="005E398C" w:rsidRPr="00F4279E">
        <w:rPr>
          <w:rFonts w:ascii="Arial" w:hAnsi="Arial" w:cs="Arial"/>
          <w:color w:val="4E4D4D" w:themeColor="background2"/>
          <w:spacing w:val="2"/>
        </w:rPr>
        <w:t>i</w:t>
      </w:r>
      <w:r w:rsidR="005E398C" w:rsidRPr="00F4279E">
        <w:rPr>
          <w:rFonts w:ascii="Arial" w:hAnsi="Arial" w:cs="Arial"/>
          <w:color w:val="4E4D4D" w:themeColor="background2"/>
          <w:spacing w:val="-3"/>
        </w:rPr>
        <w:t>c</w:t>
      </w:r>
      <w:r w:rsidR="005E398C" w:rsidRPr="00F4279E">
        <w:rPr>
          <w:rFonts w:ascii="Arial" w:hAnsi="Arial" w:cs="Arial"/>
          <w:color w:val="4E4D4D" w:themeColor="background2"/>
          <w:spacing w:val="4"/>
        </w:rPr>
        <w:t>r</w:t>
      </w:r>
      <w:r w:rsidR="005E398C" w:rsidRPr="00F4279E">
        <w:rPr>
          <w:rFonts w:ascii="Arial" w:hAnsi="Arial" w:cs="Arial"/>
          <w:color w:val="4E4D4D" w:themeColor="background2"/>
          <w:spacing w:val="-2"/>
        </w:rPr>
        <w:t>o</w:t>
      </w:r>
      <w:r w:rsidR="005E398C" w:rsidRPr="00F4279E">
        <w:rPr>
          <w:rFonts w:ascii="Arial" w:hAnsi="Arial" w:cs="Arial"/>
          <w:color w:val="4E4D4D" w:themeColor="background2"/>
          <w:spacing w:val="2"/>
        </w:rPr>
        <w:t>b</w:t>
      </w:r>
      <w:r w:rsidR="005E398C" w:rsidRPr="00F4279E">
        <w:rPr>
          <w:rFonts w:ascii="Arial" w:hAnsi="Arial" w:cs="Arial"/>
          <w:color w:val="4E4D4D" w:themeColor="background2"/>
        </w:rPr>
        <w:t>i</w:t>
      </w:r>
      <w:r w:rsidR="005E398C" w:rsidRPr="00F4279E">
        <w:rPr>
          <w:rFonts w:ascii="Arial" w:hAnsi="Arial" w:cs="Arial"/>
          <w:color w:val="4E4D4D" w:themeColor="background2"/>
          <w:spacing w:val="3"/>
        </w:rPr>
        <w:t>o</w:t>
      </w:r>
      <w:r w:rsidR="005E398C" w:rsidRPr="00F4279E">
        <w:rPr>
          <w:rFonts w:ascii="Arial" w:hAnsi="Arial" w:cs="Arial"/>
          <w:color w:val="4E4D4D" w:themeColor="background2"/>
        </w:rPr>
        <w:t>ló</w:t>
      </w:r>
      <w:r w:rsidR="005E398C" w:rsidRPr="00F4279E">
        <w:rPr>
          <w:rFonts w:ascii="Arial" w:hAnsi="Arial" w:cs="Arial"/>
          <w:color w:val="4E4D4D" w:themeColor="background2"/>
          <w:spacing w:val="2"/>
        </w:rPr>
        <w:t>gi</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rPr>
        <w:t>as</w:t>
      </w:r>
      <w:r w:rsidR="005E398C" w:rsidRPr="00F4279E">
        <w:rPr>
          <w:rFonts w:ascii="Arial" w:hAnsi="Arial" w:cs="Arial"/>
          <w:color w:val="4E4D4D" w:themeColor="background2"/>
          <w:spacing w:val="41"/>
        </w:rPr>
        <w:t xml:space="preserve"> </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1"/>
        </w:rPr>
        <w:t>s</w:t>
      </w:r>
      <w:r w:rsidR="005E398C" w:rsidRPr="00F4279E">
        <w:rPr>
          <w:rFonts w:ascii="Arial" w:hAnsi="Arial" w:cs="Arial"/>
          <w:color w:val="4E4D4D" w:themeColor="background2"/>
          <w:spacing w:val="4"/>
        </w:rPr>
        <w:t>t</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b</w:t>
      </w:r>
      <w:r w:rsidR="005E398C" w:rsidRPr="00F4279E">
        <w:rPr>
          <w:rFonts w:ascii="Arial" w:hAnsi="Arial" w:cs="Arial"/>
          <w:color w:val="4E4D4D" w:themeColor="background2"/>
          <w:spacing w:val="2"/>
        </w:rPr>
        <w:t>l</w:t>
      </w:r>
      <w:r w:rsidR="005E398C" w:rsidRPr="00F4279E">
        <w:rPr>
          <w:rFonts w:ascii="Arial" w:hAnsi="Arial" w:cs="Arial"/>
          <w:color w:val="4E4D4D" w:themeColor="background2"/>
          <w:spacing w:val="-1"/>
        </w:rPr>
        <w:t>ec</w:t>
      </w:r>
      <w:r w:rsidR="005E398C" w:rsidRPr="00F4279E">
        <w:rPr>
          <w:rFonts w:ascii="Arial" w:hAnsi="Arial" w:cs="Arial"/>
          <w:color w:val="4E4D4D" w:themeColor="background2"/>
          <w:spacing w:val="2"/>
        </w:rPr>
        <w:t>i</w:t>
      </w:r>
      <w:r w:rsidR="005E398C" w:rsidRPr="00F4279E">
        <w:rPr>
          <w:rFonts w:ascii="Arial" w:hAnsi="Arial" w:cs="Arial"/>
          <w:color w:val="4E4D4D" w:themeColor="background2"/>
          <w:spacing w:val="-1"/>
        </w:rPr>
        <w:t>d</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s</w:t>
      </w:r>
      <w:r w:rsidR="005E398C" w:rsidRPr="00F4279E">
        <w:rPr>
          <w:rFonts w:ascii="Arial" w:hAnsi="Arial" w:cs="Arial"/>
          <w:color w:val="4E4D4D" w:themeColor="background2"/>
          <w:spacing w:val="34"/>
        </w:rPr>
        <w:t xml:space="preserve"> </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n</w:t>
      </w:r>
      <w:r w:rsidR="005E398C" w:rsidRPr="00F4279E">
        <w:rPr>
          <w:rFonts w:ascii="Arial" w:hAnsi="Arial" w:cs="Arial"/>
          <w:color w:val="4E4D4D" w:themeColor="background2"/>
          <w:spacing w:val="17"/>
        </w:rPr>
        <w:t xml:space="preserve"> </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l</w:t>
      </w:r>
      <w:r w:rsidR="005E398C" w:rsidRPr="00F4279E">
        <w:rPr>
          <w:rFonts w:ascii="Arial" w:hAnsi="Arial" w:cs="Arial"/>
          <w:color w:val="4E4D4D" w:themeColor="background2"/>
          <w:spacing w:val="18"/>
        </w:rPr>
        <w:t xml:space="preserve"> </w:t>
      </w:r>
      <w:r w:rsidR="005E398C" w:rsidRPr="00F4279E">
        <w:rPr>
          <w:rFonts w:ascii="Arial" w:hAnsi="Arial" w:cs="Arial"/>
          <w:color w:val="4E4D4D" w:themeColor="background2"/>
        </w:rPr>
        <w:t>p</w:t>
      </w:r>
      <w:r w:rsidR="005E398C" w:rsidRPr="00F4279E">
        <w:rPr>
          <w:rFonts w:ascii="Arial" w:hAnsi="Arial" w:cs="Arial"/>
          <w:color w:val="4E4D4D" w:themeColor="background2"/>
          <w:spacing w:val="2"/>
        </w:rPr>
        <w:t>r</w:t>
      </w:r>
      <w:r w:rsidR="005E398C" w:rsidRPr="00F4279E">
        <w:rPr>
          <w:rFonts w:ascii="Arial" w:hAnsi="Arial" w:cs="Arial"/>
          <w:color w:val="4E4D4D" w:themeColor="background2"/>
          <w:spacing w:val="-1"/>
        </w:rPr>
        <w:t>es</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1"/>
        </w:rPr>
        <w:t>n</w:t>
      </w:r>
      <w:r w:rsidR="005E398C" w:rsidRPr="00F4279E">
        <w:rPr>
          <w:rFonts w:ascii="Arial" w:hAnsi="Arial" w:cs="Arial"/>
          <w:color w:val="4E4D4D" w:themeColor="background2"/>
          <w:spacing w:val="4"/>
        </w:rPr>
        <w:t>t</w:t>
      </w:r>
      <w:r w:rsidR="005E398C" w:rsidRPr="00F4279E">
        <w:rPr>
          <w:rFonts w:ascii="Arial" w:hAnsi="Arial" w:cs="Arial"/>
          <w:color w:val="4E4D4D" w:themeColor="background2"/>
        </w:rPr>
        <w:t>e</w:t>
      </w:r>
      <w:r w:rsidR="005E398C" w:rsidRPr="00F4279E">
        <w:rPr>
          <w:rFonts w:ascii="Arial" w:hAnsi="Arial" w:cs="Arial"/>
          <w:color w:val="4E4D4D" w:themeColor="background2"/>
          <w:spacing w:val="30"/>
        </w:rPr>
        <w:t xml:space="preserve"> </w:t>
      </w:r>
      <w:r w:rsidR="005E398C" w:rsidRPr="00F4279E">
        <w:rPr>
          <w:rFonts w:ascii="Arial" w:hAnsi="Arial" w:cs="Arial"/>
          <w:color w:val="4E4D4D" w:themeColor="background2"/>
        </w:rPr>
        <w:t>a</w:t>
      </w:r>
      <w:r w:rsidR="005E398C" w:rsidRPr="00F4279E">
        <w:rPr>
          <w:rFonts w:ascii="Arial" w:hAnsi="Arial" w:cs="Arial"/>
          <w:color w:val="4E4D4D" w:themeColor="background2"/>
          <w:spacing w:val="-1"/>
        </w:rPr>
        <w:t>ne</w:t>
      </w:r>
      <w:r w:rsidR="005E398C" w:rsidRPr="00F4279E">
        <w:rPr>
          <w:rFonts w:ascii="Arial" w:hAnsi="Arial" w:cs="Arial"/>
          <w:color w:val="4E4D4D" w:themeColor="background2"/>
          <w:spacing w:val="1"/>
        </w:rPr>
        <w:t>x</w:t>
      </w:r>
      <w:r w:rsidR="005E398C" w:rsidRPr="00F4279E">
        <w:rPr>
          <w:rFonts w:ascii="Arial" w:hAnsi="Arial" w:cs="Arial"/>
          <w:color w:val="4E4D4D" w:themeColor="background2"/>
          <w:spacing w:val="3"/>
        </w:rPr>
        <w:t>o</w:t>
      </w:r>
      <w:r w:rsidR="005E398C" w:rsidRPr="00F4279E">
        <w:rPr>
          <w:rFonts w:ascii="Arial" w:hAnsi="Arial" w:cs="Arial"/>
          <w:color w:val="4E4D4D" w:themeColor="background2"/>
        </w:rPr>
        <w:t>,</w:t>
      </w:r>
      <w:r w:rsidR="005E398C" w:rsidRPr="00F4279E">
        <w:rPr>
          <w:rFonts w:ascii="Arial" w:hAnsi="Arial" w:cs="Arial"/>
          <w:color w:val="4E4D4D" w:themeColor="background2"/>
          <w:spacing w:val="25"/>
        </w:rPr>
        <w:t xml:space="preserve"> </w:t>
      </w:r>
      <w:r w:rsidR="005E398C" w:rsidRPr="00F4279E">
        <w:rPr>
          <w:rFonts w:ascii="Arial" w:hAnsi="Arial" w:cs="Arial"/>
          <w:color w:val="4E4D4D" w:themeColor="background2"/>
          <w:spacing w:val="4"/>
        </w:rPr>
        <w:t>e</w:t>
      </w:r>
      <w:r w:rsidR="005E398C" w:rsidRPr="00F4279E">
        <w:rPr>
          <w:rFonts w:ascii="Arial" w:hAnsi="Arial" w:cs="Arial"/>
          <w:color w:val="4E4D4D" w:themeColor="background2"/>
        </w:rPr>
        <w:t>n</w:t>
      </w:r>
      <w:r w:rsidR="005E398C" w:rsidRPr="00F4279E">
        <w:rPr>
          <w:rFonts w:ascii="Arial" w:hAnsi="Arial" w:cs="Arial"/>
          <w:color w:val="4E4D4D" w:themeColor="background2"/>
          <w:spacing w:val="17"/>
        </w:rPr>
        <w:t xml:space="preserve"> </w:t>
      </w:r>
      <w:r w:rsidR="005E398C" w:rsidRPr="00F4279E">
        <w:rPr>
          <w:rFonts w:ascii="Arial" w:hAnsi="Arial" w:cs="Arial"/>
          <w:color w:val="4E4D4D" w:themeColor="background2"/>
        </w:rPr>
        <w:t>l</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s</w:t>
      </w:r>
      <w:r w:rsidR="005E398C" w:rsidRPr="00F4279E">
        <w:rPr>
          <w:rFonts w:ascii="Arial" w:hAnsi="Arial" w:cs="Arial"/>
          <w:color w:val="4E4D4D" w:themeColor="background2"/>
          <w:spacing w:val="17"/>
        </w:rPr>
        <w:t xml:space="preserve"> </w:t>
      </w:r>
      <w:r w:rsidR="005E398C" w:rsidRPr="00F4279E">
        <w:rPr>
          <w:rFonts w:ascii="Arial" w:hAnsi="Arial" w:cs="Arial"/>
          <w:color w:val="4E4D4D" w:themeColor="background2"/>
          <w:spacing w:val="2"/>
        </w:rPr>
        <w:t>f</w:t>
      </w:r>
      <w:r w:rsidR="005E398C" w:rsidRPr="00F4279E">
        <w:rPr>
          <w:rFonts w:ascii="Arial" w:hAnsi="Arial" w:cs="Arial"/>
          <w:color w:val="4E4D4D" w:themeColor="background2"/>
        </w:rPr>
        <w:t>i</w:t>
      </w:r>
      <w:r w:rsidR="005E398C" w:rsidRPr="00F4279E">
        <w:rPr>
          <w:rFonts w:ascii="Arial" w:hAnsi="Arial" w:cs="Arial"/>
          <w:color w:val="4E4D4D" w:themeColor="background2"/>
          <w:spacing w:val="2"/>
        </w:rPr>
        <w:t>c</w:t>
      </w:r>
      <w:r w:rsidR="005E398C" w:rsidRPr="00F4279E">
        <w:rPr>
          <w:rFonts w:ascii="Arial" w:hAnsi="Arial" w:cs="Arial"/>
          <w:color w:val="4E4D4D" w:themeColor="background2"/>
          <w:spacing w:val="-3"/>
        </w:rPr>
        <w:t>h</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s</w:t>
      </w:r>
      <w:r w:rsidR="005E398C" w:rsidRPr="00F4279E">
        <w:rPr>
          <w:rFonts w:ascii="Arial" w:hAnsi="Arial" w:cs="Arial"/>
          <w:color w:val="4E4D4D" w:themeColor="background2"/>
          <w:spacing w:val="23"/>
        </w:rPr>
        <w:t xml:space="preserve"> </w:t>
      </w:r>
      <w:r w:rsidR="005E398C" w:rsidRPr="00F4279E">
        <w:rPr>
          <w:rFonts w:ascii="Arial" w:hAnsi="Arial" w:cs="Arial"/>
          <w:color w:val="4E4D4D" w:themeColor="background2"/>
          <w:spacing w:val="4"/>
          <w:w w:val="102"/>
        </w:rPr>
        <w:t>t</w:t>
      </w:r>
      <w:r w:rsidR="005E398C" w:rsidRPr="00F4279E">
        <w:rPr>
          <w:rFonts w:ascii="Arial" w:hAnsi="Arial" w:cs="Arial"/>
          <w:color w:val="4E4D4D" w:themeColor="background2"/>
          <w:spacing w:val="1"/>
          <w:w w:val="102"/>
        </w:rPr>
        <w:t>é</w:t>
      </w:r>
      <w:r w:rsidR="005E398C" w:rsidRPr="00F4279E">
        <w:rPr>
          <w:rFonts w:ascii="Arial" w:hAnsi="Arial" w:cs="Arial"/>
          <w:color w:val="4E4D4D" w:themeColor="background2"/>
          <w:spacing w:val="2"/>
          <w:w w:val="102"/>
        </w:rPr>
        <w:t>c</w:t>
      </w:r>
      <w:r w:rsidR="005E398C" w:rsidRPr="00F4279E">
        <w:rPr>
          <w:rFonts w:ascii="Arial" w:hAnsi="Arial" w:cs="Arial"/>
          <w:color w:val="4E4D4D" w:themeColor="background2"/>
          <w:spacing w:val="-3"/>
          <w:w w:val="102"/>
        </w:rPr>
        <w:t>n</w:t>
      </w:r>
      <w:r w:rsidR="005E398C" w:rsidRPr="00F4279E">
        <w:rPr>
          <w:rFonts w:ascii="Arial" w:hAnsi="Arial" w:cs="Arial"/>
          <w:color w:val="4E4D4D" w:themeColor="background2"/>
          <w:spacing w:val="2"/>
          <w:w w:val="102"/>
        </w:rPr>
        <w:t>i</w:t>
      </w:r>
      <w:r w:rsidR="005E398C" w:rsidRPr="00F4279E">
        <w:rPr>
          <w:rFonts w:ascii="Arial" w:hAnsi="Arial" w:cs="Arial"/>
          <w:color w:val="4E4D4D" w:themeColor="background2"/>
          <w:spacing w:val="-3"/>
          <w:w w:val="102"/>
        </w:rPr>
        <w:t>c</w:t>
      </w:r>
      <w:r w:rsidR="005E398C" w:rsidRPr="00F4279E">
        <w:rPr>
          <w:rFonts w:ascii="Arial" w:hAnsi="Arial" w:cs="Arial"/>
          <w:color w:val="4E4D4D" w:themeColor="background2"/>
          <w:spacing w:val="2"/>
          <w:w w:val="102"/>
        </w:rPr>
        <w:t>a</w:t>
      </w:r>
      <w:r w:rsidR="005E398C" w:rsidRPr="00F4279E">
        <w:rPr>
          <w:rFonts w:ascii="Arial" w:hAnsi="Arial" w:cs="Arial"/>
          <w:color w:val="4E4D4D" w:themeColor="background2"/>
          <w:w w:val="102"/>
        </w:rPr>
        <w:t xml:space="preserve">s </w:t>
      </w:r>
      <w:r w:rsidR="005E398C" w:rsidRPr="00F4279E">
        <w:rPr>
          <w:rFonts w:ascii="Arial" w:hAnsi="Arial" w:cs="Arial"/>
          <w:color w:val="4E4D4D" w:themeColor="background2"/>
          <w:spacing w:val="2"/>
        </w:rPr>
        <w:t>d</w:t>
      </w:r>
      <w:r w:rsidR="005E398C" w:rsidRPr="00F4279E">
        <w:rPr>
          <w:rFonts w:ascii="Arial" w:hAnsi="Arial" w:cs="Arial"/>
          <w:color w:val="4E4D4D" w:themeColor="background2"/>
        </w:rPr>
        <w:t>e p</w:t>
      </w:r>
      <w:r w:rsidR="005E398C" w:rsidRPr="00F4279E">
        <w:rPr>
          <w:rFonts w:ascii="Arial" w:hAnsi="Arial" w:cs="Arial"/>
          <w:color w:val="4E4D4D" w:themeColor="background2"/>
          <w:spacing w:val="2"/>
        </w:rPr>
        <w:t>r</w:t>
      </w:r>
      <w:r w:rsidR="005E398C" w:rsidRPr="00F4279E">
        <w:rPr>
          <w:rFonts w:ascii="Arial" w:hAnsi="Arial" w:cs="Arial"/>
          <w:color w:val="4E4D4D" w:themeColor="background2"/>
          <w:spacing w:val="-2"/>
        </w:rPr>
        <w:t>o</w:t>
      </w:r>
      <w:r w:rsidR="005E398C" w:rsidRPr="00F4279E">
        <w:rPr>
          <w:rFonts w:ascii="Arial" w:hAnsi="Arial" w:cs="Arial"/>
          <w:color w:val="4E4D4D" w:themeColor="background2"/>
          <w:spacing w:val="4"/>
        </w:rPr>
        <w:t>d</w:t>
      </w:r>
      <w:r w:rsidR="005E398C" w:rsidRPr="00F4279E">
        <w:rPr>
          <w:rFonts w:ascii="Arial" w:hAnsi="Arial" w:cs="Arial"/>
          <w:color w:val="4E4D4D" w:themeColor="background2"/>
        </w:rPr>
        <w:t>u</w:t>
      </w:r>
      <w:r w:rsidR="005E398C" w:rsidRPr="00F4279E">
        <w:rPr>
          <w:rFonts w:ascii="Arial" w:hAnsi="Arial" w:cs="Arial"/>
          <w:color w:val="4E4D4D" w:themeColor="background2"/>
          <w:spacing w:val="-1"/>
        </w:rPr>
        <w:t>c</w:t>
      </w:r>
      <w:r w:rsidR="005E398C" w:rsidRPr="00F4279E">
        <w:rPr>
          <w:rFonts w:ascii="Arial" w:hAnsi="Arial" w:cs="Arial"/>
          <w:color w:val="4E4D4D" w:themeColor="background2"/>
          <w:spacing w:val="4"/>
        </w:rPr>
        <w:t>t</w:t>
      </w:r>
      <w:r w:rsidR="005E398C" w:rsidRPr="00F4279E">
        <w:rPr>
          <w:rFonts w:ascii="Arial" w:hAnsi="Arial" w:cs="Arial"/>
          <w:color w:val="4E4D4D" w:themeColor="background2"/>
        </w:rPr>
        <w:t>o y</w:t>
      </w:r>
      <w:r w:rsidR="005E398C" w:rsidRPr="00F4279E">
        <w:rPr>
          <w:rFonts w:ascii="Arial" w:hAnsi="Arial" w:cs="Arial"/>
          <w:color w:val="4E4D4D" w:themeColor="background2"/>
          <w:spacing w:val="49"/>
        </w:rPr>
        <w:t xml:space="preserve"> </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 xml:space="preserve">n </w:t>
      </w:r>
      <w:r w:rsidR="005E398C" w:rsidRPr="00F4279E">
        <w:rPr>
          <w:rFonts w:ascii="Arial" w:hAnsi="Arial" w:cs="Arial"/>
          <w:color w:val="4E4D4D" w:themeColor="background2"/>
          <w:spacing w:val="2"/>
        </w:rPr>
        <w:t>l</w:t>
      </w:r>
      <w:r w:rsidR="005E398C" w:rsidRPr="00F4279E">
        <w:rPr>
          <w:rFonts w:ascii="Arial" w:hAnsi="Arial" w:cs="Arial"/>
          <w:color w:val="4E4D4D" w:themeColor="background2"/>
        </w:rPr>
        <w:t>as</w:t>
      </w:r>
      <w:r w:rsidR="005E398C" w:rsidRPr="00F4279E">
        <w:rPr>
          <w:rFonts w:ascii="Arial" w:hAnsi="Arial" w:cs="Arial"/>
          <w:color w:val="4E4D4D" w:themeColor="background2"/>
          <w:spacing w:val="1"/>
        </w:rPr>
        <w:t xml:space="preserve"> </w:t>
      </w:r>
      <w:r w:rsidR="005E398C" w:rsidRPr="00F4279E">
        <w:rPr>
          <w:rFonts w:ascii="Arial" w:hAnsi="Arial" w:cs="Arial"/>
          <w:color w:val="4E4D4D" w:themeColor="background2"/>
          <w:spacing w:val="2"/>
        </w:rPr>
        <w:t>n</w:t>
      </w:r>
      <w:r w:rsidR="005E398C" w:rsidRPr="00F4279E">
        <w:rPr>
          <w:rFonts w:ascii="Arial" w:hAnsi="Arial" w:cs="Arial"/>
          <w:color w:val="4E4D4D" w:themeColor="background2"/>
          <w:spacing w:val="-2"/>
        </w:rPr>
        <w:t>o</w:t>
      </w:r>
      <w:r w:rsidR="005E398C" w:rsidRPr="00F4279E">
        <w:rPr>
          <w:rFonts w:ascii="Arial" w:hAnsi="Arial" w:cs="Arial"/>
          <w:color w:val="4E4D4D" w:themeColor="background2"/>
          <w:spacing w:val="2"/>
        </w:rPr>
        <w:t>r</w:t>
      </w:r>
      <w:r w:rsidR="005E398C" w:rsidRPr="00F4279E">
        <w:rPr>
          <w:rFonts w:ascii="Arial" w:hAnsi="Arial" w:cs="Arial"/>
          <w:color w:val="4E4D4D" w:themeColor="background2"/>
          <w:spacing w:val="1"/>
        </w:rPr>
        <w:t>m</w:t>
      </w:r>
      <w:r w:rsidR="005E398C" w:rsidRPr="00F4279E">
        <w:rPr>
          <w:rFonts w:ascii="Arial" w:hAnsi="Arial" w:cs="Arial"/>
          <w:color w:val="4E4D4D" w:themeColor="background2"/>
        </w:rPr>
        <w:t>as</w:t>
      </w:r>
      <w:r w:rsidR="005E398C" w:rsidRPr="00F4279E">
        <w:rPr>
          <w:rFonts w:ascii="Arial" w:hAnsi="Arial" w:cs="Arial"/>
          <w:color w:val="4E4D4D" w:themeColor="background2"/>
          <w:spacing w:val="10"/>
        </w:rPr>
        <w:t xml:space="preserve"> </w:t>
      </w:r>
      <w:r w:rsidR="005E398C" w:rsidRPr="00F4279E">
        <w:rPr>
          <w:rFonts w:ascii="Arial" w:hAnsi="Arial" w:cs="Arial"/>
          <w:color w:val="4E4D4D" w:themeColor="background2"/>
          <w:spacing w:val="3"/>
        </w:rPr>
        <w:t>v</w:t>
      </w:r>
      <w:r w:rsidR="005E398C" w:rsidRPr="00F4279E">
        <w:rPr>
          <w:rFonts w:ascii="Arial" w:hAnsi="Arial" w:cs="Arial"/>
          <w:color w:val="4E4D4D" w:themeColor="background2"/>
        </w:rPr>
        <w:t>i</w:t>
      </w:r>
      <w:r w:rsidR="005E398C" w:rsidRPr="00F4279E">
        <w:rPr>
          <w:rFonts w:ascii="Arial" w:hAnsi="Arial" w:cs="Arial"/>
          <w:color w:val="4E4D4D" w:themeColor="background2"/>
          <w:spacing w:val="4"/>
        </w:rPr>
        <w:t>g</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5"/>
        </w:rPr>
        <w:t>n</w:t>
      </w:r>
      <w:r w:rsidR="005E398C" w:rsidRPr="00F4279E">
        <w:rPr>
          <w:rFonts w:ascii="Arial" w:hAnsi="Arial" w:cs="Arial"/>
          <w:color w:val="4E4D4D" w:themeColor="background2"/>
          <w:spacing w:val="4"/>
        </w:rPr>
        <w:t>t</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1"/>
        </w:rPr>
        <w:t>s</w:t>
      </w:r>
      <w:r w:rsidR="005E398C" w:rsidRPr="00F4279E">
        <w:rPr>
          <w:rFonts w:ascii="Arial" w:hAnsi="Arial" w:cs="Arial"/>
          <w:color w:val="4E4D4D" w:themeColor="background2"/>
        </w:rPr>
        <w:t xml:space="preserve">, </w:t>
      </w:r>
      <w:r w:rsidR="005E398C" w:rsidRPr="00F4279E">
        <w:rPr>
          <w:rFonts w:ascii="Arial" w:hAnsi="Arial" w:cs="Arial"/>
          <w:color w:val="4E4D4D" w:themeColor="background2"/>
          <w:spacing w:val="2"/>
        </w:rPr>
        <w:t>l</w:t>
      </w:r>
      <w:r w:rsidR="005E398C" w:rsidRPr="00F4279E">
        <w:rPr>
          <w:rFonts w:ascii="Arial" w:hAnsi="Arial" w:cs="Arial"/>
          <w:color w:val="4E4D4D" w:themeColor="background2"/>
        </w:rPr>
        <w:t xml:space="preserve">as </w:t>
      </w:r>
      <w:r w:rsidR="005E398C" w:rsidRPr="00F4279E">
        <w:rPr>
          <w:rFonts w:ascii="Arial" w:hAnsi="Arial" w:cs="Arial"/>
          <w:color w:val="4E4D4D" w:themeColor="background2"/>
          <w:spacing w:val="2"/>
        </w:rPr>
        <w:t>c</w:t>
      </w:r>
      <w:r w:rsidR="005E398C" w:rsidRPr="00F4279E">
        <w:rPr>
          <w:rFonts w:ascii="Arial" w:hAnsi="Arial" w:cs="Arial"/>
          <w:color w:val="4E4D4D" w:themeColor="background2"/>
        </w:rPr>
        <w:t>u</w:t>
      </w:r>
      <w:r w:rsidR="005E398C" w:rsidRPr="00F4279E">
        <w:rPr>
          <w:rFonts w:ascii="Arial" w:hAnsi="Arial" w:cs="Arial"/>
          <w:color w:val="4E4D4D" w:themeColor="background2"/>
          <w:spacing w:val="2"/>
        </w:rPr>
        <w:t>al</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 xml:space="preserve">s </w:t>
      </w:r>
      <w:r w:rsidR="005E398C" w:rsidRPr="00F4279E">
        <w:rPr>
          <w:rFonts w:ascii="Arial" w:hAnsi="Arial" w:cs="Arial"/>
          <w:color w:val="4E4D4D" w:themeColor="background2"/>
          <w:spacing w:val="2"/>
        </w:rPr>
        <w:t>d</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spacing w:val="2"/>
        </w:rPr>
        <w:t>b</w:t>
      </w:r>
      <w:r w:rsidR="005E398C" w:rsidRPr="00F4279E">
        <w:rPr>
          <w:rFonts w:ascii="Arial" w:hAnsi="Arial" w:cs="Arial"/>
          <w:color w:val="4E4D4D" w:themeColor="background2"/>
          <w:spacing w:val="-1"/>
        </w:rPr>
        <w:t>e</w:t>
      </w:r>
      <w:r w:rsidR="005E398C" w:rsidRPr="00F4279E">
        <w:rPr>
          <w:rFonts w:ascii="Arial" w:hAnsi="Arial" w:cs="Arial"/>
          <w:color w:val="4E4D4D" w:themeColor="background2"/>
        </w:rPr>
        <w:t xml:space="preserve">n </w:t>
      </w:r>
      <w:r w:rsidR="005E398C" w:rsidRPr="00F4279E">
        <w:rPr>
          <w:rFonts w:ascii="Arial" w:hAnsi="Arial" w:cs="Arial"/>
          <w:color w:val="4E4D4D" w:themeColor="background2"/>
          <w:spacing w:val="-1"/>
        </w:rPr>
        <w:t>se</w:t>
      </w:r>
      <w:r w:rsidR="005E398C" w:rsidRPr="00F4279E">
        <w:rPr>
          <w:rFonts w:ascii="Arial" w:hAnsi="Arial" w:cs="Arial"/>
          <w:color w:val="4E4D4D" w:themeColor="background2"/>
        </w:rPr>
        <w:t xml:space="preserve">r </w:t>
      </w:r>
      <w:r w:rsidR="005E398C" w:rsidRPr="00F4279E">
        <w:rPr>
          <w:rFonts w:ascii="Arial" w:hAnsi="Arial" w:cs="Arial"/>
          <w:color w:val="4E4D4D" w:themeColor="background2"/>
          <w:spacing w:val="2"/>
        </w:rPr>
        <w:t>c</w:t>
      </w:r>
      <w:r w:rsidR="005E398C" w:rsidRPr="00F4279E">
        <w:rPr>
          <w:rFonts w:ascii="Arial" w:hAnsi="Arial" w:cs="Arial"/>
          <w:color w:val="4E4D4D" w:themeColor="background2"/>
          <w:spacing w:val="3"/>
        </w:rPr>
        <w:t>o</w:t>
      </w:r>
      <w:r w:rsidR="005E398C" w:rsidRPr="00F4279E">
        <w:rPr>
          <w:rFonts w:ascii="Arial" w:hAnsi="Arial" w:cs="Arial"/>
          <w:color w:val="4E4D4D" w:themeColor="background2"/>
          <w:spacing w:val="-3"/>
        </w:rPr>
        <w:t>n</w:t>
      </w:r>
      <w:r w:rsidR="005E398C" w:rsidRPr="00F4279E">
        <w:rPr>
          <w:rFonts w:ascii="Arial" w:hAnsi="Arial" w:cs="Arial"/>
          <w:color w:val="4E4D4D" w:themeColor="background2"/>
          <w:spacing w:val="-1"/>
        </w:rPr>
        <w:t>s</w:t>
      </w:r>
      <w:r w:rsidR="005E398C" w:rsidRPr="00F4279E">
        <w:rPr>
          <w:rFonts w:ascii="Arial" w:hAnsi="Arial" w:cs="Arial"/>
          <w:color w:val="4E4D4D" w:themeColor="background2"/>
          <w:spacing w:val="2"/>
        </w:rPr>
        <w:t>ig</w:t>
      </w:r>
      <w:r w:rsidR="005E398C" w:rsidRPr="00F4279E">
        <w:rPr>
          <w:rFonts w:ascii="Arial" w:hAnsi="Arial" w:cs="Arial"/>
          <w:color w:val="4E4D4D" w:themeColor="background2"/>
          <w:spacing w:val="-1"/>
        </w:rPr>
        <w:t>n</w:t>
      </w:r>
      <w:r w:rsidR="005E398C" w:rsidRPr="00F4279E">
        <w:rPr>
          <w:rFonts w:ascii="Arial" w:hAnsi="Arial" w:cs="Arial"/>
          <w:color w:val="4E4D4D" w:themeColor="background2"/>
          <w:spacing w:val="4"/>
        </w:rPr>
        <w:t>a</w:t>
      </w:r>
      <w:r w:rsidR="005E398C" w:rsidRPr="00F4279E">
        <w:rPr>
          <w:rFonts w:ascii="Arial" w:hAnsi="Arial" w:cs="Arial"/>
          <w:color w:val="4E4D4D" w:themeColor="background2"/>
          <w:spacing w:val="-1"/>
        </w:rPr>
        <w:t>d</w:t>
      </w:r>
      <w:r w:rsidR="005E398C" w:rsidRPr="00F4279E">
        <w:rPr>
          <w:rFonts w:ascii="Arial" w:hAnsi="Arial" w:cs="Arial"/>
          <w:color w:val="4E4D4D" w:themeColor="background2"/>
          <w:spacing w:val="2"/>
        </w:rPr>
        <w:t>a</w:t>
      </w:r>
      <w:r w:rsidR="005E398C" w:rsidRPr="00F4279E">
        <w:rPr>
          <w:rFonts w:ascii="Arial" w:hAnsi="Arial" w:cs="Arial"/>
          <w:color w:val="4E4D4D" w:themeColor="background2"/>
        </w:rPr>
        <w:t xml:space="preserve">s </w:t>
      </w:r>
      <w:r w:rsidR="005E398C" w:rsidRPr="00F4279E">
        <w:rPr>
          <w:rFonts w:ascii="Arial" w:hAnsi="Arial" w:cs="Arial"/>
          <w:color w:val="4E4D4D" w:themeColor="background2"/>
          <w:spacing w:val="4"/>
        </w:rPr>
        <w:t>e</w:t>
      </w:r>
      <w:r w:rsidR="005E398C" w:rsidRPr="00F4279E">
        <w:rPr>
          <w:rFonts w:ascii="Arial" w:hAnsi="Arial" w:cs="Arial"/>
          <w:color w:val="4E4D4D" w:themeColor="background2"/>
        </w:rPr>
        <w:t xml:space="preserve">n la </w:t>
      </w:r>
      <w:r w:rsidR="005E398C" w:rsidRPr="00F4279E">
        <w:rPr>
          <w:rFonts w:ascii="Arial" w:hAnsi="Arial" w:cs="Arial"/>
          <w:color w:val="4E4D4D" w:themeColor="background2"/>
          <w:spacing w:val="2"/>
          <w:w w:val="102"/>
        </w:rPr>
        <w:t>f</w:t>
      </w:r>
      <w:r w:rsidR="005E398C" w:rsidRPr="00F4279E">
        <w:rPr>
          <w:rFonts w:ascii="Arial" w:hAnsi="Arial" w:cs="Arial"/>
          <w:color w:val="4E4D4D" w:themeColor="background2"/>
          <w:w w:val="102"/>
        </w:rPr>
        <w:t>i</w:t>
      </w:r>
      <w:r w:rsidR="005E398C" w:rsidRPr="00F4279E">
        <w:rPr>
          <w:rFonts w:ascii="Arial" w:hAnsi="Arial" w:cs="Arial"/>
          <w:color w:val="4E4D4D" w:themeColor="background2"/>
          <w:spacing w:val="2"/>
          <w:w w:val="102"/>
        </w:rPr>
        <w:t>c</w:t>
      </w:r>
      <w:r w:rsidR="005E398C" w:rsidRPr="00F4279E">
        <w:rPr>
          <w:rFonts w:ascii="Arial" w:hAnsi="Arial" w:cs="Arial"/>
          <w:color w:val="4E4D4D" w:themeColor="background2"/>
          <w:spacing w:val="-3"/>
          <w:w w:val="102"/>
        </w:rPr>
        <w:t>h</w:t>
      </w:r>
      <w:r w:rsidR="005E398C" w:rsidRPr="00F4279E">
        <w:rPr>
          <w:rFonts w:ascii="Arial" w:hAnsi="Arial" w:cs="Arial"/>
          <w:color w:val="4E4D4D" w:themeColor="background2"/>
          <w:w w:val="102"/>
        </w:rPr>
        <w:t xml:space="preserve">a </w:t>
      </w:r>
      <w:r w:rsidR="005E398C" w:rsidRPr="00F4279E">
        <w:rPr>
          <w:rFonts w:ascii="Arial" w:hAnsi="Arial" w:cs="Arial"/>
          <w:color w:val="4E4D4D" w:themeColor="background2"/>
          <w:spacing w:val="2"/>
          <w:w w:val="102"/>
        </w:rPr>
        <w:t>t</w:t>
      </w:r>
      <w:r w:rsidR="005E398C" w:rsidRPr="00F4279E">
        <w:rPr>
          <w:rFonts w:ascii="Arial" w:hAnsi="Arial" w:cs="Arial"/>
          <w:color w:val="4E4D4D" w:themeColor="background2"/>
          <w:spacing w:val="1"/>
          <w:w w:val="102"/>
        </w:rPr>
        <w:t>é</w:t>
      </w:r>
      <w:r w:rsidR="005E398C" w:rsidRPr="00F4279E">
        <w:rPr>
          <w:rFonts w:ascii="Arial" w:hAnsi="Arial" w:cs="Arial"/>
          <w:color w:val="4E4D4D" w:themeColor="background2"/>
          <w:spacing w:val="-3"/>
          <w:w w:val="102"/>
        </w:rPr>
        <w:t>c</w:t>
      </w:r>
      <w:r w:rsidR="005E398C" w:rsidRPr="00F4279E">
        <w:rPr>
          <w:rFonts w:ascii="Arial" w:hAnsi="Arial" w:cs="Arial"/>
          <w:color w:val="4E4D4D" w:themeColor="background2"/>
          <w:spacing w:val="-1"/>
          <w:w w:val="102"/>
        </w:rPr>
        <w:t>n</w:t>
      </w:r>
      <w:r w:rsidR="005E398C" w:rsidRPr="00F4279E">
        <w:rPr>
          <w:rFonts w:ascii="Arial" w:hAnsi="Arial" w:cs="Arial"/>
          <w:color w:val="4E4D4D" w:themeColor="background2"/>
          <w:spacing w:val="4"/>
          <w:w w:val="102"/>
        </w:rPr>
        <w:t>i</w:t>
      </w:r>
      <w:r w:rsidR="005E398C" w:rsidRPr="00F4279E">
        <w:rPr>
          <w:rFonts w:ascii="Arial" w:hAnsi="Arial" w:cs="Arial"/>
          <w:color w:val="4E4D4D" w:themeColor="background2"/>
          <w:spacing w:val="-3"/>
          <w:w w:val="102"/>
        </w:rPr>
        <w:t>c</w:t>
      </w:r>
      <w:r w:rsidR="005E398C" w:rsidRPr="00F4279E">
        <w:rPr>
          <w:rFonts w:ascii="Arial" w:hAnsi="Arial" w:cs="Arial"/>
          <w:color w:val="4E4D4D" w:themeColor="background2"/>
          <w:spacing w:val="2"/>
          <w:w w:val="102"/>
        </w:rPr>
        <w:t>a</w:t>
      </w:r>
      <w:r w:rsidR="005E398C" w:rsidRPr="00F4279E">
        <w:rPr>
          <w:rFonts w:ascii="Arial" w:hAnsi="Arial" w:cs="Arial"/>
          <w:color w:val="4E4D4D" w:themeColor="background2"/>
          <w:w w:val="102"/>
        </w:rPr>
        <w:t>.</w:t>
      </w:r>
    </w:p>
    <w:p w14:paraId="5C64EFCB" w14:textId="77777777" w:rsidR="005E398C" w:rsidRPr="00F4279E" w:rsidRDefault="005E398C" w:rsidP="001974DD">
      <w:pPr>
        <w:widowControl w:val="0"/>
        <w:autoSpaceDE w:val="0"/>
        <w:autoSpaceDN w:val="0"/>
        <w:adjustRightInd w:val="0"/>
        <w:spacing w:line="0" w:lineRule="atLeast"/>
        <w:jc w:val="both"/>
        <w:rPr>
          <w:rFonts w:ascii="Arial" w:hAnsi="Arial" w:cs="Arial"/>
          <w:color w:val="4E4D4D" w:themeColor="background2"/>
        </w:rPr>
      </w:pPr>
    </w:p>
    <w:p w14:paraId="5C64EFCC" w14:textId="77777777" w:rsidR="00B108AD" w:rsidRPr="00F4279E" w:rsidRDefault="00B108AD" w:rsidP="00B108AD">
      <w:pPr>
        <w:widowControl w:val="0"/>
        <w:autoSpaceDE w:val="0"/>
        <w:autoSpaceDN w:val="0"/>
        <w:adjustRightInd w:val="0"/>
        <w:spacing w:line="244" w:lineRule="auto"/>
        <w:ind w:right="184"/>
        <w:jc w:val="both"/>
        <w:rPr>
          <w:rFonts w:ascii="Arial" w:hAnsi="Arial" w:cs="Arial"/>
          <w:color w:val="4E4D4D" w:themeColor="background2"/>
        </w:rPr>
      </w:pPr>
      <w:r w:rsidRPr="00F4279E">
        <w:rPr>
          <w:rFonts w:ascii="Arial" w:hAnsi="Arial" w:cs="Arial"/>
          <w:color w:val="4E4D4D" w:themeColor="background2"/>
        </w:rPr>
        <w:t xml:space="preserve">No se permiten fichas técnicas elaboradas por comercializadoras o reempacadoras, sólo se permiten las del fabricante del producto. </w:t>
      </w:r>
    </w:p>
    <w:p w14:paraId="5C64EFCD" w14:textId="77777777" w:rsidR="001D7A4D" w:rsidRPr="00F4279E" w:rsidRDefault="001D7A4D" w:rsidP="001974DD">
      <w:pPr>
        <w:widowControl w:val="0"/>
        <w:autoSpaceDE w:val="0"/>
        <w:autoSpaceDN w:val="0"/>
        <w:adjustRightInd w:val="0"/>
        <w:spacing w:line="0" w:lineRule="atLeast"/>
        <w:ind w:right="184"/>
        <w:jc w:val="both"/>
        <w:rPr>
          <w:rFonts w:ascii="Arial" w:hAnsi="Arial" w:cs="Arial"/>
          <w:color w:val="4E4D4D" w:themeColor="background2"/>
          <w:w w:val="102"/>
        </w:rPr>
      </w:pPr>
    </w:p>
    <w:p w14:paraId="5C64EFCE" w14:textId="77777777" w:rsidR="005E398C" w:rsidRPr="00F4279E" w:rsidRDefault="00D278EE" w:rsidP="00FB5A2F">
      <w:pPr>
        <w:pStyle w:val="Angelica100"/>
        <w:numPr>
          <w:ilvl w:val="1"/>
          <w:numId w:val="14"/>
        </w:numPr>
        <w:spacing w:line="0" w:lineRule="atLeast"/>
        <w:rPr>
          <w:rFonts w:ascii="Arial" w:hAnsi="Arial" w:cs="Arial"/>
          <w:bCs/>
          <w:color w:val="4E4D4D" w:themeColor="background2"/>
          <w:lang w:val="es-ES" w:eastAsia="es-ES"/>
        </w:rPr>
      </w:pPr>
      <w:r w:rsidRPr="00F4279E">
        <w:rPr>
          <w:rFonts w:ascii="Arial" w:hAnsi="Arial" w:cs="Arial"/>
          <w:bCs/>
          <w:color w:val="4E4D4D" w:themeColor="background2"/>
          <w:lang w:val="es-ES" w:eastAsia="es-ES"/>
        </w:rPr>
        <w:t>CARACTERÍSTICAS Y REQUISITOS DE LA FICHA TÉCNICA DEL PRODUCTO</w:t>
      </w:r>
    </w:p>
    <w:p w14:paraId="5C64EFCF" w14:textId="77777777" w:rsidR="005E398C" w:rsidRPr="00F4279E" w:rsidRDefault="005E398C" w:rsidP="001974DD">
      <w:pPr>
        <w:widowControl w:val="0"/>
        <w:autoSpaceDE w:val="0"/>
        <w:autoSpaceDN w:val="0"/>
        <w:adjustRightInd w:val="0"/>
        <w:spacing w:line="0" w:lineRule="atLeast"/>
        <w:jc w:val="both"/>
        <w:rPr>
          <w:rFonts w:ascii="Arial" w:hAnsi="Arial" w:cs="Arial"/>
          <w:color w:val="4E4D4D" w:themeColor="background2"/>
        </w:rPr>
      </w:pPr>
    </w:p>
    <w:p w14:paraId="5C64EFD0" w14:textId="77777777" w:rsidR="00006943" w:rsidRPr="00F4279E" w:rsidRDefault="005036A7" w:rsidP="001974DD">
      <w:pPr>
        <w:widowControl w:val="0"/>
        <w:autoSpaceDE w:val="0"/>
        <w:autoSpaceDN w:val="0"/>
        <w:adjustRightInd w:val="0"/>
        <w:spacing w:line="0" w:lineRule="atLeast"/>
        <w:ind w:right="184"/>
        <w:jc w:val="both"/>
        <w:rPr>
          <w:rFonts w:ascii="Arial" w:hAnsi="Arial" w:cs="Arial"/>
          <w:color w:val="4E4D4D" w:themeColor="background2"/>
          <w:w w:val="102"/>
        </w:rPr>
      </w:pPr>
      <w:r w:rsidRPr="00F4279E">
        <w:rPr>
          <w:rFonts w:ascii="Arial" w:hAnsi="Arial" w:cs="Arial"/>
          <w:color w:val="4E4D4D" w:themeColor="background2"/>
          <w:spacing w:val="-1"/>
        </w:rPr>
        <w:t>L</w:t>
      </w:r>
      <w:r w:rsidRPr="00F4279E">
        <w:rPr>
          <w:rFonts w:ascii="Arial" w:hAnsi="Arial" w:cs="Arial"/>
          <w:color w:val="4E4D4D" w:themeColor="background2"/>
          <w:spacing w:val="2"/>
        </w:rPr>
        <w:t>a</w:t>
      </w:r>
      <w:r w:rsidRPr="00F4279E">
        <w:rPr>
          <w:rFonts w:ascii="Arial" w:hAnsi="Arial" w:cs="Arial"/>
          <w:color w:val="4E4D4D" w:themeColor="background2"/>
          <w:spacing w:val="1"/>
        </w:rPr>
        <w:t xml:space="preserve"> </w:t>
      </w:r>
      <w:r w:rsidRPr="00F4279E">
        <w:rPr>
          <w:rFonts w:ascii="Arial" w:hAnsi="Arial" w:cs="Arial"/>
          <w:color w:val="4E4D4D" w:themeColor="background2"/>
          <w:spacing w:val="2"/>
        </w:rPr>
        <w:t>fi</w:t>
      </w:r>
      <w:r w:rsidRPr="00F4279E">
        <w:rPr>
          <w:rFonts w:ascii="Arial" w:hAnsi="Arial" w:cs="Arial"/>
          <w:color w:val="4E4D4D" w:themeColor="background2"/>
          <w:spacing w:val="-1"/>
        </w:rPr>
        <w:t>c</w:t>
      </w:r>
      <w:r w:rsidRPr="00F4279E">
        <w:rPr>
          <w:rFonts w:ascii="Arial" w:hAnsi="Arial" w:cs="Arial"/>
          <w:color w:val="4E4D4D" w:themeColor="background2"/>
          <w:spacing w:val="-3"/>
        </w:rPr>
        <w:t>h</w:t>
      </w:r>
      <w:r w:rsidRPr="00F4279E">
        <w:rPr>
          <w:rFonts w:ascii="Arial" w:hAnsi="Arial" w:cs="Arial"/>
          <w:color w:val="4E4D4D" w:themeColor="background2"/>
          <w:spacing w:val="4"/>
        </w:rPr>
        <w:t>a</w:t>
      </w:r>
      <w:r w:rsidRPr="00F4279E">
        <w:rPr>
          <w:rFonts w:ascii="Arial" w:hAnsi="Arial" w:cs="Arial"/>
          <w:color w:val="4E4D4D" w:themeColor="background2"/>
          <w:spacing w:val="8"/>
        </w:rPr>
        <w:t xml:space="preserve"> </w:t>
      </w:r>
      <w:r w:rsidRPr="00F4279E">
        <w:rPr>
          <w:rFonts w:ascii="Arial" w:hAnsi="Arial" w:cs="Arial"/>
          <w:color w:val="4E4D4D" w:themeColor="background2"/>
          <w:spacing w:val="4"/>
        </w:rPr>
        <w:t>t</w:t>
      </w:r>
      <w:r w:rsidRPr="00F4279E">
        <w:rPr>
          <w:rFonts w:ascii="Arial" w:hAnsi="Arial" w:cs="Arial"/>
          <w:color w:val="4E4D4D" w:themeColor="background2"/>
          <w:spacing w:val="-1"/>
        </w:rPr>
        <w:t>écn</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s</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rPr>
        <w:t>a</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 xml:space="preserve">n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 xml:space="preserve"> </w:t>
      </w:r>
      <w:r w:rsidRPr="00F4279E">
        <w:rPr>
          <w:rFonts w:ascii="Arial" w:hAnsi="Arial" w:cs="Arial"/>
          <w:color w:val="4E4D4D" w:themeColor="background2"/>
        </w:rPr>
        <w:t>p</w:t>
      </w:r>
      <w:r w:rsidRPr="00F4279E">
        <w:rPr>
          <w:rFonts w:ascii="Arial" w:hAnsi="Arial" w:cs="Arial"/>
          <w:color w:val="4E4D4D" w:themeColor="background2"/>
          <w:spacing w:val="2"/>
        </w:rPr>
        <w:t>r</w:t>
      </w:r>
      <w:r w:rsidRPr="00F4279E">
        <w:rPr>
          <w:rFonts w:ascii="Arial" w:hAnsi="Arial" w:cs="Arial"/>
          <w:color w:val="4E4D4D" w:themeColor="background2"/>
          <w:spacing w:val="-2"/>
        </w:rPr>
        <w:t>o</w:t>
      </w:r>
      <w:r w:rsidRPr="00F4279E">
        <w:rPr>
          <w:rFonts w:ascii="Arial" w:hAnsi="Arial" w:cs="Arial"/>
          <w:color w:val="4E4D4D" w:themeColor="background2"/>
          <w:spacing w:val="5"/>
        </w:rPr>
        <w:t>p</w:t>
      </w:r>
      <w:r w:rsidRPr="00F4279E">
        <w:rPr>
          <w:rFonts w:ascii="Arial" w:hAnsi="Arial" w:cs="Arial"/>
          <w:color w:val="4E4D4D" w:themeColor="background2"/>
          <w:spacing w:val="-3"/>
        </w:rPr>
        <w:t>u</w:t>
      </w:r>
      <w:r w:rsidRPr="00F4279E">
        <w:rPr>
          <w:rFonts w:ascii="Arial" w:hAnsi="Arial" w:cs="Arial"/>
          <w:color w:val="4E4D4D" w:themeColor="background2"/>
          <w:spacing w:val="4"/>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u</w:t>
      </w:r>
      <w:r w:rsidRPr="00F4279E">
        <w:rPr>
          <w:rFonts w:ascii="Arial" w:hAnsi="Arial" w:cs="Arial"/>
          <w:color w:val="4E4D4D" w:themeColor="background2"/>
          <w:spacing w:val="1"/>
        </w:rPr>
        <w:t>m</w:t>
      </w:r>
      <w:r w:rsidRPr="00F4279E">
        <w:rPr>
          <w:rFonts w:ascii="Arial" w:hAnsi="Arial" w:cs="Arial"/>
          <w:color w:val="4E4D4D" w:themeColor="background2"/>
        </w:rPr>
        <w:t>p</w:t>
      </w:r>
      <w:r w:rsidRPr="00F4279E">
        <w:rPr>
          <w:rFonts w:ascii="Arial" w:hAnsi="Arial" w:cs="Arial"/>
          <w:color w:val="4E4D4D" w:themeColor="background2"/>
          <w:spacing w:val="2"/>
        </w:rPr>
        <w:t>l</w:t>
      </w:r>
      <w:r w:rsidRPr="00F4279E">
        <w:rPr>
          <w:rFonts w:ascii="Arial" w:hAnsi="Arial" w:cs="Arial"/>
          <w:color w:val="4E4D4D" w:themeColor="background2"/>
        </w:rPr>
        <w:t>ir</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c</w:t>
      </w:r>
      <w:r w:rsidRPr="00F4279E">
        <w:rPr>
          <w:rFonts w:ascii="Arial" w:hAnsi="Arial" w:cs="Arial"/>
          <w:color w:val="4E4D4D" w:themeColor="background2"/>
          <w:spacing w:val="-2"/>
        </w:rPr>
        <w:t>o</w:t>
      </w:r>
      <w:r w:rsidRPr="00F4279E">
        <w:rPr>
          <w:rFonts w:ascii="Arial" w:hAnsi="Arial" w:cs="Arial"/>
          <w:color w:val="4E4D4D" w:themeColor="background2"/>
        </w:rPr>
        <w:t>n</w:t>
      </w:r>
      <w:r w:rsidRPr="00F4279E">
        <w:rPr>
          <w:rFonts w:ascii="Arial" w:hAnsi="Arial" w:cs="Arial"/>
          <w:color w:val="4E4D4D" w:themeColor="background2"/>
          <w:spacing w:val="5"/>
        </w:rPr>
        <w:t xml:space="preserve"> </w:t>
      </w:r>
      <w:r w:rsidRPr="00F4279E">
        <w:rPr>
          <w:rFonts w:ascii="Arial" w:hAnsi="Arial" w:cs="Arial"/>
          <w:color w:val="4E4D4D" w:themeColor="background2"/>
        </w:rPr>
        <w:t>l</w:t>
      </w:r>
      <w:r w:rsidR="0073094C"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w w:val="102"/>
        </w:rPr>
        <w:t>s</w:t>
      </w:r>
      <w:r w:rsidRPr="00F4279E">
        <w:rPr>
          <w:rFonts w:ascii="Arial" w:hAnsi="Arial" w:cs="Arial"/>
          <w:color w:val="4E4D4D" w:themeColor="background2"/>
          <w:spacing w:val="2"/>
          <w:w w:val="102"/>
        </w:rPr>
        <w:t>i</w:t>
      </w:r>
      <w:r w:rsidRPr="00F4279E">
        <w:rPr>
          <w:rFonts w:ascii="Arial" w:hAnsi="Arial" w:cs="Arial"/>
          <w:color w:val="4E4D4D" w:themeColor="background2"/>
          <w:spacing w:val="4"/>
          <w:w w:val="102"/>
        </w:rPr>
        <w:t>g</w:t>
      </w:r>
      <w:r w:rsidRPr="00F4279E">
        <w:rPr>
          <w:rFonts w:ascii="Arial" w:hAnsi="Arial" w:cs="Arial"/>
          <w:color w:val="4E4D4D" w:themeColor="background2"/>
          <w:spacing w:val="-3"/>
          <w:w w:val="102"/>
        </w:rPr>
        <w:t>u</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en</w:t>
      </w:r>
      <w:r w:rsidRPr="00F4279E">
        <w:rPr>
          <w:rFonts w:ascii="Arial" w:hAnsi="Arial" w:cs="Arial"/>
          <w:color w:val="4E4D4D" w:themeColor="background2"/>
          <w:spacing w:val="4"/>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w w:val="102"/>
        </w:rPr>
        <w:t xml:space="preserve">s </w:t>
      </w:r>
      <w:r w:rsidR="0073094C" w:rsidRPr="00F4279E">
        <w:rPr>
          <w:rFonts w:ascii="Arial" w:hAnsi="Arial" w:cs="Arial"/>
          <w:color w:val="4E4D4D" w:themeColor="background2"/>
          <w:spacing w:val="-1"/>
          <w:w w:val="102"/>
        </w:rPr>
        <w:t>requisitos</w:t>
      </w:r>
      <w:r w:rsidRPr="00F4279E">
        <w:rPr>
          <w:rFonts w:ascii="Arial" w:hAnsi="Arial" w:cs="Arial"/>
          <w:color w:val="4E4D4D" w:themeColor="background2"/>
          <w:w w:val="102"/>
        </w:rPr>
        <w:t>:</w:t>
      </w:r>
    </w:p>
    <w:p w14:paraId="5C64EFD1" w14:textId="77777777" w:rsidR="00E726BD" w:rsidRPr="00F4279E" w:rsidRDefault="00E726BD" w:rsidP="001974DD">
      <w:pPr>
        <w:widowControl w:val="0"/>
        <w:autoSpaceDE w:val="0"/>
        <w:autoSpaceDN w:val="0"/>
        <w:adjustRightInd w:val="0"/>
        <w:spacing w:line="0" w:lineRule="atLeast"/>
        <w:ind w:right="184"/>
        <w:jc w:val="both"/>
        <w:rPr>
          <w:rFonts w:ascii="Arial" w:hAnsi="Arial" w:cs="Arial"/>
          <w:color w:val="4E4D4D" w:themeColor="background2"/>
          <w:w w:val="102"/>
        </w:rPr>
      </w:pPr>
    </w:p>
    <w:p w14:paraId="5C64EFD2" w14:textId="77777777" w:rsidR="00E726BD" w:rsidRPr="00F4279E" w:rsidRDefault="00E726BD" w:rsidP="00E726BD">
      <w:pPr>
        <w:widowControl w:val="0"/>
        <w:autoSpaceDE w:val="0"/>
        <w:autoSpaceDN w:val="0"/>
        <w:adjustRightInd w:val="0"/>
        <w:spacing w:before="15" w:line="220" w:lineRule="exact"/>
        <w:jc w:val="center"/>
        <w:rPr>
          <w:rFonts w:ascii="Arial" w:hAnsi="Arial" w:cs="Arial"/>
          <w:color w:val="4E4D4D" w:themeColor="background2"/>
          <w:w w:val="102"/>
        </w:rPr>
      </w:pPr>
      <w:r w:rsidRPr="00F4279E">
        <w:rPr>
          <w:rFonts w:ascii="Arial" w:hAnsi="Arial" w:cs="Arial"/>
          <w:b/>
          <w:color w:val="4E4D4D" w:themeColor="background2"/>
        </w:rPr>
        <w:t xml:space="preserve">Tabla No. </w:t>
      </w:r>
      <w:r w:rsidR="00B108AD" w:rsidRPr="00F4279E">
        <w:rPr>
          <w:rFonts w:ascii="Arial" w:hAnsi="Arial" w:cs="Arial"/>
          <w:b/>
          <w:color w:val="4E4D4D" w:themeColor="background2"/>
        </w:rPr>
        <w:t>9</w:t>
      </w:r>
      <w:r w:rsidRPr="00F4279E">
        <w:rPr>
          <w:rFonts w:ascii="Arial" w:hAnsi="Arial" w:cs="Arial"/>
          <w:b/>
          <w:color w:val="4E4D4D" w:themeColor="background2"/>
        </w:rPr>
        <w:t xml:space="preserve"> </w:t>
      </w:r>
      <w:r w:rsidRPr="00F4279E">
        <w:rPr>
          <w:rFonts w:ascii="Arial" w:hAnsi="Arial" w:cs="Arial"/>
          <w:b/>
          <w:bCs/>
          <w:color w:val="4E4D4D" w:themeColor="background2"/>
        </w:rPr>
        <w:t xml:space="preserve">Características y Requisitos de las fichas técnicas de producto </w:t>
      </w:r>
    </w:p>
    <w:p w14:paraId="5C64EFD3"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p>
    <w:tbl>
      <w:tblPr>
        <w:tblStyle w:val="Cuadrculadetablaclara1"/>
        <w:tblW w:w="8833" w:type="dxa"/>
        <w:tblLayout w:type="fixed"/>
        <w:tblLook w:val="04A0" w:firstRow="1" w:lastRow="0" w:firstColumn="1" w:lastColumn="0" w:noHBand="0" w:noVBand="1"/>
      </w:tblPr>
      <w:tblGrid>
        <w:gridCol w:w="2552"/>
        <w:gridCol w:w="6281"/>
      </w:tblGrid>
      <w:tr w:rsidR="00F4279E" w:rsidRPr="00BE45A9" w14:paraId="5C64EFD9" w14:textId="77777777" w:rsidTr="00456E9E">
        <w:trPr>
          <w:trHeight w:val="2381"/>
        </w:trPr>
        <w:tc>
          <w:tcPr>
            <w:tcW w:w="2552" w:type="dxa"/>
            <w:hideMark/>
          </w:tcPr>
          <w:p w14:paraId="5C64EFD4" w14:textId="77777777" w:rsidR="00F53AE0" w:rsidRPr="00BE45A9" w:rsidRDefault="00F53AE0" w:rsidP="00EE25E8">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NOMBRE DEL ALIMENTO</w:t>
            </w:r>
          </w:p>
        </w:tc>
        <w:tc>
          <w:tcPr>
            <w:tcW w:w="6281" w:type="dxa"/>
            <w:hideMark/>
          </w:tcPr>
          <w:p w14:paraId="5C64EFD5" w14:textId="77777777" w:rsidR="00B108AD" w:rsidRPr="00BE45A9" w:rsidRDefault="00B108AD" w:rsidP="00B108AD">
            <w:pPr>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t xml:space="preserve">De acuerdo al literal C del artículo 5 del Capítulo II de la resolución 5109 de 2005. El nombre deberá indicar la verdadera naturaleza del alimento, normalmente deberá ser específico y no genérico: </w:t>
            </w:r>
          </w:p>
          <w:p w14:paraId="5C64EFD6" w14:textId="77777777" w:rsidR="00B108AD" w:rsidRPr="00BE45A9" w:rsidRDefault="00B108AD" w:rsidP="00B108AD">
            <w:pPr>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br/>
              <w:t>A) Cuando se hayan establecido uno o varios nombres para un alimento en la legislación sanitaria, se deberá utilizar por los menos uno de esos nombres.</w:t>
            </w:r>
          </w:p>
          <w:p w14:paraId="5C64EFD7" w14:textId="77777777" w:rsidR="00B108AD" w:rsidRPr="00BE45A9" w:rsidRDefault="00B108AD" w:rsidP="00B108AD">
            <w:pPr>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t xml:space="preserve"> </w:t>
            </w:r>
            <w:r w:rsidRPr="00BE45A9">
              <w:rPr>
                <w:rFonts w:ascii="Arial" w:hAnsi="Arial" w:cs="Arial"/>
                <w:color w:val="4E4D4D" w:themeColor="background2"/>
                <w:sz w:val="16"/>
                <w:szCs w:val="16"/>
                <w:lang w:val="es-CO" w:eastAsia="es-CO"/>
              </w:rPr>
              <w:br/>
              <w:t>B) Cuando no se disponga de tales nombres, deberá utilizarse una denominación común o usual consagrada por el uso corriente como término descriptivo apropiado, sin que induzca a error o a engaño al consumidor.</w:t>
            </w:r>
          </w:p>
          <w:p w14:paraId="5C64EFD8" w14:textId="77777777" w:rsidR="00F53AE0"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br/>
              <w:t xml:space="preserve">C) Se podrá emplear un nombre “acuñado”, de “fantasía” o “de fábrica”, o “una marca registrada”, siempre que vaya junto con una de las denominaciones indicadas en los literales a) y b) del presente numeral, en la cara principal de exhibición.  </w:t>
            </w:r>
          </w:p>
        </w:tc>
      </w:tr>
      <w:tr w:rsidR="00F4279E" w:rsidRPr="00BE45A9" w14:paraId="5C64EFDD" w14:textId="77777777" w:rsidTr="00456E9E">
        <w:trPr>
          <w:trHeight w:val="702"/>
        </w:trPr>
        <w:tc>
          <w:tcPr>
            <w:tcW w:w="2552" w:type="dxa"/>
          </w:tcPr>
          <w:p w14:paraId="5C64EFDA" w14:textId="77777777" w:rsidR="00B108AD" w:rsidRPr="00BE45A9" w:rsidRDefault="00B108AD" w:rsidP="00B108AD">
            <w:pP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FOTO DEL PRODUCTO REAL</w:t>
            </w:r>
          </w:p>
          <w:p w14:paraId="5C64EFDB"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p>
        </w:tc>
        <w:tc>
          <w:tcPr>
            <w:tcW w:w="6281" w:type="dxa"/>
          </w:tcPr>
          <w:p w14:paraId="5C64EFDC" w14:textId="77777777" w:rsidR="00B108AD" w:rsidRPr="00BE45A9" w:rsidRDefault="00B4273E" w:rsidP="00B108AD">
            <w:pPr>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t>Se deberá incluir fotografías a color en alta resolución que evidencien las características del producto en sus diferentes vistas (lateral, superior, frontal, posterior). Tomar foto al producto desde varios ángulos o perspectivas para tener mayor claridad de su volumen, forma y característica. Al tomar la foto ubicar una regleta al pie del producto para tener una idea de sus dimensiones. Tener en cuenta que la foto se debe tomar en un lugar iluminado para poder observar con claridad el color y las características del producto. Se debe ubicar el producto sobre un fondo blanco.</w:t>
            </w:r>
          </w:p>
        </w:tc>
      </w:tr>
      <w:tr w:rsidR="00F4279E" w:rsidRPr="00BE45A9" w14:paraId="5C64EFE0" w14:textId="77777777" w:rsidTr="00456E9E">
        <w:trPr>
          <w:trHeight w:val="397"/>
        </w:trPr>
        <w:tc>
          <w:tcPr>
            <w:tcW w:w="2552" w:type="dxa"/>
            <w:hideMark/>
          </w:tcPr>
          <w:p w14:paraId="5C64EFDE"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eastAsia="es-CO"/>
              </w:rPr>
              <w:t>NOMBRE DEL FABRICANTE CON EL NIT</w:t>
            </w:r>
          </w:p>
        </w:tc>
        <w:tc>
          <w:tcPr>
            <w:tcW w:w="6281" w:type="dxa"/>
            <w:hideMark/>
          </w:tcPr>
          <w:p w14:paraId="5C64EFDF"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t>Se deberá relacionar el nombre completo del fabricante o productor al igual que el NIT, de acuerdo al registro de cámara y comercio.</w:t>
            </w:r>
          </w:p>
        </w:tc>
      </w:tr>
      <w:tr w:rsidR="00F4279E" w:rsidRPr="00BE45A9" w14:paraId="5C64EFE4" w14:textId="77777777" w:rsidTr="00456E9E">
        <w:trPr>
          <w:trHeight w:val="1020"/>
        </w:trPr>
        <w:tc>
          <w:tcPr>
            <w:tcW w:w="2552" w:type="dxa"/>
            <w:hideMark/>
          </w:tcPr>
          <w:p w14:paraId="5C64EFE1"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eastAsia="es-CO"/>
              </w:rPr>
              <w:t>NÚMERO DEL REGISTRO SANITARIO, PERMISO SANITARIO, O NOTIFICACIÓN SANITARIA</w:t>
            </w:r>
          </w:p>
        </w:tc>
        <w:tc>
          <w:tcPr>
            <w:tcW w:w="6281" w:type="dxa"/>
            <w:noWrap/>
            <w:hideMark/>
          </w:tcPr>
          <w:p w14:paraId="5C64EFE2"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De acuerdo con la resolución 2674 de 2013, según su clasificación de riesgo en salud pública, y a lo establecido en la Resolución 719 de 2015.</w:t>
            </w:r>
          </w:p>
          <w:p w14:paraId="5C64EFE3"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La información consignada en el registro sanitario o el formulario en trámite con relación al nombre, marca del producto y el nombre del fabricante, debe corresponder con la reportada en la ficha técnica.</w:t>
            </w:r>
          </w:p>
        </w:tc>
      </w:tr>
      <w:tr w:rsidR="00F4279E" w:rsidRPr="00BE45A9" w14:paraId="5C64EFE7" w14:textId="77777777" w:rsidTr="00456E9E">
        <w:trPr>
          <w:trHeight w:val="397"/>
        </w:trPr>
        <w:tc>
          <w:tcPr>
            <w:tcW w:w="2552" w:type="dxa"/>
            <w:hideMark/>
          </w:tcPr>
          <w:p w14:paraId="5C64EFE5"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CALIDAD</w:t>
            </w:r>
          </w:p>
        </w:tc>
        <w:tc>
          <w:tcPr>
            <w:tcW w:w="6281" w:type="dxa"/>
            <w:hideMark/>
          </w:tcPr>
          <w:p w14:paraId="5C64EFE6"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val="es-CO" w:eastAsia="es-CO"/>
              </w:rPr>
              <w:t>Se deberá enunciar la normatividad sanitaria vigente relacionada con la naturaleza del producto.</w:t>
            </w:r>
          </w:p>
        </w:tc>
      </w:tr>
      <w:tr w:rsidR="00F4279E" w:rsidRPr="00BE45A9" w14:paraId="5C64EFEA" w14:textId="77777777" w:rsidTr="00456E9E">
        <w:trPr>
          <w:trHeight w:val="283"/>
        </w:trPr>
        <w:tc>
          <w:tcPr>
            <w:tcW w:w="2552" w:type="dxa"/>
            <w:hideMark/>
          </w:tcPr>
          <w:p w14:paraId="5C64EFE8"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DESCR</w:t>
            </w:r>
            <w:r w:rsidR="001A2FD3" w:rsidRPr="00BE45A9">
              <w:rPr>
                <w:rFonts w:ascii="Arial" w:hAnsi="Arial" w:cs="Arial"/>
                <w:b/>
                <w:bCs/>
                <w:color w:val="4E4D4D" w:themeColor="background2"/>
                <w:sz w:val="16"/>
                <w:szCs w:val="16"/>
                <w:lang w:val="es-CO" w:eastAsia="es-CO"/>
              </w:rPr>
              <w:t>I</w:t>
            </w:r>
            <w:r w:rsidRPr="00BE45A9">
              <w:rPr>
                <w:rFonts w:ascii="Arial" w:hAnsi="Arial" w:cs="Arial"/>
                <w:b/>
                <w:bCs/>
                <w:color w:val="4E4D4D" w:themeColor="background2"/>
                <w:sz w:val="16"/>
                <w:szCs w:val="16"/>
                <w:lang w:val="es-CO" w:eastAsia="es-CO"/>
              </w:rPr>
              <w:t>PCIÓN DEL ALIMENTO</w:t>
            </w:r>
          </w:p>
        </w:tc>
        <w:tc>
          <w:tcPr>
            <w:tcW w:w="6281" w:type="dxa"/>
            <w:noWrap/>
            <w:hideMark/>
          </w:tcPr>
          <w:p w14:paraId="5C64EFE9"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Características generales del producto.</w:t>
            </w:r>
          </w:p>
        </w:tc>
      </w:tr>
      <w:tr w:rsidR="00F4279E" w:rsidRPr="00BE45A9" w14:paraId="5C64EFED" w14:textId="77777777" w:rsidTr="00456E9E">
        <w:trPr>
          <w:trHeight w:val="445"/>
        </w:trPr>
        <w:tc>
          <w:tcPr>
            <w:tcW w:w="2552" w:type="dxa"/>
            <w:hideMark/>
          </w:tcPr>
          <w:p w14:paraId="5C64EFEB"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NOMBRE ESPECÍFICO DE LOS INGREDIENTES</w:t>
            </w:r>
          </w:p>
        </w:tc>
        <w:tc>
          <w:tcPr>
            <w:tcW w:w="6281" w:type="dxa"/>
            <w:noWrap/>
            <w:hideMark/>
          </w:tcPr>
          <w:p w14:paraId="5C64EFEC"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Indicando los ingredientes.</w:t>
            </w:r>
          </w:p>
        </w:tc>
      </w:tr>
      <w:tr w:rsidR="00F4279E" w:rsidRPr="00BE45A9" w14:paraId="5C64EFF0" w14:textId="77777777" w:rsidTr="00456E9E">
        <w:trPr>
          <w:trHeight w:val="563"/>
        </w:trPr>
        <w:tc>
          <w:tcPr>
            <w:tcW w:w="2552" w:type="dxa"/>
            <w:hideMark/>
          </w:tcPr>
          <w:p w14:paraId="5C64EFEE"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CARACTERÍSTICAS TOXICOLÓGICAS</w:t>
            </w:r>
          </w:p>
        </w:tc>
        <w:tc>
          <w:tcPr>
            <w:tcW w:w="6281" w:type="dxa"/>
            <w:hideMark/>
          </w:tcPr>
          <w:p w14:paraId="5C64EFEF"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No aplica</w:t>
            </w:r>
          </w:p>
        </w:tc>
      </w:tr>
      <w:tr w:rsidR="00F4279E" w:rsidRPr="00BE45A9" w14:paraId="5C64EFF3" w14:textId="77777777" w:rsidTr="00456E9E">
        <w:trPr>
          <w:trHeight w:val="70"/>
        </w:trPr>
        <w:tc>
          <w:tcPr>
            <w:tcW w:w="2552" w:type="dxa"/>
            <w:hideMark/>
          </w:tcPr>
          <w:p w14:paraId="5C64EFF1" w14:textId="77777777" w:rsidR="00B108AD" w:rsidRPr="00BE45A9" w:rsidRDefault="006E4294"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CARACTER</w:t>
            </w:r>
            <w:r w:rsidR="00B108AD" w:rsidRPr="00BE45A9">
              <w:rPr>
                <w:rFonts w:ascii="Arial" w:hAnsi="Arial" w:cs="Arial"/>
                <w:b/>
                <w:bCs/>
                <w:color w:val="4E4D4D" w:themeColor="background2"/>
                <w:sz w:val="16"/>
                <w:szCs w:val="16"/>
                <w:lang w:val="es-CO" w:eastAsia="es-CO"/>
              </w:rPr>
              <w:t>ÍSTICAS FISICOQUÍMICAS</w:t>
            </w:r>
          </w:p>
        </w:tc>
        <w:tc>
          <w:tcPr>
            <w:tcW w:w="6281" w:type="dxa"/>
            <w:hideMark/>
          </w:tcPr>
          <w:p w14:paraId="5C64EFF2"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 xml:space="preserve">Para la presentación de la propuesta se especificarán las características fisicoquímicas del agua  </w:t>
            </w:r>
          </w:p>
        </w:tc>
      </w:tr>
      <w:tr w:rsidR="00F4279E" w:rsidRPr="00BE45A9" w14:paraId="5C64EFF6" w14:textId="77777777" w:rsidTr="00456E9E">
        <w:trPr>
          <w:trHeight w:val="1247"/>
        </w:trPr>
        <w:tc>
          <w:tcPr>
            <w:tcW w:w="2552" w:type="dxa"/>
            <w:hideMark/>
          </w:tcPr>
          <w:p w14:paraId="5C64EFF4"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CARACTERÍSTICAS MICROBIOLÓGICAS</w:t>
            </w:r>
          </w:p>
        </w:tc>
        <w:tc>
          <w:tcPr>
            <w:tcW w:w="6281" w:type="dxa"/>
            <w:hideMark/>
          </w:tcPr>
          <w:p w14:paraId="5C64EFF5"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La información de las características microbiológicas reportadas en las fichas técnicas, deben ser específicas según la naturaleza del producto y deberán regirse por la legislación vigente. Deberá reportarse tanto el valor obtenido por el alimento como el valor de referencia para cada una de las pruebas. El análisis microbiológico se deberá realizar a una muestra del producto bajo las condiciones establecidas en el numeral 4.2.2 del presente anexo técnico.</w:t>
            </w:r>
          </w:p>
        </w:tc>
      </w:tr>
      <w:tr w:rsidR="00F4279E" w:rsidRPr="00BE45A9" w14:paraId="5C64EFF9" w14:textId="77777777" w:rsidTr="00456E9E">
        <w:trPr>
          <w:trHeight w:val="397"/>
        </w:trPr>
        <w:tc>
          <w:tcPr>
            <w:tcW w:w="2552" w:type="dxa"/>
            <w:hideMark/>
          </w:tcPr>
          <w:p w14:paraId="5C64EFF7"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INFORMACIÓN NUTRICIONAL</w:t>
            </w:r>
          </w:p>
        </w:tc>
        <w:tc>
          <w:tcPr>
            <w:tcW w:w="6281" w:type="dxa"/>
            <w:hideMark/>
          </w:tcPr>
          <w:p w14:paraId="5C64EFF8"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No aplica.</w:t>
            </w:r>
          </w:p>
        </w:tc>
      </w:tr>
      <w:tr w:rsidR="00F4279E" w:rsidRPr="00BE45A9" w14:paraId="5C64EFFC" w14:textId="77777777" w:rsidTr="00456E9E">
        <w:trPr>
          <w:trHeight w:val="397"/>
        </w:trPr>
        <w:tc>
          <w:tcPr>
            <w:tcW w:w="2552" w:type="dxa"/>
            <w:hideMark/>
          </w:tcPr>
          <w:p w14:paraId="5C64EFFA"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CARACTERÍSTICAS ORGANOLÉPTICAS</w:t>
            </w:r>
          </w:p>
        </w:tc>
        <w:tc>
          <w:tcPr>
            <w:tcW w:w="6281" w:type="dxa"/>
            <w:hideMark/>
          </w:tcPr>
          <w:p w14:paraId="5C64EFFB"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Debe describir, color, sabor, olor, textura y apariencia</w:t>
            </w:r>
          </w:p>
        </w:tc>
      </w:tr>
      <w:tr w:rsidR="00F4279E" w:rsidRPr="00BE45A9" w14:paraId="5C64F001" w14:textId="77777777" w:rsidTr="00456E9E">
        <w:trPr>
          <w:trHeight w:val="397"/>
        </w:trPr>
        <w:tc>
          <w:tcPr>
            <w:tcW w:w="2552" w:type="dxa"/>
            <w:hideMark/>
          </w:tcPr>
          <w:p w14:paraId="5C64EFFD"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CARACTERÍSTICAS DEL EMPAQUE</w:t>
            </w:r>
          </w:p>
        </w:tc>
        <w:tc>
          <w:tcPr>
            <w:tcW w:w="6281" w:type="dxa"/>
            <w:hideMark/>
          </w:tcPr>
          <w:p w14:paraId="5C64EFFE" w14:textId="77777777" w:rsidR="00B108AD" w:rsidRPr="00BE45A9" w:rsidRDefault="00B108AD" w:rsidP="00B108AD">
            <w:pPr>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Descripción general del empaque, incluyendo el material utilizado, calibre, dimensiones. En las artes para los empaques primarios, se debe tener en cuenta el tipo de población al cual va dirigido el Programa de alimentación y este debe ser alusivo al mismo</w:t>
            </w:r>
          </w:p>
          <w:p w14:paraId="5C64EFFF" w14:textId="77777777" w:rsidR="00B108AD" w:rsidRPr="00BE45A9" w:rsidRDefault="00B108AD" w:rsidP="00B108AD">
            <w:pPr>
              <w:jc w:val="both"/>
              <w:rPr>
                <w:rFonts w:ascii="Arial" w:hAnsi="Arial" w:cs="Arial"/>
                <w:color w:val="4E4D4D" w:themeColor="background2"/>
                <w:sz w:val="16"/>
                <w:szCs w:val="16"/>
                <w:lang w:eastAsia="es-CO"/>
              </w:rPr>
            </w:pPr>
          </w:p>
          <w:p w14:paraId="5C64F000"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Nota: El proveedor tiene la responsabilidad de garantizar que los empaques primarios y secundarios utilizados sean amigables con el medio ambiente.</w:t>
            </w:r>
          </w:p>
        </w:tc>
      </w:tr>
      <w:tr w:rsidR="00F4279E" w:rsidRPr="00BE45A9" w14:paraId="5C64F004" w14:textId="77777777" w:rsidTr="00456E9E">
        <w:trPr>
          <w:trHeight w:val="1020"/>
        </w:trPr>
        <w:tc>
          <w:tcPr>
            <w:tcW w:w="2552" w:type="dxa"/>
            <w:hideMark/>
          </w:tcPr>
          <w:p w14:paraId="5C64F002"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lastRenderedPageBreak/>
              <w:t>PRESENTACIÓN</w:t>
            </w:r>
          </w:p>
        </w:tc>
        <w:tc>
          <w:tcPr>
            <w:tcW w:w="6281" w:type="dxa"/>
            <w:hideMark/>
          </w:tcPr>
          <w:p w14:paraId="5C64F003" w14:textId="2A5BE3DA" w:rsidR="00B108AD" w:rsidRPr="00BE45A9" w:rsidRDefault="00B108AD" w:rsidP="005D266E">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En la ficha técnica de producto debe</w:t>
            </w:r>
            <w:r w:rsidR="005D266E">
              <w:rPr>
                <w:rFonts w:ascii="Arial" w:hAnsi="Arial" w:cs="Arial"/>
                <w:color w:val="4E4D4D" w:themeColor="background2"/>
                <w:sz w:val="16"/>
                <w:szCs w:val="16"/>
                <w:lang w:eastAsia="es-CO"/>
              </w:rPr>
              <w:t>n</w:t>
            </w:r>
            <w:r w:rsidRPr="00BE45A9">
              <w:rPr>
                <w:rFonts w:ascii="Arial" w:hAnsi="Arial" w:cs="Arial"/>
                <w:color w:val="4E4D4D" w:themeColor="background2"/>
                <w:sz w:val="16"/>
                <w:szCs w:val="16"/>
                <w:lang w:eastAsia="es-CO"/>
              </w:rPr>
              <w:t xml:space="preserve"> estar reportada</w:t>
            </w:r>
            <w:r w:rsidR="005D266E">
              <w:rPr>
                <w:rFonts w:ascii="Arial" w:hAnsi="Arial" w:cs="Arial"/>
                <w:color w:val="4E4D4D" w:themeColor="background2"/>
                <w:sz w:val="16"/>
                <w:szCs w:val="16"/>
                <w:lang w:eastAsia="es-CO"/>
              </w:rPr>
              <w:t>s</w:t>
            </w:r>
            <w:r w:rsidRPr="00BE45A9">
              <w:rPr>
                <w:rFonts w:ascii="Arial" w:hAnsi="Arial" w:cs="Arial"/>
                <w:color w:val="4E4D4D" w:themeColor="background2"/>
                <w:sz w:val="16"/>
                <w:szCs w:val="16"/>
                <w:lang w:eastAsia="es-CO"/>
              </w:rPr>
              <w:t xml:space="preserve"> todas las presentaciones comerciales con los gramajes que indique</w:t>
            </w:r>
            <w:r w:rsidR="005D266E">
              <w:rPr>
                <w:rFonts w:ascii="Arial" w:hAnsi="Arial" w:cs="Arial"/>
                <w:color w:val="4E4D4D" w:themeColor="background2"/>
                <w:sz w:val="16"/>
                <w:szCs w:val="16"/>
                <w:lang w:eastAsia="es-CO"/>
              </w:rPr>
              <w:t>n</w:t>
            </w:r>
            <w:r w:rsidRPr="00BE45A9">
              <w:rPr>
                <w:rFonts w:ascii="Arial" w:hAnsi="Arial" w:cs="Arial"/>
                <w:color w:val="4E4D4D" w:themeColor="background2"/>
                <w:sz w:val="16"/>
                <w:szCs w:val="16"/>
                <w:lang w:eastAsia="es-CO"/>
              </w:rPr>
              <w:t xml:space="preserve"> la cantidad en centímetros cúbicos (cc) del producto de acuerdo con su naturaleza (líquido) y de acuerdo </w:t>
            </w:r>
            <w:r w:rsidR="005D266E">
              <w:rPr>
                <w:rFonts w:ascii="Arial" w:hAnsi="Arial" w:cs="Arial"/>
                <w:color w:val="4E4D4D" w:themeColor="background2"/>
                <w:sz w:val="16"/>
                <w:szCs w:val="16"/>
                <w:lang w:eastAsia="es-CO"/>
              </w:rPr>
              <w:t>con lo</w:t>
            </w:r>
            <w:r w:rsidRPr="00BE45A9">
              <w:rPr>
                <w:rFonts w:ascii="Arial" w:hAnsi="Arial" w:cs="Arial"/>
                <w:color w:val="4E4D4D" w:themeColor="background2"/>
                <w:sz w:val="16"/>
                <w:szCs w:val="16"/>
                <w:lang w:eastAsia="es-CO"/>
              </w:rPr>
              <w:t xml:space="preserve"> ofertado por el oferente.</w:t>
            </w:r>
          </w:p>
        </w:tc>
      </w:tr>
      <w:tr w:rsidR="00F4279E" w:rsidRPr="00BE45A9" w14:paraId="5C64F007" w14:textId="77777777" w:rsidTr="00456E9E">
        <w:trPr>
          <w:trHeight w:val="964"/>
        </w:trPr>
        <w:tc>
          <w:tcPr>
            <w:tcW w:w="2552" w:type="dxa"/>
            <w:hideMark/>
          </w:tcPr>
          <w:p w14:paraId="5C64F005"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PROCESO DE ELABORACIÓN</w:t>
            </w:r>
          </w:p>
        </w:tc>
        <w:tc>
          <w:tcPr>
            <w:tcW w:w="6281" w:type="dxa"/>
            <w:noWrap/>
            <w:hideMark/>
          </w:tcPr>
          <w:p w14:paraId="2E5CC397" w14:textId="77777777" w:rsidR="00B108AD"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Debe incluir la información sobre las características de tiempo y temperatura de los tratamientos térmicos empleados. Cada una de las etapas del proceso de elaboración, indicando cual o cu</w:t>
            </w:r>
            <w:r w:rsidR="005D266E">
              <w:rPr>
                <w:rFonts w:ascii="Arial" w:hAnsi="Arial" w:cs="Arial"/>
                <w:color w:val="4E4D4D" w:themeColor="background2"/>
                <w:sz w:val="16"/>
                <w:szCs w:val="16"/>
                <w:lang w:eastAsia="es-CO"/>
              </w:rPr>
              <w:t>á</w:t>
            </w:r>
            <w:r w:rsidRPr="00BE45A9">
              <w:rPr>
                <w:rFonts w:ascii="Arial" w:hAnsi="Arial" w:cs="Arial"/>
                <w:color w:val="4E4D4D" w:themeColor="background2"/>
                <w:sz w:val="16"/>
                <w:szCs w:val="16"/>
                <w:lang w:eastAsia="es-CO"/>
              </w:rPr>
              <w:t>l</w:t>
            </w:r>
            <w:r w:rsidR="005D266E">
              <w:rPr>
                <w:rFonts w:ascii="Arial" w:hAnsi="Arial" w:cs="Arial"/>
                <w:color w:val="4E4D4D" w:themeColor="background2"/>
                <w:sz w:val="16"/>
                <w:szCs w:val="16"/>
                <w:lang w:eastAsia="es-CO"/>
              </w:rPr>
              <w:t xml:space="preserve"> (</w:t>
            </w:r>
            <w:r w:rsidRPr="00BE45A9">
              <w:rPr>
                <w:rFonts w:ascii="Arial" w:hAnsi="Arial" w:cs="Arial"/>
                <w:color w:val="4E4D4D" w:themeColor="background2"/>
                <w:sz w:val="16"/>
                <w:szCs w:val="16"/>
                <w:lang w:eastAsia="es-CO"/>
              </w:rPr>
              <w:t>e</w:t>
            </w:r>
            <w:r w:rsidR="005D266E">
              <w:rPr>
                <w:rFonts w:ascii="Arial" w:hAnsi="Arial" w:cs="Arial"/>
                <w:color w:val="4E4D4D" w:themeColor="background2"/>
                <w:sz w:val="16"/>
                <w:szCs w:val="16"/>
                <w:lang w:eastAsia="es-CO"/>
              </w:rPr>
              <w:t>s)</w:t>
            </w:r>
            <w:r w:rsidRPr="00BE45A9">
              <w:rPr>
                <w:rFonts w:ascii="Arial" w:hAnsi="Arial" w:cs="Arial"/>
                <w:color w:val="4E4D4D" w:themeColor="background2"/>
                <w:sz w:val="16"/>
                <w:szCs w:val="16"/>
                <w:lang w:eastAsia="es-CO"/>
              </w:rPr>
              <w:t xml:space="preserve"> etapa (s) corresponden a PCC (punto crítico de control), junto con las medidas de control en cada etapa y los límites críticos establecidos.</w:t>
            </w:r>
          </w:p>
          <w:p w14:paraId="37C85657" w14:textId="77777777" w:rsidR="00426FF5" w:rsidRDefault="00426FF5" w:rsidP="00B108AD">
            <w:pPr>
              <w:spacing w:line="0" w:lineRule="atLeast"/>
              <w:jc w:val="both"/>
              <w:rPr>
                <w:rFonts w:ascii="Arial" w:hAnsi="Arial" w:cs="Arial"/>
                <w:color w:val="4E4D4D" w:themeColor="background2"/>
                <w:sz w:val="16"/>
                <w:szCs w:val="16"/>
                <w:lang w:eastAsia="es-CO"/>
              </w:rPr>
            </w:pPr>
          </w:p>
          <w:p w14:paraId="7D801469" w14:textId="77777777" w:rsidR="00426FF5" w:rsidRDefault="00426FF5" w:rsidP="00426FF5">
            <w:pPr>
              <w:jc w:val="both"/>
              <w:rPr>
                <w:rFonts w:asciiTheme="minorHAnsi" w:hAnsiTheme="minorHAnsi" w:cstheme="minorHAnsi"/>
                <w:color w:val="4E4D4D" w:themeColor="background2"/>
                <w:sz w:val="16"/>
                <w:szCs w:val="16"/>
                <w:lang w:val="es-CO" w:eastAsia="es-CO"/>
              </w:rPr>
            </w:pPr>
            <w:r w:rsidRPr="00FF1356">
              <w:rPr>
                <w:rFonts w:asciiTheme="minorHAnsi" w:hAnsiTheme="minorHAnsi" w:cstheme="minorHAnsi"/>
                <w:color w:val="4E4D4D" w:themeColor="background2"/>
                <w:sz w:val="16"/>
                <w:szCs w:val="16"/>
                <w:lang w:val="es-CO" w:eastAsia="es-CO"/>
              </w:rPr>
              <w:t>NOTA  en el proceso se debe especificar la logística de distribución, en el caso de utilizar plantas de distribución, satélites o de fraccionamiento de producto u otros, debe especificarlos (se deben presentar los conceptos sanitario de estas plantas utilizadas para la distribución, satélites o de fraccionamiento de los mismos)</w:t>
            </w:r>
            <w:r>
              <w:rPr>
                <w:rFonts w:asciiTheme="minorHAnsi" w:hAnsiTheme="minorHAnsi" w:cstheme="minorHAnsi"/>
                <w:color w:val="4E4D4D" w:themeColor="background2"/>
                <w:sz w:val="16"/>
                <w:szCs w:val="16"/>
                <w:lang w:val="es-CO" w:eastAsia="es-CO"/>
              </w:rPr>
              <w:t>.</w:t>
            </w:r>
          </w:p>
          <w:p w14:paraId="359C0C90" w14:textId="77777777" w:rsidR="00426FF5" w:rsidRDefault="00426FF5" w:rsidP="00426FF5">
            <w:pPr>
              <w:jc w:val="both"/>
              <w:rPr>
                <w:rFonts w:asciiTheme="minorHAnsi" w:hAnsiTheme="minorHAnsi" w:cstheme="minorHAnsi"/>
                <w:color w:val="4E4D4D" w:themeColor="background2"/>
                <w:sz w:val="16"/>
                <w:szCs w:val="16"/>
                <w:lang w:val="es-CO" w:eastAsia="es-CO"/>
              </w:rPr>
            </w:pPr>
          </w:p>
          <w:p w14:paraId="5C64F006" w14:textId="3E9AB313" w:rsidR="00426FF5" w:rsidRPr="00BE45A9" w:rsidRDefault="00426FF5" w:rsidP="00426FF5">
            <w:pPr>
              <w:spacing w:line="0" w:lineRule="atLeast"/>
              <w:jc w:val="both"/>
              <w:rPr>
                <w:rFonts w:ascii="Arial" w:hAnsi="Arial" w:cs="Arial"/>
                <w:color w:val="4E4D4D" w:themeColor="background2"/>
                <w:sz w:val="16"/>
                <w:szCs w:val="16"/>
                <w:lang w:val="es-CO" w:eastAsia="es-CO"/>
              </w:rPr>
            </w:pPr>
            <w:r w:rsidRPr="00147C0A">
              <w:rPr>
                <w:rFonts w:asciiTheme="minorHAnsi" w:hAnsiTheme="minorHAnsi" w:cstheme="minorHAnsi"/>
                <w:color w:val="4E4D4D" w:themeColor="background2"/>
                <w:sz w:val="16"/>
                <w:szCs w:val="16"/>
                <w:lang w:eastAsia="es-CO"/>
              </w:rPr>
              <w:t>Nota: la interventoría verificar</w:t>
            </w:r>
            <w:r>
              <w:rPr>
                <w:rFonts w:asciiTheme="minorHAnsi" w:hAnsiTheme="minorHAnsi" w:cstheme="minorHAnsi"/>
                <w:color w:val="4E4D4D" w:themeColor="background2"/>
                <w:sz w:val="16"/>
                <w:szCs w:val="16"/>
                <w:lang w:eastAsia="es-CO"/>
              </w:rPr>
              <w:t>á</w:t>
            </w:r>
            <w:r w:rsidRPr="00147C0A">
              <w:rPr>
                <w:rFonts w:asciiTheme="minorHAnsi" w:hAnsiTheme="minorHAnsi" w:cstheme="minorHAnsi"/>
                <w:color w:val="4E4D4D" w:themeColor="background2"/>
                <w:sz w:val="16"/>
                <w:szCs w:val="16"/>
                <w:lang w:eastAsia="es-CO"/>
              </w:rPr>
              <w:t xml:space="preserve"> que se cumpla con el proceso de elaboración, al igual que las condiciones de manipulación desde la recepción de la materia prima hasta el despacho del producto en la planta el proveedor de los alimentos.</w:t>
            </w:r>
          </w:p>
        </w:tc>
      </w:tr>
      <w:tr w:rsidR="00F4279E" w:rsidRPr="00BE45A9" w14:paraId="5C64F00A" w14:textId="77777777" w:rsidTr="00456E9E">
        <w:trPr>
          <w:trHeight w:val="794"/>
        </w:trPr>
        <w:tc>
          <w:tcPr>
            <w:tcW w:w="2552" w:type="dxa"/>
            <w:hideMark/>
          </w:tcPr>
          <w:p w14:paraId="5C64F008"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VIDA ÚTIL, FECHA DE VENCIMIENTO</w:t>
            </w:r>
          </w:p>
        </w:tc>
        <w:tc>
          <w:tcPr>
            <w:tcW w:w="6281" w:type="dxa"/>
            <w:hideMark/>
          </w:tcPr>
          <w:p w14:paraId="5C64F009"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El tiempo de vida útil es determinado por el fabricante</w:t>
            </w:r>
            <w:r w:rsidR="008725C4" w:rsidRPr="00BE45A9">
              <w:rPr>
                <w:rFonts w:ascii="Arial" w:hAnsi="Arial" w:cs="Arial"/>
                <w:color w:val="4E4D4D" w:themeColor="background2"/>
                <w:sz w:val="16"/>
                <w:szCs w:val="16"/>
                <w:lang w:eastAsia="es-CO"/>
              </w:rPr>
              <w:t>, determinado por los estudios de estabilidad</w:t>
            </w:r>
            <w:r w:rsidRPr="00BE45A9">
              <w:rPr>
                <w:rFonts w:ascii="Arial" w:hAnsi="Arial" w:cs="Arial"/>
                <w:color w:val="4E4D4D" w:themeColor="background2"/>
                <w:sz w:val="16"/>
                <w:szCs w:val="16"/>
                <w:lang w:eastAsia="es-CO"/>
              </w:rPr>
              <w:t xml:space="preserve">. Los fabricantes o distribuidores deberán entregar al </w:t>
            </w:r>
            <w:r w:rsidR="00772E12" w:rsidRPr="00BE45A9">
              <w:rPr>
                <w:rFonts w:ascii="Arial" w:hAnsi="Arial" w:cs="Arial"/>
                <w:color w:val="4E4D4D" w:themeColor="background2"/>
                <w:sz w:val="16"/>
                <w:szCs w:val="16"/>
                <w:lang w:eastAsia="es-CO"/>
              </w:rPr>
              <w:t>proveedor</w:t>
            </w:r>
            <w:r w:rsidRPr="00BE45A9">
              <w:rPr>
                <w:rFonts w:ascii="Arial" w:hAnsi="Arial" w:cs="Arial"/>
                <w:color w:val="4E4D4D" w:themeColor="background2"/>
                <w:sz w:val="16"/>
                <w:szCs w:val="16"/>
                <w:lang w:eastAsia="es-CO"/>
              </w:rPr>
              <w:t xml:space="preserve"> logístico el agua con la mitad del tiempo de su fecha de caducidad, garantizando los microbiológicos de liberación completos. </w:t>
            </w:r>
          </w:p>
        </w:tc>
      </w:tr>
      <w:tr w:rsidR="00F4279E" w:rsidRPr="00BE45A9" w14:paraId="5C64F00D" w14:textId="77777777" w:rsidTr="00456E9E">
        <w:trPr>
          <w:trHeight w:val="794"/>
        </w:trPr>
        <w:tc>
          <w:tcPr>
            <w:tcW w:w="2552" w:type="dxa"/>
            <w:hideMark/>
          </w:tcPr>
          <w:p w14:paraId="5C64F00B"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CONDICIONES DE ALMACENAMIENTO, CONSERVACIÓN Y TRANSPORTE</w:t>
            </w:r>
          </w:p>
        </w:tc>
        <w:tc>
          <w:tcPr>
            <w:tcW w:w="6281" w:type="dxa"/>
            <w:noWrap/>
            <w:hideMark/>
          </w:tcPr>
          <w:p w14:paraId="5C64F00C"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Descripción de las condiciones de almacenamiento, conservación y transporte que deberán dar cumplimiento a lo estipulado en la resolución 2674 de 2013 o la norma que la modifique o sustituya y las contempladas en la reglamentación sanitaria vigente.</w:t>
            </w:r>
          </w:p>
        </w:tc>
      </w:tr>
      <w:tr w:rsidR="00F4279E" w:rsidRPr="00BE45A9" w14:paraId="5C64F010" w14:textId="77777777" w:rsidTr="00456E9E">
        <w:trPr>
          <w:trHeight w:val="680"/>
        </w:trPr>
        <w:tc>
          <w:tcPr>
            <w:tcW w:w="2552" w:type="dxa"/>
            <w:hideMark/>
          </w:tcPr>
          <w:p w14:paraId="5C64F00E"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 xml:space="preserve">CONTROLES ESPECIALES PARA LA ENTREGA AL </w:t>
            </w:r>
            <w:r w:rsidR="00772E12" w:rsidRPr="00BE45A9">
              <w:rPr>
                <w:rFonts w:ascii="Arial" w:hAnsi="Arial" w:cs="Arial"/>
                <w:b/>
                <w:bCs/>
                <w:color w:val="4E4D4D" w:themeColor="background2"/>
                <w:sz w:val="16"/>
                <w:szCs w:val="16"/>
                <w:lang w:val="es-CO" w:eastAsia="es-CO"/>
              </w:rPr>
              <w:t>PROVEEDOR</w:t>
            </w:r>
            <w:r w:rsidRPr="00BE45A9">
              <w:rPr>
                <w:rFonts w:ascii="Arial" w:hAnsi="Arial" w:cs="Arial"/>
                <w:b/>
                <w:bCs/>
                <w:color w:val="4E4D4D" w:themeColor="background2"/>
                <w:sz w:val="16"/>
                <w:szCs w:val="16"/>
                <w:lang w:val="es-CO" w:eastAsia="es-CO"/>
              </w:rPr>
              <w:t xml:space="preserve"> LOGÍSTICO</w:t>
            </w:r>
          </w:p>
        </w:tc>
        <w:tc>
          <w:tcPr>
            <w:tcW w:w="6281" w:type="dxa"/>
            <w:noWrap/>
            <w:hideMark/>
          </w:tcPr>
          <w:p w14:paraId="5C64F00F" w14:textId="77777777" w:rsidR="00B108AD" w:rsidRPr="00BE45A9" w:rsidRDefault="00B108AD" w:rsidP="00B108AD">
            <w:pPr>
              <w:spacing w:line="0" w:lineRule="atLeast"/>
              <w:jc w:val="both"/>
              <w:rPr>
                <w:rFonts w:ascii="Arial" w:hAnsi="Arial" w:cs="Arial"/>
                <w:color w:val="4E4D4D" w:themeColor="background2"/>
                <w:sz w:val="16"/>
                <w:szCs w:val="16"/>
                <w:lang w:eastAsia="es-CO"/>
              </w:rPr>
            </w:pPr>
            <w:r w:rsidRPr="00BE45A9">
              <w:rPr>
                <w:rFonts w:ascii="Arial" w:hAnsi="Arial" w:cs="Arial"/>
                <w:color w:val="4E4D4D" w:themeColor="background2"/>
                <w:sz w:val="16"/>
                <w:szCs w:val="16"/>
                <w:lang w:eastAsia="es-CO"/>
              </w:rPr>
              <w:t>No aplica.</w:t>
            </w:r>
          </w:p>
        </w:tc>
      </w:tr>
      <w:tr w:rsidR="00F4279E" w:rsidRPr="00BE45A9" w14:paraId="5C64F013" w14:textId="77777777" w:rsidTr="00456E9E">
        <w:trPr>
          <w:trHeight w:val="794"/>
        </w:trPr>
        <w:tc>
          <w:tcPr>
            <w:tcW w:w="2552" w:type="dxa"/>
            <w:hideMark/>
          </w:tcPr>
          <w:p w14:paraId="5C64F011"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FIRMA DE LA PERSONA RESPONSABLE</w:t>
            </w:r>
          </w:p>
        </w:tc>
        <w:tc>
          <w:tcPr>
            <w:tcW w:w="6281" w:type="dxa"/>
            <w:noWrap/>
            <w:hideMark/>
          </w:tcPr>
          <w:p w14:paraId="5C64F012" w14:textId="7777777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La ficha técnica deberá estar firmada por el representante legal del oferente o el jefe de control de calidad. Cuando el oferente elabore la ficha técnica con la información suministrada por el fabricante ésta deberá ser firmada por los representantes legales de las dos partes o de los jefes de control de calidad.</w:t>
            </w:r>
          </w:p>
        </w:tc>
      </w:tr>
      <w:tr w:rsidR="00B108AD" w:rsidRPr="00BE45A9" w14:paraId="5C64F016" w14:textId="77777777" w:rsidTr="00456E9E">
        <w:trPr>
          <w:trHeight w:val="397"/>
        </w:trPr>
        <w:tc>
          <w:tcPr>
            <w:tcW w:w="2552" w:type="dxa"/>
            <w:hideMark/>
          </w:tcPr>
          <w:p w14:paraId="5C64F014" w14:textId="77777777" w:rsidR="00B108AD" w:rsidRPr="00BE45A9" w:rsidRDefault="00B108AD" w:rsidP="00B108AD">
            <w:pPr>
              <w:spacing w:line="0" w:lineRule="atLeast"/>
              <w:jc w:val="center"/>
              <w:rPr>
                <w:rFonts w:ascii="Arial" w:hAnsi="Arial" w:cs="Arial"/>
                <w:b/>
                <w:bCs/>
                <w:color w:val="4E4D4D" w:themeColor="background2"/>
                <w:sz w:val="16"/>
                <w:szCs w:val="16"/>
                <w:lang w:val="es-CO" w:eastAsia="es-CO"/>
              </w:rPr>
            </w:pPr>
            <w:r w:rsidRPr="00BE45A9">
              <w:rPr>
                <w:rFonts w:ascii="Arial" w:hAnsi="Arial" w:cs="Arial"/>
                <w:b/>
                <w:bCs/>
                <w:color w:val="4E4D4D" w:themeColor="background2"/>
                <w:sz w:val="16"/>
                <w:szCs w:val="16"/>
                <w:lang w:val="es-CO" w:eastAsia="es-CO"/>
              </w:rPr>
              <w:t>DIRECCIÓN Y TELÉFONO DEL FABRICANTE Y/O DISTRIBUIDOR</w:t>
            </w:r>
          </w:p>
        </w:tc>
        <w:tc>
          <w:tcPr>
            <w:tcW w:w="6281" w:type="dxa"/>
            <w:noWrap/>
            <w:hideMark/>
          </w:tcPr>
          <w:p w14:paraId="5C64F015" w14:textId="3EFBD6A7" w:rsidR="00B108AD" w:rsidRPr="00BE45A9" w:rsidRDefault="00B108AD" w:rsidP="00B108AD">
            <w:pPr>
              <w:spacing w:line="0" w:lineRule="atLeast"/>
              <w:jc w:val="both"/>
              <w:rPr>
                <w:rFonts w:ascii="Arial" w:hAnsi="Arial" w:cs="Arial"/>
                <w:color w:val="4E4D4D" w:themeColor="background2"/>
                <w:sz w:val="16"/>
                <w:szCs w:val="16"/>
                <w:lang w:val="es-CO" w:eastAsia="es-CO"/>
              </w:rPr>
            </w:pPr>
            <w:r w:rsidRPr="00BE45A9">
              <w:rPr>
                <w:rFonts w:ascii="Arial" w:hAnsi="Arial" w:cs="Arial"/>
                <w:color w:val="4E4D4D" w:themeColor="background2"/>
                <w:sz w:val="16"/>
                <w:szCs w:val="16"/>
                <w:lang w:eastAsia="es-CO"/>
              </w:rPr>
              <w:t>La ficha técnica deberá contener la información relaciona</w:t>
            </w:r>
            <w:r w:rsidR="005D266E">
              <w:rPr>
                <w:rFonts w:ascii="Arial" w:hAnsi="Arial" w:cs="Arial"/>
                <w:color w:val="4E4D4D" w:themeColor="background2"/>
                <w:sz w:val="16"/>
                <w:szCs w:val="16"/>
                <w:lang w:eastAsia="es-CO"/>
              </w:rPr>
              <w:t>da</w:t>
            </w:r>
            <w:r w:rsidRPr="00BE45A9">
              <w:rPr>
                <w:rFonts w:ascii="Arial" w:hAnsi="Arial" w:cs="Arial"/>
                <w:color w:val="4E4D4D" w:themeColor="background2"/>
                <w:sz w:val="16"/>
                <w:szCs w:val="16"/>
                <w:lang w:eastAsia="es-CO"/>
              </w:rPr>
              <w:t xml:space="preserve"> con la ubicación del fabricante y/o distribuidor y el teléfono de contacto.</w:t>
            </w:r>
          </w:p>
        </w:tc>
      </w:tr>
    </w:tbl>
    <w:p w14:paraId="5C64F017" w14:textId="77777777" w:rsidR="00A22100" w:rsidRPr="00F4279E" w:rsidRDefault="00A22100" w:rsidP="001974DD">
      <w:pPr>
        <w:widowControl w:val="0"/>
        <w:autoSpaceDE w:val="0"/>
        <w:autoSpaceDN w:val="0"/>
        <w:adjustRightInd w:val="0"/>
        <w:spacing w:line="0" w:lineRule="atLeast"/>
        <w:ind w:right="184"/>
        <w:jc w:val="both"/>
        <w:rPr>
          <w:rFonts w:ascii="Arial" w:hAnsi="Arial" w:cs="Arial"/>
          <w:color w:val="4E4D4D" w:themeColor="background2"/>
          <w:spacing w:val="1"/>
        </w:rPr>
      </w:pPr>
    </w:p>
    <w:p w14:paraId="5C64F018" w14:textId="6F40613C" w:rsidR="00126022" w:rsidRPr="00F4279E" w:rsidRDefault="007715E8" w:rsidP="001974DD">
      <w:pPr>
        <w:widowControl w:val="0"/>
        <w:autoSpaceDE w:val="0"/>
        <w:autoSpaceDN w:val="0"/>
        <w:adjustRightInd w:val="0"/>
        <w:spacing w:line="0" w:lineRule="atLeast"/>
        <w:ind w:right="184"/>
        <w:jc w:val="both"/>
        <w:rPr>
          <w:rFonts w:ascii="Arial" w:hAnsi="Arial" w:cs="Arial"/>
          <w:color w:val="4E4D4D" w:themeColor="background2"/>
          <w:w w:val="102"/>
        </w:rPr>
      </w:pPr>
      <w:r w:rsidRPr="00F4279E">
        <w:rPr>
          <w:rFonts w:ascii="Arial" w:hAnsi="Arial" w:cs="Arial"/>
          <w:b/>
          <w:color w:val="4E4D4D" w:themeColor="background2"/>
          <w:spacing w:val="1"/>
        </w:rPr>
        <w:t>N</w:t>
      </w:r>
      <w:r w:rsidRPr="00F4279E">
        <w:rPr>
          <w:rFonts w:ascii="Arial" w:hAnsi="Arial" w:cs="Arial"/>
          <w:b/>
          <w:color w:val="4E4D4D" w:themeColor="background2"/>
          <w:spacing w:val="3"/>
        </w:rPr>
        <w:t>O</w:t>
      </w:r>
      <w:r w:rsidRPr="00F4279E">
        <w:rPr>
          <w:rFonts w:ascii="Arial" w:hAnsi="Arial" w:cs="Arial"/>
          <w:b/>
          <w:color w:val="4E4D4D" w:themeColor="background2"/>
        </w:rPr>
        <w:t>T</w:t>
      </w:r>
      <w:r w:rsidRPr="00F4279E">
        <w:rPr>
          <w:rFonts w:ascii="Arial" w:hAnsi="Arial" w:cs="Arial"/>
          <w:b/>
          <w:color w:val="4E4D4D" w:themeColor="background2"/>
          <w:spacing w:val="1"/>
        </w:rPr>
        <w:t>A</w:t>
      </w:r>
      <w:r w:rsidRPr="00F4279E">
        <w:rPr>
          <w:rFonts w:ascii="Arial" w:hAnsi="Arial" w:cs="Arial"/>
          <w:b/>
          <w:color w:val="4E4D4D" w:themeColor="background2"/>
        </w:rPr>
        <w:t>:</w:t>
      </w:r>
      <w:r w:rsidRPr="00F4279E">
        <w:rPr>
          <w:rFonts w:ascii="Arial" w:hAnsi="Arial" w:cs="Arial"/>
          <w:color w:val="4E4D4D" w:themeColor="background2"/>
          <w:spacing w:val="12"/>
        </w:rPr>
        <w:t xml:space="preserve"> </w:t>
      </w:r>
      <w:r w:rsidR="00A00E28" w:rsidRPr="00F4279E">
        <w:rPr>
          <w:rFonts w:ascii="Arial" w:hAnsi="Arial" w:cs="Arial"/>
          <w:color w:val="4E4D4D" w:themeColor="background2"/>
          <w:spacing w:val="-1"/>
        </w:rPr>
        <w:t>L</w:t>
      </w:r>
      <w:r w:rsidR="00B108AD" w:rsidRPr="00F4279E">
        <w:rPr>
          <w:rFonts w:ascii="Arial" w:hAnsi="Arial" w:cs="Arial"/>
          <w:color w:val="4E4D4D" w:themeColor="background2"/>
        </w:rPr>
        <w:t>a</w:t>
      </w:r>
      <w:r w:rsidR="00B108AD" w:rsidRPr="00F4279E">
        <w:rPr>
          <w:rFonts w:ascii="Arial" w:hAnsi="Arial" w:cs="Arial"/>
          <w:color w:val="4E4D4D" w:themeColor="background2"/>
          <w:spacing w:val="11"/>
        </w:rPr>
        <w:t xml:space="preserve"> </w:t>
      </w:r>
      <w:r w:rsidR="00B108AD" w:rsidRPr="00F4279E">
        <w:rPr>
          <w:rFonts w:ascii="Arial" w:hAnsi="Arial" w:cs="Arial"/>
          <w:color w:val="4E4D4D" w:themeColor="background2"/>
          <w:spacing w:val="2"/>
        </w:rPr>
        <w:t>f</w:t>
      </w:r>
      <w:r w:rsidR="00B108AD" w:rsidRPr="00F4279E">
        <w:rPr>
          <w:rFonts w:ascii="Arial" w:hAnsi="Arial" w:cs="Arial"/>
          <w:color w:val="4E4D4D" w:themeColor="background2"/>
        </w:rPr>
        <w:t>i</w:t>
      </w:r>
      <w:r w:rsidR="00B108AD" w:rsidRPr="00F4279E">
        <w:rPr>
          <w:rFonts w:ascii="Arial" w:hAnsi="Arial" w:cs="Arial"/>
          <w:color w:val="4E4D4D" w:themeColor="background2"/>
          <w:spacing w:val="-1"/>
        </w:rPr>
        <w:t>ch</w:t>
      </w:r>
      <w:r w:rsidR="00B108AD" w:rsidRPr="00F4279E">
        <w:rPr>
          <w:rFonts w:ascii="Arial" w:hAnsi="Arial" w:cs="Arial"/>
          <w:color w:val="4E4D4D" w:themeColor="background2"/>
        </w:rPr>
        <w:t>a</w:t>
      </w:r>
      <w:r w:rsidR="00B108AD" w:rsidRPr="00F4279E">
        <w:rPr>
          <w:rFonts w:ascii="Arial" w:hAnsi="Arial" w:cs="Arial"/>
          <w:color w:val="4E4D4D" w:themeColor="background2"/>
          <w:spacing w:val="16"/>
        </w:rPr>
        <w:t xml:space="preserve"> </w:t>
      </w:r>
      <w:r w:rsidR="00B108AD" w:rsidRPr="00F4279E">
        <w:rPr>
          <w:rFonts w:ascii="Arial" w:hAnsi="Arial" w:cs="Arial"/>
          <w:color w:val="4E4D4D" w:themeColor="background2"/>
          <w:spacing w:val="6"/>
        </w:rPr>
        <w:t>t</w:t>
      </w:r>
      <w:r w:rsidR="00B108AD" w:rsidRPr="00F4279E">
        <w:rPr>
          <w:rFonts w:ascii="Arial" w:hAnsi="Arial" w:cs="Arial"/>
          <w:color w:val="4E4D4D" w:themeColor="background2"/>
          <w:spacing w:val="-1"/>
        </w:rPr>
        <w:t>éc</w:t>
      </w:r>
      <w:r w:rsidR="00B108AD" w:rsidRPr="00F4279E">
        <w:rPr>
          <w:rFonts w:ascii="Arial" w:hAnsi="Arial" w:cs="Arial"/>
          <w:color w:val="4E4D4D" w:themeColor="background2"/>
          <w:spacing w:val="-3"/>
        </w:rPr>
        <w:t>n</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rPr>
        <w:t>a</w:t>
      </w:r>
      <w:r w:rsidR="00B108AD" w:rsidRPr="00F4279E">
        <w:rPr>
          <w:rFonts w:ascii="Arial" w:hAnsi="Arial" w:cs="Arial"/>
          <w:color w:val="4E4D4D" w:themeColor="background2"/>
          <w:spacing w:val="24"/>
        </w:rPr>
        <w:t xml:space="preserve"> </w:t>
      </w:r>
      <w:r w:rsidR="00B108AD" w:rsidRPr="00F4279E">
        <w:rPr>
          <w:rFonts w:ascii="Arial" w:hAnsi="Arial" w:cs="Arial"/>
          <w:color w:val="4E4D4D" w:themeColor="background2"/>
          <w:spacing w:val="2"/>
        </w:rPr>
        <w:t>d</w:t>
      </w:r>
      <w:r w:rsidR="00B108AD" w:rsidRPr="00F4279E">
        <w:rPr>
          <w:rFonts w:ascii="Arial" w:hAnsi="Arial" w:cs="Arial"/>
          <w:color w:val="4E4D4D" w:themeColor="background2"/>
        </w:rPr>
        <w:t>e</w:t>
      </w:r>
      <w:r w:rsidR="00B108AD" w:rsidRPr="00F4279E">
        <w:rPr>
          <w:rFonts w:ascii="Arial" w:hAnsi="Arial" w:cs="Arial"/>
          <w:color w:val="4E4D4D" w:themeColor="background2"/>
          <w:spacing w:val="13"/>
        </w:rPr>
        <w:t xml:space="preserve"> </w:t>
      </w:r>
      <w:r w:rsidR="00B108AD" w:rsidRPr="00F4279E">
        <w:rPr>
          <w:rFonts w:ascii="Arial" w:hAnsi="Arial" w:cs="Arial"/>
          <w:color w:val="4E4D4D" w:themeColor="background2"/>
        </w:rPr>
        <w:t>p</w:t>
      </w:r>
      <w:r w:rsidR="00B108AD" w:rsidRPr="00F4279E">
        <w:rPr>
          <w:rFonts w:ascii="Arial" w:hAnsi="Arial" w:cs="Arial"/>
          <w:color w:val="4E4D4D" w:themeColor="background2"/>
          <w:spacing w:val="-1"/>
        </w:rPr>
        <w:t>r</w:t>
      </w:r>
      <w:r w:rsidR="00B108AD" w:rsidRPr="00F4279E">
        <w:rPr>
          <w:rFonts w:ascii="Arial" w:hAnsi="Arial" w:cs="Arial"/>
          <w:color w:val="4E4D4D" w:themeColor="background2"/>
        </w:rPr>
        <w:t>o</w:t>
      </w:r>
      <w:r w:rsidR="00B108AD" w:rsidRPr="00F4279E">
        <w:rPr>
          <w:rFonts w:ascii="Arial" w:hAnsi="Arial" w:cs="Arial"/>
          <w:color w:val="4E4D4D" w:themeColor="background2"/>
          <w:spacing w:val="-1"/>
        </w:rPr>
        <w:t>d</w:t>
      </w:r>
      <w:r w:rsidR="00B108AD" w:rsidRPr="00F4279E">
        <w:rPr>
          <w:rFonts w:ascii="Arial" w:hAnsi="Arial" w:cs="Arial"/>
          <w:color w:val="4E4D4D" w:themeColor="background2"/>
          <w:spacing w:val="2"/>
        </w:rPr>
        <w:t>u</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rPr>
        <w:t>o</w:t>
      </w:r>
      <w:r w:rsidR="00B108AD" w:rsidRPr="00F4279E">
        <w:rPr>
          <w:rFonts w:ascii="Arial" w:hAnsi="Arial" w:cs="Arial"/>
          <w:color w:val="4E4D4D" w:themeColor="background2"/>
          <w:spacing w:val="24"/>
        </w:rPr>
        <w:t xml:space="preserve"> </w:t>
      </w:r>
      <w:r w:rsidR="00B108AD" w:rsidRPr="00F4279E">
        <w:rPr>
          <w:rFonts w:ascii="Arial" w:hAnsi="Arial" w:cs="Arial"/>
          <w:color w:val="4E4D4D" w:themeColor="background2"/>
        </w:rPr>
        <w:t>pub</w:t>
      </w:r>
      <w:r w:rsidR="00B108AD" w:rsidRPr="00F4279E">
        <w:rPr>
          <w:rFonts w:ascii="Arial" w:hAnsi="Arial" w:cs="Arial"/>
          <w:color w:val="4E4D4D" w:themeColor="background2"/>
          <w:spacing w:val="2"/>
        </w:rPr>
        <w:t>li</w:t>
      </w:r>
      <w:r w:rsidR="00B108AD" w:rsidRPr="00F4279E">
        <w:rPr>
          <w:rFonts w:ascii="Arial" w:hAnsi="Arial" w:cs="Arial"/>
          <w:color w:val="4E4D4D" w:themeColor="background2"/>
          <w:spacing w:val="-3"/>
        </w:rPr>
        <w:t>c</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spacing w:val="-1"/>
        </w:rPr>
        <w:t>d</w:t>
      </w:r>
      <w:r w:rsidR="00B108AD" w:rsidRPr="00F4279E">
        <w:rPr>
          <w:rFonts w:ascii="Arial" w:hAnsi="Arial" w:cs="Arial"/>
          <w:color w:val="4E4D4D" w:themeColor="background2"/>
        </w:rPr>
        <w:t>a</w:t>
      </w:r>
      <w:r w:rsidR="00B108AD" w:rsidRPr="00F4279E">
        <w:rPr>
          <w:rFonts w:ascii="Arial" w:hAnsi="Arial" w:cs="Arial"/>
          <w:color w:val="4E4D4D" w:themeColor="background2"/>
          <w:spacing w:val="28"/>
        </w:rPr>
        <w:t xml:space="preserve"> </w:t>
      </w:r>
      <w:r w:rsidR="00B108AD" w:rsidRPr="00F4279E">
        <w:rPr>
          <w:rFonts w:ascii="Arial" w:hAnsi="Arial" w:cs="Arial"/>
          <w:color w:val="4E4D4D" w:themeColor="background2"/>
        </w:rPr>
        <w:t>p</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spacing w:val="-1"/>
        </w:rPr>
        <w:t>r</w:t>
      </w:r>
      <w:r w:rsidR="00B108AD" w:rsidRPr="00F4279E">
        <w:rPr>
          <w:rFonts w:ascii="Arial" w:hAnsi="Arial" w:cs="Arial"/>
          <w:color w:val="4E4D4D" w:themeColor="background2"/>
        </w:rPr>
        <w:t>a</w:t>
      </w:r>
      <w:r w:rsidR="00B108AD" w:rsidRPr="00F4279E">
        <w:rPr>
          <w:rFonts w:ascii="Arial" w:hAnsi="Arial" w:cs="Arial"/>
          <w:color w:val="4E4D4D" w:themeColor="background2"/>
          <w:spacing w:val="19"/>
        </w:rPr>
        <w:t xml:space="preserve"> </w:t>
      </w:r>
      <w:r w:rsidR="00B108AD" w:rsidRPr="00F4279E">
        <w:rPr>
          <w:rFonts w:ascii="Arial" w:hAnsi="Arial" w:cs="Arial"/>
          <w:color w:val="4E4D4D" w:themeColor="background2"/>
          <w:spacing w:val="-1"/>
        </w:rPr>
        <w:t>el producto agua</w:t>
      </w:r>
      <w:r w:rsidR="00B108AD" w:rsidRPr="00F4279E">
        <w:rPr>
          <w:rFonts w:ascii="Arial" w:hAnsi="Arial" w:cs="Arial"/>
          <w:color w:val="4E4D4D" w:themeColor="background2"/>
          <w:spacing w:val="27"/>
        </w:rPr>
        <w:t xml:space="preserve"> </w:t>
      </w:r>
      <w:r w:rsidR="00B108AD" w:rsidRPr="00F4279E">
        <w:rPr>
          <w:rFonts w:ascii="Arial" w:hAnsi="Arial" w:cs="Arial"/>
          <w:color w:val="4E4D4D" w:themeColor="background2"/>
          <w:spacing w:val="-1"/>
          <w:w w:val="102"/>
        </w:rPr>
        <w:t>c</w:t>
      </w:r>
      <w:r w:rsidR="00B108AD" w:rsidRPr="00F4279E">
        <w:rPr>
          <w:rFonts w:ascii="Arial" w:hAnsi="Arial" w:cs="Arial"/>
          <w:color w:val="4E4D4D" w:themeColor="background2"/>
          <w:w w:val="102"/>
        </w:rPr>
        <w:t>o</w:t>
      </w:r>
      <w:r w:rsidR="00B108AD" w:rsidRPr="00F4279E">
        <w:rPr>
          <w:rFonts w:ascii="Arial" w:hAnsi="Arial" w:cs="Arial"/>
          <w:color w:val="4E4D4D" w:themeColor="background2"/>
          <w:spacing w:val="-3"/>
          <w:w w:val="102"/>
        </w:rPr>
        <w:t>n</w:t>
      </w:r>
      <w:r w:rsidR="00B108AD" w:rsidRPr="00F4279E">
        <w:rPr>
          <w:rFonts w:ascii="Arial" w:hAnsi="Arial" w:cs="Arial"/>
          <w:color w:val="4E4D4D" w:themeColor="background2"/>
          <w:spacing w:val="6"/>
          <w:w w:val="102"/>
        </w:rPr>
        <w:t>t</w:t>
      </w:r>
      <w:r w:rsidR="00B108AD" w:rsidRPr="00F4279E">
        <w:rPr>
          <w:rFonts w:ascii="Arial" w:hAnsi="Arial" w:cs="Arial"/>
          <w:color w:val="4E4D4D" w:themeColor="background2"/>
          <w:w w:val="102"/>
        </w:rPr>
        <w:t>i</w:t>
      </w:r>
      <w:r w:rsidR="00B108AD" w:rsidRPr="00F4279E">
        <w:rPr>
          <w:rFonts w:ascii="Arial" w:hAnsi="Arial" w:cs="Arial"/>
          <w:color w:val="4E4D4D" w:themeColor="background2"/>
          <w:spacing w:val="1"/>
          <w:w w:val="102"/>
        </w:rPr>
        <w:t>e</w:t>
      </w:r>
      <w:r w:rsidR="00B108AD" w:rsidRPr="00F4279E">
        <w:rPr>
          <w:rFonts w:ascii="Arial" w:hAnsi="Arial" w:cs="Arial"/>
          <w:color w:val="4E4D4D" w:themeColor="background2"/>
          <w:spacing w:val="-3"/>
          <w:w w:val="102"/>
        </w:rPr>
        <w:t>n</w:t>
      </w:r>
      <w:r w:rsidR="00B108AD" w:rsidRPr="00F4279E">
        <w:rPr>
          <w:rFonts w:ascii="Arial" w:hAnsi="Arial" w:cs="Arial"/>
          <w:color w:val="4E4D4D" w:themeColor="background2"/>
          <w:w w:val="102"/>
        </w:rPr>
        <w:t xml:space="preserve">e </w:t>
      </w:r>
      <w:r w:rsidR="00B108AD" w:rsidRPr="00F4279E">
        <w:rPr>
          <w:rFonts w:ascii="Arial" w:hAnsi="Arial" w:cs="Arial"/>
          <w:color w:val="4E4D4D" w:themeColor="background2"/>
          <w:spacing w:val="2"/>
        </w:rPr>
        <w:t>l</w:t>
      </w:r>
      <w:r w:rsidR="00B108AD" w:rsidRPr="00F4279E">
        <w:rPr>
          <w:rFonts w:ascii="Arial" w:hAnsi="Arial" w:cs="Arial"/>
          <w:color w:val="4E4D4D" w:themeColor="background2"/>
        </w:rPr>
        <w:t>as</w:t>
      </w:r>
      <w:r w:rsidR="00B108AD" w:rsidRPr="00F4279E">
        <w:rPr>
          <w:rFonts w:ascii="Arial" w:hAnsi="Arial" w:cs="Arial"/>
          <w:color w:val="4E4D4D" w:themeColor="background2"/>
          <w:spacing w:val="19"/>
        </w:rPr>
        <w:t xml:space="preserve"> </w:t>
      </w:r>
      <w:r w:rsidR="00B108AD" w:rsidRPr="00F4279E">
        <w:rPr>
          <w:rFonts w:ascii="Arial" w:hAnsi="Arial" w:cs="Arial"/>
          <w:color w:val="4E4D4D" w:themeColor="background2"/>
          <w:spacing w:val="-1"/>
        </w:rPr>
        <w:t>es</w:t>
      </w:r>
      <w:r w:rsidR="00B108AD" w:rsidRPr="00F4279E">
        <w:rPr>
          <w:rFonts w:ascii="Arial" w:hAnsi="Arial" w:cs="Arial"/>
          <w:color w:val="4E4D4D" w:themeColor="background2"/>
          <w:spacing w:val="2"/>
        </w:rPr>
        <w:t>p</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rPr>
        <w:t>i</w:t>
      </w:r>
      <w:r w:rsidR="00B108AD" w:rsidRPr="00F4279E">
        <w:rPr>
          <w:rFonts w:ascii="Arial" w:hAnsi="Arial" w:cs="Arial"/>
          <w:color w:val="4E4D4D" w:themeColor="background2"/>
          <w:spacing w:val="2"/>
        </w:rPr>
        <w:t>f</w:t>
      </w:r>
      <w:r w:rsidR="00B108AD" w:rsidRPr="00F4279E">
        <w:rPr>
          <w:rFonts w:ascii="Arial" w:hAnsi="Arial" w:cs="Arial"/>
          <w:color w:val="4E4D4D" w:themeColor="background2"/>
        </w:rPr>
        <w:t>i</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rPr>
        <w:t>i</w:t>
      </w:r>
      <w:r w:rsidR="00B108AD" w:rsidRPr="00F4279E">
        <w:rPr>
          <w:rFonts w:ascii="Arial" w:hAnsi="Arial" w:cs="Arial"/>
          <w:color w:val="4E4D4D" w:themeColor="background2"/>
          <w:spacing w:val="3"/>
        </w:rPr>
        <w:t>o</w:t>
      </w:r>
      <w:r w:rsidR="00B108AD" w:rsidRPr="00F4279E">
        <w:rPr>
          <w:rFonts w:ascii="Arial" w:hAnsi="Arial" w:cs="Arial"/>
          <w:color w:val="4E4D4D" w:themeColor="background2"/>
          <w:spacing w:val="-1"/>
        </w:rPr>
        <w:t>ne</w:t>
      </w:r>
      <w:r w:rsidR="00B108AD" w:rsidRPr="00F4279E">
        <w:rPr>
          <w:rFonts w:ascii="Arial" w:hAnsi="Arial" w:cs="Arial"/>
          <w:color w:val="4E4D4D" w:themeColor="background2"/>
        </w:rPr>
        <w:t>s</w:t>
      </w:r>
      <w:r w:rsidR="00B108AD" w:rsidRPr="00F4279E">
        <w:rPr>
          <w:rFonts w:ascii="Arial" w:hAnsi="Arial" w:cs="Arial"/>
          <w:color w:val="4E4D4D" w:themeColor="background2"/>
          <w:spacing w:val="47"/>
        </w:rPr>
        <w:t xml:space="preserve"> </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spacing w:val="-1"/>
        </w:rPr>
        <w:t>écn</w:t>
      </w:r>
      <w:r w:rsidR="00B108AD" w:rsidRPr="00F4279E">
        <w:rPr>
          <w:rFonts w:ascii="Arial" w:hAnsi="Arial" w:cs="Arial"/>
          <w:color w:val="4E4D4D" w:themeColor="background2"/>
        </w:rPr>
        <w:t>i</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rPr>
        <w:t>s</w:t>
      </w:r>
      <w:r w:rsidR="00B108AD" w:rsidRPr="00F4279E">
        <w:rPr>
          <w:rFonts w:ascii="Arial" w:hAnsi="Arial" w:cs="Arial"/>
          <w:color w:val="4E4D4D" w:themeColor="background2"/>
          <w:spacing w:val="30"/>
        </w:rPr>
        <w:t xml:space="preserve"> </w:t>
      </w:r>
      <w:r w:rsidR="00B108AD" w:rsidRPr="00F4279E">
        <w:rPr>
          <w:rFonts w:ascii="Arial" w:hAnsi="Arial" w:cs="Arial"/>
          <w:color w:val="4E4D4D" w:themeColor="background2"/>
          <w:spacing w:val="-1"/>
        </w:rPr>
        <w:t>re</w:t>
      </w:r>
      <w:r w:rsidR="00B108AD" w:rsidRPr="00F4279E">
        <w:rPr>
          <w:rFonts w:ascii="Arial" w:hAnsi="Arial" w:cs="Arial"/>
          <w:color w:val="4E4D4D" w:themeColor="background2"/>
          <w:spacing w:val="5"/>
        </w:rPr>
        <w:t>q</w:t>
      </w:r>
      <w:r w:rsidR="00B108AD" w:rsidRPr="00F4279E">
        <w:rPr>
          <w:rFonts w:ascii="Arial" w:hAnsi="Arial" w:cs="Arial"/>
          <w:color w:val="4E4D4D" w:themeColor="background2"/>
        </w:rPr>
        <w:t>u</w:t>
      </w:r>
      <w:r w:rsidR="00B108AD" w:rsidRPr="00F4279E">
        <w:rPr>
          <w:rFonts w:ascii="Arial" w:hAnsi="Arial" w:cs="Arial"/>
          <w:color w:val="4E4D4D" w:themeColor="background2"/>
          <w:spacing w:val="-1"/>
        </w:rPr>
        <w:t>er</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1"/>
        </w:rPr>
        <w:t>d</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rPr>
        <w:t>s</w:t>
      </w:r>
      <w:r w:rsidR="00B108AD" w:rsidRPr="00F4279E">
        <w:rPr>
          <w:rFonts w:ascii="Arial" w:hAnsi="Arial" w:cs="Arial"/>
          <w:color w:val="4E4D4D" w:themeColor="background2"/>
          <w:spacing w:val="30"/>
        </w:rPr>
        <w:t xml:space="preserve"> </w:t>
      </w:r>
      <w:r w:rsidR="00A00E28" w:rsidRPr="00F4279E">
        <w:rPr>
          <w:rFonts w:ascii="Arial" w:hAnsi="Arial" w:cs="Arial"/>
          <w:color w:val="4E4D4D" w:themeColor="background2"/>
          <w:spacing w:val="4"/>
        </w:rPr>
        <w:t>por la normatividad vigente. P</w:t>
      </w:r>
      <w:r w:rsidR="00B108AD" w:rsidRPr="00F4279E">
        <w:rPr>
          <w:rFonts w:ascii="Arial" w:hAnsi="Arial" w:cs="Arial"/>
          <w:color w:val="4E4D4D" w:themeColor="background2"/>
          <w:spacing w:val="4"/>
        </w:rPr>
        <w:t>ara la presentación de la propuesta</w:t>
      </w:r>
      <w:r w:rsidR="00A00E28" w:rsidRPr="00F4279E">
        <w:rPr>
          <w:rFonts w:ascii="Arial" w:hAnsi="Arial" w:cs="Arial"/>
          <w:color w:val="4E4D4D" w:themeColor="background2"/>
          <w:spacing w:val="4"/>
        </w:rPr>
        <w:t>,</w:t>
      </w:r>
      <w:r w:rsidR="00B108AD" w:rsidRPr="00F4279E">
        <w:rPr>
          <w:rFonts w:ascii="Arial" w:hAnsi="Arial" w:cs="Arial"/>
          <w:color w:val="4E4D4D" w:themeColor="background2"/>
          <w:spacing w:val="4"/>
        </w:rPr>
        <w:t xml:space="preserve"> los </w:t>
      </w:r>
      <w:r w:rsidR="00B371AC">
        <w:rPr>
          <w:rFonts w:ascii="Arial" w:hAnsi="Arial" w:cs="Arial"/>
          <w:color w:val="4E4D4D" w:themeColor="background2"/>
          <w:spacing w:val="4"/>
        </w:rPr>
        <w:t>Proponentes</w:t>
      </w:r>
      <w:r w:rsidR="00B108AD" w:rsidRPr="00F4279E">
        <w:rPr>
          <w:rFonts w:ascii="Arial" w:hAnsi="Arial" w:cs="Arial"/>
          <w:color w:val="4E4D4D" w:themeColor="background2"/>
          <w:spacing w:val="4"/>
        </w:rPr>
        <w:t xml:space="preserve"> deben presentar la ficha técnica</w:t>
      </w:r>
      <w:r w:rsidR="00B108AD" w:rsidRPr="00F4279E">
        <w:rPr>
          <w:rFonts w:ascii="Arial" w:hAnsi="Arial" w:cs="Arial"/>
          <w:color w:val="4E4D4D" w:themeColor="background2"/>
        </w:rPr>
        <w:t xml:space="preserve"> </w:t>
      </w:r>
      <w:r w:rsidR="00B108AD" w:rsidRPr="00F4279E">
        <w:rPr>
          <w:rFonts w:ascii="Arial" w:hAnsi="Arial" w:cs="Arial"/>
          <w:color w:val="4E4D4D" w:themeColor="background2"/>
          <w:spacing w:val="-1"/>
        </w:rPr>
        <w:t>d</w:t>
      </w:r>
      <w:r w:rsidR="00B108AD" w:rsidRPr="00F4279E">
        <w:rPr>
          <w:rFonts w:ascii="Arial" w:hAnsi="Arial" w:cs="Arial"/>
          <w:color w:val="4E4D4D" w:themeColor="background2"/>
        </w:rPr>
        <w:t>e p</w:t>
      </w:r>
      <w:r w:rsidR="00B108AD" w:rsidRPr="00F4279E">
        <w:rPr>
          <w:rFonts w:ascii="Arial" w:hAnsi="Arial" w:cs="Arial"/>
          <w:color w:val="4E4D4D" w:themeColor="background2"/>
          <w:spacing w:val="2"/>
        </w:rPr>
        <w:t>r</w:t>
      </w:r>
      <w:r w:rsidR="00B108AD" w:rsidRPr="00F4279E">
        <w:rPr>
          <w:rFonts w:ascii="Arial" w:hAnsi="Arial" w:cs="Arial"/>
          <w:color w:val="4E4D4D" w:themeColor="background2"/>
          <w:spacing w:val="-2"/>
        </w:rPr>
        <w:t>o</w:t>
      </w:r>
      <w:r w:rsidR="00B108AD" w:rsidRPr="00F4279E">
        <w:rPr>
          <w:rFonts w:ascii="Arial" w:hAnsi="Arial" w:cs="Arial"/>
          <w:color w:val="4E4D4D" w:themeColor="background2"/>
          <w:spacing w:val="4"/>
        </w:rPr>
        <w:t>d</w:t>
      </w:r>
      <w:r w:rsidR="00B108AD" w:rsidRPr="00F4279E">
        <w:rPr>
          <w:rFonts w:ascii="Arial" w:hAnsi="Arial" w:cs="Arial"/>
          <w:color w:val="4E4D4D" w:themeColor="background2"/>
        </w:rPr>
        <w:t>u</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rPr>
        <w:t>o que</w:t>
      </w:r>
      <w:r w:rsidR="00B108AD" w:rsidRPr="00F4279E">
        <w:rPr>
          <w:rFonts w:ascii="Arial" w:hAnsi="Arial" w:cs="Arial"/>
          <w:color w:val="4E4D4D" w:themeColor="background2"/>
          <w:spacing w:val="47"/>
        </w:rPr>
        <w:t xml:space="preserve"> </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rPr>
        <w:t>o</w:t>
      </w:r>
      <w:r w:rsidR="00B108AD" w:rsidRPr="00F4279E">
        <w:rPr>
          <w:rFonts w:ascii="Arial" w:hAnsi="Arial" w:cs="Arial"/>
          <w:color w:val="4E4D4D" w:themeColor="background2"/>
          <w:spacing w:val="-1"/>
        </w:rPr>
        <w:t>n</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3"/>
        </w:rPr>
        <w:t>n</w:t>
      </w:r>
      <w:r w:rsidR="00B108AD" w:rsidRPr="00F4279E">
        <w:rPr>
          <w:rFonts w:ascii="Arial" w:hAnsi="Arial" w:cs="Arial"/>
          <w:color w:val="4E4D4D" w:themeColor="background2"/>
          <w:spacing w:val="4"/>
        </w:rPr>
        <w:t>g</w:t>
      </w:r>
      <w:r w:rsidR="00B108AD" w:rsidRPr="00F4279E">
        <w:rPr>
          <w:rFonts w:ascii="Arial" w:hAnsi="Arial" w:cs="Arial"/>
          <w:color w:val="4E4D4D" w:themeColor="background2"/>
        </w:rPr>
        <w:t xml:space="preserve">a </w:t>
      </w:r>
      <w:r w:rsidR="00B108AD" w:rsidRPr="00F4279E">
        <w:rPr>
          <w:rFonts w:ascii="Arial" w:hAnsi="Arial" w:cs="Arial"/>
          <w:color w:val="4E4D4D" w:themeColor="background2"/>
          <w:spacing w:val="2"/>
        </w:rPr>
        <w:t>l</w:t>
      </w:r>
      <w:r w:rsidR="00B108AD" w:rsidRPr="00F4279E">
        <w:rPr>
          <w:rFonts w:ascii="Arial" w:hAnsi="Arial" w:cs="Arial"/>
          <w:color w:val="4E4D4D" w:themeColor="background2"/>
          <w:spacing w:val="-2"/>
        </w:rPr>
        <w:t>o</w:t>
      </w:r>
      <w:r w:rsidR="00B108AD" w:rsidRPr="00F4279E">
        <w:rPr>
          <w:rFonts w:ascii="Arial" w:hAnsi="Arial" w:cs="Arial"/>
          <w:color w:val="4E4D4D" w:themeColor="background2"/>
        </w:rPr>
        <w:t>s</w:t>
      </w:r>
      <w:r w:rsidR="00B108AD" w:rsidRPr="00F4279E">
        <w:rPr>
          <w:rFonts w:ascii="Arial" w:hAnsi="Arial" w:cs="Arial"/>
          <w:color w:val="4E4D4D" w:themeColor="background2"/>
          <w:spacing w:val="44"/>
        </w:rPr>
        <w:t xml:space="preserve"> </w:t>
      </w:r>
      <w:r w:rsidR="00B108AD" w:rsidRPr="00F4279E">
        <w:rPr>
          <w:rFonts w:ascii="Arial" w:hAnsi="Arial" w:cs="Arial"/>
          <w:color w:val="4E4D4D" w:themeColor="background2"/>
          <w:spacing w:val="-3"/>
        </w:rPr>
        <w:t>í</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spacing w:val="1"/>
        </w:rPr>
        <w:t>em</w:t>
      </w:r>
      <w:r w:rsidR="00B108AD" w:rsidRPr="00F4279E">
        <w:rPr>
          <w:rFonts w:ascii="Arial" w:hAnsi="Arial" w:cs="Arial"/>
          <w:color w:val="4E4D4D" w:themeColor="background2"/>
        </w:rPr>
        <w:t>s</w:t>
      </w:r>
      <w:r w:rsidR="00B108AD" w:rsidRPr="00F4279E">
        <w:rPr>
          <w:rFonts w:ascii="Arial" w:hAnsi="Arial" w:cs="Arial"/>
          <w:color w:val="4E4D4D" w:themeColor="background2"/>
          <w:spacing w:val="47"/>
        </w:rPr>
        <w:t xml:space="preserve"> </w:t>
      </w:r>
      <w:r w:rsidR="00B108AD" w:rsidRPr="00F4279E">
        <w:rPr>
          <w:rFonts w:ascii="Arial" w:hAnsi="Arial" w:cs="Arial"/>
          <w:color w:val="4E4D4D" w:themeColor="background2"/>
          <w:spacing w:val="-1"/>
        </w:rPr>
        <w:t>d</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1"/>
        </w:rPr>
        <w:t>scr</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spacing w:val="-2"/>
        </w:rPr>
        <w:t>o</w:t>
      </w:r>
      <w:r w:rsidR="00B108AD" w:rsidRPr="00F4279E">
        <w:rPr>
          <w:rFonts w:ascii="Arial" w:hAnsi="Arial" w:cs="Arial"/>
          <w:color w:val="4E4D4D" w:themeColor="background2"/>
        </w:rPr>
        <w:t xml:space="preserve">s </w:t>
      </w:r>
      <w:r w:rsidR="00B108AD" w:rsidRPr="00F4279E">
        <w:rPr>
          <w:rFonts w:ascii="Arial" w:hAnsi="Arial" w:cs="Arial"/>
          <w:color w:val="4E4D4D" w:themeColor="background2"/>
          <w:spacing w:val="1"/>
        </w:rPr>
        <w:t>en el cuadro anterior</w:t>
      </w:r>
      <w:r w:rsidR="00B108AD" w:rsidRPr="00F4279E">
        <w:rPr>
          <w:rFonts w:ascii="Arial" w:hAnsi="Arial" w:cs="Arial"/>
          <w:color w:val="4E4D4D" w:themeColor="background2"/>
        </w:rPr>
        <w:t xml:space="preserve"> </w:t>
      </w:r>
      <w:r w:rsidR="00B108AD" w:rsidRPr="00F4279E">
        <w:rPr>
          <w:rFonts w:ascii="Arial" w:hAnsi="Arial" w:cs="Arial"/>
          <w:color w:val="4E4D4D" w:themeColor="background2"/>
          <w:spacing w:val="2"/>
        </w:rPr>
        <w:t>c</w:t>
      </w:r>
      <w:r w:rsidR="00B108AD" w:rsidRPr="00F4279E">
        <w:rPr>
          <w:rFonts w:ascii="Arial" w:hAnsi="Arial" w:cs="Arial"/>
          <w:color w:val="4E4D4D" w:themeColor="background2"/>
          <w:spacing w:val="-2"/>
        </w:rPr>
        <w:t>o</w:t>
      </w:r>
      <w:r w:rsidR="00B108AD" w:rsidRPr="00F4279E">
        <w:rPr>
          <w:rFonts w:ascii="Arial" w:hAnsi="Arial" w:cs="Arial"/>
          <w:color w:val="4E4D4D" w:themeColor="background2"/>
          <w:spacing w:val="-1"/>
        </w:rPr>
        <w:t>n</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spacing w:val="1"/>
        </w:rPr>
        <w:t>em</w:t>
      </w:r>
      <w:r w:rsidR="00B108AD" w:rsidRPr="00F4279E">
        <w:rPr>
          <w:rFonts w:ascii="Arial" w:hAnsi="Arial" w:cs="Arial"/>
          <w:color w:val="4E4D4D" w:themeColor="background2"/>
        </w:rPr>
        <w:t>p</w:t>
      </w:r>
      <w:r w:rsidR="00B108AD" w:rsidRPr="00F4279E">
        <w:rPr>
          <w:rFonts w:ascii="Arial" w:hAnsi="Arial" w:cs="Arial"/>
          <w:color w:val="4E4D4D" w:themeColor="background2"/>
          <w:spacing w:val="2"/>
        </w:rPr>
        <w:t>l</w:t>
      </w:r>
      <w:r w:rsidR="00B108AD" w:rsidRPr="00F4279E">
        <w:rPr>
          <w:rFonts w:ascii="Arial" w:hAnsi="Arial" w:cs="Arial"/>
          <w:color w:val="4E4D4D" w:themeColor="background2"/>
        </w:rPr>
        <w:t>a</w:t>
      </w:r>
      <w:r w:rsidR="00B108AD" w:rsidRPr="00F4279E">
        <w:rPr>
          <w:rFonts w:ascii="Arial" w:hAnsi="Arial" w:cs="Arial"/>
          <w:color w:val="4E4D4D" w:themeColor="background2"/>
          <w:spacing w:val="-1"/>
        </w:rPr>
        <w:t>nd</w:t>
      </w:r>
      <w:r w:rsidR="00B108AD" w:rsidRPr="00F4279E">
        <w:rPr>
          <w:rFonts w:ascii="Arial" w:hAnsi="Arial" w:cs="Arial"/>
          <w:color w:val="4E4D4D" w:themeColor="background2"/>
        </w:rPr>
        <w:t xml:space="preserve">o </w:t>
      </w:r>
      <w:r w:rsidR="00B108AD" w:rsidRPr="00F4279E">
        <w:rPr>
          <w:rFonts w:ascii="Arial" w:hAnsi="Arial" w:cs="Arial"/>
          <w:color w:val="4E4D4D" w:themeColor="background2"/>
          <w:w w:val="102"/>
        </w:rPr>
        <w:t>l</w:t>
      </w:r>
      <w:r w:rsidR="00B108AD" w:rsidRPr="00F4279E">
        <w:rPr>
          <w:rFonts w:ascii="Arial" w:hAnsi="Arial" w:cs="Arial"/>
          <w:color w:val="4E4D4D" w:themeColor="background2"/>
          <w:spacing w:val="2"/>
          <w:w w:val="102"/>
        </w:rPr>
        <w:t>a</w:t>
      </w:r>
      <w:r w:rsidR="00B108AD" w:rsidRPr="00F4279E">
        <w:rPr>
          <w:rFonts w:ascii="Arial" w:hAnsi="Arial" w:cs="Arial"/>
          <w:color w:val="4E4D4D" w:themeColor="background2"/>
          <w:w w:val="102"/>
        </w:rPr>
        <w:t xml:space="preserve">s </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1"/>
        </w:rPr>
        <w:t>s</w:t>
      </w:r>
      <w:r w:rsidR="00B108AD" w:rsidRPr="00F4279E">
        <w:rPr>
          <w:rFonts w:ascii="Arial" w:hAnsi="Arial" w:cs="Arial"/>
          <w:color w:val="4E4D4D" w:themeColor="background2"/>
        </w:rPr>
        <w:t>p</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3"/>
        </w:rPr>
        <w:t>c</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1"/>
        </w:rPr>
        <w:t>f</w:t>
      </w:r>
      <w:r w:rsidR="00B108AD" w:rsidRPr="00F4279E">
        <w:rPr>
          <w:rFonts w:ascii="Arial" w:hAnsi="Arial" w:cs="Arial"/>
          <w:color w:val="4E4D4D" w:themeColor="background2"/>
          <w:spacing w:val="4"/>
        </w:rPr>
        <w:t>i</w:t>
      </w:r>
      <w:r w:rsidR="00B108AD" w:rsidRPr="00F4279E">
        <w:rPr>
          <w:rFonts w:ascii="Arial" w:hAnsi="Arial" w:cs="Arial"/>
          <w:color w:val="4E4D4D" w:themeColor="background2"/>
          <w:spacing w:val="-3"/>
        </w:rPr>
        <w:t>c</w:t>
      </w:r>
      <w:r w:rsidR="00B108AD" w:rsidRPr="00F4279E">
        <w:rPr>
          <w:rFonts w:ascii="Arial" w:hAnsi="Arial" w:cs="Arial"/>
          <w:color w:val="4E4D4D" w:themeColor="background2"/>
          <w:spacing w:val="4"/>
        </w:rPr>
        <w:t>a</w:t>
      </w:r>
      <w:r w:rsidR="00B108AD" w:rsidRPr="00F4279E">
        <w:rPr>
          <w:rFonts w:ascii="Arial" w:hAnsi="Arial" w:cs="Arial"/>
          <w:color w:val="4E4D4D" w:themeColor="background2"/>
          <w:spacing w:val="-3"/>
        </w:rPr>
        <w:t>c</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3"/>
        </w:rPr>
        <w:t>o</w:t>
      </w:r>
      <w:r w:rsidR="00B108AD" w:rsidRPr="00F4279E">
        <w:rPr>
          <w:rFonts w:ascii="Arial" w:hAnsi="Arial" w:cs="Arial"/>
          <w:color w:val="4E4D4D" w:themeColor="background2"/>
          <w:spacing w:val="-3"/>
        </w:rPr>
        <w:t>n</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rPr>
        <w:t>s</w:t>
      </w:r>
      <w:r w:rsidR="00B108AD" w:rsidRPr="00F4279E">
        <w:rPr>
          <w:rFonts w:ascii="Arial" w:hAnsi="Arial" w:cs="Arial"/>
          <w:color w:val="4E4D4D" w:themeColor="background2"/>
          <w:spacing w:val="33"/>
        </w:rPr>
        <w:t xml:space="preserve"> </w:t>
      </w:r>
      <w:r w:rsidR="00B108AD" w:rsidRPr="00F4279E">
        <w:rPr>
          <w:rFonts w:ascii="Arial" w:hAnsi="Arial" w:cs="Arial"/>
          <w:color w:val="4E4D4D" w:themeColor="background2"/>
          <w:spacing w:val="2"/>
        </w:rPr>
        <w:t>d</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spacing w:val="2"/>
        </w:rPr>
        <w:t>s</w:t>
      </w:r>
      <w:r w:rsidR="00B108AD" w:rsidRPr="00F4279E">
        <w:rPr>
          <w:rFonts w:ascii="Arial" w:hAnsi="Arial" w:cs="Arial"/>
          <w:color w:val="4E4D4D" w:themeColor="background2"/>
          <w:spacing w:val="-1"/>
        </w:rPr>
        <w:t>cr</w:t>
      </w:r>
      <w:r w:rsidR="00B108AD" w:rsidRPr="00F4279E">
        <w:rPr>
          <w:rFonts w:ascii="Arial" w:hAnsi="Arial" w:cs="Arial"/>
          <w:color w:val="4E4D4D" w:themeColor="background2"/>
          <w:spacing w:val="2"/>
        </w:rPr>
        <w:t>ita</w:t>
      </w:r>
      <w:r w:rsidR="00B108AD" w:rsidRPr="00F4279E">
        <w:rPr>
          <w:rFonts w:ascii="Arial" w:hAnsi="Arial" w:cs="Arial"/>
          <w:color w:val="4E4D4D" w:themeColor="background2"/>
        </w:rPr>
        <w:t>s</w:t>
      </w:r>
      <w:r w:rsidR="00B108AD" w:rsidRPr="00F4279E">
        <w:rPr>
          <w:rFonts w:ascii="Arial" w:hAnsi="Arial" w:cs="Arial"/>
          <w:color w:val="4E4D4D" w:themeColor="background2"/>
          <w:spacing w:val="15"/>
        </w:rPr>
        <w:t xml:space="preserve"> </w:t>
      </w:r>
      <w:r w:rsidR="00B108AD" w:rsidRPr="00F4279E">
        <w:rPr>
          <w:rFonts w:ascii="Arial" w:hAnsi="Arial" w:cs="Arial"/>
          <w:color w:val="4E4D4D" w:themeColor="background2"/>
          <w:spacing w:val="1"/>
        </w:rPr>
        <w:t>e</w:t>
      </w:r>
      <w:r w:rsidR="00B108AD" w:rsidRPr="00F4279E">
        <w:rPr>
          <w:rFonts w:ascii="Arial" w:hAnsi="Arial" w:cs="Arial"/>
          <w:color w:val="4E4D4D" w:themeColor="background2"/>
        </w:rPr>
        <w:t>n</w:t>
      </w:r>
      <w:r w:rsidR="00B108AD" w:rsidRPr="00F4279E">
        <w:rPr>
          <w:rFonts w:ascii="Arial" w:hAnsi="Arial" w:cs="Arial"/>
          <w:color w:val="4E4D4D" w:themeColor="background2"/>
          <w:spacing w:val="5"/>
        </w:rPr>
        <w:t xml:space="preserve"> </w:t>
      </w:r>
      <w:r w:rsidR="00B108AD" w:rsidRPr="00F4279E">
        <w:rPr>
          <w:rFonts w:ascii="Arial" w:hAnsi="Arial" w:cs="Arial"/>
          <w:color w:val="4E4D4D" w:themeColor="background2"/>
        </w:rPr>
        <w:t>l</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rPr>
        <w:t>s</w:t>
      </w:r>
      <w:r w:rsidR="00B108AD" w:rsidRPr="00F4279E">
        <w:rPr>
          <w:rFonts w:ascii="Arial" w:hAnsi="Arial" w:cs="Arial"/>
          <w:color w:val="4E4D4D" w:themeColor="background2"/>
          <w:spacing w:val="7"/>
        </w:rPr>
        <w:t xml:space="preserve"> </w:t>
      </w:r>
      <w:r w:rsidR="00B108AD" w:rsidRPr="00F4279E">
        <w:rPr>
          <w:rFonts w:ascii="Arial" w:hAnsi="Arial" w:cs="Arial"/>
          <w:color w:val="4E4D4D" w:themeColor="background2"/>
          <w:spacing w:val="2"/>
        </w:rPr>
        <w:t>f</w:t>
      </w:r>
      <w:r w:rsidR="00B108AD" w:rsidRPr="00F4279E">
        <w:rPr>
          <w:rFonts w:ascii="Arial" w:hAnsi="Arial" w:cs="Arial"/>
          <w:color w:val="4E4D4D" w:themeColor="background2"/>
        </w:rPr>
        <w:t>i</w:t>
      </w:r>
      <w:r w:rsidR="00B108AD" w:rsidRPr="00F4279E">
        <w:rPr>
          <w:rFonts w:ascii="Arial" w:hAnsi="Arial" w:cs="Arial"/>
          <w:color w:val="4E4D4D" w:themeColor="background2"/>
          <w:spacing w:val="2"/>
        </w:rPr>
        <w:t>c</w:t>
      </w:r>
      <w:r w:rsidR="00B108AD" w:rsidRPr="00F4279E">
        <w:rPr>
          <w:rFonts w:ascii="Arial" w:hAnsi="Arial" w:cs="Arial"/>
          <w:color w:val="4E4D4D" w:themeColor="background2"/>
          <w:spacing w:val="-3"/>
        </w:rPr>
        <w:t>h</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rPr>
        <w:t>s</w:t>
      </w:r>
      <w:r w:rsidR="00B108AD" w:rsidRPr="00F4279E">
        <w:rPr>
          <w:rFonts w:ascii="Arial" w:hAnsi="Arial" w:cs="Arial"/>
          <w:color w:val="4E4D4D" w:themeColor="background2"/>
          <w:spacing w:val="11"/>
        </w:rPr>
        <w:t xml:space="preserve"> </w:t>
      </w:r>
      <w:r w:rsidR="00B108AD" w:rsidRPr="00F4279E">
        <w:rPr>
          <w:rFonts w:ascii="Arial" w:hAnsi="Arial" w:cs="Arial"/>
          <w:color w:val="4E4D4D" w:themeColor="background2"/>
          <w:spacing w:val="6"/>
        </w:rPr>
        <w:t>t</w:t>
      </w:r>
      <w:r w:rsidR="00B108AD" w:rsidRPr="00F4279E">
        <w:rPr>
          <w:rFonts w:ascii="Arial" w:hAnsi="Arial" w:cs="Arial"/>
          <w:color w:val="4E4D4D" w:themeColor="background2"/>
          <w:spacing w:val="-1"/>
        </w:rPr>
        <w:t>é</w:t>
      </w:r>
      <w:r w:rsidR="00B108AD" w:rsidRPr="00F4279E">
        <w:rPr>
          <w:rFonts w:ascii="Arial" w:hAnsi="Arial" w:cs="Arial"/>
          <w:color w:val="4E4D4D" w:themeColor="background2"/>
          <w:spacing w:val="2"/>
        </w:rPr>
        <w:t>c</w:t>
      </w:r>
      <w:r w:rsidR="00B108AD" w:rsidRPr="00F4279E">
        <w:rPr>
          <w:rFonts w:ascii="Arial" w:hAnsi="Arial" w:cs="Arial"/>
          <w:color w:val="4E4D4D" w:themeColor="background2"/>
          <w:spacing w:val="-3"/>
        </w:rPr>
        <w:t>n</w:t>
      </w:r>
      <w:r w:rsidR="00B108AD" w:rsidRPr="00F4279E">
        <w:rPr>
          <w:rFonts w:ascii="Arial" w:hAnsi="Arial" w:cs="Arial"/>
          <w:color w:val="4E4D4D" w:themeColor="background2"/>
          <w:spacing w:val="2"/>
        </w:rPr>
        <w:t>i</w:t>
      </w:r>
      <w:r w:rsidR="00B108AD" w:rsidRPr="00F4279E">
        <w:rPr>
          <w:rFonts w:ascii="Arial" w:hAnsi="Arial" w:cs="Arial"/>
          <w:color w:val="4E4D4D" w:themeColor="background2"/>
          <w:spacing w:val="-3"/>
        </w:rPr>
        <w:t>c</w:t>
      </w:r>
      <w:r w:rsidR="00B108AD" w:rsidRPr="00F4279E">
        <w:rPr>
          <w:rFonts w:ascii="Arial" w:hAnsi="Arial" w:cs="Arial"/>
          <w:color w:val="4E4D4D" w:themeColor="background2"/>
          <w:spacing w:val="2"/>
        </w:rPr>
        <w:t>a</w:t>
      </w:r>
      <w:r w:rsidR="00B108AD" w:rsidRPr="00F4279E">
        <w:rPr>
          <w:rFonts w:ascii="Arial" w:hAnsi="Arial" w:cs="Arial"/>
          <w:color w:val="4E4D4D" w:themeColor="background2"/>
        </w:rPr>
        <w:t>s</w:t>
      </w:r>
      <w:r w:rsidR="00B108AD" w:rsidRPr="00F4279E">
        <w:rPr>
          <w:rFonts w:ascii="Arial" w:hAnsi="Arial" w:cs="Arial"/>
          <w:color w:val="4E4D4D" w:themeColor="background2"/>
          <w:spacing w:val="20"/>
        </w:rPr>
        <w:t xml:space="preserve"> </w:t>
      </w:r>
      <w:r w:rsidR="00B108AD" w:rsidRPr="00F4279E">
        <w:rPr>
          <w:rFonts w:ascii="Arial" w:hAnsi="Arial" w:cs="Arial"/>
          <w:color w:val="4E4D4D" w:themeColor="background2"/>
          <w:spacing w:val="2"/>
        </w:rPr>
        <w:t>d</w:t>
      </w:r>
      <w:r w:rsidR="00B108AD" w:rsidRPr="00F4279E">
        <w:rPr>
          <w:rFonts w:ascii="Arial" w:hAnsi="Arial" w:cs="Arial"/>
          <w:color w:val="4E4D4D" w:themeColor="background2"/>
        </w:rPr>
        <w:t>e</w:t>
      </w:r>
      <w:r w:rsidR="00B108AD" w:rsidRPr="00F4279E">
        <w:rPr>
          <w:rFonts w:ascii="Arial" w:hAnsi="Arial" w:cs="Arial"/>
          <w:color w:val="4E4D4D" w:themeColor="background2"/>
          <w:spacing w:val="6"/>
        </w:rPr>
        <w:t xml:space="preserve"> </w:t>
      </w:r>
      <w:r w:rsidR="00B108AD" w:rsidRPr="00F4279E">
        <w:rPr>
          <w:rFonts w:ascii="Arial" w:hAnsi="Arial" w:cs="Arial"/>
          <w:color w:val="4E4D4D" w:themeColor="background2"/>
        </w:rPr>
        <w:t>p</w:t>
      </w:r>
      <w:r w:rsidR="00B108AD" w:rsidRPr="00F4279E">
        <w:rPr>
          <w:rFonts w:ascii="Arial" w:hAnsi="Arial" w:cs="Arial"/>
          <w:color w:val="4E4D4D" w:themeColor="background2"/>
          <w:spacing w:val="2"/>
        </w:rPr>
        <w:t>r</w:t>
      </w:r>
      <w:r w:rsidR="00B108AD" w:rsidRPr="00F4279E">
        <w:rPr>
          <w:rFonts w:ascii="Arial" w:hAnsi="Arial" w:cs="Arial"/>
          <w:color w:val="4E4D4D" w:themeColor="background2"/>
          <w:spacing w:val="-2"/>
        </w:rPr>
        <w:t>o</w:t>
      </w:r>
      <w:r w:rsidR="00B108AD" w:rsidRPr="00F4279E">
        <w:rPr>
          <w:rFonts w:ascii="Arial" w:hAnsi="Arial" w:cs="Arial"/>
          <w:color w:val="4E4D4D" w:themeColor="background2"/>
          <w:spacing w:val="4"/>
        </w:rPr>
        <w:t>d</w:t>
      </w:r>
      <w:r w:rsidR="00B108AD" w:rsidRPr="00F4279E">
        <w:rPr>
          <w:rFonts w:ascii="Arial" w:hAnsi="Arial" w:cs="Arial"/>
          <w:color w:val="4E4D4D" w:themeColor="background2"/>
          <w:spacing w:val="-3"/>
        </w:rPr>
        <w:t>u</w:t>
      </w:r>
      <w:r w:rsidR="00B108AD" w:rsidRPr="00F4279E">
        <w:rPr>
          <w:rFonts w:ascii="Arial" w:hAnsi="Arial" w:cs="Arial"/>
          <w:color w:val="4E4D4D" w:themeColor="background2"/>
          <w:spacing w:val="-1"/>
        </w:rPr>
        <w:t>c</w:t>
      </w:r>
      <w:r w:rsidR="00B108AD" w:rsidRPr="00F4279E">
        <w:rPr>
          <w:rFonts w:ascii="Arial" w:hAnsi="Arial" w:cs="Arial"/>
          <w:color w:val="4E4D4D" w:themeColor="background2"/>
          <w:spacing w:val="4"/>
        </w:rPr>
        <w:t>t</w:t>
      </w:r>
      <w:r w:rsidR="00B108AD" w:rsidRPr="00F4279E">
        <w:rPr>
          <w:rFonts w:ascii="Arial" w:hAnsi="Arial" w:cs="Arial"/>
          <w:color w:val="4E4D4D" w:themeColor="background2"/>
        </w:rPr>
        <w:t>o</w:t>
      </w:r>
      <w:r w:rsidR="00B108AD" w:rsidRPr="00F4279E">
        <w:rPr>
          <w:rFonts w:ascii="Arial" w:hAnsi="Arial" w:cs="Arial"/>
          <w:color w:val="4E4D4D" w:themeColor="background2"/>
          <w:spacing w:val="17"/>
        </w:rPr>
        <w:t xml:space="preserve"> </w:t>
      </w:r>
      <w:r w:rsidR="00B108AD" w:rsidRPr="00F4279E">
        <w:rPr>
          <w:rFonts w:ascii="Arial" w:hAnsi="Arial" w:cs="Arial"/>
          <w:color w:val="4E4D4D" w:themeColor="background2"/>
          <w:spacing w:val="2"/>
          <w:w w:val="102"/>
        </w:rPr>
        <w:t>p</w:t>
      </w:r>
      <w:r w:rsidR="00B108AD" w:rsidRPr="00F4279E">
        <w:rPr>
          <w:rFonts w:ascii="Arial" w:hAnsi="Arial" w:cs="Arial"/>
          <w:color w:val="4E4D4D" w:themeColor="background2"/>
          <w:spacing w:val="-3"/>
          <w:w w:val="102"/>
        </w:rPr>
        <w:t>u</w:t>
      </w:r>
      <w:r w:rsidR="00B108AD" w:rsidRPr="00F4279E">
        <w:rPr>
          <w:rFonts w:ascii="Arial" w:hAnsi="Arial" w:cs="Arial"/>
          <w:color w:val="4E4D4D" w:themeColor="background2"/>
          <w:spacing w:val="2"/>
          <w:w w:val="102"/>
        </w:rPr>
        <w:t>b</w:t>
      </w:r>
      <w:r w:rsidR="00B108AD" w:rsidRPr="00F4279E">
        <w:rPr>
          <w:rFonts w:ascii="Arial" w:hAnsi="Arial" w:cs="Arial"/>
          <w:color w:val="4E4D4D" w:themeColor="background2"/>
          <w:w w:val="102"/>
        </w:rPr>
        <w:t>l</w:t>
      </w:r>
      <w:r w:rsidR="00B108AD" w:rsidRPr="00F4279E">
        <w:rPr>
          <w:rFonts w:ascii="Arial" w:hAnsi="Arial" w:cs="Arial"/>
          <w:color w:val="4E4D4D" w:themeColor="background2"/>
          <w:spacing w:val="2"/>
          <w:w w:val="102"/>
        </w:rPr>
        <w:t>i</w:t>
      </w:r>
      <w:r w:rsidR="00B108AD" w:rsidRPr="00F4279E">
        <w:rPr>
          <w:rFonts w:ascii="Arial" w:hAnsi="Arial" w:cs="Arial"/>
          <w:color w:val="4E4D4D" w:themeColor="background2"/>
          <w:spacing w:val="-3"/>
          <w:w w:val="102"/>
        </w:rPr>
        <w:t>c</w:t>
      </w:r>
      <w:r w:rsidR="00B108AD" w:rsidRPr="00F4279E">
        <w:rPr>
          <w:rFonts w:ascii="Arial" w:hAnsi="Arial" w:cs="Arial"/>
          <w:color w:val="4E4D4D" w:themeColor="background2"/>
          <w:spacing w:val="2"/>
          <w:w w:val="102"/>
        </w:rPr>
        <w:t>a</w:t>
      </w:r>
      <w:r w:rsidR="00B108AD" w:rsidRPr="00F4279E">
        <w:rPr>
          <w:rFonts w:ascii="Arial" w:hAnsi="Arial" w:cs="Arial"/>
          <w:color w:val="4E4D4D" w:themeColor="background2"/>
          <w:spacing w:val="-1"/>
          <w:w w:val="101"/>
        </w:rPr>
        <w:t>d</w:t>
      </w:r>
      <w:r w:rsidR="00B108AD" w:rsidRPr="00F4279E">
        <w:rPr>
          <w:rFonts w:ascii="Arial" w:hAnsi="Arial" w:cs="Arial"/>
          <w:color w:val="4E4D4D" w:themeColor="background2"/>
          <w:spacing w:val="2"/>
          <w:w w:val="102"/>
        </w:rPr>
        <w:t>a</w:t>
      </w:r>
      <w:r w:rsidR="00B108AD" w:rsidRPr="00F4279E">
        <w:rPr>
          <w:rFonts w:ascii="Arial" w:hAnsi="Arial" w:cs="Arial"/>
          <w:color w:val="4E4D4D" w:themeColor="background2"/>
          <w:spacing w:val="-1"/>
          <w:w w:val="102"/>
        </w:rPr>
        <w:t>s</w:t>
      </w:r>
      <w:r w:rsidR="00B108AD" w:rsidRPr="00F4279E">
        <w:rPr>
          <w:rFonts w:ascii="Arial" w:hAnsi="Arial" w:cs="Arial"/>
          <w:color w:val="4E4D4D" w:themeColor="background2"/>
          <w:w w:val="102"/>
        </w:rPr>
        <w:t>.</w:t>
      </w:r>
    </w:p>
    <w:p w14:paraId="5C64F019" w14:textId="77777777" w:rsidR="00126022" w:rsidRPr="00F4279E" w:rsidRDefault="00126022" w:rsidP="001974DD">
      <w:pPr>
        <w:widowControl w:val="0"/>
        <w:autoSpaceDE w:val="0"/>
        <w:autoSpaceDN w:val="0"/>
        <w:adjustRightInd w:val="0"/>
        <w:spacing w:line="0" w:lineRule="atLeast"/>
        <w:ind w:right="186"/>
        <w:jc w:val="both"/>
        <w:rPr>
          <w:rFonts w:ascii="Arial" w:hAnsi="Arial" w:cs="Arial"/>
          <w:color w:val="4E4D4D" w:themeColor="background2"/>
          <w:spacing w:val="2"/>
        </w:rPr>
      </w:pPr>
    </w:p>
    <w:p w14:paraId="5C64F01A" w14:textId="1479CB16" w:rsidR="008E6AC3" w:rsidRPr="00F4279E" w:rsidRDefault="00F02BF7" w:rsidP="00FB5A2F">
      <w:pPr>
        <w:pStyle w:val="Prrafodelista"/>
        <w:widowControl w:val="0"/>
        <w:numPr>
          <w:ilvl w:val="1"/>
          <w:numId w:val="1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spacing w:val="1"/>
        </w:rPr>
        <w:t>D</w:t>
      </w:r>
      <w:r w:rsidRPr="00F4279E">
        <w:rPr>
          <w:rFonts w:ascii="Arial" w:hAnsi="Arial" w:cs="Arial"/>
          <w:b/>
          <w:color w:val="4E4D4D" w:themeColor="background2"/>
        </w:rPr>
        <w:t>O</w:t>
      </w:r>
      <w:r w:rsidRPr="00F4279E">
        <w:rPr>
          <w:rFonts w:ascii="Arial" w:hAnsi="Arial" w:cs="Arial"/>
          <w:b/>
          <w:color w:val="4E4D4D" w:themeColor="background2"/>
          <w:spacing w:val="3"/>
        </w:rPr>
        <w:t>C</w:t>
      </w:r>
      <w:r w:rsidRPr="00F4279E">
        <w:rPr>
          <w:rFonts w:ascii="Arial" w:hAnsi="Arial" w:cs="Arial"/>
          <w:b/>
          <w:color w:val="4E4D4D" w:themeColor="background2"/>
          <w:spacing w:val="-2"/>
        </w:rPr>
        <w:t>U</w:t>
      </w:r>
      <w:r w:rsidRPr="00F4279E">
        <w:rPr>
          <w:rFonts w:ascii="Arial" w:hAnsi="Arial" w:cs="Arial"/>
          <w:b/>
          <w:color w:val="4E4D4D" w:themeColor="background2"/>
          <w:spacing w:val="1"/>
        </w:rPr>
        <w:t>M</w:t>
      </w:r>
      <w:r w:rsidRPr="00F4279E">
        <w:rPr>
          <w:rFonts w:ascii="Arial" w:hAnsi="Arial" w:cs="Arial"/>
          <w:b/>
          <w:color w:val="4E4D4D" w:themeColor="background2"/>
        </w:rPr>
        <w:t>E</w:t>
      </w:r>
      <w:r w:rsidRPr="00F4279E">
        <w:rPr>
          <w:rFonts w:ascii="Arial" w:hAnsi="Arial" w:cs="Arial"/>
          <w:b/>
          <w:color w:val="4E4D4D" w:themeColor="background2"/>
          <w:spacing w:val="1"/>
        </w:rPr>
        <w:t>N</w:t>
      </w:r>
      <w:r w:rsidRPr="00F4279E">
        <w:rPr>
          <w:rFonts w:ascii="Arial" w:hAnsi="Arial" w:cs="Arial"/>
          <w:b/>
          <w:color w:val="4E4D4D" w:themeColor="background2"/>
        </w:rPr>
        <w:t>T</w:t>
      </w:r>
      <w:r w:rsidRPr="00F4279E">
        <w:rPr>
          <w:rFonts w:ascii="Arial" w:hAnsi="Arial" w:cs="Arial"/>
          <w:b/>
          <w:color w:val="4E4D4D" w:themeColor="background2"/>
          <w:spacing w:val="3"/>
        </w:rPr>
        <w:t>O</w:t>
      </w:r>
      <w:r w:rsidRPr="00F4279E">
        <w:rPr>
          <w:rFonts w:ascii="Arial" w:hAnsi="Arial" w:cs="Arial"/>
          <w:b/>
          <w:color w:val="4E4D4D" w:themeColor="background2"/>
        </w:rPr>
        <w:t>S</w:t>
      </w:r>
      <w:r w:rsidRPr="00F4279E">
        <w:rPr>
          <w:rFonts w:ascii="Arial" w:hAnsi="Arial" w:cs="Arial"/>
          <w:b/>
          <w:color w:val="4E4D4D" w:themeColor="background2"/>
          <w:spacing w:val="-6"/>
        </w:rPr>
        <w:t xml:space="preserve"> </w:t>
      </w:r>
      <w:r w:rsidRPr="00F4279E">
        <w:rPr>
          <w:rFonts w:ascii="Arial" w:hAnsi="Arial" w:cs="Arial"/>
          <w:b/>
          <w:color w:val="4E4D4D" w:themeColor="background2"/>
        </w:rPr>
        <w:t xml:space="preserve">SOPORTE </w:t>
      </w:r>
      <w:r w:rsidR="00B1488E" w:rsidRPr="00F4279E">
        <w:rPr>
          <w:rFonts w:ascii="Arial" w:hAnsi="Arial" w:cs="Arial"/>
          <w:b/>
          <w:color w:val="4E4D4D" w:themeColor="background2"/>
        </w:rPr>
        <w:t>DE</w:t>
      </w:r>
      <w:r w:rsidRPr="00F4279E">
        <w:rPr>
          <w:rFonts w:ascii="Arial" w:hAnsi="Arial" w:cs="Arial"/>
          <w:b/>
          <w:color w:val="4E4D4D" w:themeColor="background2"/>
        </w:rPr>
        <w:t xml:space="preserve"> LA</w:t>
      </w:r>
      <w:r w:rsidR="00E24A32" w:rsidRPr="00F4279E">
        <w:rPr>
          <w:rFonts w:ascii="Arial" w:hAnsi="Arial" w:cs="Arial"/>
          <w:b/>
          <w:color w:val="4E4D4D" w:themeColor="background2"/>
        </w:rPr>
        <w:t xml:space="preserve"> </w:t>
      </w:r>
      <w:r w:rsidRPr="00F4279E">
        <w:rPr>
          <w:rFonts w:ascii="Arial" w:hAnsi="Arial" w:cs="Arial"/>
          <w:b/>
          <w:color w:val="4E4D4D" w:themeColor="background2"/>
        </w:rPr>
        <w:t>FICHA TÉCNICA</w:t>
      </w:r>
      <w:r w:rsidR="00E24A32" w:rsidRPr="00F4279E">
        <w:rPr>
          <w:rFonts w:ascii="Arial" w:hAnsi="Arial" w:cs="Arial"/>
          <w:b/>
          <w:color w:val="4E4D4D" w:themeColor="background2"/>
        </w:rPr>
        <w:t xml:space="preserve"> DE </w:t>
      </w:r>
      <w:r w:rsidR="00141BF8" w:rsidRPr="00F4279E">
        <w:rPr>
          <w:rFonts w:ascii="Arial" w:hAnsi="Arial" w:cs="Arial"/>
          <w:b/>
          <w:color w:val="4E4D4D" w:themeColor="background2"/>
        </w:rPr>
        <w:t>AGUA</w:t>
      </w:r>
      <w:r w:rsidR="009016D3">
        <w:rPr>
          <w:rFonts w:ascii="Arial" w:hAnsi="Arial" w:cs="Arial"/>
          <w:b/>
          <w:color w:val="4E4D4D" w:themeColor="background2"/>
        </w:rPr>
        <w:t xml:space="preserve"> TRATADA</w:t>
      </w:r>
      <w:r w:rsidR="007E6713" w:rsidRPr="00F4279E">
        <w:rPr>
          <w:rFonts w:ascii="Arial" w:hAnsi="Arial" w:cs="Arial"/>
          <w:b/>
          <w:color w:val="4E4D4D" w:themeColor="background2"/>
        </w:rPr>
        <w:t xml:space="preserve"> POTABLE ENVASADA</w:t>
      </w:r>
      <w:r w:rsidRPr="00F4279E">
        <w:rPr>
          <w:rFonts w:ascii="Arial" w:hAnsi="Arial" w:cs="Arial"/>
          <w:b/>
          <w:color w:val="4E4D4D" w:themeColor="background2"/>
          <w:w w:val="106"/>
        </w:rPr>
        <w:t xml:space="preserve"> </w:t>
      </w:r>
    </w:p>
    <w:p w14:paraId="5C64F01B" w14:textId="77777777" w:rsidR="00942940" w:rsidRPr="00F4279E" w:rsidRDefault="00942940" w:rsidP="00942940">
      <w:pPr>
        <w:pStyle w:val="Prrafodelista"/>
        <w:widowControl w:val="0"/>
        <w:autoSpaceDE w:val="0"/>
        <w:autoSpaceDN w:val="0"/>
        <w:adjustRightInd w:val="0"/>
        <w:spacing w:line="0" w:lineRule="atLeast"/>
        <w:ind w:left="720"/>
        <w:jc w:val="both"/>
        <w:rPr>
          <w:rFonts w:ascii="Arial" w:hAnsi="Arial" w:cs="Arial"/>
          <w:b/>
          <w:color w:val="4E4D4D" w:themeColor="background2"/>
        </w:rPr>
      </w:pPr>
    </w:p>
    <w:p w14:paraId="5C64F01C" w14:textId="77777777" w:rsidR="007E3935" w:rsidRPr="00F4279E" w:rsidRDefault="00D278EE" w:rsidP="00FB5A2F">
      <w:pPr>
        <w:pStyle w:val="Prrafodelista"/>
        <w:widowControl w:val="0"/>
        <w:numPr>
          <w:ilvl w:val="2"/>
          <w:numId w:val="1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REGISTRO SANITARIO, PERMISO SANITARIO Y NOTIFICACIÓN SANITARIA</w:t>
      </w:r>
      <w:r w:rsidRPr="00F4279E">
        <w:rPr>
          <w:rFonts w:ascii="Arial" w:hAnsi="Arial" w:cs="Arial"/>
          <w:b/>
          <w:color w:val="4E4D4D" w:themeColor="background2"/>
          <w:w w:val="103"/>
        </w:rPr>
        <w:t>:</w:t>
      </w:r>
    </w:p>
    <w:p w14:paraId="5C64F01D" w14:textId="77777777" w:rsidR="007E3935" w:rsidRPr="00F4279E" w:rsidRDefault="007E3935" w:rsidP="001974DD">
      <w:pPr>
        <w:widowControl w:val="0"/>
        <w:autoSpaceDE w:val="0"/>
        <w:autoSpaceDN w:val="0"/>
        <w:adjustRightInd w:val="0"/>
        <w:spacing w:line="0" w:lineRule="atLeast"/>
        <w:jc w:val="both"/>
        <w:rPr>
          <w:rFonts w:ascii="Arial" w:hAnsi="Arial" w:cs="Arial"/>
          <w:color w:val="4E4D4D" w:themeColor="background2"/>
        </w:rPr>
      </w:pPr>
    </w:p>
    <w:p w14:paraId="5C64F01E" w14:textId="3F6F6E8F"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spacing w:val="1"/>
        </w:rPr>
        <w:t>P</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f</w:t>
      </w:r>
      <w:r w:rsidRPr="00F4279E">
        <w:rPr>
          <w:rFonts w:ascii="Arial" w:hAnsi="Arial" w:cs="Arial"/>
          <w:color w:val="4E4D4D" w:themeColor="background2"/>
          <w:spacing w:val="4"/>
        </w:rPr>
        <w:t>e</w:t>
      </w:r>
      <w:r w:rsidRPr="00F4279E">
        <w:rPr>
          <w:rFonts w:ascii="Arial" w:hAnsi="Arial" w:cs="Arial"/>
          <w:color w:val="4E4D4D" w:themeColor="background2"/>
          <w:spacing w:val="-3"/>
        </w:rPr>
        <w:t>c</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44"/>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 xml:space="preserve">a </w:t>
      </w:r>
      <w:r w:rsidRPr="00F4279E">
        <w:rPr>
          <w:rFonts w:ascii="Arial" w:hAnsi="Arial" w:cs="Arial"/>
          <w:color w:val="4E4D4D" w:themeColor="background2"/>
          <w:spacing w:val="3"/>
        </w:rPr>
        <w:t>v</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rPr>
        <w:t>i</w:t>
      </w:r>
      <w:r w:rsidRPr="00F4279E">
        <w:rPr>
          <w:rFonts w:ascii="Arial" w:hAnsi="Arial" w:cs="Arial"/>
          <w:color w:val="4E4D4D" w:themeColor="background2"/>
          <w:spacing w:val="2"/>
        </w:rPr>
        <w:t>f</w:t>
      </w:r>
      <w:r w:rsidRPr="00F4279E">
        <w:rPr>
          <w:rFonts w:ascii="Arial" w:hAnsi="Arial" w:cs="Arial"/>
          <w:color w:val="4E4D4D" w:themeColor="background2"/>
          <w:spacing w:val="-3"/>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 xml:space="preserve">n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36"/>
        </w:rPr>
        <w:t xml:space="preserve"> </w:t>
      </w:r>
      <w:r w:rsidRPr="00F4279E">
        <w:rPr>
          <w:rFonts w:ascii="Arial" w:hAnsi="Arial" w:cs="Arial"/>
          <w:color w:val="4E4D4D" w:themeColor="background2"/>
        </w:rPr>
        <w:t>la</w:t>
      </w:r>
      <w:r w:rsidRPr="00F4279E">
        <w:rPr>
          <w:rFonts w:ascii="Arial" w:hAnsi="Arial" w:cs="Arial"/>
          <w:color w:val="4E4D4D" w:themeColor="background2"/>
          <w:spacing w:val="36"/>
        </w:rPr>
        <w:t xml:space="preserve"> </w:t>
      </w:r>
      <w:r w:rsidRPr="00F4279E">
        <w:rPr>
          <w:rFonts w:ascii="Arial" w:hAnsi="Arial" w:cs="Arial"/>
          <w:color w:val="4E4D4D" w:themeColor="background2"/>
        </w:rPr>
        <w:t>i</w:t>
      </w:r>
      <w:r w:rsidRPr="00F4279E">
        <w:rPr>
          <w:rFonts w:ascii="Arial" w:hAnsi="Arial" w:cs="Arial"/>
          <w:color w:val="4E4D4D" w:themeColor="background2"/>
          <w:spacing w:val="2"/>
        </w:rPr>
        <w:t>n</w:t>
      </w:r>
      <w:r w:rsidRPr="00F4279E">
        <w:rPr>
          <w:rFonts w:ascii="Arial" w:hAnsi="Arial" w:cs="Arial"/>
          <w:color w:val="4E4D4D" w:themeColor="background2"/>
          <w:spacing w:val="-1"/>
        </w:rPr>
        <w:t>f</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1"/>
        </w:rPr>
        <w:t>m</w:t>
      </w:r>
      <w:r w:rsidRPr="00F4279E">
        <w:rPr>
          <w:rFonts w:ascii="Arial" w:hAnsi="Arial" w:cs="Arial"/>
          <w:color w:val="4E4D4D" w:themeColor="background2"/>
          <w:spacing w:val="4"/>
        </w:rPr>
        <w:t>a</w:t>
      </w:r>
      <w:r w:rsidRPr="00F4279E">
        <w:rPr>
          <w:rFonts w:ascii="Arial" w:hAnsi="Arial" w:cs="Arial"/>
          <w:color w:val="4E4D4D" w:themeColor="background2"/>
          <w:spacing w:val="-3"/>
        </w:rPr>
        <w:t>c</w:t>
      </w:r>
      <w:r w:rsidRPr="00F4279E">
        <w:rPr>
          <w:rFonts w:ascii="Arial" w:hAnsi="Arial" w:cs="Arial"/>
          <w:color w:val="4E4D4D" w:themeColor="background2"/>
          <w:spacing w:val="4"/>
        </w:rPr>
        <w:t>i</w:t>
      </w:r>
      <w:r w:rsidRPr="00F4279E">
        <w:rPr>
          <w:rFonts w:ascii="Arial" w:hAnsi="Arial" w:cs="Arial"/>
          <w:color w:val="4E4D4D" w:themeColor="background2"/>
        </w:rPr>
        <w:t xml:space="preserve">ón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4"/>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 xml:space="preserve">a </w:t>
      </w:r>
      <w:r w:rsidRPr="00F4279E">
        <w:rPr>
          <w:rFonts w:ascii="Arial" w:hAnsi="Arial" w:cs="Arial"/>
          <w:color w:val="4E4D4D" w:themeColor="background2"/>
          <w:spacing w:val="-3"/>
        </w:rPr>
        <w:t>c</w:t>
      </w:r>
      <w:r w:rsidRPr="00F4279E">
        <w:rPr>
          <w:rFonts w:ascii="Arial" w:hAnsi="Arial" w:cs="Arial"/>
          <w:color w:val="4E4D4D" w:themeColor="background2"/>
          <w:spacing w:val="3"/>
        </w:rPr>
        <w:t>o</w:t>
      </w:r>
      <w:r w:rsidRPr="00F4279E">
        <w:rPr>
          <w:rFonts w:ascii="Arial" w:hAnsi="Arial" w:cs="Arial"/>
          <w:color w:val="4E4D4D" w:themeColor="background2"/>
        </w:rPr>
        <w:t>n</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2"/>
        </w:rPr>
        <w:t>s</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os</w:t>
      </w:r>
      <w:r w:rsidRPr="00F4279E">
        <w:rPr>
          <w:rFonts w:ascii="Arial" w:hAnsi="Arial" w:cs="Arial"/>
          <w:color w:val="4E4D4D" w:themeColor="background2"/>
          <w:spacing w:val="45"/>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spacing w:val="2"/>
        </w:rPr>
        <w:t>i</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io</w:t>
      </w:r>
      <w:r w:rsidRPr="00F4279E">
        <w:rPr>
          <w:rFonts w:ascii="Arial" w:hAnsi="Arial" w:cs="Arial"/>
          <w:color w:val="4E4D4D" w:themeColor="background2"/>
          <w:spacing w:val="-1"/>
        </w:rPr>
        <w:t>s</w:t>
      </w:r>
      <w:r w:rsidRPr="00F4279E">
        <w:rPr>
          <w:rFonts w:ascii="Arial" w:hAnsi="Arial" w:cs="Arial"/>
          <w:color w:val="4E4D4D" w:themeColor="background2"/>
        </w:rPr>
        <w:t>, permiso sanitario, notificación sanitaria (resolución 2674 de 2013)</w:t>
      </w:r>
      <w:r w:rsidRPr="00F4279E">
        <w:rPr>
          <w:rFonts w:ascii="Arial" w:hAnsi="Arial" w:cs="Arial"/>
          <w:color w:val="4E4D4D" w:themeColor="background2"/>
          <w:spacing w:val="48"/>
        </w:rPr>
        <w:t xml:space="preserve"> </w:t>
      </w:r>
      <w:r w:rsidRPr="00F4279E">
        <w:rPr>
          <w:rFonts w:ascii="Arial" w:hAnsi="Arial" w:cs="Arial"/>
          <w:color w:val="4E4D4D" w:themeColor="background2"/>
          <w:w w:val="102"/>
        </w:rPr>
        <w:t xml:space="preserve">o </w:t>
      </w:r>
      <w:r w:rsidRPr="00F4279E">
        <w:rPr>
          <w:rFonts w:ascii="Arial" w:hAnsi="Arial" w:cs="Arial"/>
          <w:color w:val="4E4D4D" w:themeColor="background2"/>
          <w:spacing w:val="-1"/>
        </w:rPr>
        <w:t>f</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3"/>
        </w:rPr>
        <w:t>m</w:t>
      </w:r>
      <w:r w:rsidRPr="00F4279E">
        <w:rPr>
          <w:rFonts w:ascii="Arial" w:hAnsi="Arial" w:cs="Arial"/>
          <w:color w:val="4E4D4D" w:themeColor="background2"/>
        </w:rPr>
        <w:t>ul</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5"/>
        </w:rPr>
        <w:t xml:space="preserve"> </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spacing w:val="2"/>
        </w:rPr>
        <w:t>á</w:t>
      </w:r>
      <w:r w:rsidRPr="00F4279E">
        <w:rPr>
          <w:rFonts w:ascii="Arial" w:hAnsi="Arial" w:cs="Arial"/>
          <w:color w:val="4E4D4D" w:themeColor="background2"/>
          <w:spacing w:val="1"/>
        </w:rPr>
        <w:t>m</w:t>
      </w:r>
      <w:r w:rsidRPr="00F4279E">
        <w:rPr>
          <w:rFonts w:ascii="Arial" w:hAnsi="Arial" w:cs="Arial"/>
          <w:color w:val="4E4D4D" w:themeColor="background2"/>
          <w:spacing w:val="-3"/>
        </w:rPr>
        <w:t>i</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3"/>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9"/>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 xml:space="preserve">l </w:t>
      </w:r>
      <w:r w:rsidRPr="00F4279E">
        <w:rPr>
          <w:rFonts w:ascii="Arial" w:hAnsi="Arial" w:cs="Arial"/>
          <w:color w:val="4E4D4D" w:themeColor="background2"/>
          <w:spacing w:val="4"/>
        </w:rPr>
        <w:t>I</w:t>
      </w:r>
      <w:r w:rsidRPr="00F4279E">
        <w:rPr>
          <w:rFonts w:ascii="Arial" w:hAnsi="Arial" w:cs="Arial"/>
          <w:color w:val="4E4D4D" w:themeColor="background2"/>
          <w:spacing w:val="1"/>
        </w:rPr>
        <w:t>NV</w:t>
      </w:r>
      <w:r w:rsidRPr="00F4279E">
        <w:rPr>
          <w:rFonts w:ascii="Arial" w:hAnsi="Arial" w:cs="Arial"/>
          <w:color w:val="4E4D4D" w:themeColor="background2"/>
          <w:spacing w:val="2"/>
        </w:rPr>
        <w:t>IM</w:t>
      </w:r>
      <w:r w:rsidRPr="00F4279E">
        <w:rPr>
          <w:rFonts w:ascii="Arial" w:hAnsi="Arial" w:cs="Arial"/>
          <w:color w:val="4E4D4D" w:themeColor="background2"/>
        </w:rPr>
        <w:t>A</w:t>
      </w:r>
      <w:r w:rsidRPr="00F4279E">
        <w:rPr>
          <w:rFonts w:ascii="Arial" w:hAnsi="Arial" w:cs="Arial"/>
          <w:color w:val="4E4D4D" w:themeColor="background2"/>
          <w:spacing w:val="8"/>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on</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s</w:t>
      </w:r>
      <w:r w:rsidRPr="00F4279E">
        <w:rPr>
          <w:rFonts w:ascii="Arial" w:hAnsi="Arial" w:cs="Arial"/>
          <w:color w:val="4E4D4D" w:themeColor="background2"/>
          <w:spacing w:val="-1"/>
        </w:rPr>
        <w:t>e</w:t>
      </w:r>
      <w:r w:rsidRPr="00F4279E">
        <w:rPr>
          <w:rFonts w:ascii="Arial" w:hAnsi="Arial" w:cs="Arial"/>
          <w:color w:val="4E4D4D" w:themeColor="background2"/>
          <w:spacing w:val="2"/>
        </w:rPr>
        <w:t>l</w:t>
      </w:r>
      <w:r w:rsidRPr="00F4279E">
        <w:rPr>
          <w:rFonts w:ascii="Arial" w:hAnsi="Arial" w:cs="Arial"/>
          <w:color w:val="4E4D4D" w:themeColor="background2"/>
        </w:rPr>
        <w:t>lo</w:t>
      </w:r>
      <w:r w:rsidRPr="00F4279E">
        <w:rPr>
          <w:rFonts w:ascii="Arial" w:hAnsi="Arial" w:cs="Arial"/>
          <w:color w:val="4E4D4D" w:themeColor="background2"/>
          <w:spacing w:val="8"/>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2"/>
        </w:rPr>
        <w:t xml:space="preserve"> r</w:t>
      </w:r>
      <w:r w:rsidRPr="00F4279E">
        <w:rPr>
          <w:rFonts w:ascii="Arial" w:hAnsi="Arial" w:cs="Arial"/>
          <w:color w:val="4E4D4D" w:themeColor="background2"/>
        </w:rPr>
        <w:t>a</w:t>
      </w:r>
      <w:r w:rsidRPr="00F4279E">
        <w:rPr>
          <w:rFonts w:ascii="Arial" w:hAnsi="Arial" w:cs="Arial"/>
          <w:color w:val="4E4D4D" w:themeColor="background2"/>
          <w:spacing w:val="2"/>
        </w:rPr>
        <w:t>di</w:t>
      </w: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spacing w:val="2"/>
        </w:rPr>
        <w:t>n</w:t>
      </w:r>
      <w:r w:rsidRPr="00F4279E">
        <w:rPr>
          <w:rFonts w:ascii="Arial" w:hAnsi="Arial" w:cs="Arial"/>
          <w:color w:val="4E4D4D" w:themeColor="background2"/>
        </w:rPr>
        <w:t>,</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u</w:t>
      </w:r>
      <w:r w:rsidRPr="00F4279E">
        <w:rPr>
          <w:rFonts w:ascii="Arial" w:hAnsi="Arial" w:cs="Arial"/>
          <w:color w:val="4E4D4D" w:themeColor="background2"/>
          <w:spacing w:val="2"/>
        </w:rPr>
        <w:t>ra</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rPr>
        <w:t>e</w:t>
      </w:r>
      <w:r w:rsidRPr="00F4279E">
        <w:rPr>
          <w:rFonts w:ascii="Arial" w:hAnsi="Arial" w:cs="Arial"/>
          <w:color w:val="4E4D4D" w:themeColor="background2"/>
          <w:spacing w:val="11"/>
        </w:rPr>
        <w:t xml:space="preserve"> </w:t>
      </w:r>
      <w:r w:rsidRPr="00F4279E">
        <w:rPr>
          <w:rFonts w:ascii="Arial" w:hAnsi="Arial" w:cs="Arial"/>
          <w:color w:val="4E4D4D" w:themeColor="background2"/>
        </w:rPr>
        <w:t>la</w:t>
      </w:r>
      <w:r w:rsidRPr="00F4279E">
        <w:rPr>
          <w:rFonts w:ascii="Arial" w:hAnsi="Arial" w:cs="Arial"/>
          <w:color w:val="4E4D4D" w:themeColor="background2"/>
          <w:spacing w:val="5"/>
        </w:rPr>
        <w:t xml:space="preserve"> </w:t>
      </w:r>
      <w:r w:rsidRPr="00F4279E">
        <w:rPr>
          <w:rFonts w:ascii="Arial" w:hAnsi="Arial" w:cs="Arial"/>
          <w:color w:val="4E4D4D" w:themeColor="background2"/>
          <w:spacing w:val="-1"/>
        </w:rPr>
        <w:t>f</w:t>
      </w:r>
      <w:r w:rsidRPr="00F4279E">
        <w:rPr>
          <w:rFonts w:ascii="Arial" w:hAnsi="Arial" w:cs="Arial"/>
          <w:color w:val="4E4D4D" w:themeColor="background2"/>
        </w:rPr>
        <w:t>a</w:t>
      </w:r>
      <w:r w:rsidRPr="00F4279E">
        <w:rPr>
          <w:rFonts w:ascii="Arial" w:hAnsi="Arial" w:cs="Arial"/>
          <w:color w:val="4E4D4D" w:themeColor="background2"/>
          <w:spacing w:val="2"/>
        </w:rPr>
        <w:t>s</w:t>
      </w:r>
      <w:r w:rsidRPr="00F4279E">
        <w:rPr>
          <w:rFonts w:ascii="Arial" w:hAnsi="Arial" w:cs="Arial"/>
          <w:color w:val="4E4D4D" w:themeColor="background2"/>
        </w:rPr>
        <w:t>e</w:t>
      </w:r>
      <w:r w:rsidRPr="00F4279E">
        <w:rPr>
          <w:rFonts w:ascii="Arial" w:hAnsi="Arial" w:cs="Arial"/>
          <w:color w:val="4E4D4D" w:themeColor="background2"/>
          <w:spacing w:val="5"/>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e </w:t>
      </w:r>
      <w:r w:rsidRPr="00F4279E">
        <w:rPr>
          <w:rFonts w:ascii="Arial" w:hAnsi="Arial" w:cs="Arial"/>
          <w:color w:val="4E4D4D" w:themeColor="background2"/>
          <w:spacing w:val="1"/>
        </w:rPr>
        <w:t>ev</w:t>
      </w:r>
      <w:r w:rsidRPr="00F4279E">
        <w:rPr>
          <w:rFonts w:ascii="Arial" w:hAnsi="Arial" w:cs="Arial"/>
          <w:color w:val="4E4D4D" w:themeColor="background2"/>
          <w:spacing w:val="2"/>
        </w:rPr>
        <w:t>a</w:t>
      </w:r>
      <w:r w:rsidRPr="00F4279E">
        <w:rPr>
          <w:rFonts w:ascii="Arial" w:hAnsi="Arial" w:cs="Arial"/>
          <w:color w:val="4E4D4D" w:themeColor="background2"/>
        </w:rPr>
        <w:t>lu</w:t>
      </w:r>
      <w:r w:rsidRPr="00F4279E">
        <w:rPr>
          <w:rFonts w:ascii="Arial" w:hAnsi="Arial" w:cs="Arial"/>
          <w:color w:val="4E4D4D" w:themeColor="background2"/>
          <w:spacing w:val="2"/>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 xml:space="preserve">ón </w:t>
      </w:r>
      <w:r w:rsidRPr="00F4279E">
        <w:rPr>
          <w:rFonts w:ascii="Arial" w:hAnsi="Arial" w:cs="Arial"/>
          <w:color w:val="4E4D4D" w:themeColor="background2"/>
          <w:spacing w:val="2"/>
        </w:rPr>
        <w:t>d</w:t>
      </w:r>
      <w:r w:rsidRPr="00F4279E">
        <w:rPr>
          <w:rFonts w:ascii="Arial" w:hAnsi="Arial" w:cs="Arial"/>
          <w:color w:val="4E4D4D" w:themeColor="background2"/>
        </w:rPr>
        <w:t xml:space="preserve">e </w:t>
      </w:r>
      <w:r w:rsidRPr="00F4279E">
        <w:rPr>
          <w:rFonts w:ascii="Arial" w:hAnsi="Arial" w:cs="Arial"/>
          <w:color w:val="4E4D4D" w:themeColor="background2"/>
          <w:spacing w:val="2"/>
        </w:rPr>
        <w:t>l</w:t>
      </w:r>
      <w:r w:rsidRPr="00F4279E">
        <w:rPr>
          <w:rFonts w:ascii="Arial" w:hAnsi="Arial" w:cs="Arial"/>
          <w:color w:val="4E4D4D" w:themeColor="background2"/>
        </w:rPr>
        <w:t xml:space="preserve">a </w:t>
      </w:r>
      <w:r w:rsidR="00B371AC">
        <w:rPr>
          <w:rFonts w:ascii="Arial" w:hAnsi="Arial" w:cs="Arial"/>
          <w:color w:val="4E4D4D" w:themeColor="background2"/>
        </w:rPr>
        <w:t>Oferta</w:t>
      </w:r>
      <w:r w:rsidRPr="00F4279E">
        <w:rPr>
          <w:rFonts w:ascii="Arial" w:hAnsi="Arial" w:cs="Arial"/>
          <w:color w:val="4E4D4D" w:themeColor="background2"/>
        </w:rPr>
        <w:t>,</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e</w:t>
      </w:r>
      <w:r w:rsidR="00B371AC">
        <w:rPr>
          <w:rFonts w:ascii="Arial" w:hAnsi="Arial" w:cs="Arial"/>
          <w:color w:val="4E4D4D" w:themeColor="background2"/>
        </w:rPr>
        <w:t>l Proponente</w:t>
      </w:r>
      <w:r w:rsidRPr="00F4279E">
        <w:rPr>
          <w:rFonts w:ascii="Arial" w:hAnsi="Arial" w:cs="Arial"/>
          <w:color w:val="4E4D4D" w:themeColor="background2"/>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 xml:space="preserve">be </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l</w:t>
      </w:r>
      <w:r w:rsidRPr="00F4279E">
        <w:rPr>
          <w:rFonts w:ascii="Arial" w:hAnsi="Arial" w:cs="Arial"/>
          <w:color w:val="4E4D4D" w:themeColor="background2"/>
          <w:spacing w:val="-3"/>
        </w:rPr>
        <w:t>i</w:t>
      </w:r>
      <w:r w:rsidRPr="00F4279E">
        <w:rPr>
          <w:rFonts w:ascii="Arial" w:hAnsi="Arial" w:cs="Arial"/>
          <w:color w:val="4E4D4D" w:themeColor="background2"/>
          <w:spacing w:val="4"/>
        </w:rPr>
        <w:t>g</w:t>
      </w:r>
      <w:r w:rsidRPr="00F4279E">
        <w:rPr>
          <w:rFonts w:ascii="Arial" w:hAnsi="Arial" w:cs="Arial"/>
          <w:color w:val="4E4D4D" w:themeColor="background2"/>
          <w:spacing w:val="-1"/>
        </w:rPr>
        <w:t>en</w:t>
      </w:r>
      <w:r w:rsidRPr="00F4279E">
        <w:rPr>
          <w:rFonts w:ascii="Arial" w:hAnsi="Arial" w:cs="Arial"/>
          <w:color w:val="4E4D4D" w:themeColor="background2"/>
          <w:spacing w:val="-3"/>
        </w:rPr>
        <w:t>c</w:t>
      </w:r>
      <w:r w:rsidRPr="00F4279E">
        <w:rPr>
          <w:rFonts w:ascii="Arial" w:hAnsi="Arial" w:cs="Arial"/>
          <w:color w:val="4E4D4D" w:themeColor="background2"/>
          <w:spacing w:val="2"/>
        </w:rPr>
        <w:t>ia</w:t>
      </w:r>
      <w:r w:rsidRPr="00F4279E">
        <w:rPr>
          <w:rFonts w:ascii="Arial" w:hAnsi="Arial" w:cs="Arial"/>
          <w:color w:val="4E4D4D" w:themeColor="background2"/>
        </w:rPr>
        <w:t xml:space="preserve">r </w:t>
      </w:r>
      <w:r w:rsidR="005D266E">
        <w:rPr>
          <w:rFonts w:ascii="Arial" w:hAnsi="Arial" w:cs="Arial"/>
          <w:color w:val="4E4D4D" w:themeColor="background2"/>
        </w:rPr>
        <w:t xml:space="preserve">el </w:t>
      </w:r>
      <w:r w:rsidRPr="00F4279E">
        <w:rPr>
          <w:rFonts w:ascii="Arial" w:hAnsi="Arial" w:cs="Arial"/>
          <w:color w:val="4E4D4D" w:themeColor="background2"/>
        </w:rPr>
        <w:t xml:space="preserve"> </w:t>
      </w:r>
      <w:r w:rsidRPr="00F4279E">
        <w:rPr>
          <w:rFonts w:ascii="Arial" w:hAnsi="Arial" w:cs="Arial"/>
          <w:color w:val="4E4D4D" w:themeColor="background2"/>
          <w:spacing w:val="1"/>
        </w:rPr>
        <w:t>A</w:t>
      </w:r>
      <w:r w:rsidR="00E726BD" w:rsidRPr="00F4279E">
        <w:rPr>
          <w:rFonts w:ascii="Arial" w:hAnsi="Arial" w:cs="Arial"/>
          <w:color w:val="4E4D4D" w:themeColor="background2"/>
          <w:spacing w:val="3"/>
        </w:rPr>
        <w:t>nexo</w:t>
      </w:r>
      <w:r w:rsidRPr="00F4279E">
        <w:rPr>
          <w:rFonts w:ascii="Arial" w:hAnsi="Arial" w:cs="Arial"/>
          <w:color w:val="4E4D4D" w:themeColor="background2"/>
        </w:rPr>
        <w:t xml:space="preserve"> </w:t>
      </w:r>
      <w:r w:rsidR="00900D2F">
        <w:rPr>
          <w:rFonts w:ascii="Arial" w:hAnsi="Arial" w:cs="Arial"/>
          <w:color w:val="4E4D4D" w:themeColor="background2"/>
        </w:rPr>
        <w:t>6</w:t>
      </w:r>
      <w:r w:rsidR="002F3577" w:rsidRPr="00F4279E">
        <w:rPr>
          <w:rFonts w:ascii="Arial" w:hAnsi="Arial" w:cs="Arial"/>
          <w:color w:val="4E4D4D" w:themeColor="background2"/>
        </w:rPr>
        <w:t xml:space="preserve">. </w:t>
      </w:r>
      <w:r w:rsidRPr="00F4279E">
        <w:rPr>
          <w:rFonts w:ascii="Arial" w:hAnsi="Arial" w:cs="Arial"/>
          <w:color w:val="4E4D4D" w:themeColor="background2"/>
          <w:spacing w:val="-1"/>
        </w:rPr>
        <w:t>L</w:t>
      </w:r>
      <w:r w:rsidRPr="00F4279E">
        <w:rPr>
          <w:rFonts w:ascii="Arial" w:hAnsi="Arial" w:cs="Arial"/>
          <w:color w:val="4E4D4D" w:themeColor="background2"/>
        </w:rPr>
        <w:t>i</w:t>
      </w:r>
      <w:r w:rsidRPr="00F4279E">
        <w:rPr>
          <w:rFonts w:ascii="Arial" w:hAnsi="Arial" w:cs="Arial"/>
          <w:color w:val="4E4D4D" w:themeColor="background2"/>
          <w:spacing w:val="2"/>
        </w:rPr>
        <w:t>s</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rPr>
        <w:t>o</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e </w:t>
      </w:r>
      <w:r w:rsidR="00900D2F">
        <w:rPr>
          <w:rFonts w:ascii="Arial" w:hAnsi="Arial" w:cs="Arial"/>
          <w:color w:val="4E4D4D" w:themeColor="background2"/>
          <w:spacing w:val="-1"/>
          <w:w w:val="102"/>
        </w:rPr>
        <w:t>Alimentos</w:t>
      </w:r>
      <w:r w:rsidRPr="00F4279E">
        <w:rPr>
          <w:rFonts w:ascii="Arial" w:hAnsi="Arial" w:cs="Arial"/>
          <w:color w:val="4E4D4D" w:themeColor="background2"/>
          <w:w w:val="102"/>
        </w:rPr>
        <w:t>.</w:t>
      </w:r>
    </w:p>
    <w:p w14:paraId="5C64F01F"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w w:val="102"/>
        </w:rPr>
      </w:pPr>
    </w:p>
    <w:p w14:paraId="5C64F020"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w w:val="103"/>
        </w:rPr>
      </w:pPr>
      <w:r w:rsidRPr="00F4279E">
        <w:rPr>
          <w:rFonts w:ascii="Arial" w:hAnsi="Arial" w:cs="Arial"/>
          <w:b/>
          <w:color w:val="4E4D4D" w:themeColor="background2"/>
          <w:w w:val="102"/>
        </w:rPr>
        <w:t>NOTA</w:t>
      </w:r>
      <w:r w:rsidR="00A00E28" w:rsidRPr="00F4279E">
        <w:rPr>
          <w:rFonts w:ascii="Arial" w:hAnsi="Arial" w:cs="Arial"/>
          <w:color w:val="4E4D4D" w:themeColor="background2"/>
          <w:w w:val="102"/>
        </w:rPr>
        <w:t>: L</w:t>
      </w:r>
      <w:r w:rsidR="00B108AD" w:rsidRPr="00F4279E">
        <w:rPr>
          <w:rFonts w:ascii="Arial" w:hAnsi="Arial" w:cs="Arial"/>
          <w:color w:val="4E4D4D" w:themeColor="background2"/>
          <w:w w:val="102"/>
        </w:rPr>
        <w:t xml:space="preserve">a obligatoriedad del registro sanitario, permiso sanitario o notificación sanitaria, del agua, será conforme a lo establecido en la </w:t>
      </w:r>
      <w:r w:rsidR="00610B93" w:rsidRPr="00F4279E">
        <w:rPr>
          <w:rFonts w:ascii="Arial" w:hAnsi="Arial" w:cs="Arial"/>
          <w:color w:val="4E4D4D" w:themeColor="background2"/>
          <w:w w:val="102"/>
        </w:rPr>
        <w:t>R</w:t>
      </w:r>
      <w:r w:rsidR="00B108AD" w:rsidRPr="00F4279E">
        <w:rPr>
          <w:rFonts w:ascii="Arial" w:hAnsi="Arial" w:cs="Arial"/>
          <w:color w:val="4E4D4D" w:themeColor="background2"/>
        </w:rPr>
        <w:t xml:space="preserve">esolución 2674 de 2013, según su clasificación de riesgo en </w:t>
      </w:r>
      <w:r w:rsidR="00B108AD" w:rsidRPr="00F4279E">
        <w:rPr>
          <w:rFonts w:ascii="Arial" w:hAnsi="Arial" w:cs="Arial"/>
          <w:color w:val="4E4D4D" w:themeColor="background2"/>
        </w:rPr>
        <w:lastRenderedPageBreak/>
        <w:t xml:space="preserve">salud pública, de </w:t>
      </w:r>
      <w:r w:rsidR="00610B93" w:rsidRPr="00F4279E">
        <w:rPr>
          <w:rFonts w:ascii="Arial" w:hAnsi="Arial" w:cs="Arial"/>
          <w:color w:val="4E4D4D" w:themeColor="background2"/>
        </w:rPr>
        <w:t>acuerdo a lo establecido en la R</w:t>
      </w:r>
      <w:r w:rsidR="00B108AD" w:rsidRPr="00F4279E">
        <w:rPr>
          <w:rFonts w:ascii="Arial" w:hAnsi="Arial" w:cs="Arial"/>
          <w:color w:val="4E4D4D" w:themeColor="background2"/>
        </w:rPr>
        <w:t>esolución 719 de 2015</w:t>
      </w:r>
      <w:r w:rsidR="00B108AD" w:rsidRPr="00F4279E">
        <w:rPr>
          <w:rFonts w:ascii="Arial" w:hAnsi="Arial" w:cs="Arial"/>
          <w:color w:val="4E4D4D" w:themeColor="background2"/>
          <w:w w:val="103"/>
        </w:rPr>
        <w:t>.</w:t>
      </w:r>
    </w:p>
    <w:p w14:paraId="5C64F021" w14:textId="77777777" w:rsidR="003B1891" w:rsidRPr="00F4279E" w:rsidRDefault="003B1891" w:rsidP="001974DD">
      <w:pPr>
        <w:widowControl w:val="0"/>
        <w:autoSpaceDE w:val="0"/>
        <w:autoSpaceDN w:val="0"/>
        <w:adjustRightInd w:val="0"/>
        <w:spacing w:line="0" w:lineRule="atLeast"/>
        <w:jc w:val="both"/>
        <w:rPr>
          <w:rFonts w:ascii="Arial" w:hAnsi="Arial" w:cs="Arial"/>
          <w:color w:val="4E4D4D" w:themeColor="background2"/>
          <w:w w:val="103"/>
        </w:rPr>
      </w:pPr>
    </w:p>
    <w:p w14:paraId="5C64F022" w14:textId="677B6C6C" w:rsidR="00453F49" w:rsidRPr="00F4279E" w:rsidRDefault="00453F49" w:rsidP="00453F49">
      <w:pPr>
        <w:widowControl w:val="0"/>
        <w:autoSpaceDE w:val="0"/>
        <w:autoSpaceDN w:val="0"/>
        <w:adjustRightInd w:val="0"/>
        <w:jc w:val="both"/>
        <w:rPr>
          <w:rFonts w:ascii="Arial" w:hAnsi="Arial" w:cs="Arial"/>
          <w:color w:val="4E4D4D" w:themeColor="background2"/>
          <w:spacing w:val="-1"/>
        </w:rPr>
      </w:pPr>
      <w:r w:rsidRPr="00F4279E">
        <w:rPr>
          <w:rFonts w:ascii="Arial" w:hAnsi="Arial" w:cs="Arial"/>
          <w:b/>
          <w:color w:val="4E4D4D" w:themeColor="background2"/>
          <w:spacing w:val="-1"/>
        </w:rPr>
        <w:t>NOTA:</w:t>
      </w:r>
      <w:r w:rsidRPr="00F4279E">
        <w:rPr>
          <w:rFonts w:ascii="Arial" w:hAnsi="Arial" w:cs="Arial"/>
          <w:color w:val="4E4D4D" w:themeColor="background2"/>
          <w:spacing w:val="-1"/>
        </w:rPr>
        <w:t xml:space="preserve"> Se permite el formulario de solicitud de adición o modificación de producto únicamente con el sello de radicación del I</w:t>
      </w:r>
      <w:r w:rsidR="00B371AC">
        <w:rPr>
          <w:rFonts w:ascii="Arial" w:hAnsi="Arial" w:cs="Arial"/>
          <w:color w:val="4E4D4D" w:themeColor="background2"/>
          <w:spacing w:val="-1"/>
        </w:rPr>
        <w:t>NVIMA</w:t>
      </w:r>
      <w:r w:rsidRPr="00F4279E">
        <w:rPr>
          <w:rFonts w:ascii="Arial" w:hAnsi="Arial" w:cs="Arial"/>
          <w:color w:val="4E4D4D" w:themeColor="background2"/>
          <w:spacing w:val="-1"/>
        </w:rPr>
        <w:t xml:space="preserve">; dicho formulario será tenido en cuenta para la evaluación del producto. Al inicio de la operación, el proveedor deberá presentar ante la </w:t>
      </w:r>
      <w:r w:rsidR="00A00E28" w:rsidRPr="00F4279E">
        <w:rPr>
          <w:rFonts w:ascii="Arial" w:hAnsi="Arial" w:cs="Arial"/>
          <w:color w:val="4E4D4D" w:themeColor="background2"/>
          <w:spacing w:val="-1"/>
        </w:rPr>
        <w:t>interventoría</w:t>
      </w:r>
      <w:r w:rsidRPr="00F4279E">
        <w:rPr>
          <w:rFonts w:ascii="Arial" w:hAnsi="Arial" w:cs="Arial"/>
          <w:color w:val="4E4D4D" w:themeColor="background2"/>
          <w:spacing w:val="-1"/>
        </w:rPr>
        <w:t xml:space="preserve"> la correspondiente resolución donde el Invima aprueba las adiciones o cambios solicitados, de lo contrario s</w:t>
      </w:r>
      <w:r w:rsidR="00B371AC">
        <w:rPr>
          <w:rFonts w:ascii="Arial" w:hAnsi="Arial" w:cs="Arial"/>
          <w:color w:val="4E4D4D" w:themeColor="background2"/>
          <w:spacing w:val="-1"/>
        </w:rPr>
        <w:t>e anulará la Orden de C</w:t>
      </w:r>
      <w:r w:rsidRPr="00F4279E">
        <w:rPr>
          <w:rFonts w:ascii="Arial" w:hAnsi="Arial" w:cs="Arial"/>
          <w:color w:val="4E4D4D" w:themeColor="background2"/>
          <w:spacing w:val="-1"/>
        </w:rPr>
        <w:t>ompra del alimento.  Se debe presentar el formulario radicado al INVI</w:t>
      </w:r>
      <w:r w:rsidR="00B371AC">
        <w:rPr>
          <w:rFonts w:ascii="Arial" w:hAnsi="Arial" w:cs="Arial"/>
          <w:color w:val="4E4D4D" w:themeColor="background2"/>
          <w:spacing w:val="-1"/>
        </w:rPr>
        <w:t>MA incluido el Modelo de Ficha T</w:t>
      </w:r>
      <w:r w:rsidRPr="00F4279E">
        <w:rPr>
          <w:rFonts w:ascii="Arial" w:hAnsi="Arial" w:cs="Arial"/>
          <w:color w:val="4E4D4D" w:themeColor="background2"/>
          <w:spacing w:val="-1"/>
        </w:rPr>
        <w:t>écnica obligatorio para este trámite.</w:t>
      </w:r>
    </w:p>
    <w:p w14:paraId="5C64F023" w14:textId="77777777" w:rsidR="003B1891" w:rsidRPr="00F4279E" w:rsidRDefault="003B1891" w:rsidP="003B1891">
      <w:pPr>
        <w:widowControl w:val="0"/>
        <w:autoSpaceDE w:val="0"/>
        <w:autoSpaceDN w:val="0"/>
        <w:adjustRightInd w:val="0"/>
        <w:jc w:val="both"/>
        <w:rPr>
          <w:rFonts w:ascii="Arial" w:hAnsi="Arial" w:cs="Arial"/>
          <w:color w:val="4E4D4D" w:themeColor="background2"/>
          <w:spacing w:val="-1"/>
        </w:rPr>
      </w:pPr>
    </w:p>
    <w:p w14:paraId="5C64F024" w14:textId="5A1975E1" w:rsidR="003B1891" w:rsidRPr="00F4279E" w:rsidRDefault="00B371AC" w:rsidP="00453F49">
      <w:pPr>
        <w:widowControl w:val="0"/>
        <w:autoSpaceDE w:val="0"/>
        <w:autoSpaceDN w:val="0"/>
        <w:adjustRightInd w:val="0"/>
        <w:jc w:val="both"/>
        <w:rPr>
          <w:rFonts w:ascii="Arial" w:hAnsi="Arial" w:cs="Arial"/>
          <w:color w:val="4E4D4D" w:themeColor="background2"/>
          <w:spacing w:val="-1"/>
        </w:rPr>
      </w:pPr>
      <w:r>
        <w:rPr>
          <w:rFonts w:ascii="Arial" w:hAnsi="Arial" w:cs="Arial"/>
          <w:color w:val="4E4D4D" w:themeColor="background2"/>
          <w:spacing w:val="-1"/>
        </w:rPr>
        <w:t>En la Operación Principal</w:t>
      </w:r>
      <w:r w:rsidR="003B1891" w:rsidRPr="00F4279E">
        <w:rPr>
          <w:rFonts w:ascii="Arial" w:hAnsi="Arial" w:cs="Arial"/>
          <w:color w:val="4E4D4D" w:themeColor="background2"/>
          <w:spacing w:val="-1"/>
        </w:rPr>
        <w:t xml:space="preserve"> no se acepta el formulario de trámite ante el I</w:t>
      </w:r>
      <w:r>
        <w:rPr>
          <w:rFonts w:ascii="Arial" w:hAnsi="Arial" w:cs="Arial"/>
          <w:color w:val="4E4D4D" w:themeColor="background2"/>
          <w:spacing w:val="-1"/>
        </w:rPr>
        <w:t>NVIMA</w:t>
      </w:r>
      <w:r w:rsidR="003B1891" w:rsidRPr="00F4279E">
        <w:rPr>
          <w:rFonts w:ascii="Arial" w:hAnsi="Arial" w:cs="Arial"/>
          <w:color w:val="4E4D4D" w:themeColor="background2"/>
          <w:spacing w:val="-1"/>
        </w:rPr>
        <w:t>, por lo que se tiene que presentar en firme la resolución.</w:t>
      </w:r>
    </w:p>
    <w:p w14:paraId="5C64F025" w14:textId="77777777" w:rsidR="00132417" w:rsidRPr="00F4279E" w:rsidRDefault="00132417" w:rsidP="001974DD">
      <w:pPr>
        <w:widowControl w:val="0"/>
        <w:autoSpaceDE w:val="0"/>
        <w:autoSpaceDN w:val="0"/>
        <w:adjustRightInd w:val="0"/>
        <w:spacing w:line="0" w:lineRule="atLeast"/>
        <w:jc w:val="both"/>
        <w:rPr>
          <w:rFonts w:ascii="Arial" w:hAnsi="Arial" w:cs="Arial"/>
          <w:color w:val="4E4D4D" w:themeColor="background2"/>
          <w:w w:val="102"/>
        </w:rPr>
      </w:pPr>
    </w:p>
    <w:p w14:paraId="5C64F026" w14:textId="77777777" w:rsidR="007E3935" w:rsidRPr="00F4279E" w:rsidRDefault="004C2E94" w:rsidP="00FB5A2F">
      <w:pPr>
        <w:pStyle w:val="Prrafodelista"/>
        <w:widowControl w:val="0"/>
        <w:numPr>
          <w:ilvl w:val="2"/>
          <w:numId w:val="14"/>
        </w:numPr>
        <w:autoSpaceDE w:val="0"/>
        <w:autoSpaceDN w:val="0"/>
        <w:adjustRightInd w:val="0"/>
        <w:spacing w:line="0" w:lineRule="atLeast"/>
        <w:jc w:val="both"/>
        <w:rPr>
          <w:rFonts w:ascii="Arial" w:hAnsi="Arial" w:cs="Arial"/>
          <w:b/>
          <w:color w:val="4E4D4D" w:themeColor="background2"/>
          <w:spacing w:val="4"/>
        </w:rPr>
      </w:pPr>
      <w:r w:rsidRPr="00F4279E">
        <w:rPr>
          <w:rFonts w:ascii="Arial" w:hAnsi="Arial" w:cs="Arial"/>
          <w:b/>
          <w:color w:val="4E4D4D" w:themeColor="background2"/>
          <w:spacing w:val="4"/>
        </w:rPr>
        <w:t>ANÁLISIS QUÍMICO Y MICROBIOLÓGICO</w:t>
      </w:r>
      <w:r w:rsidR="007E3935" w:rsidRPr="00F4279E">
        <w:rPr>
          <w:rFonts w:ascii="Arial" w:hAnsi="Arial" w:cs="Arial"/>
          <w:b/>
          <w:color w:val="4E4D4D" w:themeColor="background2"/>
          <w:spacing w:val="4"/>
        </w:rPr>
        <w:t>:</w:t>
      </w:r>
    </w:p>
    <w:p w14:paraId="5C64F027" w14:textId="77777777" w:rsidR="007E3935" w:rsidRPr="00F4279E" w:rsidRDefault="007E3935" w:rsidP="001974DD">
      <w:pPr>
        <w:widowControl w:val="0"/>
        <w:autoSpaceDE w:val="0"/>
        <w:autoSpaceDN w:val="0"/>
        <w:adjustRightInd w:val="0"/>
        <w:spacing w:line="0" w:lineRule="atLeast"/>
        <w:jc w:val="both"/>
        <w:rPr>
          <w:rFonts w:ascii="Arial" w:hAnsi="Arial" w:cs="Arial"/>
          <w:color w:val="4E4D4D" w:themeColor="background2"/>
        </w:rPr>
      </w:pPr>
    </w:p>
    <w:p w14:paraId="5C64F028" w14:textId="77777777" w:rsidR="008A7E6D" w:rsidRPr="00F4279E" w:rsidRDefault="008A7E6D" w:rsidP="00FB5A2F">
      <w:pPr>
        <w:pStyle w:val="Prrafodelista"/>
        <w:widowControl w:val="0"/>
        <w:numPr>
          <w:ilvl w:val="3"/>
          <w:numId w:val="14"/>
        </w:numPr>
        <w:autoSpaceDE w:val="0"/>
        <w:autoSpaceDN w:val="0"/>
        <w:adjustRightInd w:val="0"/>
        <w:spacing w:line="0" w:lineRule="atLeast"/>
        <w:jc w:val="both"/>
        <w:rPr>
          <w:rFonts w:ascii="Arial" w:hAnsi="Arial" w:cs="Arial"/>
          <w:b/>
          <w:color w:val="4E4D4D" w:themeColor="background2"/>
          <w:spacing w:val="4"/>
        </w:rPr>
      </w:pPr>
      <w:r w:rsidRPr="00F4279E">
        <w:rPr>
          <w:rFonts w:ascii="Arial" w:hAnsi="Arial" w:cs="Arial"/>
          <w:b/>
          <w:color w:val="4E4D4D" w:themeColor="background2"/>
          <w:spacing w:val="4"/>
        </w:rPr>
        <w:t>R</w:t>
      </w:r>
      <w:r w:rsidR="00D278EE" w:rsidRPr="00F4279E">
        <w:rPr>
          <w:rFonts w:ascii="Arial" w:hAnsi="Arial" w:cs="Arial"/>
          <w:b/>
          <w:color w:val="4E4D4D" w:themeColor="background2"/>
          <w:spacing w:val="4"/>
        </w:rPr>
        <w:t>equisitos</w:t>
      </w:r>
      <w:r w:rsidR="00D51B04" w:rsidRPr="00F4279E">
        <w:rPr>
          <w:rFonts w:ascii="Arial" w:hAnsi="Arial" w:cs="Arial"/>
          <w:b/>
          <w:color w:val="4E4D4D" w:themeColor="background2"/>
          <w:spacing w:val="4"/>
        </w:rPr>
        <w:t xml:space="preserve"> para la toma de muestra</w:t>
      </w:r>
      <w:r w:rsidRPr="00F4279E">
        <w:rPr>
          <w:rFonts w:ascii="Arial" w:hAnsi="Arial" w:cs="Arial"/>
          <w:b/>
          <w:color w:val="4E4D4D" w:themeColor="background2"/>
          <w:spacing w:val="4"/>
        </w:rPr>
        <w:t xml:space="preserve">: </w:t>
      </w:r>
    </w:p>
    <w:p w14:paraId="5C64F029" w14:textId="77777777" w:rsidR="004C2E94" w:rsidRPr="00F4279E" w:rsidRDefault="004C2E94" w:rsidP="001974DD">
      <w:pPr>
        <w:widowControl w:val="0"/>
        <w:autoSpaceDE w:val="0"/>
        <w:autoSpaceDN w:val="0"/>
        <w:adjustRightInd w:val="0"/>
        <w:spacing w:line="0" w:lineRule="atLeast"/>
        <w:jc w:val="both"/>
        <w:rPr>
          <w:rFonts w:ascii="Arial" w:hAnsi="Arial" w:cs="Arial"/>
          <w:b/>
          <w:color w:val="4E4D4D" w:themeColor="background2"/>
          <w:spacing w:val="4"/>
        </w:rPr>
      </w:pPr>
    </w:p>
    <w:p w14:paraId="5C64F02A" w14:textId="0CC204DA" w:rsidR="00610B93" w:rsidRPr="00F4279E" w:rsidRDefault="00610B93" w:rsidP="00FB5A2F">
      <w:pPr>
        <w:pStyle w:val="Prrafodelista"/>
        <w:widowControl w:val="0"/>
        <w:numPr>
          <w:ilvl w:val="0"/>
          <w:numId w:val="13"/>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y como requisito habilitante se debe presentar el acta de visita o el radicado ante la SDS  y copia del formato de autoevaluación de los estándares de calidad  en salud pública para laboratorios de alimentos y medicamentos. Adicionalmente, certificar 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w:t>
      </w:r>
      <w:r w:rsidR="00957C77">
        <w:rPr>
          <w:rFonts w:ascii="Arial" w:hAnsi="Arial" w:cs="Arial"/>
          <w:color w:val="4E4D4D" w:themeColor="background2"/>
          <w:spacing w:val="1"/>
        </w:rPr>
        <w:t>05. Para la presentación de la O</w:t>
      </w:r>
      <w:r w:rsidRPr="00F4279E">
        <w:rPr>
          <w:rFonts w:ascii="Arial" w:hAnsi="Arial" w:cs="Arial"/>
          <w:color w:val="4E4D4D" w:themeColor="background2"/>
          <w:spacing w:val="1"/>
        </w:rPr>
        <w:t xml:space="preserve">ferta los análisis deben presentarse a través de un laboratorio externo el cual no puede ser de propiedad del </w:t>
      </w:r>
      <w:r w:rsidR="00957C77">
        <w:rPr>
          <w:rFonts w:ascii="Arial" w:hAnsi="Arial" w:cs="Arial"/>
          <w:color w:val="4E4D4D" w:themeColor="background2"/>
          <w:spacing w:val="1"/>
        </w:rPr>
        <w:t>Proponente</w:t>
      </w:r>
      <w:r w:rsidRPr="00F4279E">
        <w:rPr>
          <w:rFonts w:ascii="Arial" w:hAnsi="Arial" w:cs="Arial"/>
          <w:color w:val="4E4D4D" w:themeColor="background2"/>
          <w:spacing w:val="1"/>
        </w:rPr>
        <w:t xml:space="preserve"> o fabricante del producto, ni tampoco del cónyuge o compañera(o) permanente, o de quienes se encuentren dentro del segundo grado de consanguinidad o segundo de afinidad y primero civil; de lo contrario el alimento no se tendrá en cuenta para establecer la calidad del mismo.</w:t>
      </w:r>
    </w:p>
    <w:p w14:paraId="5C64F02B" w14:textId="77777777" w:rsidR="00610B93" w:rsidRPr="00F4279E" w:rsidRDefault="00610B93" w:rsidP="00610B93">
      <w:pPr>
        <w:pStyle w:val="Prrafodelista"/>
        <w:widowControl w:val="0"/>
        <w:autoSpaceDE w:val="0"/>
        <w:autoSpaceDN w:val="0"/>
        <w:adjustRightInd w:val="0"/>
        <w:ind w:left="360"/>
        <w:jc w:val="both"/>
        <w:rPr>
          <w:rFonts w:ascii="Arial" w:hAnsi="Arial" w:cs="Arial"/>
          <w:color w:val="4E4D4D" w:themeColor="background2"/>
          <w:spacing w:val="1"/>
        </w:rPr>
      </w:pPr>
    </w:p>
    <w:p w14:paraId="5C64F02C" w14:textId="1877E9CC" w:rsidR="005F4499" w:rsidRPr="00F4279E" w:rsidRDefault="00957C77" w:rsidP="00FB5A2F">
      <w:pPr>
        <w:pStyle w:val="Prrafodelista"/>
        <w:widowControl w:val="0"/>
        <w:numPr>
          <w:ilvl w:val="0"/>
          <w:numId w:val="13"/>
        </w:numPr>
        <w:autoSpaceDE w:val="0"/>
        <w:autoSpaceDN w:val="0"/>
        <w:adjustRightInd w:val="0"/>
        <w:jc w:val="both"/>
        <w:rPr>
          <w:rFonts w:ascii="Arial" w:hAnsi="Arial" w:cs="Arial"/>
          <w:color w:val="4E4D4D" w:themeColor="background2"/>
        </w:rPr>
      </w:pPr>
      <w:r>
        <w:rPr>
          <w:rFonts w:ascii="Arial" w:hAnsi="Arial" w:cs="Arial"/>
          <w:color w:val="4E4D4D" w:themeColor="background2"/>
        </w:rPr>
        <w:t>En la ejecución de la Orden de C</w:t>
      </w:r>
      <w:r w:rsidR="00610B93" w:rsidRPr="00F4279E">
        <w:rPr>
          <w:rFonts w:ascii="Arial" w:hAnsi="Arial" w:cs="Arial"/>
          <w:color w:val="4E4D4D" w:themeColor="background2"/>
        </w:rPr>
        <w:t>ompra se permitirá que el fabricante genere los análisis realizados en laboratorios de su propiedad previo cumplimiento de lo establecido en la resolución 1619 de 2015. La interventoría verificara su cumplimiento.</w:t>
      </w:r>
    </w:p>
    <w:p w14:paraId="5C64F02D" w14:textId="77777777" w:rsidR="00610B93" w:rsidRPr="00F4279E" w:rsidRDefault="00610B93" w:rsidP="00610B93">
      <w:pPr>
        <w:widowControl w:val="0"/>
        <w:autoSpaceDE w:val="0"/>
        <w:autoSpaceDN w:val="0"/>
        <w:adjustRightInd w:val="0"/>
        <w:jc w:val="both"/>
        <w:rPr>
          <w:rFonts w:ascii="Arial" w:hAnsi="Arial" w:cs="Arial"/>
          <w:color w:val="4E4D4D" w:themeColor="background2"/>
        </w:rPr>
      </w:pPr>
    </w:p>
    <w:p w14:paraId="5C64F02E" w14:textId="0AD6D74C" w:rsidR="00610B93" w:rsidRPr="00F4279E" w:rsidRDefault="00610B93" w:rsidP="00FB5A2F">
      <w:pPr>
        <w:pStyle w:val="Prrafodelista"/>
        <w:widowControl w:val="0"/>
        <w:numPr>
          <w:ilvl w:val="0"/>
          <w:numId w:val="13"/>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a</w:t>
      </w:r>
      <w:r w:rsidRPr="00F4279E">
        <w:rPr>
          <w:rFonts w:ascii="Arial" w:hAnsi="Arial" w:cs="Arial"/>
          <w:color w:val="4E4D4D" w:themeColor="background2"/>
          <w:spacing w:val="24"/>
        </w:rPr>
        <w:t xml:space="preserve"> </w:t>
      </w:r>
      <w:r w:rsidRPr="00F4279E">
        <w:rPr>
          <w:rFonts w:ascii="Arial" w:hAnsi="Arial" w:cs="Arial"/>
          <w:color w:val="4E4D4D" w:themeColor="background2"/>
        </w:rPr>
        <w:t>laboratorio diligenciará durante el proceso de toma de muestra el acta respectiva en el formato establecido por cada uno de ellos en PAPEL MEMBRETEADO. Es</w:t>
      </w:r>
      <w:r w:rsidR="00957C77">
        <w:rPr>
          <w:rFonts w:ascii="Arial" w:hAnsi="Arial" w:cs="Arial"/>
          <w:color w:val="4E4D4D" w:themeColor="background2"/>
        </w:rPr>
        <w:t>ta acta podrá ser solicitada al Proponente</w:t>
      </w:r>
      <w:r w:rsidRPr="00F4279E">
        <w:rPr>
          <w:rFonts w:ascii="Arial" w:hAnsi="Arial" w:cs="Arial"/>
          <w:color w:val="4E4D4D" w:themeColor="background2"/>
        </w:rPr>
        <w:t xml:space="preserve"> por la SED, en caso de que durante el proceso de evaluación de la propuesta se requiera. Se aclara que el certificado microbiológico deberá presentarse en hoja </w:t>
      </w:r>
      <w:r w:rsidR="00F84E41" w:rsidRPr="00F4279E">
        <w:rPr>
          <w:rFonts w:ascii="Arial" w:hAnsi="Arial" w:cs="Arial"/>
          <w:color w:val="4E4D4D" w:themeColor="background2"/>
        </w:rPr>
        <w:t>membretada</w:t>
      </w:r>
      <w:r w:rsidRPr="00F4279E">
        <w:rPr>
          <w:rFonts w:ascii="Arial" w:hAnsi="Arial" w:cs="Arial"/>
          <w:color w:val="4E4D4D" w:themeColor="background2"/>
        </w:rPr>
        <w:t xml:space="preserve"> del laboratorio con la firma del representante legal del mismo o del director técnico o del jefe de control de calidad o del analista químico o del jefe del laboratorio, o con firma digital o copia con sello del laboratorio. Este documento será sujeto a verificación.</w:t>
      </w:r>
    </w:p>
    <w:p w14:paraId="5C64F02F" w14:textId="77777777" w:rsidR="008A7E6D" w:rsidRPr="00F4279E" w:rsidRDefault="008A7E6D" w:rsidP="001974DD">
      <w:pPr>
        <w:widowControl w:val="0"/>
        <w:autoSpaceDE w:val="0"/>
        <w:autoSpaceDN w:val="0"/>
        <w:adjustRightInd w:val="0"/>
        <w:spacing w:line="0" w:lineRule="atLeast"/>
        <w:jc w:val="both"/>
        <w:rPr>
          <w:rFonts w:ascii="Arial" w:hAnsi="Arial" w:cs="Arial"/>
          <w:color w:val="4E4D4D" w:themeColor="background2"/>
        </w:rPr>
      </w:pPr>
    </w:p>
    <w:p w14:paraId="5C64F030" w14:textId="48DC176F" w:rsidR="004F3BEF" w:rsidRPr="00F4279E" w:rsidRDefault="004F3BEF" w:rsidP="004F3BEF">
      <w:pPr>
        <w:pStyle w:val="Prrafodelista"/>
        <w:widowControl w:val="0"/>
        <w:numPr>
          <w:ilvl w:val="0"/>
          <w:numId w:val="13"/>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spacing w:val="2"/>
        </w:rPr>
        <w:t>E</w:t>
      </w:r>
      <w:r w:rsidRPr="00F4279E">
        <w:rPr>
          <w:rFonts w:ascii="Arial" w:hAnsi="Arial" w:cs="Arial"/>
          <w:color w:val="4E4D4D" w:themeColor="background2"/>
        </w:rPr>
        <w:t>n</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4"/>
        </w:rPr>
        <w:t xml:space="preserve"> </w:t>
      </w:r>
      <w:r w:rsidRPr="00F4279E">
        <w:rPr>
          <w:rFonts w:ascii="Arial" w:hAnsi="Arial" w:cs="Arial"/>
          <w:color w:val="4E4D4D" w:themeColor="background2"/>
        </w:rPr>
        <w:t xml:space="preserve">evento que el laboratorio contratado por el </w:t>
      </w:r>
      <w:r w:rsidR="00957C77">
        <w:rPr>
          <w:rFonts w:ascii="Arial" w:hAnsi="Arial" w:cs="Arial"/>
          <w:color w:val="4E4D4D" w:themeColor="background2"/>
        </w:rPr>
        <w:t>Proponente</w:t>
      </w:r>
      <w:r w:rsidRPr="00F4279E">
        <w:rPr>
          <w:rFonts w:ascii="Arial" w:hAnsi="Arial" w:cs="Arial"/>
          <w:color w:val="4E4D4D" w:themeColor="background2"/>
        </w:rPr>
        <w:t xml:space="preserve"> subcontrate a un tercero para realizar ya sea el análisis microbiológico o fisicoquímico, cada uno de los laboratorios, es decir, el contratado y el subcontrat</w:t>
      </w:r>
      <w:r w:rsidR="005D266E">
        <w:rPr>
          <w:rFonts w:ascii="Arial" w:hAnsi="Arial" w:cs="Arial"/>
          <w:color w:val="4E4D4D" w:themeColor="background2"/>
        </w:rPr>
        <w:t>ado</w:t>
      </w:r>
      <w:r w:rsidRPr="00F4279E">
        <w:rPr>
          <w:rFonts w:ascii="Arial" w:hAnsi="Arial" w:cs="Arial"/>
          <w:color w:val="4E4D4D" w:themeColor="background2"/>
        </w:rPr>
        <w:t xml:space="preserve">, deberá diligenciar un acta para cada uno de los dos tipos de análisis, adjuntando una certificación del laboratorio subcontratado, en el que conste la relación contractual entre los dos laboratorios y el acto de entrega de muestras para análisis. En el caso en el cual el mismo laboratorio tome las muestras tanto para análisis bromatológico como </w:t>
      </w:r>
      <w:r w:rsidRPr="00F4279E">
        <w:rPr>
          <w:rFonts w:ascii="Arial" w:hAnsi="Arial" w:cs="Arial"/>
          <w:color w:val="4E4D4D" w:themeColor="background2"/>
        </w:rPr>
        <w:lastRenderedPageBreak/>
        <w:t>microbiológico se deberán elaborar actas de toma de muestra separadas; es decir, un acta de toma de muestra para microbiológico y un acta de toma de</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u</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a</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rPr>
        <w:t>a</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b</w:t>
      </w:r>
      <w:r w:rsidRPr="00F4279E">
        <w:rPr>
          <w:rFonts w:ascii="Arial" w:hAnsi="Arial" w:cs="Arial"/>
          <w:color w:val="4E4D4D" w:themeColor="background2"/>
          <w:spacing w:val="-1"/>
        </w:rPr>
        <w:t>r</w:t>
      </w:r>
      <w:r w:rsidRPr="00F4279E">
        <w:rPr>
          <w:rFonts w:ascii="Arial" w:hAnsi="Arial" w:cs="Arial"/>
          <w:color w:val="4E4D4D" w:themeColor="background2"/>
        </w:rPr>
        <w:t>o</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rPr>
        <w:t>oló</w:t>
      </w:r>
      <w:r w:rsidRPr="00F4279E">
        <w:rPr>
          <w:rFonts w:ascii="Arial" w:hAnsi="Arial" w:cs="Arial"/>
          <w:color w:val="4E4D4D" w:themeColor="background2"/>
          <w:spacing w:val="2"/>
        </w:rPr>
        <w:t>g</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29"/>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b</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Pr="00F4279E">
        <w:rPr>
          <w:rFonts w:ascii="Arial" w:hAnsi="Arial" w:cs="Arial"/>
          <w:color w:val="4E4D4D" w:themeColor="background2"/>
          <w:spacing w:val="4"/>
        </w:rPr>
        <w:t>a</w:t>
      </w:r>
      <w:r w:rsidRPr="00F4279E">
        <w:rPr>
          <w:rFonts w:ascii="Arial" w:hAnsi="Arial" w:cs="Arial"/>
          <w:color w:val="4E4D4D" w:themeColor="background2"/>
          <w:spacing w:val="1"/>
        </w:rPr>
        <w:t>m</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spacing w:val="2"/>
          <w:w w:val="102"/>
        </w:rPr>
        <w:t>i</w:t>
      </w:r>
      <w:r w:rsidRPr="00F4279E">
        <w:rPr>
          <w:rFonts w:ascii="Arial" w:hAnsi="Arial" w:cs="Arial"/>
          <w:color w:val="4E4D4D" w:themeColor="background2"/>
          <w:w w:val="102"/>
        </w:rPr>
        <w:t>li</w:t>
      </w:r>
      <w:r w:rsidRPr="00F4279E">
        <w:rPr>
          <w:rFonts w:ascii="Arial" w:hAnsi="Arial" w:cs="Arial"/>
          <w:color w:val="4E4D4D" w:themeColor="background2"/>
          <w:spacing w:val="4"/>
          <w:w w:val="102"/>
        </w:rPr>
        <w:t>g</w:t>
      </w:r>
      <w:r w:rsidRPr="00F4279E">
        <w:rPr>
          <w:rFonts w:ascii="Arial" w:hAnsi="Arial" w:cs="Arial"/>
          <w:color w:val="4E4D4D" w:themeColor="background2"/>
          <w:spacing w:val="-1"/>
          <w:w w:val="102"/>
        </w:rPr>
        <w:t>en</w:t>
      </w:r>
      <w:r w:rsidRPr="00F4279E">
        <w:rPr>
          <w:rFonts w:ascii="Arial" w:hAnsi="Arial" w:cs="Arial"/>
          <w:color w:val="4E4D4D" w:themeColor="background2"/>
          <w:spacing w:val="-3"/>
          <w:w w:val="102"/>
        </w:rPr>
        <w:t>c</w:t>
      </w:r>
      <w:r w:rsidRPr="00F4279E">
        <w:rPr>
          <w:rFonts w:ascii="Arial" w:hAnsi="Arial" w:cs="Arial"/>
          <w:color w:val="4E4D4D" w:themeColor="background2"/>
          <w:spacing w:val="2"/>
          <w:w w:val="102"/>
        </w:rPr>
        <w:t>i</w:t>
      </w:r>
      <w:r w:rsidRPr="00F4279E">
        <w:rPr>
          <w:rFonts w:ascii="Arial" w:hAnsi="Arial" w:cs="Arial"/>
          <w:color w:val="4E4D4D" w:themeColor="background2"/>
          <w:w w:val="102"/>
        </w:rPr>
        <w:t>a</w:t>
      </w:r>
      <w:r w:rsidRPr="00F4279E">
        <w:rPr>
          <w:rFonts w:ascii="Arial" w:hAnsi="Arial" w:cs="Arial"/>
          <w:color w:val="4E4D4D" w:themeColor="background2"/>
          <w:spacing w:val="2"/>
          <w:w w:val="101"/>
        </w:rPr>
        <w:t>d</w:t>
      </w:r>
      <w:r w:rsidRPr="00F4279E">
        <w:rPr>
          <w:rFonts w:ascii="Arial" w:hAnsi="Arial" w:cs="Arial"/>
          <w:color w:val="4E4D4D" w:themeColor="background2"/>
          <w:w w:val="102"/>
        </w:rPr>
        <w:t>a</w:t>
      </w:r>
      <w:r w:rsidRPr="00F4279E">
        <w:rPr>
          <w:rFonts w:ascii="Arial" w:hAnsi="Arial" w:cs="Arial"/>
          <w:color w:val="4E4D4D" w:themeColor="background2"/>
          <w:spacing w:val="-1"/>
          <w:w w:val="102"/>
        </w:rPr>
        <w:t>s</w:t>
      </w:r>
      <w:r w:rsidRPr="00F4279E">
        <w:rPr>
          <w:rFonts w:ascii="Arial" w:hAnsi="Arial" w:cs="Arial"/>
          <w:color w:val="4E4D4D" w:themeColor="background2"/>
          <w:w w:val="102"/>
        </w:rPr>
        <w:t>.</w:t>
      </w:r>
    </w:p>
    <w:p w14:paraId="5C64F031" w14:textId="77777777" w:rsidR="004F3BEF" w:rsidRPr="00F4279E" w:rsidRDefault="004F3BEF" w:rsidP="004F3BEF">
      <w:pPr>
        <w:pStyle w:val="Prrafodelista"/>
        <w:rPr>
          <w:rFonts w:ascii="Arial" w:hAnsi="Arial" w:cs="Arial"/>
          <w:color w:val="4E4D4D" w:themeColor="background2"/>
          <w:highlight w:val="yellow"/>
        </w:rPr>
      </w:pPr>
    </w:p>
    <w:p w14:paraId="5C64F032" w14:textId="2EB72613" w:rsidR="004F3BEF" w:rsidRPr="00F4279E" w:rsidRDefault="004F3BEF" w:rsidP="004F3BEF">
      <w:pPr>
        <w:pStyle w:val="Prrafodelista"/>
        <w:widowControl w:val="0"/>
        <w:numPr>
          <w:ilvl w:val="0"/>
          <w:numId w:val="13"/>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spacing w:val="2"/>
        </w:rPr>
        <w:t>E</w:t>
      </w:r>
      <w:r w:rsidRPr="00F4279E">
        <w:rPr>
          <w:rFonts w:ascii="Arial" w:hAnsi="Arial" w:cs="Arial"/>
          <w:color w:val="4E4D4D" w:themeColor="background2"/>
        </w:rPr>
        <w:t>n</w:t>
      </w:r>
      <w:r w:rsidRPr="00F4279E">
        <w:rPr>
          <w:rFonts w:ascii="Arial" w:hAnsi="Arial" w:cs="Arial"/>
          <w:color w:val="4E4D4D" w:themeColor="background2"/>
          <w:spacing w:val="50"/>
        </w:rPr>
        <w:t xml:space="preserve"> </w:t>
      </w:r>
      <w:r w:rsidRPr="00F4279E">
        <w:rPr>
          <w:rFonts w:ascii="Arial" w:hAnsi="Arial" w:cs="Arial"/>
          <w:color w:val="4E4D4D" w:themeColor="background2"/>
        </w:rPr>
        <w:t xml:space="preserve">caso de requerir la contratación de dos laboratorios para realizar por separado el análisis bromatológico y microbiológico, los dos laboratorios deben cumplir con las condiciones establecidas en el presente numeral. Por lo anterior, se deberá anexar como documento adicional al reporte de los resultados la certificación de los laboratorios contratados, en el que conste la relación contractual entre los laboratorios y el </w:t>
      </w:r>
      <w:r w:rsidR="00957C77">
        <w:rPr>
          <w:rFonts w:ascii="Arial" w:hAnsi="Arial" w:cs="Arial"/>
          <w:color w:val="4E4D4D" w:themeColor="background2"/>
        </w:rPr>
        <w:t>Proponente</w:t>
      </w:r>
      <w:r w:rsidRPr="00F4279E">
        <w:rPr>
          <w:rFonts w:ascii="Arial" w:hAnsi="Arial" w:cs="Arial"/>
          <w:color w:val="4E4D4D" w:themeColor="background2"/>
        </w:rPr>
        <w:t>. A la certificación anterior se debe anexar el documento que soporte el cumplimiento de la resolución 1619 de 2015 de cada uno de los laboratorios contratados (o las demás normas que la modifiquen, sustituyan o reemplacen), por la cual establece el Sistema de Gestión de la Red Nacional de Laboratorios en los ejes estratégicos de Vigilancia en Salud Pública y de Gestión de Calidad.</w:t>
      </w:r>
    </w:p>
    <w:p w14:paraId="5C64F033" w14:textId="77777777" w:rsidR="008A7E6D" w:rsidRPr="00F4279E" w:rsidRDefault="008A7E6D" w:rsidP="001974DD">
      <w:pPr>
        <w:widowControl w:val="0"/>
        <w:autoSpaceDE w:val="0"/>
        <w:autoSpaceDN w:val="0"/>
        <w:adjustRightInd w:val="0"/>
        <w:spacing w:line="0" w:lineRule="atLeast"/>
        <w:jc w:val="both"/>
        <w:rPr>
          <w:rFonts w:ascii="Arial" w:hAnsi="Arial" w:cs="Arial"/>
          <w:color w:val="4E4D4D" w:themeColor="background2"/>
        </w:rPr>
      </w:pPr>
    </w:p>
    <w:p w14:paraId="5C64F034" w14:textId="77777777" w:rsidR="008A7E6D" w:rsidRPr="00F4279E" w:rsidRDefault="008A7E6D" w:rsidP="00FB5A2F">
      <w:pPr>
        <w:pStyle w:val="Prrafodelista"/>
        <w:widowControl w:val="0"/>
        <w:numPr>
          <w:ilvl w:val="0"/>
          <w:numId w:val="13"/>
        </w:numPr>
        <w:autoSpaceDE w:val="0"/>
        <w:autoSpaceDN w:val="0"/>
        <w:adjustRightInd w:val="0"/>
        <w:spacing w:line="0" w:lineRule="atLeast"/>
        <w:jc w:val="both"/>
        <w:rPr>
          <w:rFonts w:ascii="Arial" w:hAnsi="Arial" w:cs="Arial"/>
          <w:color w:val="4E4D4D" w:themeColor="background2"/>
          <w:w w:val="103"/>
        </w:rPr>
      </w:pPr>
      <w:r w:rsidRPr="00F4279E">
        <w:rPr>
          <w:rFonts w:ascii="Arial" w:hAnsi="Arial" w:cs="Arial"/>
          <w:color w:val="4E4D4D" w:themeColor="background2"/>
          <w:spacing w:val="2"/>
        </w:rPr>
        <w:t>E</w:t>
      </w:r>
      <w:r w:rsidRPr="00F4279E">
        <w:rPr>
          <w:rFonts w:ascii="Arial" w:hAnsi="Arial" w:cs="Arial"/>
          <w:color w:val="4E4D4D" w:themeColor="background2"/>
        </w:rPr>
        <w:t>n</w:t>
      </w:r>
      <w:r w:rsidRPr="00F4279E">
        <w:rPr>
          <w:rFonts w:ascii="Arial" w:hAnsi="Arial" w:cs="Arial"/>
          <w:color w:val="4E4D4D" w:themeColor="background2"/>
          <w:spacing w:val="1"/>
        </w:rPr>
        <w:t xml:space="preserve"> </w:t>
      </w:r>
      <w:r w:rsidRPr="00F4279E">
        <w:rPr>
          <w:rFonts w:ascii="Arial" w:hAnsi="Arial" w:cs="Arial"/>
          <w:color w:val="4E4D4D" w:themeColor="background2"/>
        </w:rPr>
        <w:t xml:space="preserve">los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spacing w:val="2"/>
        </w:rPr>
        <w:t>r</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os</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b</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3"/>
        </w:rPr>
        <w:t>a</w:t>
      </w:r>
      <w:r w:rsidRPr="00F4279E">
        <w:rPr>
          <w:rFonts w:ascii="Arial" w:hAnsi="Arial" w:cs="Arial"/>
          <w:color w:val="4E4D4D" w:themeColor="background2"/>
          <w:spacing w:val="6"/>
        </w:rPr>
        <w:t>t</w:t>
      </w:r>
      <w:r w:rsidRPr="00F4279E">
        <w:rPr>
          <w:rFonts w:ascii="Arial" w:hAnsi="Arial" w:cs="Arial"/>
          <w:color w:val="4E4D4D" w:themeColor="background2"/>
          <w:spacing w:val="-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os</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rPr>
        <w:t>e</w:t>
      </w:r>
      <w:r w:rsidRPr="00F4279E">
        <w:rPr>
          <w:rFonts w:ascii="Arial" w:hAnsi="Arial" w:cs="Arial"/>
          <w:color w:val="4E4D4D" w:themeColor="background2"/>
          <w:spacing w:val="4"/>
        </w:rPr>
        <w:t xml:space="preserve"> </w:t>
      </w:r>
      <w:r w:rsidRPr="00F4279E">
        <w:rPr>
          <w:rFonts w:ascii="Arial" w:hAnsi="Arial" w:cs="Arial"/>
          <w:color w:val="4E4D4D" w:themeColor="background2"/>
          <w:spacing w:val="1"/>
        </w:rPr>
        <w:t>ex</w:t>
      </w:r>
      <w:r w:rsidRPr="00F4279E">
        <w:rPr>
          <w:rFonts w:ascii="Arial" w:hAnsi="Arial" w:cs="Arial"/>
          <w:color w:val="4E4D4D" w:themeColor="background2"/>
          <w:spacing w:val="2"/>
        </w:rPr>
        <w:t>i</w:t>
      </w:r>
      <w:r w:rsidRPr="00F4279E">
        <w:rPr>
          <w:rFonts w:ascii="Arial" w:hAnsi="Arial" w:cs="Arial"/>
          <w:color w:val="4E4D4D" w:themeColor="background2"/>
          <w:spacing w:val="-1"/>
        </w:rPr>
        <w:t>s</w:t>
      </w:r>
      <w:r w:rsidRPr="00F4279E">
        <w:rPr>
          <w:rFonts w:ascii="Arial" w:hAnsi="Arial" w:cs="Arial"/>
          <w:color w:val="4E4D4D" w:themeColor="background2"/>
          <w:spacing w:val="2"/>
        </w:rPr>
        <w:t>t</w:t>
      </w:r>
      <w:r w:rsidRPr="00F4279E">
        <w:rPr>
          <w:rFonts w:ascii="Arial" w:hAnsi="Arial" w:cs="Arial"/>
          <w:color w:val="4E4D4D" w:themeColor="background2"/>
          <w:spacing w:val="-1"/>
        </w:rPr>
        <w:t>i</w:t>
      </w:r>
      <w:r w:rsidRPr="00F4279E">
        <w:rPr>
          <w:rFonts w:ascii="Arial" w:hAnsi="Arial" w:cs="Arial"/>
          <w:color w:val="4E4D4D" w:themeColor="background2"/>
        </w:rPr>
        <w:t>r</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spacing w:val="4"/>
        </w:rPr>
        <w:t>i</w:t>
      </w:r>
      <w:r w:rsidRPr="00F4279E">
        <w:rPr>
          <w:rFonts w:ascii="Arial" w:hAnsi="Arial" w:cs="Arial"/>
          <w:color w:val="4E4D4D" w:themeColor="background2"/>
          <w:spacing w:val="-1"/>
        </w:rPr>
        <w:t>nc</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Pr="00F4279E">
        <w:rPr>
          <w:rFonts w:ascii="Arial" w:hAnsi="Arial" w:cs="Arial"/>
          <w:color w:val="4E4D4D" w:themeColor="background2"/>
          <w:spacing w:val="4"/>
        </w:rPr>
        <w:t>e</w:t>
      </w:r>
      <w:r w:rsidRPr="00F4279E">
        <w:rPr>
          <w:rFonts w:ascii="Arial" w:hAnsi="Arial" w:cs="Arial"/>
          <w:color w:val="4E4D4D" w:themeColor="background2"/>
          <w:spacing w:val="-1"/>
        </w:rPr>
        <w:t>nc</w:t>
      </w:r>
      <w:r w:rsidRPr="00F4279E">
        <w:rPr>
          <w:rFonts w:ascii="Arial" w:hAnsi="Arial" w:cs="Arial"/>
          <w:color w:val="4E4D4D" w:themeColor="background2"/>
        </w:rPr>
        <w:t>ia</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1"/>
        </w:rPr>
        <w:t xml:space="preserve"> </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rPr>
        <w:t xml:space="preserve">s </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2"/>
        </w:rPr>
        <w:t>c</w:t>
      </w:r>
      <w:r w:rsidRPr="00F4279E">
        <w:rPr>
          <w:rFonts w:ascii="Arial" w:hAnsi="Arial" w:cs="Arial"/>
          <w:color w:val="4E4D4D" w:themeColor="background2"/>
          <w:spacing w:val="-1"/>
        </w:rPr>
        <w:t>h</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8"/>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w:t>
      </w:r>
      <w:r w:rsidRPr="00F4279E">
        <w:rPr>
          <w:rFonts w:ascii="Arial" w:hAnsi="Arial" w:cs="Arial"/>
          <w:color w:val="4E4D4D" w:themeColor="background2"/>
          <w:spacing w:val="1"/>
          <w:w w:val="102"/>
        </w:rPr>
        <w:t>m</w:t>
      </w:r>
      <w:r w:rsidRPr="00F4279E">
        <w:rPr>
          <w:rFonts w:ascii="Arial" w:hAnsi="Arial" w:cs="Arial"/>
          <w:color w:val="4E4D4D" w:themeColor="background2"/>
          <w:spacing w:val="-3"/>
          <w:w w:val="102"/>
        </w:rPr>
        <w:t>u</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s</w:t>
      </w:r>
      <w:r w:rsidRPr="00F4279E">
        <w:rPr>
          <w:rFonts w:ascii="Arial" w:hAnsi="Arial" w:cs="Arial"/>
          <w:color w:val="4E4D4D" w:themeColor="background2"/>
          <w:spacing w:val="4"/>
          <w:w w:val="102"/>
        </w:rPr>
        <w:t>t</w:t>
      </w:r>
      <w:r w:rsidRPr="00F4279E">
        <w:rPr>
          <w:rFonts w:ascii="Arial" w:hAnsi="Arial" w:cs="Arial"/>
          <w:color w:val="4E4D4D" w:themeColor="background2"/>
          <w:spacing w:val="-1"/>
          <w:w w:val="102"/>
        </w:rPr>
        <w:t>r</w:t>
      </w:r>
      <w:r w:rsidRPr="00F4279E">
        <w:rPr>
          <w:rFonts w:ascii="Arial" w:hAnsi="Arial" w:cs="Arial"/>
          <w:color w:val="4E4D4D" w:themeColor="background2"/>
          <w:spacing w:val="1"/>
          <w:w w:val="102"/>
        </w:rPr>
        <w:t>e</w:t>
      </w:r>
      <w:r w:rsidRPr="00F4279E">
        <w:rPr>
          <w:rFonts w:ascii="Arial" w:hAnsi="Arial" w:cs="Arial"/>
          <w:color w:val="4E4D4D" w:themeColor="background2"/>
          <w:spacing w:val="3"/>
          <w:w w:val="102"/>
        </w:rPr>
        <w:t>o</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f</w:t>
      </w:r>
      <w:r w:rsidRPr="00F4279E">
        <w:rPr>
          <w:rFonts w:ascii="Arial" w:hAnsi="Arial" w:cs="Arial"/>
          <w:color w:val="4E4D4D" w:themeColor="background2"/>
          <w:spacing w:val="1"/>
        </w:rPr>
        <w:t>e</w:t>
      </w:r>
      <w:r w:rsidRPr="00F4279E">
        <w:rPr>
          <w:rFonts w:ascii="Arial" w:hAnsi="Arial" w:cs="Arial"/>
          <w:color w:val="4E4D4D" w:themeColor="background2"/>
          <w:spacing w:val="2"/>
        </w:rPr>
        <w:t>c</w:t>
      </w:r>
      <w:r w:rsidRPr="00F4279E">
        <w:rPr>
          <w:rFonts w:ascii="Arial" w:hAnsi="Arial" w:cs="Arial"/>
          <w:color w:val="4E4D4D" w:themeColor="background2"/>
          <w:spacing w:val="-3"/>
        </w:rPr>
        <w:t>h</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2"/>
        </w:rPr>
        <w:t>f</w:t>
      </w:r>
      <w:r w:rsidRPr="00F4279E">
        <w:rPr>
          <w:rFonts w:ascii="Arial" w:hAnsi="Arial" w:cs="Arial"/>
          <w:color w:val="4E4D4D" w:themeColor="background2"/>
        </w:rPr>
        <w:t>a</w:t>
      </w:r>
      <w:r w:rsidRPr="00F4279E">
        <w:rPr>
          <w:rFonts w:ascii="Arial" w:hAnsi="Arial" w:cs="Arial"/>
          <w:color w:val="4E4D4D" w:themeColor="background2"/>
          <w:spacing w:val="2"/>
        </w:rPr>
        <w:t>b</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4"/>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ó</w:t>
      </w:r>
      <w:r w:rsidRPr="00F4279E">
        <w:rPr>
          <w:rFonts w:ascii="Arial" w:hAnsi="Arial" w:cs="Arial"/>
          <w:color w:val="4E4D4D" w:themeColor="background2"/>
          <w:spacing w:val="2"/>
        </w:rPr>
        <w:t>n</w:t>
      </w:r>
      <w:r w:rsidRPr="00F4279E">
        <w:rPr>
          <w:rFonts w:ascii="Arial" w:hAnsi="Arial" w:cs="Arial"/>
          <w:color w:val="4E4D4D" w:themeColor="background2"/>
        </w:rPr>
        <w:t>,</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f</w:t>
      </w:r>
      <w:r w:rsidRPr="00F4279E">
        <w:rPr>
          <w:rFonts w:ascii="Arial" w:hAnsi="Arial" w:cs="Arial"/>
          <w:color w:val="4E4D4D" w:themeColor="background2"/>
          <w:spacing w:val="4"/>
        </w:rPr>
        <w:t>e</w:t>
      </w:r>
      <w:r w:rsidRPr="00F4279E">
        <w:rPr>
          <w:rFonts w:ascii="Arial" w:hAnsi="Arial" w:cs="Arial"/>
          <w:color w:val="4E4D4D" w:themeColor="background2"/>
          <w:spacing w:val="-1"/>
        </w:rPr>
        <w:t>ch</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3"/>
        </w:rPr>
        <w:t>v</w:t>
      </w:r>
      <w:r w:rsidRPr="00F4279E">
        <w:rPr>
          <w:rFonts w:ascii="Arial" w:hAnsi="Arial" w:cs="Arial"/>
          <w:color w:val="4E4D4D" w:themeColor="background2"/>
          <w:spacing w:val="-1"/>
        </w:rPr>
        <w:t>e</w:t>
      </w:r>
      <w:r w:rsidRPr="00F4279E">
        <w:rPr>
          <w:rFonts w:ascii="Arial" w:hAnsi="Arial" w:cs="Arial"/>
          <w:color w:val="4E4D4D" w:themeColor="background2"/>
          <w:spacing w:val="2"/>
        </w:rPr>
        <w:t>n</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1"/>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4"/>
        </w:rPr>
        <w:t xml:space="preserve"> </w:t>
      </w:r>
      <w:r w:rsidRPr="00F4279E">
        <w:rPr>
          <w:rFonts w:ascii="Arial" w:hAnsi="Arial" w:cs="Arial"/>
          <w:color w:val="4E4D4D" w:themeColor="background2"/>
        </w:rPr>
        <w:t>y</w:t>
      </w:r>
      <w:r w:rsidRPr="00F4279E">
        <w:rPr>
          <w:rFonts w:ascii="Arial" w:hAnsi="Arial" w:cs="Arial"/>
          <w:color w:val="4E4D4D" w:themeColor="background2"/>
          <w:spacing w:val="-1"/>
        </w:rPr>
        <w:t xml:space="preserve"> </w:t>
      </w:r>
      <w:r w:rsidRPr="00F4279E">
        <w:rPr>
          <w:rFonts w:ascii="Arial" w:hAnsi="Arial" w:cs="Arial"/>
          <w:color w:val="4E4D4D" w:themeColor="background2"/>
          <w:spacing w:val="4"/>
        </w:rPr>
        <w:t>l</w:t>
      </w:r>
      <w:r w:rsidRPr="00F4279E">
        <w:rPr>
          <w:rFonts w:ascii="Arial" w:hAnsi="Arial" w:cs="Arial"/>
          <w:color w:val="4E4D4D" w:themeColor="background2"/>
          <w:spacing w:val="-2"/>
        </w:rPr>
        <w:t>o</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w w:val="102"/>
        </w:rPr>
        <w:t>p</w:t>
      </w:r>
      <w:r w:rsidRPr="00F4279E">
        <w:rPr>
          <w:rFonts w:ascii="Arial" w:hAnsi="Arial" w:cs="Arial"/>
          <w:color w:val="4E4D4D" w:themeColor="background2"/>
          <w:spacing w:val="2"/>
          <w:w w:val="102"/>
        </w:rPr>
        <w:t>r</w:t>
      </w:r>
      <w:r w:rsidRPr="00F4279E">
        <w:rPr>
          <w:rFonts w:ascii="Arial" w:hAnsi="Arial" w:cs="Arial"/>
          <w:color w:val="4E4D4D" w:themeColor="background2"/>
          <w:spacing w:val="-2"/>
          <w:w w:val="102"/>
        </w:rPr>
        <w:t>o</w:t>
      </w:r>
      <w:r w:rsidRPr="00F4279E">
        <w:rPr>
          <w:rFonts w:ascii="Arial" w:hAnsi="Arial" w:cs="Arial"/>
          <w:color w:val="4E4D4D" w:themeColor="background2"/>
          <w:spacing w:val="4"/>
          <w:w w:val="101"/>
        </w:rPr>
        <w:t>d</w:t>
      </w:r>
      <w:r w:rsidRPr="00F4279E">
        <w:rPr>
          <w:rFonts w:ascii="Arial" w:hAnsi="Arial" w:cs="Arial"/>
          <w:color w:val="4E4D4D" w:themeColor="background2"/>
          <w:w w:val="102"/>
        </w:rPr>
        <w:t>u</w:t>
      </w:r>
      <w:r w:rsidRPr="00F4279E">
        <w:rPr>
          <w:rFonts w:ascii="Arial" w:hAnsi="Arial" w:cs="Arial"/>
          <w:color w:val="4E4D4D" w:themeColor="background2"/>
          <w:spacing w:val="2"/>
          <w:w w:val="102"/>
        </w:rPr>
        <w:t>c</w:t>
      </w:r>
      <w:r w:rsidRPr="00F4279E">
        <w:rPr>
          <w:rFonts w:ascii="Arial" w:hAnsi="Arial" w:cs="Arial"/>
          <w:color w:val="4E4D4D" w:themeColor="background2"/>
          <w:spacing w:val="-1"/>
          <w:w w:val="102"/>
        </w:rPr>
        <w:t>c</w:t>
      </w:r>
      <w:r w:rsidRPr="00F4279E">
        <w:rPr>
          <w:rFonts w:ascii="Arial" w:hAnsi="Arial" w:cs="Arial"/>
          <w:color w:val="4E4D4D" w:themeColor="background2"/>
          <w:w w:val="102"/>
        </w:rPr>
        <w:t>i</w:t>
      </w:r>
      <w:r w:rsidRPr="00F4279E">
        <w:rPr>
          <w:rFonts w:ascii="Arial" w:hAnsi="Arial" w:cs="Arial"/>
          <w:color w:val="4E4D4D" w:themeColor="background2"/>
          <w:spacing w:val="3"/>
          <w:w w:val="102"/>
        </w:rPr>
        <w:t>ó</w:t>
      </w:r>
      <w:r w:rsidRPr="00F4279E">
        <w:rPr>
          <w:rFonts w:ascii="Arial" w:hAnsi="Arial" w:cs="Arial"/>
          <w:color w:val="4E4D4D" w:themeColor="background2"/>
          <w:spacing w:val="-3"/>
          <w:w w:val="102"/>
        </w:rPr>
        <w:t>n</w:t>
      </w:r>
      <w:r w:rsidRPr="00F4279E">
        <w:rPr>
          <w:rFonts w:ascii="Arial" w:hAnsi="Arial" w:cs="Arial"/>
          <w:color w:val="4E4D4D" w:themeColor="background2"/>
          <w:w w:val="103"/>
        </w:rPr>
        <w:t>.</w:t>
      </w:r>
    </w:p>
    <w:p w14:paraId="5C64F035" w14:textId="77777777" w:rsidR="008A7E6D" w:rsidRPr="00F4279E" w:rsidRDefault="008A7E6D" w:rsidP="001974DD">
      <w:pPr>
        <w:widowControl w:val="0"/>
        <w:autoSpaceDE w:val="0"/>
        <w:autoSpaceDN w:val="0"/>
        <w:adjustRightInd w:val="0"/>
        <w:spacing w:line="0" w:lineRule="atLeast"/>
        <w:jc w:val="both"/>
        <w:rPr>
          <w:rFonts w:ascii="Arial" w:hAnsi="Arial" w:cs="Arial"/>
          <w:color w:val="4E4D4D" w:themeColor="background2"/>
        </w:rPr>
      </w:pPr>
    </w:p>
    <w:p w14:paraId="5C64F036" w14:textId="77777777" w:rsidR="008A7E6D" w:rsidRPr="00F4279E" w:rsidRDefault="00D278EE" w:rsidP="00FB5A2F">
      <w:pPr>
        <w:pStyle w:val="Prrafodelista"/>
        <w:widowControl w:val="0"/>
        <w:numPr>
          <w:ilvl w:val="3"/>
          <w:numId w:val="1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Procedimiento de toma de muestras y contra</w:t>
      </w:r>
      <w:r w:rsidR="00A00E28" w:rsidRPr="00F4279E">
        <w:rPr>
          <w:rFonts w:ascii="Arial" w:hAnsi="Arial" w:cs="Arial"/>
          <w:b/>
          <w:color w:val="4E4D4D" w:themeColor="background2"/>
        </w:rPr>
        <w:t>-</w:t>
      </w:r>
      <w:r w:rsidRPr="00F4279E">
        <w:rPr>
          <w:rFonts w:ascii="Arial" w:hAnsi="Arial" w:cs="Arial"/>
          <w:b/>
          <w:color w:val="4E4D4D" w:themeColor="background2"/>
        </w:rPr>
        <w:t>muestras</w:t>
      </w:r>
      <w:r w:rsidR="004C2E94" w:rsidRPr="00F4279E">
        <w:rPr>
          <w:rFonts w:ascii="Arial" w:hAnsi="Arial" w:cs="Arial"/>
          <w:b/>
          <w:color w:val="4E4D4D" w:themeColor="background2"/>
        </w:rPr>
        <w:t>:</w:t>
      </w:r>
    </w:p>
    <w:p w14:paraId="5C64F037" w14:textId="77777777" w:rsidR="004C2E94" w:rsidRPr="00F4279E" w:rsidRDefault="004C2E94" w:rsidP="001974DD">
      <w:pPr>
        <w:widowControl w:val="0"/>
        <w:autoSpaceDE w:val="0"/>
        <w:autoSpaceDN w:val="0"/>
        <w:adjustRightInd w:val="0"/>
        <w:spacing w:line="0" w:lineRule="atLeast"/>
        <w:jc w:val="both"/>
        <w:rPr>
          <w:rFonts w:ascii="Arial" w:hAnsi="Arial" w:cs="Arial"/>
          <w:color w:val="4E4D4D" w:themeColor="background2"/>
        </w:rPr>
      </w:pPr>
    </w:p>
    <w:p w14:paraId="5C64F038" w14:textId="77777777" w:rsidR="004C2E94" w:rsidRPr="00F4279E" w:rsidRDefault="004C2E94" w:rsidP="001974DD">
      <w:pPr>
        <w:spacing w:line="0" w:lineRule="atLeast"/>
        <w:jc w:val="both"/>
        <w:rPr>
          <w:rFonts w:ascii="Arial" w:hAnsi="Arial" w:cs="Arial"/>
          <w:color w:val="4E4D4D" w:themeColor="background2"/>
        </w:rPr>
      </w:pPr>
      <w:r w:rsidRPr="00F4279E">
        <w:rPr>
          <w:rFonts w:ascii="Arial" w:hAnsi="Arial" w:cs="Arial"/>
          <w:color w:val="4E4D4D" w:themeColor="background2"/>
        </w:rPr>
        <w:t xml:space="preserve">El instructivo para la toma de muestras y análisis de productos alimenticios (INVIMA, 2.002), define Muestra como la fracción de un material sobre la que se estudia ciertas características que posteriormente se generalizan a todo el conjunto, y Contra muestra como una porción adicional tan parecida a la original como sea posible, debe tomarse al mismo tiempo y en la misma forma y cantidad para asegurar que las condiciones sean idénticas. </w:t>
      </w:r>
    </w:p>
    <w:p w14:paraId="5C64F039" w14:textId="77777777" w:rsidR="004C2E94" w:rsidRPr="00F4279E" w:rsidRDefault="004C2E94" w:rsidP="001974DD">
      <w:pPr>
        <w:spacing w:line="0" w:lineRule="atLeast"/>
        <w:jc w:val="both"/>
        <w:rPr>
          <w:rFonts w:ascii="Arial" w:hAnsi="Arial" w:cs="Arial"/>
          <w:color w:val="4E4D4D" w:themeColor="background2"/>
        </w:rPr>
      </w:pPr>
    </w:p>
    <w:p w14:paraId="5C64F03A" w14:textId="77777777" w:rsidR="004C2E94" w:rsidRPr="00F4279E" w:rsidRDefault="004C2E94" w:rsidP="001974DD">
      <w:pPr>
        <w:spacing w:line="0" w:lineRule="atLeast"/>
        <w:jc w:val="both"/>
        <w:rPr>
          <w:rFonts w:ascii="Arial" w:hAnsi="Arial" w:cs="Arial"/>
          <w:color w:val="4E4D4D" w:themeColor="background2"/>
        </w:rPr>
      </w:pPr>
      <w:r w:rsidRPr="00F4279E">
        <w:rPr>
          <w:rFonts w:ascii="Arial" w:hAnsi="Arial" w:cs="Arial"/>
          <w:color w:val="4E4D4D" w:themeColor="background2"/>
        </w:rPr>
        <w:t xml:space="preserve">Basados en estas definiciones, es necesario guardar diariamente </w:t>
      </w:r>
      <w:r w:rsidR="00B923FF" w:rsidRPr="00F4279E">
        <w:rPr>
          <w:rFonts w:ascii="Arial" w:hAnsi="Arial" w:cs="Arial"/>
          <w:color w:val="4E4D4D" w:themeColor="background2"/>
        </w:rPr>
        <w:t>tres (3</w:t>
      </w:r>
      <w:r w:rsidRPr="00F4279E">
        <w:rPr>
          <w:rFonts w:ascii="Arial" w:hAnsi="Arial" w:cs="Arial"/>
          <w:color w:val="4E4D4D" w:themeColor="background2"/>
        </w:rPr>
        <w:t>) contra muestras, cantidad necesaria para realizar los análisis microbiológicos requeridos en caso de enfermedad transmitida por alimentos o para realizar controles de calidad e inocuidad, por lote de alimentos.</w:t>
      </w:r>
    </w:p>
    <w:p w14:paraId="5C64F03B" w14:textId="77777777" w:rsidR="004F3BEF" w:rsidRPr="00F4279E" w:rsidRDefault="004F3BEF" w:rsidP="001974DD">
      <w:pPr>
        <w:spacing w:line="0" w:lineRule="atLeast"/>
        <w:jc w:val="both"/>
        <w:rPr>
          <w:rFonts w:ascii="Arial" w:hAnsi="Arial" w:cs="Arial"/>
          <w:color w:val="4E4D4D" w:themeColor="background2"/>
        </w:rPr>
      </w:pPr>
    </w:p>
    <w:p w14:paraId="5C64F03C" w14:textId="77777777" w:rsidR="004C2E94" w:rsidRPr="00F4279E" w:rsidRDefault="004C2E94" w:rsidP="001974DD">
      <w:pPr>
        <w:spacing w:line="0" w:lineRule="atLeast"/>
        <w:jc w:val="both"/>
        <w:rPr>
          <w:rFonts w:ascii="Arial" w:hAnsi="Arial" w:cs="Arial"/>
          <w:color w:val="4E4D4D" w:themeColor="background2"/>
        </w:rPr>
      </w:pPr>
      <w:r w:rsidRPr="00F4279E">
        <w:rPr>
          <w:rFonts w:ascii="Arial" w:hAnsi="Arial" w:cs="Arial"/>
          <w:color w:val="4E4D4D" w:themeColor="background2"/>
        </w:rPr>
        <w:t xml:space="preserve">Dicha cantidad, es determinada por los protocolos o metodologías, dispuestos por cada laboratorio, de acuerdo a las normas establecidas. Una contra muestra debe tener un tamaño </w:t>
      </w:r>
      <w:r w:rsidRPr="00F4279E">
        <w:rPr>
          <w:rFonts w:ascii="Arial" w:hAnsi="Arial" w:cs="Arial"/>
          <w:bCs/>
          <w:color w:val="4E4D4D" w:themeColor="background2"/>
        </w:rPr>
        <w:t>acorde y suficiente,</w:t>
      </w:r>
      <w:r w:rsidRPr="00F4279E">
        <w:rPr>
          <w:rFonts w:ascii="Arial" w:hAnsi="Arial" w:cs="Arial"/>
          <w:color w:val="4E4D4D" w:themeColor="background2"/>
        </w:rPr>
        <w:t xml:space="preserve"> para realizar los análisis microbiológicos, con el fin de garantizar representatividad por lote de alimento, parte de las muestras tomadas se convierten en un pool, la cual, pasa a ser muestra de e</w:t>
      </w:r>
      <w:r w:rsidR="00B923FF" w:rsidRPr="00F4279E">
        <w:rPr>
          <w:rFonts w:ascii="Arial" w:hAnsi="Arial" w:cs="Arial"/>
          <w:color w:val="4E4D4D" w:themeColor="background2"/>
        </w:rPr>
        <w:t>nsayo y el restante como contra</w:t>
      </w:r>
      <w:r w:rsidR="00A00E28" w:rsidRPr="00F4279E">
        <w:rPr>
          <w:rFonts w:ascii="Arial" w:hAnsi="Arial" w:cs="Arial"/>
          <w:color w:val="4E4D4D" w:themeColor="background2"/>
        </w:rPr>
        <w:t>-</w:t>
      </w:r>
      <w:r w:rsidRPr="00F4279E">
        <w:rPr>
          <w:rFonts w:ascii="Arial" w:hAnsi="Arial" w:cs="Arial"/>
          <w:color w:val="4E4D4D" w:themeColor="background2"/>
        </w:rPr>
        <w:t xml:space="preserve">muestra para posibles verificaciones. </w:t>
      </w:r>
    </w:p>
    <w:p w14:paraId="5C64F03D" w14:textId="77777777" w:rsidR="004C2E94" w:rsidRPr="00F4279E" w:rsidRDefault="004C2E94" w:rsidP="001974DD">
      <w:pPr>
        <w:widowControl w:val="0"/>
        <w:autoSpaceDE w:val="0"/>
        <w:autoSpaceDN w:val="0"/>
        <w:adjustRightInd w:val="0"/>
        <w:spacing w:line="0" w:lineRule="atLeast"/>
        <w:jc w:val="both"/>
        <w:rPr>
          <w:rFonts w:ascii="Arial" w:hAnsi="Arial" w:cs="Arial"/>
          <w:color w:val="4E4D4D" w:themeColor="background2"/>
        </w:rPr>
      </w:pPr>
    </w:p>
    <w:p w14:paraId="5C64F03E" w14:textId="77BC744A" w:rsidR="004C2E94" w:rsidRPr="00F4279E" w:rsidRDefault="004C2E94" w:rsidP="001974DD">
      <w:pPr>
        <w:widowControl w:val="0"/>
        <w:autoSpaceDE w:val="0"/>
        <w:autoSpaceDN w:val="0"/>
        <w:adjustRightInd w:val="0"/>
        <w:spacing w:line="0" w:lineRule="atLeast"/>
        <w:ind w:right="184"/>
        <w:jc w:val="both"/>
        <w:rPr>
          <w:rFonts w:ascii="Arial" w:hAnsi="Arial" w:cs="Arial"/>
          <w:color w:val="4E4D4D" w:themeColor="background2"/>
          <w:w w:val="103"/>
        </w:rPr>
      </w:pPr>
      <w:r w:rsidRPr="00F4279E">
        <w:rPr>
          <w:rFonts w:ascii="Arial" w:hAnsi="Arial" w:cs="Arial"/>
          <w:color w:val="4E4D4D" w:themeColor="background2"/>
          <w:w w:val="102"/>
        </w:rPr>
        <w:t xml:space="preserve">La </w:t>
      </w:r>
      <w:r w:rsidRPr="00F4279E">
        <w:rPr>
          <w:rFonts w:ascii="Arial" w:hAnsi="Arial" w:cs="Arial"/>
          <w:color w:val="4E4D4D" w:themeColor="background2"/>
          <w:spacing w:val="1"/>
        </w:rPr>
        <w:t>fecha</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4"/>
        </w:rPr>
        <w:t xml:space="preserve"> t</w:t>
      </w:r>
      <w:r w:rsidRPr="00F4279E">
        <w:rPr>
          <w:rFonts w:ascii="Arial" w:hAnsi="Arial" w:cs="Arial"/>
          <w:color w:val="4E4D4D" w:themeColor="background2"/>
        </w:rPr>
        <w:t>o</w:t>
      </w:r>
      <w:r w:rsidRPr="00F4279E">
        <w:rPr>
          <w:rFonts w:ascii="Arial" w:hAnsi="Arial" w:cs="Arial"/>
          <w:color w:val="4E4D4D" w:themeColor="background2"/>
          <w:spacing w:val="-2"/>
        </w:rPr>
        <w:t>m</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m</w:t>
      </w:r>
      <w:r w:rsidRPr="00F4279E">
        <w:rPr>
          <w:rFonts w:ascii="Arial" w:hAnsi="Arial" w:cs="Arial"/>
          <w:color w:val="4E4D4D" w:themeColor="background2"/>
          <w:spacing w:val="-3"/>
        </w:rPr>
        <w:t>u</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c</w:t>
      </w:r>
      <w:r w:rsidRPr="00F4279E">
        <w:rPr>
          <w:rFonts w:ascii="Arial" w:hAnsi="Arial" w:cs="Arial"/>
          <w:color w:val="4E4D4D" w:themeColor="background2"/>
          <w:spacing w:val="4"/>
        </w:rPr>
        <w:t>e</w:t>
      </w:r>
      <w:r w:rsidRPr="00F4279E">
        <w:rPr>
          <w:rFonts w:ascii="Arial" w:hAnsi="Arial" w:cs="Arial"/>
          <w:color w:val="4E4D4D" w:themeColor="background2"/>
        </w:rPr>
        <w:t>p</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b</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rPr>
        <w:t>a</w:t>
      </w:r>
      <w:r w:rsidRPr="00F4279E">
        <w:rPr>
          <w:rFonts w:ascii="Arial" w:hAnsi="Arial" w:cs="Arial"/>
          <w:color w:val="4E4D4D" w:themeColor="background2"/>
          <w:spacing w:val="6"/>
        </w:rPr>
        <w:t>t</w:t>
      </w:r>
      <w:r w:rsidRPr="00F4279E">
        <w:rPr>
          <w:rFonts w:ascii="Arial" w:hAnsi="Arial" w:cs="Arial"/>
          <w:color w:val="4E4D4D" w:themeColor="background2"/>
          <w:spacing w:val="-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3"/>
        </w:rPr>
        <w:t>s</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1"/>
        </w:rPr>
        <w:t>s</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rPr>
        <w:t>.</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L</w:t>
      </w:r>
      <w:r w:rsidRPr="00F4279E">
        <w:rPr>
          <w:rFonts w:ascii="Arial" w:hAnsi="Arial" w:cs="Arial"/>
          <w:color w:val="4E4D4D" w:themeColor="background2"/>
        </w:rPr>
        <w:t xml:space="preserve">a </w:t>
      </w:r>
      <w:r w:rsidRPr="00F4279E">
        <w:rPr>
          <w:rFonts w:ascii="Arial" w:hAnsi="Arial" w:cs="Arial"/>
          <w:color w:val="4E4D4D" w:themeColor="background2"/>
          <w:spacing w:val="-1"/>
        </w:rPr>
        <w:t>v</w:t>
      </w:r>
      <w:r w:rsidRPr="00F4279E">
        <w:rPr>
          <w:rFonts w:ascii="Arial" w:hAnsi="Arial" w:cs="Arial"/>
          <w:color w:val="4E4D4D" w:themeColor="background2"/>
          <w:spacing w:val="2"/>
        </w:rPr>
        <w:t>i</w:t>
      </w:r>
      <w:r w:rsidRPr="00F4279E">
        <w:rPr>
          <w:rFonts w:ascii="Arial" w:hAnsi="Arial" w:cs="Arial"/>
          <w:color w:val="4E4D4D" w:themeColor="background2"/>
          <w:spacing w:val="-1"/>
        </w:rPr>
        <w:t>g</w:t>
      </w:r>
      <w:r w:rsidRPr="00F4279E">
        <w:rPr>
          <w:rFonts w:ascii="Arial" w:hAnsi="Arial" w:cs="Arial"/>
          <w:color w:val="4E4D4D" w:themeColor="background2"/>
          <w:spacing w:val="-2"/>
        </w:rPr>
        <w:t>e</w:t>
      </w:r>
      <w:r w:rsidRPr="00F4279E">
        <w:rPr>
          <w:rFonts w:ascii="Arial" w:hAnsi="Arial" w:cs="Arial"/>
          <w:color w:val="4E4D4D" w:themeColor="background2"/>
          <w:spacing w:val="1"/>
        </w:rPr>
        <w:t>nc</w:t>
      </w:r>
      <w:r w:rsidRPr="00F4279E">
        <w:rPr>
          <w:rFonts w:ascii="Arial" w:hAnsi="Arial" w:cs="Arial"/>
          <w:color w:val="4E4D4D" w:themeColor="background2"/>
          <w:spacing w:val="2"/>
        </w:rPr>
        <w:t>i</w:t>
      </w:r>
      <w:r w:rsidRPr="00F4279E">
        <w:rPr>
          <w:rFonts w:ascii="Arial" w:hAnsi="Arial" w:cs="Arial"/>
          <w:color w:val="4E4D4D" w:themeColor="background2"/>
        </w:rPr>
        <w:t>a</w:t>
      </w:r>
      <w:r w:rsidRPr="00F4279E">
        <w:rPr>
          <w:rFonts w:ascii="Arial" w:hAnsi="Arial" w:cs="Arial"/>
          <w:color w:val="4E4D4D" w:themeColor="background2"/>
          <w:spacing w:val="49"/>
        </w:rPr>
        <w:t xml:space="preserve"> </w:t>
      </w:r>
      <w:r w:rsidRPr="00F4279E">
        <w:rPr>
          <w:rFonts w:ascii="Arial" w:hAnsi="Arial" w:cs="Arial"/>
          <w:color w:val="4E4D4D" w:themeColor="background2"/>
          <w:spacing w:val="-3"/>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3"/>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spacing w:val="3"/>
        </w:rPr>
        <w:t>r</w:t>
      </w:r>
      <w:r w:rsidRPr="00F4279E">
        <w:rPr>
          <w:rFonts w:ascii="Arial" w:hAnsi="Arial" w:cs="Arial"/>
          <w:color w:val="4E4D4D" w:themeColor="background2"/>
        </w:rPr>
        <w:t>te</w:t>
      </w:r>
      <w:r w:rsidRPr="00F4279E">
        <w:rPr>
          <w:rFonts w:ascii="Arial" w:hAnsi="Arial" w:cs="Arial"/>
          <w:color w:val="4E4D4D" w:themeColor="background2"/>
          <w:spacing w:val="28"/>
        </w:rPr>
        <w:t xml:space="preserve"> </w:t>
      </w:r>
      <w:r w:rsidRPr="00F4279E">
        <w:rPr>
          <w:rFonts w:ascii="Arial" w:hAnsi="Arial" w:cs="Arial"/>
          <w:color w:val="4E4D4D" w:themeColor="background2"/>
          <w:spacing w:val="-3"/>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a</w:t>
      </w:r>
      <w:r w:rsidRPr="00F4279E">
        <w:rPr>
          <w:rFonts w:ascii="Arial" w:hAnsi="Arial" w:cs="Arial"/>
          <w:color w:val="4E4D4D" w:themeColor="background2"/>
          <w:spacing w:val="4"/>
        </w:rPr>
        <w:t>n</w:t>
      </w:r>
      <w:r w:rsidRPr="00F4279E">
        <w:rPr>
          <w:rFonts w:ascii="Arial" w:hAnsi="Arial" w:cs="Arial"/>
          <w:color w:val="4E4D4D" w:themeColor="background2"/>
          <w:spacing w:val="-3"/>
        </w:rPr>
        <w:t>á</w:t>
      </w:r>
      <w:r w:rsidRPr="00F4279E">
        <w:rPr>
          <w:rFonts w:ascii="Arial" w:hAnsi="Arial" w:cs="Arial"/>
          <w:color w:val="4E4D4D" w:themeColor="background2"/>
          <w:spacing w:val="2"/>
        </w:rPr>
        <w:t>l</w:t>
      </w:r>
      <w:r w:rsidRPr="00F4279E">
        <w:rPr>
          <w:rFonts w:ascii="Arial" w:hAnsi="Arial" w:cs="Arial"/>
          <w:color w:val="4E4D4D" w:themeColor="background2"/>
          <w:spacing w:val="-1"/>
        </w:rPr>
        <w:t>i</w:t>
      </w:r>
      <w:r w:rsidRPr="00F4279E">
        <w:rPr>
          <w:rFonts w:ascii="Arial" w:hAnsi="Arial" w:cs="Arial"/>
          <w:color w:val="4E4D4D" w:themeColor="background2"/>
          <w:spacing w:val="1"/>
        </w:rPr>
        <w:t>s</w:t>
      </w:r>
      <w:r w:rsidRPr="00F4279E">
        <w:rPr>
          <w:rFonts w:ascii="Arial" w:hAnsi="Arial" w:cs="Arial"/>
          <w:color w:val="4E4D4D" w:themeColor="background2"/>
          <w:spacing w:val="2"/>
        </w:rPr>
        <w:t>i</w:t>
      </w:r>
      <w:r w:rsidRPr="00F4279E">
        <w:rPr>
          <w:rFonts w:ascii="Arial" w:hAnsi="Arial" w:cs="Arial"/>
          <w:color w:val="4E4D4D" w:themeColor="background2"/>
        </w:rPr>
        <w:t>s químico y m</w:t>
      </w:r>
      <w:r w:rsidRPr="00F4279E">
        <w:rPr>
          <w:rFonts w:ascii="Arial" w:hAnsi="Arial" w:cs="Arial"/>
          <w:color w:val="4E4D4D" w:themeColor="background2"/>
          <w:spacing w:val="-1"/>
        </w:rPr>
        <w:t>i</w:t>
      </w:r>
      <w:r w:rsidRPr="00F4279E">
        <w:rPr>
          <w:rFonts w:ascii="Arial" w:hAnsi="Arial" w:cs="Arial"/>
          <w:color w:val="4E4D4D" w:themeColor="background2"/>
          <w:spacing w:val="1"/>
        </w:rPr>
        <w:t>c</w:t>
      </w:r>
      <w:r w:rsidRPr="00F4279E">
        <w:rPr>
          <w:rFonts w:ascii="Arial" w:hAnsi="Arial" w:cs="Arial"/>
          <w:color w:val="4E4D4D" w:themeColor="background2"/>
        </w:rPr>
        <w:t>r</w:t>
      </w:r>
      <w:r w:rsidRPr="00F4279E">
        <w:rPr>
          <w:rFonts w:ascii="Arial" w:hAnsi="Arial" w:cs="Arial"/>
          <w:color w:val="4E4D4D" w:themeColor="background2"/>
          <w:spacing w:val="1"/>
        </w:rPr>
        <w:t>o</w:t>
      </w:r>
      <w:r w:rsidRPr="00F4279E">
        <w:rPr>
          <w:rFonts w:ascii="Arial" w:hAnsi="Arial" w:cs="Arial"/>
          <w:color w:val="4E4D4D" w:themeColor="background2"/>
          <w:spacing w:val="-1"/>
        </w:rPr>
        <w:t>b</w:t>
      </w:r>
      <w:r w:rsidRPr="00F4279E">
        <w:rPr>
          <w:rFonts w:ascii="Arial" w:hAnsi="Arial" w:cs="Arial"/>
          <w:color w:val="4E4D4D" w:themeColor="background2"/>
          <w:spacing w:val="2"/>
        </w:rPr>
        <w:t>i</w:t>
      </w:r>
      <w:r w:rsidRPr="00F4279E">
        <w:rPr>
          <w:rFonts w:ascii="Arial" w:hAnsi="Arial" w:cs="Arial"/>
          <w:color w:val="4E4D4D" w:themeColor="background2"/>
          <w:spacing w:val="1"/>
        </w:rPr>
        <w:t>o</w:t>
      </w:r>
      <w:r w:rsidRPr="00F4279E">
        <w:rPr>
          <w:rFonts w:ascii="Arial" w:hAnsi="Arial" w:cs="Arial"/>
          <w:color w:val="4E4D4D" w:themeColor="background2"/>
          <w:spacing w:val="2"/>
        </w:rPr>
        <w:t>l</w:t>
      </w:r>
      <w:r w:rsidRPr="00F4279E">
        <w:rPr>
          <w:rFonts w:ascii="Arial" w:hAnsi="Arial" w:cs="Arial"/>
          <w:color w:val="4E4D4D" w:themeColor="background2"/>
          <w:spacing w:val="1"/>
        </w:rPr>
        <w:t>ó</w:t>
      </w:r>
      <w:r w:rsidRPr="00F4279E">
        <w:rPr>
          <w:rFonts w:ascii="Arial" w:hAnsi="Arial" w:cs="Arial"/>
          <w:color w:val="4E4D4D" w:themeColor="background2"/>
          <w:spacing w:val="-1"/>
        </w:rPr>
        <w:t>gi</w:t>
      </w:r>
      <w:r w:rsidRPr="00F4279E">
        <w:rPr>
          <w:rFonts w:ascii="Arial" w:hAnsi="Arial" w:cs="Arial"/>
          <w:color w:val="4E4D4D" w:themeColor="background2"/>
          <w:spacing w:val="3"/>
        </w:rPr>
        <w:t>c</w:t>
      </w:r>
      <w:r w:rsidRPr="00F4279E">
        <w:rPr>
          <w:rFonts w:ascii="Arial" w:hAnsi="Arial" w:cs="Arial"/>
          <w:color w:val="4E4D4D" w:themeColor="background2"/>
        </w:rPr>
        <w:t xml:space="preserve">o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27"/>
        </w:rPr>
        <w:t xml:space="preserve"> </w:t>
      </w:r>
      <w:r w:rsidRPr="00F4279E">
        <w:rPr>
          <w:rFonts w:ascii="Arial" w:hAnsi="Arial" w:cs="Arial"/>
          <w:color w:val="4E4D4D" w:themeColor="background2"/>
          <w:spacing w:val="-1"/>
        </w:rPr>
        <w:t>l</w:t>
      </w:r>
      <w:r w:rsidRPr="00F4279E">
        <w:rPr>
          <w:rFonts w:ascii="Arial" w:hAnsi="Arial" w:cs="Arial"/>
          <w:color w:val="4E4D4D" w:themeColor="background2"/>
          <w:spacing w:val="1"/>
        </w:rPr>
        <w:t>o</w:t>
      </w:r>
      <w:r w:rsidRPr="00F4279E">
        <w:rPr>
          <w:rFonts w:ascii="Arial" w:hAnsi="Arial" w:cs="Arial"/>
          <w:color w:val="4E4D4D" w:themeColor="background2"/>
        </w:rPr>
        <w:t>s</w:t>
      </w:r>
      <w:r w:rsidRPr="00F4279E">
        <w:rPr>
          <w:rFonts w:ascii="Arial" w:hAnsi="Arial" w:cs="Arial"/>
          <w:color w:val="4E4D4D" w:themeColor="background2"/>
          <w:spacing w:val="49"/>
        </w:rPr>
        <w:t xml:space="preserve"> </w:t>
      </w:r>
      <w:r w:rsidRPr="00F4279E">
        <w:rPr>
          <w:rFonts w:ascii="Arial" w:hAnsi="Arial" w:cs="Arial"/>
          <w:color w:val="4E4D4D" w:themeColor="background2"/>
          <w:spacing w:val="-3"/>
        </w:rPr>
        <w:t>d</w:t>
      </w:r>
      <w:r w:rsidRPr="00F4279E">
        <w:rPr>
          <w:rFonts w:ascii="Arial" w:hAnsi="Arial" w:cs="Arial"/>
          <w:color w:val="4E4D4D" w:themeColor="background2"/>
          <w:spacing w:val="2"/>
        </w:rPr>
        <w:t>i</w:t>
      </w:r>
      <w:r w:rsidRPr="00F4279E">
        <w:rPr>
          <w:rFonts w:ascii="Arial" w:hAnsi="Arial" w:cs="Arial"/>
          <w:color w:val="4E4D4D" w:themeColor="background2"/>
          <w:spacing w:val="1"/>
        </w:rPr>
        <w:t>fe</w:t>
      </w:r>
      <w:r w:rsidRPr="00F4279E">
        <w:rPr>
          <w:rFonts w:ascii="Arial" w:hAnsi="Arial" w:cs="Arial"/>
          <w:color w:val="4E4D4D" w:themeColor="background2"/>
        </w:rPr>
        <w:t>r</w:t>
      </w:r>
      <w:r w:rsidRPr="00F4279E">
        <w:rPr>
          <w:rFonts w:ascii="Arial" w:hAnsi="Arial" w:cs="Arial"/>
          <w:color w:val="4E4D4D" w:themeColor="background2"/>
          <w:spacing w:val="-2"/>
        </w:rPr>
        <w:t>e</w:t>
      </w:r>
      <w:r w:rsidRPr="00F4279E">
        <w:rPr>
          <w:rFonts w:ascii="Arial" w:hAnsi="Arial" w:cs="Arial"/>
          <w:color w:val="4E4D4D" w:themeColor="background2"/>
          <w:spacing w:val="1"/>
        </w:rPr>
        <w:t>n</w:t>
      </w:r>
      <w:r w:rsidRPr="00F4279E">
        <w:rPr>
          <w:rFonts w:ascii="Arial" w:hAnsi="Arial" w:cs="Arial"/>
          <w:color w:val="4E4D4D" w:themeColor="background2"/>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p</w:t>
      </w:r>
      <w:r w:rsidRPr="00F4279E">
        <w:rPr>
          <w:rFonts w:ascii="Arial" w:hAnsi="Arial" w:cs="Arial"/>
          <w:color w:val="4E4D4D" w:themeColor="background2"/>
        </w:rPr>
        <w:t>r</w:t>
      </w:r>
      <w:r w:rsidRPr="00F4279E">
        <w:rPr>
          <w:rFonts w:ascii="Arial" w:hAnsi="Arial" w:cs="Arial"/>
          <w:color w:val="4E4D4D" w:themeColor="background2"/>
          <w:spacing w:val="3"/>
        </w:rPr>
        <w:t>o</w:t>
      </w:r>
      <w:r w:rsidRPr="00F4279E">
        <w:rPr>
          <w:rFonts w:ascii="Arial" w:hAnsi="Arial" w:cs="Arial"/>
          <w:color w:val="4E4D4D" w:themeColor="background2"/>
          <w:spacing w:val="-3"/>
        </w:rPr>
        <w:t>d</w:t>
      </w:r>
      <w:r w:rsidRPr="00F4279E">
        <w:rPr>
          <w:rFonts w:ascii="Arial" w:hAnsi="Arial" w:cs="Arial"/>
          <w:color w:val="4E4D4D" w:themeColor="background2"/>
          <w:spacing w:val="1"/>
        </w:rPr>
        <w:t>uc</w:t>
      </w:r>
      <w:r w:rsidRPr="00F4279E">
        <w:rPr>
          <w:rFonts w:ascii="Arial" w:hAnsi="Arial" w:cs="Arial"/>
          <w:color w:val="4E4D4D" w:themeColor="background2"/>
          <w:spacing w:val="2"/>
        </w:rPr>
        <w:t>t</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1"/>
        </w:rPr>
        <w:t xml:space="preserve"> </w:t>
      </w:r>
      <w:r w:rsidR="00A7737F" w:rsidRPr="00F4279E">
        <w:rPr>
          <w:rFonts w:ascii="Arial" w:hAnsi="Arial" w:cs="Arial"/>
          <w:color w:val="4E4D4D" w:themeColor="background2"/>
          <w:spacing w:val="-2"/>
        </w:rPr>
        <w:t>no debe</w:t>
      </w:r>
      <w:r w:rsidRPr="00F4279E">
        <w:rPr>
          <w:rFonts w:ascii="Arial" w:hAnsi="Arial" w:cs="Arial"/>
          <w:color w:val="4E4D4D" w:themeColor="background2"/>
        </w:rPr>
        <w:t xml:space="preserve"> </w:t>
      </w:r>
      <w:r w:rsidRPr="00F4279E">
        <w:rPr>
          <w:rFonts w:ascii="Arial" w:hAnsi="Arial" w:cs="Arial"/>
          <w:color w:val="4E4D4D" w:themeColor="background2"/>
          <w:spacing w:val="-1"/>
          <w:w w:val="98"/>
        </w:rPr>
        <w:t xml:space="preserve">ser </w:t>
      </w:r>
      <w:r w:rsidRPr="00F4279E">
        <w:rPr>
          <w:rFonts w:ascii="Arial" w:hAnsi="Arial" w:cs="Arial"/>
          <w:color w:val="4E4D4D" w:themeColor="background2"/>
          <w:spacing w:val="1"/>
          <w:w w:val="115"/>
        </w:rPr>
        <w:t>s</w:t>
      </w:r>
      <w:r w:rsidRPr="00F4279E">
        <w:rPr>
          <w:rFonts w:ascii="Arial" w:hAnsi="Arial" w:cs="Arial"/>
          <w:color w:val="4E4D4D" w:themeColor="background2"/>
          <w:spacing w:val="1"/>
        </w:rPr>
        <w:t>u</w:t>
      </w:r>
      <w:r w:rsidRPr="00F4279E">
        <w:rPr>
          <w:rFonts w:ascii="Arial" w:hAnsi="Arial" w:cs="Arial"/>
          <w:color w:val="4E4D4D" w:themeColor="background2"/>
          <w:spacing w:val="-3"/>
          <w:w w:val="98"/>
        </w:rPr>
        <w:t>p</w:t>
      </w:r>
      <w:r w:rsidRPr="00F4279E">
        <w:rPr>
          <w:rFonts w:ascii="Arial" w:hAnsi="Arial" w:cs="Arial"/>
          <w:color w:val="4E4D4D" w:themeColor="background2"/>
          <w:spacing w:val="1"/>
        </w:rPr>
        <w:t>e</w:t>
      </w:r>
      <w:r w:rsidRPr="00F4279E">
        <w:rPr>
          <w:rFonts w:ascii="Arial" w:hAnsi="Arial" w:cs="Arial"/>
          <w:color w:val="4E4D4D" w:themeColor="background2"/>
          <w:w w:val="108"/>
        </w:rPr>
        <w:t>r</w:t>
      </w:r>
      <w:r w:rsidRPr="00F4279E">
        <w:rPr>
          <w:rFonts w:ascii="Arial" w:hAnsi="Arial" w:cs="Arial"/>
          <w:color w:val="4E4D4D" w:themeColor="background2"/>
          <w:spacing w:val="2"/>
          <w:w w:val="122"/>
        </w:rPr>
        <w:t>i</w:t>
      </w:r>
      <w:r w:rsidRPr="00F4279E">
        <w:rPr>
          <w:rFonts w:ascii="Arial" w:hAnsi="Arial" w:cs="Arial"/>
          <w:color w:val="4E4D4D" w:themeColor="background2"/>
          <w:spacing w:val="-2"/>
          <w:w w:val="99"/>
        </w:rPr>
        <w:t>o</w:t>
      </w:r>
      <w:r w:rsidRPr="00F4279E">
        <w:rPr>
          <w:rFonts w:ascii="Arial" w:hAnsi="Arial" w:cs="Arial"/>
          <w:color w:val="4E4D4D" w:themeColor="background2"/>
          <w:w w:val="108"/>
        </w:rPr>
        <w:t>r</w:t>
      </w:r>
      <w:r w:rsidR="005D266E">
        <w:rPr>
          <w:rFonts w:ascii="Arial" w:hAnsi="Arial" w:cs="Arial"/>
          <w:color w:val="4E4D4D" w:themeColor="background2"/>
          <w:w w:val="108"/>
        </w:rPr>
        <w:t xml:space="preserve"> </w:t>
      </w:r>
      <w:r w:rsidRPr="00F4279E">
        <w:rPr>
          <w:rFonts w:ascii="Arial" w:hAnsi="Arial" w:cs="Arial"/>
          <w:color w:val="4E4D4D" w:themeColor="background2"/>
          <w:spacing w:val="-66"/>
          <w:w w:val="101"/>
        </w:rPr>
        <w:t xml:space="preserve"> </w:t>
      </w:r>
      <w:r w:rsidRPr="00F4279E">
        <w:rPr>
          <w:rFonts w:ascii="Arial" w:hAnsi="Arial" w:cs="Arial"/>
          <w:color w:val="4E4D4D" w:themeColor="background2"/>
          <w:spacing w:val="1"/>
        </w:rPr>
        <w:t xml:space="preserve">a 180 </w:t>
      </w:r>
      <w:r w:rsidR="00170B05" w:rsidRPr="00F4279E">
        <w:rPr>
          <w:rFonts w:ascii="Arial" w:hAnsi="Arial" w:cs="Arial"/>
          <w:color w:val="4E4D4D" w:themeColor="background2"/>
          <w:spacing w:val="1"/>
        </w:rPr>
        <w:t xml:space="preserve">días calendario </w:t>
      </w:r>
      <w:r w:rsidR="00610B93" w:rsidRPr="00F4279E">
        <w:rPr>
          <w:rFonts w:ascii="Arial" w:hAnsi="Arial" w:cs="Arial"/>
          <w:color w:val="4E4D4D" w:themeColor="background2"/>
        </w:rPr>
        <w:t>de la Licitación Pública</w:t>
      </w:r>
      <w:r w:rsidR="00405555">
        <w:rPr>
          <w:rFonts w:ascii="Arial" w:hAnsi="Arial" w:cs="Arial"/>
          <w:color w:val="4E4D4D" w:themeColor="background2"/>
        </w:rPr>
        <w:t>.</w:t>
      </w:r>
      <w:r w:rsidR="00610B93" w:rsidRPr="00F4279E">
        <w:rPr>
          <w:rFonts w:ascii="Arial" w:hAnsi="Arial" w:cs="Arial"/>
          <w:color w:val="4E4D4D" w:themeColor="background2"/>
        </w:rPr>
        <w:t xml:space="preserve"> </w:t>
      </w:r>
    </w:p>
    <w:p w14:paraId="5C64F03F" w14:textId="77777777" w:rsidR="004C2E94" w:rsidRPr="00F4279E" w:rsidRDefault="004C2E94" w:rsidP="001974DD">
      <w:pPr>
        <w:spacing w:line="0" w:lineRule="atLeast"/>
        <w:jc w:val="both"/>
        <w:rPr>
          <w:rFonts w:ascii="Arial" w:hAnsi="Arial" w:cs="Arial"/>
          <w:color w:val="4E4D4D" w:themeColor="background2"/>
        </w:rPr>
      </w:pPr>
    </w:p>
    <w:p w14:paraId="5C64F040" w14:textId="77777777" w:rsidR="004F3BEF" w:rsidRPr="00F4279E" w:rsidRDefault="004F3BEF" w:rsidP="004F3BEF">
      <w:pPr>
        <w:jc w:val="both"/>
        <w:rPr>
          <w:rFonts w:ascii="Arial" w:hAnsi="Arial" w:cs="Arial"/>
          <w:color w:val="4E4D4D" w:themeColor="background2"/>
        </w:rPr>
      </w:pPr>
      <w:r w:rsidRPr="00F4279E">
        <w:rPr>
          <w:rFonts w:ascii="Arial" w:hAnsi="Arial" w:cs="Arial"/>
          <w:color w:val="4E4D4D" w:themeColor="background2"/>
        </w:rPr>
        <w:t>En la ejecución, las contra</w:t>
      </w:r>
      <w:r w:rsidR="00A00E28" w:rsidRPr="00F4279E">
        <w:rPr>
          <w:rFonts w:ascii="Arial" w:hAnsi="Arial" w:cs="Arial"/>
          <w:color w:val="4E4D4D" w:themeColor="background2"/>
        </w:rPr>
        <w:t>-</w:t>
      </w:r>
      <w:r w:rsidRPr="00F4279E">
        <w:rPr>
          <w:rFonts w:ascii="Arial" w:hAnsi="Arial" w:cs="Arial"/>
          <w:color w:val="4E4D4D" w:themeColor="background2"/>
        </w:rPr>
        <w:t>muestras se deberán tomar al azar, de cada uno de los lotes despachados, las cuales se utilizarán para verificación en caso que se requiera. Las contra muestras deberán estar debidamente almacenadas acorde con la naturaleza del producto (en refrigeración o temperatura ambiente) por mínimo 5 días, rotuladas con fecha, hora de despacho, lote, tipo de menú y persona responsable del proceso.</w:t>
      </w:r>
    </w:p>
    <w:p w14:paraId="5C64F041" w14:textId="77777777" w:rsidR="004F3BEF" w:rsidRPr="00F4279E" w:rsidRDefault="004F3BEF" w:rsidP="001974DD">
      <w:pPr>
        <w:widowControl w:val="0"/>
        <w:autoSpaceDE w:val="0"/>
        <w:autoSpaceDN w:val="0"/>
        <w:adjustRightInd w:val="0"/>
        <w:spacing w:line="0" w:lineRule="atLeast"/>
        <w:jc w:val="both"/>
        <w:rPr>
          <w:rFonts w:ascii="Arial" w:hAnsi="Arial" w:cs="Arial"/>
          <w:color w:val="4E4D4D" w:themeColor="background2"/>
          <w:spacing w:val="2"/>
        </w:rPr>
      </w:pPr>
    </w:p>
    <w:p w14:paraId="5C64F042" w14:textId="42CAD9A3" w:rsidR="004C2E94" w:rsidRPr="00F4279E" w:rsidRDefault="004C2E94"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spacing w:val="2"/>
        </w:rPr>
        <w:t>T</w:t>
      </w:r>
      <w:r w:rsidRPr="00F4279E">
        <w:rPr>
          <w:rFonts w:ascii="Arial" w:hAnsi="Arial" w:cs="Arial"/>
          <w:color w:val="4E4D4D" w:themeColor="background2"/>
        </w:rPr>
        <w:t>o</w:t>
      </w:r>
      <w:r w:rsidRPr="00F4279E">
        <w:rPr>
          <w:rFonts w:ascii="Arial" w:hAnsi="Arial" w:cs="Arial"/>
          <w:color w:val="4E4D4D" w:themeColor="background2"/>
          <w:spacing w:val="-1"/>
        </w:rPr>
        <w:t>d</w:t>
      </w:r>
      <w:r w:rsidRPr="00F4279E">
        <w:rPr>
          <w:rFonts w:ascii="Arial" w:hAnsi="Arial" w:cs="Arial"/>
          <w:color w:val="4E4D4D" w:themeColor="background2"/>
        </w:rPr>
        <w:t>os</w:t>
      </w:r>
      <w:r w:rsidRPr="00F4279E">
        <w:rPr>
          <w:rFonts w:ascii="Arial" w:hAnsi="Arial" w:cs="Arial"/>
          <w:color w:val="4E4D4D" w:themeColor="background2"/>
          <w:spacing w:val="3"/>
        </w:rPr>
        <w:t xml:space="preserve"> </w:t>
      </w:r>
      <w:r w:rsidRPr="00F4279E">
        <w:rPr>
          <w:rFonts w:ascii="Arial" w:hAnsi="Arial" w:cs="Arial"/>
          <w:color w:val="4E4D4D" w:themeColor="background2"/>
          <w:spacing w:val="4"/>
        </w:rPr>
        <w:t>l</w:t>
      </w:r>
      <w:r w:rsidRPr="00F4279E">
        <w:rPr>
          <w:rFonts w:ascii="Arial" w:hAnsi="Arial" w:cs="Arial"/>
          <w:color w:val="4E4D4D" w:themeColor="background2"/>
          <w:spacing w:val="-2"/>
        </w:rPr>
        <w:t>o</w:t>
      </w:r>
      <w:r w:rsidRPr="00F4279E">
        <w:rPr>
          <w:rFonts w:ascii="Arial" w:hAnsi="Arial" w:cs="Arial"/>
          <w:color w:val="4E4D4D" w:themeColor="background2"/>
        </w:rPr>
        <w:t>s p</w:t>
      </w:r>
      <w:r w:rsidRPr="00F4279E">
        <w:rPr>
          <w:rFonts w:ascii="Arial" w:hAnsi="Arial" w:cs="Arial"/>
          <w:color w:val="4E4D4D" w:themeColor="background2"/>
          <w:spacing w:val="4"/>
        </w:rPr>
        <w:t>r</w:t>
      </w:r>
      <w:r w:rsidRPr="00F4279E">
        <w:rPr>
          <w:rFonts w:ascii="Arial" w:hAnsi="Arial" w:cs="Arial"/>
          <w:color w:val="4E4D4D" w:themeColor="background2"/>
          <w:spacing w:val="-2"/>
        </w:rPr>
        <w:t>o</w:t>
      </w:r>
      <w:r w:rsidRPr="00F4279E">
        <w:rPr>
          <w:rFonts w:ascii="Arial" w:hAnsi="Arial" w:cs="Arial"/>
          <w:color w:val="4E4D4D" w:themeColor="background2"/>
          <w:spacing w:val="4"/>
        </w:rPr>
        <w:t>d</w:t>
      </w:r>
      <w:r w:rsidRPr="00F4279E">
        <w:rPr>
          <w:rFonts w:ascii="Arial" w:hAnsi="Arial" w:cs="Arial"/>
          <w:color w:val="4E4D4D" w:themeColor="background2"/>
        </w:rPr>
        <w:t>u</w:t>
      </w:r>
      <w:r w:rsidRPr="00F4279E">
        <w:rPr>
          <w:rFonts w:ascii="Arial" w:hAnsi="Arial" w:cs="Arial"/>
          <w:color w:val="4E4D4D" w:themeColor="background2"/>
          <w:spacing w:val="-1"/>
        </w:rPr>
        <w:t>c</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11"/>
        </w:rPr>
        <w:t xml:space="preserve"> </w:t>
      </w:r>
      <w:r w:rsidR="001F27AD" w:rsidRPr="00F4279E">
        <w:rPr>
          <w:rFonts w:ascii="Arial" w:hAnsi="Arial" w:cs="Arial"/>
          <w:color w:val="4E4D4D" w:themeColor="background2"/>
          <w:spacing w:val="-1"/>
        </w:rPr>
        <w:t>entregados</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ar</w:t>
      </w:r>
      <w:r w:rsidRPr="00F4279E">
        <w:rPr>
          <w:rFonts w:ascii="Arial" w:hAnsi="Arial" w:cs="Arial"/>
          <w:color w:val="4E4D4D" w:themeColor="background2"/>
          <w:spacing w:val="2"/>
        </w:rPr>
        <w:t xml:space="preserve"> l</w:t>
      </w:r>
      <w:r w:rsidRPr="00F4279E">
        <w:rPr>
          <w:rFonts w:ascii="Arial" w:hAnsi="Arial" w:cs="Arial"/>
          <w:color w:val="4E4D4D" w:themeColor="background2"/>
        </w:rPr>
        <w:t>i</w:t>
      </w:r>
      <w:r w:rsidRPr="00F4279E">
        <w:rPr>
          <w:rFonts w:ascii="Arial" w:hAnsi="Arial" w:cs="Arial"/>
          <w:color w:val="4E4D4D" w:themeColor="background2"/>
          <w:spacing w:val="2"/>
        </w:rPr>
        <w:t>b</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2"/>
        </w:rPr>
        <w:t xml:space="preserve"> d</w:t>
      </w:r>
      <w:r w:rsidRPr="00F4279E">
        <w:rPr>
          <w:rFonts w:ascii="Arial" w:hAnsi="Arial" w:cs="Arial"/>
          <w:color w:val="4E4D4D" w:themeColor="background2"/>
        </w:rPr>
        <w:t>e</w:t>
      </w:r>
      <w:r w:rsidRPr="00F4279E">
        <w:rPr>
          <w:rFonts w:ascii="Arial" w:hAnsi="Arial" w:cs="Arial"/>
          <w:color w:val="4E4D4D" w:themeColor="background2"/>
          <w:spacing w:val="1"/>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ua</w:t>
      </w:r>
      <w:r w:rsidRPr="00F4279E">
        <w:rPr>
          <w:rFonts w:ascii="Arial" w:hAnsi="Arial" w:cs="Arial"/>
          <w:color w:val="4E4D4D" w:themeColor="background2"/>
          <w:spacing w:val="2"/>
        </w:rPr>
        <w:t>l</w:t>
      </w:r>
      <w:r w:rsidRPr="00F4279E">
        <w:rPr>
          <w:rFonts w:ascii="Arial" w:hAnsi="Arial" w:cs="Arial"/>
          <w:color w:val="4E4D4D" w:themeColor="background2"/>
        </w:rPr>
        <w:t>qu</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rPr>
        <w:t>r</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1"/>
          <w:w w:val="102"/>
        </w:rPr>
        <w:t>m</w:t>
      </w:r>
      <w:r w:rsidRPr="00F4279E">
        <w:rPr>
          <w:rFonts w:ascii="Arial" w:hAnsi="Arial" w:cs="Arial"/>
          <w:color w:val="4E4D4D" w:themeColor="background2"/>
          <w:w w:val="102"/>
        </w:rPr>
        <w:t>i</w:t>
      </w:r>
      <w:r w:rsidRPr="00F4279E">
        <w:rPr>
          <w:rFonts w:ascii="Arial" w:hAnsi="Arial" w:cs="Arial"/>
          <w:color w:val="4E4D4D" w:themeColor="background2"/>
          <w:spacing w:val="-1"/>
          <w:w w:val="102"/>
        </w:rPr>
        <w:t>cr</w:t>
      </w:r>
      <w:r w:rsidRPr="00F4279E">
        <w:rPr>
          <w:rFonts w:ascii="Arial" w:hAnsi="Arial" w:cs="Arial"/>
          <w:color w:val="4E4D4D" w:themeColor="background2"/>
          <w:spacing w:val="3"/>
          <w:w w:val="102"/>
        </w:rPr>
        <w:t>o</w:t>
      </w:r>
      <w:r w:rsidRPr="00F4279E">
        <w:rPr>
          <w:rFonts w:ascii="Arial" w:hAnsi="Arial" w:cs="Arial"/>
          <w:color w:val="4E4D4D" w:themeColor="background2"/>
          <w:spacing w:val="-2"/>
          <w:w w:val="102"/>
        </w:rPr>
        <w:t>o</w:t>
      </w:r>
      <w:r w:rsidRPr="00F4279E">
        <w:rPr>
          <w:rFonts w:ascii="Arial" w:hAnsi="Arial" w:cs="Arial"/>
          <w:color w:val="4E4D4D" w:themeColor="background2"/>
          <w:spacing w:val="2"/>
          <w:w w:val="102"/>
        </w:rPr>
        <w:t>rga</w:t>
      </w:r>
      <w:r w:rsidRPr="00F4279E">
        <w:rPr>
          <w:rFonts w:ascii="Arial" w:hAnsi="Arial" w:cs="Arial"/>
          <w:color w:val="4E4D4D" w:themeColor="background2"/>
          <w:spacing w:val="-3"/>
          <w:w w:val="102"/>
        </w:rPr>
        <w:t>n</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s</w:t>
      </w:r>
      <w:r w:rsidRPr="00F4279E">
        <w:rPr>
          <w:rFonts w:ascii="Arial" w:hAnsi="Arial" w:cs="Arial"/>
          <w:color w:val="4E4D4D" w:themeColor="background2"/>
          <w:spacing w:val="3"/>
          <w:w w:val="102"/>
        </w:rPr>
        <w:t>m</w:t>
      </w:r>
      <w:r w:rsidRPr="00F4279E">
        <w:rPr>
          <w:rFonts w:ascii="Arial" w:hAnsi="Arial" w:cs="Arial"/>
          <w:color w:val="4E4D4D" w:themeColor="background2"/>
          <w:w w:val="102"/>
        </w:rPr>
        <w:t xml:space="preserve">o </w:t>
      </w:r>
      <w:r w:rsidRPr="00F4279E">
        <w:rPr>
          <w:rFonts w:ascii="Arial" w:hAnsi="Arial" w:cs="Arial"/>
          <w:color w:val="4E4D4D" w:themeColor="background2"/>
          <w:spacing w:val="2"/>
        </w:rPr>
        <w:t>p</w:t>
      </w:r>
      <w:r w:rsidRPr="00F4279E">
        <w:rPr>
          <w:rFonts w:ascii="Arial" w:hAnsi="Arial" w:cs="Arial"/>
          <w:color w:val="4E4D4D" w:themeColor="background2"/>
          <w:spacing w:val="-3"/>
        </w:rPr>
        <w:t>a</w:t>
      </w:r>
      <w:r w:rsidRPr="00F4279E">
        <w:rPr>
          <w:rFonts w:ascii="Arial" w:hAnsi="Arial" w:cs="Arial"/>
          <w:color w:val="4E4D4D" w:themeColor="background2"/>
          <w:spacing w:val="4"/>
        </w:rPr>
        <w:t>t</w:t>
      </w:r>
      <w:r w:rsidRPr="00F4279E">
        <w:rPr>
          <w:rFonts w:ascii="Arial" w:hAnsi="Arial" w:cs="Arial"/>
          <w:color w:val="4E4D4D" w:themeColor="background2"/>
        </w:rPr>
        <w:t>ó</w:t>
      </w:r>
      <w:r w:rsidRPr="00F4279E">
        <w:rPr>
          <w:rFonts w:ascii="Arial" w:hAnsi="Arial" w:cs="Arial"/>
          <w:color w:val="4E4D4D" w:themeColor="background2"/>
          <w:spacing w:val="2"/>
        </w:rPr>
        <w:t>g</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2"/>
        </w:rPr>
        <w:t>o</w:t>
      </w:r>
      <w:r w:rsidRPr="00F4279E">
        <w:rPr>
          <w:rFonts w:ascii="Arial" w:hAnsi="Arial" w:cs="Arial"/>
          <w:color w:val="4E4D4D" w:themeColor="background2"/>
        </w:rPr>
        <w:t>,</w:t>
      </w:r>
      <w:r w:rsidRPr="00F4279E">
        <w:rPr>
          <w:rFonts w:ascii="Arial" w:hAnsi="Arial" w:cs="Arial"/>
          <w:color w:val="4E4D4D" w:themeColor="background2"/>
          <w:spacing w:val="48"/>
        </w:rPr>
        <w:t xml:space="preserve"> </w:t>
      </w:r>
      <w:r w:rsidRPr="00F4279E">
        <w:rPr>
          <w:rFonts w:ascii="Arial" w:hAnsi="Arial" w:cs="Arial"/>
          <w:color w:val="4E4D4D" w:themeColor="background2"/>
        </w:rPr>
        <w:t>a</w:t>
      </w:r>
      <w:r w:rsidRPr="00F4279E">
        <w:rPr>
          <w:rFonts w:ascii="Arial" w:hAnsi="Arial" w:cs="Arial"/>
          <w:color w:val="4E4D4D" w:themeColor="background2"/>
          <w:spacing w:val="-1"/>
        </w:rPr>
        <w:t>s</w:t>
      </w:r>
      <w:r w:rsidRPr="00F4279E">
        <w:rPr>
          <w:rFonts w:ascii="Arial" w:hAnsi="Arial" w:cs="Arial"/>
          <w:color w:val="4E4D4D" w:themeColor="background2"/>
        </w:rPr>
        <w:t>í</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4"/>
        </w:rPr>
        <w:t>a</w:t>
      </w:r>
      <w:r w:rsidRPr="00F4279E">
        <w:rPr>
          <w:rFonts w:ascii="Arial" w:hAnsi="Arial" w:cs="Arial"/>
          <w:color w:val="4E4D4D" w:themeColor="background2"/>
          <w:spacing w:val="-3"/>
        </w:rPr>
        <w:t>n</w:t>
      </w:r>
      <w:r w:rsidRPr="00F4279E">
        <w:rPr>
          <w:rFonts w:ascii="Arial" w:hAnsi="Arial" w:cs="Arial"/>
          <w:color w:val="4E4D4D" w:themeColor="background2"/>
          <w:spacing w:val="2"/>
        </w:rPr>
        <w:t>á</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s</w:t>
      </w:r>
      <w:r w:rsidRPr="00F4279E">
        <w:rPr>
          <w:rFonts w:ascii="Arial" w:hAnsi="Arial" w:cs="Arial"/>
          <w:color w:val="4E4D4D" w:themeColor="background2"/>
        </w:rPr>
        <w:t>is</w:t>
      </w:r>
      <w:r w:rsidRPr="00F4279E">
        <w:rPr>
          <w:rFonts w:ascii="Arial" w:hAnsi="Arial" w:cs="Arial"/>
          <w:color w:val="4E4D4D" w:themeColor="background2"/>
          <w:spacing w:val="43"/>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n</w:t>
      </w:r>
      <w:r w:rsidRPr="00F4279E">
        <w:rPr>
          <w:rFonts w:ascii="Arial" w:hAnsi="Arial" w:cs="Arial"/>
          <w:color w:val="4E4D4D" w:themeColor="background2"/>
          <w:spacing w:val="-1"/>
        </w:rPr>
        <w:t>c</w:t>
      </w:r>
      <w:r w:rsidRPr="00F4279E">
        <w:rPr>
          <w:rFonts w:ascii="Arial" w:hAnsi="Arial" w:cs="Arial"/>
          <w:color w:val="4E4D4D" w:themeColor="background2"/>
        </w:rPr>
        <w:t>u</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48"/>
        </w:rPr>
        <w:t xml:space="preserve"> </w:t>
      </w:r>
      <w:r w:rsidRPr="00F4279E">
        <w:rPr>
          <w:rFonts w:ascii="Arial" w:hAnsi="Arial" w:cs="Arial"/>
          <w:color w:val="4E4D4D" w:themeColor="background2"/>
        </w:rPr>
        <w:t>i</w:t>
      </w:r>
      <w:r w:rsidRPr="00F4279E">
        <w:rPr>
          <w:rFonts w:ascii="Arial" w:hAnsi="Arial" w:cs="Arial"/>
          <w:color w:val="4E4D4D" w:themeColor="background2"/>
          <w:spacing w:val="-1"/>
        </w:rPr>
        <w:t>n</w:t>
      </w:r>
      <w:r w:rsidRPr="00F4279E">
        <w:rPr>
          <w:rFonts w:ascii="Arial" w:hAnsi="Arial" w:cs="Arial"/>
          <w:color w:val="4E4D4D" w:themeColor="background2"/>
          <w:spacing w:val="-3"/>
        </w:rPr>
        <w:t>c</w:t>
      </w:r>
      <w:r w:rsidRPr="00F4279E">
        <w:rPr>
          <w:rFonts w:ascii="Arial" w:hAnsi="Arial" w:cs="Arial"/>
          <w:color w:val="4E4D4D" w:themeColor="background2"/>
          <w:spacing w:val="2"/>
        </w:rPr>
        <w:t>l</w:t>
      </w:r>
      <w:r w:rsidRPr="00F4279E">
        <w:rPr>
          <w:rFonts w:ascii="Arial" w:hAnsi="Arial" w:cs="Arial"/>
          <w:color w:val="4E4D4D" w:themeColor="background2"/>
        </w:rPr>
        <w:t>ui</w:t>
      </w:r>
      <w:r w:rsidRPr="00F4279E">
        <w:rPr>
          <w:rFonts w:ascii="Arial" w:hAnsi="Arial" w:cs="Arial"/>
          <w:color w:val="4E4D4D" w:themeColor="background2"/>
          <w:spacing w:val="4"/>
        </w:rPr>
        <w:t>d</w:t>
      </w:r>
      <w:r w:rsidRPr="00F4279E">
        <w:rPr>
          <w:rFonts w:ascii="Arial" w:hAnsi="Arial" w:cs="Arial"/>
          <w:color w:val="4E4D4D" w:themeColor="background2"/>
        </w:rPr>
        <w:t>o</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o</w:t>
      </w:r>
      <w:r w:rsidRPr="00F4279E">
        <w:rPr>
          <w:rFonts w:ascii="Arial" w:hAnsi="Arial" w:cs="Arial"/>
          <w:color w:val="4E4D4D" w:themeColor="background2"/>
          <w:spacing w:val="38"/>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1"/>
        </w:rPr>
        <w:t>n</w:t>
      </w:r>
      <w:r w:rsidRPr="00F4279E">
        <w:rPr>
          <w:rFonts w:ascii="Arial" w:hAnsi="Arial" w:cs="Arial"/>
          <w:color w:val="4E4D4D" w:themeColor="background2"/>
          <w:spacing w:val="-2"/>
        </w:rPr>
        <w:t>o</w:t>
      </w:r>
      <w:r w:rsidRPr="00F4279E">
        <w:rPr>
          <w:rFonts w:ascii="Arial" w:hAnsi="Arial" w:cs="Arial"/>
          <w:color w:val="4E4D4D" w:themeColor="background2"/>
          <w:spacing w:val="4"/>
        </w:rPr>
        <w:t>r</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1"/>
        </w:rPr>
        <w:t>v</w:t>
      </w:r>
      <w:r w:rsidRPr="00F4279E">
        <w:rPr>
          <w:rFonts w:ascii="Arial" w:hAnsi="Arial" w:cs="Arial"/>
          <w:color w:val="4E4D4D" w:themeColor="background2"/>
          <w:spacing w:val="-3"/>
        </w:rPr>
        <w:t>i</w:t>
      </w:r>
      <w:r w:rsidRPr="00F4279E">
        <w:rPr>
          <w:rFonts w:ascii="Arial" w:hAnsi="Arial" w:cs="Arial"/>
          <w:color w:val="4E4D4D" w:themeColor="background2"/>
          <w:spacing w:val="2"/>
        </w:rPr>
        <w:t>d</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rPr>
        <w:t>,</w:t>
      </w:r>
      <w:r w:rsidRPr="00F4279E">
        <w:rPr>
          <w:rFonts w:ascii="Arial" w:hAnsi="Arial" w:cs="Arial"/>
          <w:color w:val="4E4D4D" w:themeColor="background2"/>
          <w:spacing w:val="49"/>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rPr>
        <w:t>o</w:t>
      </w:r>
      <w:r w:rsidRPr="00F4279E">
        <w:rPr>
          <w:rFonts w:ascii="Arial" w:hAnsi="Arial" w:cs="Arial"/>
          <w:color w:val="4E4D4D" w:themeColor="background2"/>
          <w:spacing w:val="36"/>
        </w:rPr>
        <w:t xml:space="preserve"> </w:t>
      </w:r>
      <w:r w:rsidRPr="00F4279E">
        <w:rPr>
          <w:rFonts w:ascii="Arial" w:hAnsi="Arial" w:cs="Arial"/>
          <w:color w:val="4E4D4D" w:themeColor="background2"/>
          <w:spacing w:val="2"/>
          <w:w w:val="102"/>
        </w:rPr>
        <w:t>a</w:t>
      </w:r>
      <w:r w:rsidRPr="00F4279E">
        <w:rPr>
          <w:rFonts w:ascii="Arial" w:hAnsi="Arial" w:cs="Arial"/>
          <w:color w:val="4E4D4D" w:themeColor="background2"/>
          <w:w w:val="102"/>
        </w:rPr>
        <w:t>l</w:t>
      </w:r>
      <w:r w:rsidRPr="00F4279E">
        <w:rPr>
          <w:rFonts w:ascii="Arial" w:hAnsi="Arial" w:cs="Arial"/>
          <w:color w:val="4E4D4D" w:themeColor="background2"/>
        </w:rPr>
        <w:t xml:space="preserve"> cu</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B</w:t>
      </w:r>
      <w:r w:rsidRPr="00F4279E">
        <w:rPr>
          <w:rFonts w:ascii="Arial" w:hAnsi="Arial" w:cs="Arial"/>
          <w:color w:val="4E4D4D" w:themeColor="background2"/>
          <w:spacing w:val="1"/>
        </w:rPr>
        <w:t>P</w:t>
      </w:r>
      <w:r w:rsidRPr="00F4279E">
        <w:rPr>
          <w:rFonts w:ascii="Arial" w:hAnsi="Arial" w:cs="Arial"/>
          <w:color w:val="4E4D4D" w:themeColor="background2"/>
        </w:rPr>
        <w:t>M</w:t>
      </w:r>
      <w:r w:rsidRPr="00F4279E">
        <w:rPr>
          <w:rFonts w:ascii="Arial" w:hAnsi="Arial" w:cs="Arial"/>
          <w:color w:val="4E4D4D" w:themeColor="background2"/>
          <w:spacing w:val="5"/>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4"/>
        </w:rPr>
        <w:t>H</w:t>
      </w:r>
      <w:r w:rsidRPr="00F4279E">
        <w:rPr>
          <w:rFonts w:ascii="Arial" w:hAnsi="Arial" w:cs="Arial"/>
          <w:color w:val="4E4D4D" w:themeColor="background2"/>
          <w:spacing w:val="-6"/>
        </w:rPr>
        <w:t>A</w:t>
      </w:r>
      <w:r w:rsidRPr="00F4279E">
        <w:rPr>
          <w:rFonts w:ascii="Arial" w:hAnsi="Arial" w:cs="Arial"/>
          <w:color w:val="4E4D4D" w:themeColor="background2"/>
          <w:spacing w:val="1"/>
        </w:rPr>
        <w:t>C</w:t>
      </w:r>
      <w:r w:rsidRPr="00F4279E">
        <w:rPr>
          <w:rFonts w:ascii="Arial" w:hAnsi="Arial" w:cs="Arial"/>
          <w:color w:val="4E4D4D" w:themeColor="background2"/>
          <w:spacing w:val="3"/>
        </w:rPr>
        <w:t>C</w:t>
      </w:r>
      <w:r w:rsidRPr="00F4279E">
        <w:rPr>
          <w:rFonts w:ascii="Arial" w:hAnsi="Arial" w:cs="Arial"/>
          <w:color w:val="4E4D4D" w:themeColor="background2"/>
          <w:spacing w:val="1"/>
        </w:rPr>
        <w:t>P</w:t>
      </w:r>
      <w:r w:rsidRPr="00F4279E">
        <w:rPr>
          <w:rFonts w:ascii="Arial" w:hAnsi="Arial" w:cs="Arial"/>
          <w:color w:val="4E4D4D" w:themeColor="background2"/>
        </w:rPr>
        <w:t>,</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be</w:t>
      </w:r>
      <w:r w:rsidRPr="00F4279E">
        <w:rPr>
          <w:rFonts w:ascii="Arial" w:hAnsi="Arial" w:cs="Arial"/>
          <w:color w:val="4E4D4D" w:themeColor="background2"/>
          <w:spacing w:val="8"/>
        </w:rPr>
        <w:t xml:space="preserve"> </w:t>
      </w:r>
      <w:r w:rsidRPr="00F4279E">
        <w:rPr>
          <w:rFonts w:ascii="Arial" w:hAnsi="Arial" w:cs="Arial"/>
          <w:color w:val="4E4D4D" w:themeColor="background2"/>
          <w:spacing w:val="4"/>
        </w:rPr>
        <w:t>g</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spacing w:val="2"/>
        </w:rPr>
        <w:t>t</w:t>
      </w:r>
      <w:r w:rsidRPr="00F4279E">
        <w:rPr>
          <w:rFonts w:ascii="Arial" w:hAnsi="Arial" w:cs="Arial"/>
          <w:color w:val="4E4D4D" w:themeColor="background2"/>
          <w:spacing w:val="-3"/>
        </w:rPr>
        <w:t>i</w:t>
      </w:r>
      <w:r w:rsidRPr="00F4279E">
        <w:rPr>
          <w:rFonts w:ascii="Arial" w:hAnsi="Arial" w:cs="Arial"/>
          <w:color w:val="4E4D4D" w:themeColor="background2"/>
          <w:spacing w:val="-1"/>
        </w:rPr>
        <w:t>z</w:t>
      </w:r>
      <w:r w:rsidRPr="00F4279E">
        <w:rPr>
          <w:rFonts w:ascii="Arial" w:hAnsi="Arial" w:cs="Arial"/>
          <w:color w:val="4E4D4D" w:themeColor="background2"/>
          <w:spacing w:val="2"/>
        </w:rPr>
        <w:t>a</w:t>
      </w:r>
      <w:r w:rsidRPr="00F4279E">
        <w:rPr>
          <w:rFonts w:ascii="Arial" w:hAnsi="Arial" w:cs="Arial"/>
          <w:color w:val="4E4D4D" w:themeColor="background2"/>
        </w:rPr>
        <w:t>r</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2"/>
        </w:rPr>
        <w:t xml:space="preserve"> </w:t>
      </w:r>
      <w:r w:rsidRPr="00F4279E">
        <w:rPr>
          <w:rFonts w:ascii="Arial" w:hAnsi="Arial" w:cs="Arial"/>
          <w:color w:val="4E4D4D" w:themeColor="background2"/>
        </w:rPr>
        <w:t>i</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1"/>
        </w:rPr>
        <w:t>c</w:t>
      </w:r>
      <w:r w:rsidRPr="00F4279E">
        <w:rPr>
          <w:rFonts w:ascii="Arial" w:hAnsi="Arial" w:cs="Arial"/>
          <w:color w:val="4E4D4D" w:themeColor="background2"/>
        </w:rPr>
        <w:t>ui</w:t>
      </w:r>
      <w:r w:rsidRPr="00F4279E">
        <w:rPr>
          <w:rFonts w:ascii="Arial" w:hAnsi="Arial" w:cs="Arial"/>
          <w:color w:val="4E4D4D" w:themeColor="background2"/>
          <w:spacing w:val="2"/>
        </w:rPr>
        <w:t>d</w:t>
      </w:r>
      <w:r w:rsidRPr="00F4279E">
        <w:rPr>
          <w:rFonts w:ascii="Arial" w:hAnsi="Arial" w:cs="Arial"/>
          <w:color w:val="4E4D4D" w:themeColor="background2"/>
        </w:rPr>
        <w:t>ad</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3"/>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rPr>
        <w:t>o</w:t>
      </w:r>
      <w:r w:rsidRPr="00F4279E">
        <w:rPr>
          <w:rFonts w:ascii="Arial" w:hAnsi="Arial" w:cs="Arial"/>
          <w:color w:val="4E4D4D" w:themeColor="background2"/>
          <w:spacing w:val="2"/>
        </w:rPr>
        <w:t>d</w:t>
      </w:r>
      <w:r w:rsidRPr="00F4279E">
        <w:rPr>
          <w:rFonts w:ascii="Arial" w:hAnsi="Arial" w:cs="Arial"/>
          <w:color w:val="4E4D4D" w:themeColor="background2"/>
        </w:rPr>
        <w:t>u</w:t>
      </w:r>
      <w:r w:rsidRPr="00F4279E">
        <w:rPr>
          <w:rFonts w:ascii="Arial" w:hAnsi="Arial" w:cs="Arial"/>
          <w:color w:val="4E4D4D" w:themeColor="background2"/>
          <w:spacing w:val="-1"/>
        </w:rPr>
        <w:t>c</w:t>
      </w:r>
      <w:r w:rsidRPr="00F4279E">
        <w:rPr>
          <w:rFonts w:ascii="Arial" w:hAnsi="Arial" w:cs="Arial"/>
          <w:color w:val="4E4D4D" w:themeColor="background2"/>
          <w:spacing w:val="4"/>
        </w:rPr>
        <w:t>t</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19"/>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2"/>
          <w:w w:val="102"/>
        </w:rPr>
        <w:t>p</w:t>
      </w:r>
      <w:r w:rsidRPr="00F4279E">
        <w:rPr>
          <w:rFonts w:ascii="Arial" w:hAnsi="Arial" w:cs="Arial"/>
          <w:color w:val="4E4D4D" w:themeColor="background2"/>
          <w:spacing w:val="-2"/>
          <w:w w:val="102"/>
        </w:rPr>
        <w:t>o</w:t>
      </w:r>
      <w:r w:rsidRPr="00F4279E">
        <w:rPr>
          <w:rFonts w:ascii="Arial" w:hAnsi="Arial" w:cs="Arial"/>
          <w:color w:val="4E4D4D" w:themeColor="background2"/>
          <w:w w:val="102"/>
        </w:rPr>
        <w:t xml:space="preserve">r </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4"/>
        </w:rPr>
        <w:t xml:space="preserve"> </w:t>
      </w:r>
      <w:r w:rsidRPr="00F4279E">
        <w:rPr>
          <w:rFonts w:ascii="Arial" w:hAnsi="Arial" w:cs="Arial"/>
          <w:color w:val="4E4D4D" w:themeColor="background2"/>
        </w:rPr>
        <w:t xml:space="preserve">la </w:t>
      </w:r>
      <w:r w:rsidRPr="00F4279E">
        <w:rPr>
          <w:rFonts w:ascii="Arial" w:hAnsi="Arial" w:cs="Arial"/>
          <w:color w:val="4E4D4D" w:themeColor="background2"/>
          <w:spacing w:val="2"/>
        </w:rPr>
        <w:t>i</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3"/>
        </w:rPr>
        <w:t>r</w:t>
      </w:r>
      <w:r w:rsidRPr="00F4279E">
        <w:rPr>
          <w:rFonts w:ascii="Arial" w:hAnsi="Arial" w:cs="Arial"/>
          <w:color w:val="4E4D4D" w:themeColor="background2"/>
          <w:spacing w:val="3"/>
        </w:rPr>
        <w:t>v</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í</w:t>
      </w:r>
      <w:r w:rsidRPr="00F4279E">
        <w:rPr>
          <w:rFonts w:ascii="Arial" w:hAnsi="Arial" w:cs="Arial"/>
          <w:color w:val="4E4D4D" w:themeColor="background2"/>
        </w:rPr>
        <w:t>a</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4"/>
        </w:rPr>
        <w:t>o</w:t>
      </w:r>
      <w:r w:rsidRPr="00F4279E">
        <w:rPr>
          <w:rFonts w:ascii="Arial" w:hAnsi="Arial" w:cs="Arial"/>
          <w:color w:val="4E4D4D" w:themeColor="background2"/>
          <w:spacing w:val="2"/>
        </w:rPr>
        <w:t>d</w:t>
      </w:r>
      <w:r w:rsidRPr="00F4279E">
        <w:rPr>
          <w:rFonts w:ascii="Arial" w:hAnsi="Arial" w:cs="Arial"/>
          <w:color w:val="4E4D4D" w:themeColor="background2"/>
          <w:spacing w:val="-1"/>
        </w:rPr>
        <w:t>r</w:t>
      </w:r>
      <w:r w:rsidRPr="00F4279E">
        <w:rPr>
          <w:rFonts w:ascii="Arial" w:hAnsi="Arial" w:cs="Arial"/>
          <w:color w:val="4E4D4D" w:themeColor="background2"/>
        </w:rPr>
        <w:t>á</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1"/>
        </w:rPr>
        <w:t>z</w:t>
      </w:r>
      <w:r w:rsidRPr="00F4279E">
        <w:rPr>
          <w:rFonts w:ascii="Arial" w:hAnsi="Arial" w:cs="Arial"/>
          <w:color w:val="4E4D4D" w:themeColor="background2"/>
          <w:spacing w:val="2"/>
        </w:rPr>
        <w:t>a</w:t>
      </w:r>
      <w:r w:rsidRPr="00F4279E">
        <w:rPr>
          <w:rFonts w:ascii="Arial" w:hAnsi="Arial" w:cs="Arial"/>
          <w:color w:val="4E4D4D" w:themeColor="background2"/>
        </w:rPr>
        <w:t>r</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 xml:space="preserve">s </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rPr>
        <w:t>á</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2"/>
        </w:rPr>
        <w:t>s</w:t>
      </w:r>
      <w:r w:rsidRPr="00F4279E">
        <w:rPr>
          <w:rFonts w:ascii="Arial" w:hAnsi="Arial" w:cs="Arial"/>
          <w:color w:val="4E4D4D" w:themeColor="background2"/>
        </w:rPr>
        <w:t>is</w:t>
      </w:r>
      <w:r w:rsidRPr="00F4279E">
        <w:rPr>
          <w:rFonts w:ascii="Arial" w:hAnsi="Arial" w:cs="Arial"/>
          <w:color w:val="4E4D4D" w:themeColor="background2"/>
          <w:spacing w:val="6"/>
        </w:rPr>
        <w:t xml:space="preserve"> </w:t>
      </w:r>
      <w:r w:rsidRPr="00F4279E">
        <w:rPr>
          <w:rFonts w:ascii="Arial" w:hAnsi="Arial" w:cs="Arial"/>
          <w:color w:val="4E4D4D" w:themeColor="background2"/>
          <w:spacing w:val="3"/>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cr</w:t>
      </w:r>
      <w:r w:rsidRPr="00F4279E">
        <w:rPr>
          <w:rFonts w:ascii="Arial" w:hAnsi="Arial" w:cs="Arial"/>
          <w:color w:val="4E4D4D" w:themeColor="background2"/>
          <w:spacing w:val="-2"/>
        </w:rPr>
        <w:t>o</w:t>
      </w:r>
      <w:r w:rsidRPr="00F4279E">
        <w:rPr>
          <w:rFonts w:ascii="Arial" w:hAnsi="Arial" w:cs="Arial"/>
          <w:color w:val="4E4D4D" w:themeColor="background2"/>
          <w:spacing w:val="2"/>
        </w:rPr>
        <w:t>b</w:t>
      </w:r>
      <w:r w:rsidRPr="00F4279E">
        <w:rPr>
          <w:rFonts w:ascii="Arial" w:hAnsi="Arial" w:cs="Arial"/>
          <w:color w:val="4E4D4D" w:themeColor="background2"/>
        </w:rPr>
        <w:t>io</w:t>
      </w:r>
      <w:r w:rsidRPr="00F4279E">
        <w:rPr>
          <w:rFonts w:ascii="Arial" w:hAnsi="Arial" w:cs="Arial"/>
          <w:color w:val="4E4D4D" w:themeColor="background2"/>
          <w:spacing w:val="4"/>
        </w:rPr>
        <w:t>l</w:t>
      </w:r>
      <w:r w:rsidRPr="00F4279E">
        <w:rPr>
          <w:rFonts w:ascii="Arial" w:hAnsi="Arial" w:cs="Arial"/>
          <w:color w:val="4E4D4D" w:themeColor="background2"/>
          <w:spacing w:val="-2"/>
        </w:rPr>
        <w:t>ó</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2"/>
        </w:rPr>
        <w:t>q</w:t>
      </w:r>
      <w:r w:rsidRPr="00F4279E">
        <w:rPr>
          <w:rFonts w:ascii="Arial" w:hAnsi="Arial" w:cs="Arial"/>
          <w:color w:val="4E4D4D" w:themeColor="background2"/>
        </w:rPr>
        <w:t>ue</w:t>
      </w:r>
      <w:r w:rsidRPr="00F4279E">
        <w:rPr>
          <w:rFonts w:ascii="Arial" w:hAnsi="Arial" w:cs="Arial"/>
          <w:color w:val="4E4D4D" w:themeColor="background2"/>
          <w:spacing w:val="3"/>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1"/>
        </w:rPr>
        <w:t>ns</w:t>
      </w:r>
      <w:r w:rsidRPr="00F4279E">
        <w:rPr>
          <w:rFonts w:ascii="Arial" w:hAnsi="Arial" w:cs="Arial"/>
          <w:color w:val="4E4D4D" w:themeColor="background2"/>
          <w:spacing w:val="4"/>
        </w:rPr>
        <w:t>i</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2"/>
          <w:w w:val="102"/>
        </w:rPr>
        <w:t>n</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ces</w:t>
      </w:r>
      <w:r w:rsidRPr="00F4279E">
        <w:rPr>
          <w:rFonts w:ascii="Arial" w:hAnsi="Arial" w:cs="Arial"/>
          <w:color w:val="4E4D4D" w:themeColor="background2"/>
          <w:spacing w:val="2"/>
          <w:w w:val="102"/>
        </w:rPr>
        <w:t>a</w:t>
      </w:r>
      <w:r w:rsidRPr="00F4279E">
        <w:rPr>
          <w:rFonts w:ascii="Arial" w:hAnsi="Arial" w:cs="Arial"/>
          <w:color w:val="4E4D4D" w:themeColor="background2"/>
          <w:spacing w:val="-1"/>
          <w:w w:val="102"/>
        </w:rPr>
        <w:t>r</w:t>
      </w:r>
      <w:r w:rsidRPr="00F4279E">
        <w:rPr>
          <w:rFonts w:ascii="Arial" w:hAnsi="Arial" w:cs="Arial"/>
          <w:color w:val="4E4D4D" w:themeColor="background2"/>
          <w:spacing w:val="2"/>
          <w:w w:val="102"/>
        </w:rPr>
        <w:t>i</w:t>
      </w:r>
      <w:r w:rsidRPr="00F4279E">
        <w:rPr>
          <w:rFonts w:ascii="Arial" w:hAnsi="Arial" w:cs="Arial"/>
          <w:color w:val="4E4D4D" w:themeColor="background2"/>
          <w:w w:val="102"/>
        </w:rPr>
        <w:t xml:space="preserve">os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rPr>
        <w:t>a</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4"/>
        </w:rPr>
        <w:t>g</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2"/>
        </w:rPr>
        <w:t>z</w:t>
      </w:r>
      <w:r w:rsidRPr="00F4279E">
        <w:rPr>
          <w:rFonts w:ascii="Arial" w:hAnsi="Arial" w:cs="Arial"/>
          <w:color w:val="4E4D4D" w:themeColor="background2"/>
        </w:rPr>
        <w:t>ar</w:t>
      </w:r>
      <w:r w:rsidRPr="00F4279E">
        <w:rPr>
          <w:rFonts w:ascii="Arial" w:hAnsi="Arial" w:cs="Arial"/>
          <w:color w:val="4E4D4D" w:themeColor="background2"/>
          <w:spacing w:val="19"/>
        </w:rPr>
        <w:t xml:space="preserve"> ausencia de</w:t>
      </w:r>
      <w:r w:rsidRPr="00F4279E">
        <w:rPr>
          <w:rFonts w:ascii="Arial" w:hAnsi="Arial" w:cs="Arial"/>
          <w:color w:val="4E4D4D" w:themeColor="background2"/>
          <w:spacing w:val="5"/>
        </w:rPr>
        <w:t xml:space="preserve"> </w:t>
      </w:r>
      <w:r w:rsidRPr="00F4279E">
        <w:rPr>
          <w:rFonts w:ascii="Arial" w:hAnsi="Arial" w:cs="Arial"/>
          <w:color w:val="4E4D4D" w:themeColor="background2"/>
          <w:w w:val="102"/>
        </w:rPr>
        <w:t>p</w:t>
      </w:r>
      <w:r w:rsidRPr="00F4279E">
        <w:rPr>
          <w:rFonts w:ascii="Arial" w:hAnsi="Arial" w:cs="Arial"/>
          <w:color w:val="4E4D4D" w:themeColor="background2"/>
          <w:spacing w:val="2"/>
          <w:w w:val="102"/>
        </w:rPr>
        <w:t>a</w:t>
      </w:r>
      <w:r w:rsidRPr="00F4279E">
        <w:rPr>
          <w:rFonts w:ascii="Arial" w:hAnsi="Arial" w:cs="Arial"/>
          <w:color w:val="4E4D4D" w:themeColor="background2"/>
          <w:spacing w:val="4"/>
          <w:w w:val="102"/>
        </w:rPr>
        <w:t>t</w:t>
      </w:r>
      <w:r w:rsidRPr="00F4279E">
        <w:rPr>
          <w:rFonts w:ascii="Arial" w:hAnsi="Arial" w:cs="Arial"/>
          <w:color w:val="4E4D4D" w:themeColor="background2"/>
          <w:spacing w:val="-2"/>
          <w:w w:val="102"/>
        </w:rPr>
        <w:t>ó</w:t>
      </w:r>
      <w:r w:rsidRPr="00F4279E">
        <w:rPr>
          <w:rFonts w:ascii="Arial" w:hAnsi="Arial" w:cs="Arial"/>
          <w:color w:val="4E4D4D" w:themeColor="background2"/>
          <w:spacing w:val="4"/>
          <w:w w:val="102"/>
        </w:rPr>
        <w:t>g</w:t>
      </w:r>
      <w:r w:rsidRPr="00F4279E">
        <w:rPr>
          <w:rFonts w:ascii="Arial" w:hAnsi="Arial" w:cs="Arial"/>
          <w:color w:val="4E4D4D" w:themeColor="background2"/>
          <w:spacing w:val="-1"/>
          <w:w w:val="102"/>
        </w:rPr>
        <w:t>en</w:t>
      </w:r>
      <w:r w:rsidRPr="00F4279E">
        <w:rPr>
          <w:rFonts w:ascii="Arial" w:hAnsi="Arial" w:cs="Arial"/>
          <w:color w:val="4E4D4D" w:themeColor="background2"/>
          <w:w w:val="102"/>
        </w:rPr>
        <w:t>o</w:t>
      </w:r>
      <w:r w:rsidRPr="00F4279E">
        <w:rPr>
          <w:rFonts w:ascii="Arial" w:hAnsi="Arial" w:cs="Arial"/>
          <w:color w:val="4E4D4D" w:themeColor="background2"/>
          <w:spacing w:val="-1"/>
          <w:w w:val="102"/>
        </w:rPr>
        <w:t>s</w:t>
      </w:r>
      <w:r w:rsidRPr="00F4279E">
        <w:rPr>
          <w:rFonts w:ascii="Arial" w:hAnsi="Arial" w:cs="Arial"/>
          <w:color w:val="4E4D4D" w:themeColor="background2"/>
          <w:w w:val="102"/>
        </w:rPr>
        <w:t>.</w:t>
      </w:r>
      <w:r w:rsidRPr="00F4279E">
        <w:rPr>
          <w:rFonts w:ascii="Arial" w:hAnsi="Arial" w:cs="Arial"/>
          <w:color w:val="4E4D4D" w:themeColor="background2"/>
        </w:rPr>
        <w:t xml:space="preserve"> </w:t>
      </w:r>
      <w:r w:rsidRPr="00F4279E">
        <w:rPr>
          <w:rFonts w:ascii="Arial" w:hAnsi="Arial" w:cs="Arial"/>
          <w:color w:val="4E4D4D" w:themeColor="background2"/>
          <w:spacing w:val="1"/>
        </w:rPr>
        <w:t>B</w:t>
      </w:r>
      <w:r w:rsidRPr="00F4279E">
        <w:rPr>
          <w:rFonts w:ascii="Arial" w:hAnsi="Arial" w:cs="Arial"/>
          <w:color w:val="4E4D4D" w:themeColor="background2"/>
        </w:rPr>
        <w:t>a</w:t>
      </w:r>
      <w:r w:rsidRPr="00F4279E">
        <w:rPr>
          <w:rFonts w:ascii="Arial" w:hAnsi="Arial" w:cs="Arial"/>
          <w:color w:val="4E4D4D" w:themeColor="background2"/>
          <w:spacing w:val="2"/>
        </w:rPr>
        <w:t>j</w:t>
      </w:r>
      <w:r w:rsidRPr="00F4279E">
        <w:rPr>
          <w:rFonts w:ascii="Arial" w:hAnsi="Arial" w:cs="Arial"/>
          <w:color w:val="4E4D4D" w:themeColor="background2"/>
        </w:rPr>
        <w:t>o</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1"/>
        </w:rPr>
        <w:t>es</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spacing w:val="-1"/>
        </w:rPr>
        <w:t>nd</w:t>
      </w:r>
      <w:r w:rsidRPr="00F4279E">
        <w:rPr>
          <w:rFonts w:ascii="Arial" w:hAnsi="Arial" w:cs="Arial"/>
          <w:color w:val="4E4D4D" w:themeColor="background2"/>
          <w:spacing w:val="4"/>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38"/>
        </w:rPr>
        <w:t xml:space="preserve"> </w:t>
      </w:r>
      <w:r w:rsidRPr="00F4279E">
        <w:rPr>
          <w:rFonts w:ascii="Arial" w:hAnsi="Arial" w:cs="Arial"/>
          <w:color w:val="4E4D4D" w:themeColor="background2"/>
          <w:spacing w:val="-1"/>
        </w:rPr>
        <w:t>s</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4"/>
        </w:rPr>
        <w:t>á</w:t>
      </w:r>
      <w:r w:rsidRPr="00F4279E">
        <w:rPr>
          <w:rFonts w:ascii="Arial" w:hAnsi="Arial" w:cs="Arial"/>
          <w:color w:val="4E4D4D" w:themeColor="background2"/>
        </w:rPr>
        <w:t>n</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3"/>
        </w:rPr>
        <w:t>v</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rPr>
        <w:t>ua</w:t>
      </w:r>
      <w:r w:rsidRPr="00F4279E">
        <w:rPr>
          <w:rFonts w:ascii="Arial" w:hAnsi="Arial" w:cs="Arial"/>
          <w:color w:val="4E4D4D" w:themeColor="background2"/>
          <w:spacing w:val="2"/>
        </w:rPr>
        <w:t>d</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42"/>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s</w:t>
      </w:r>
      <w:r w:rsidRPr="00F4279E">
        <w:rPr>
          <w:rFonts w:ascii="Arial" w:hAnsi="Arial" w:cs="Arial"/>
          <w:color w:val="4E4D4D" w:themeColor="background2"/>
          <w:spacing w:val="-3"/>
        </w:rPr>
        <w:t>u</w:t>
      </w:r>
      <w:r w:rsidRPr="00F4279E">
        <w:rPr>
          <w:rFonts w:ascii="Arial" w:hAnsi="Arial" w:cs="Arial"/>
          <w:color w:val="4E4D4D" w:themeColor="background2"/>
          <w:spacing w:val="2"/>
        </w:rPr>
        <w:t>l</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3"/>
        </w:rPr>
        <w:t>d</w:t>
      </w:r>
      <w:r w:rsidRPr="00F4279E">
        <w:rPr>
          <w:rFonts w:ascii="Arial" w:hAnsi="Arial" w:cs="Arial"/>
          <w:color w:val="4E4D4D" w:themeColor="background2"/>
        </w:rPr>
        <w:t>os</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r</w:t>
      </w:r>
      <w:r w:rsidRPr="00F4279E">
        <w:rPr>
          <w:rFonts w:ascii="Arial" w:hAnsi="Arial" w:cs="Arial"/>
          <w:color w:val="4E4D4D" w:themeColor="background2"/>
        </w:rPr>
        <w:t>ob</w:t>
      </w:r>
      <w:r w:rsidRPr="00F4279E">
        <w:rPr>
          <w:rFonts w:ascii="Arial" w:hAnsi="Arial" w:cs="Arial"/>
          <w:color w:val="4E4D4D" w:themeColor="background2"/>
          <w:spacing w:val="2"/>
        </w:rPr>
        <w:t>i</w:t>
      </w:r>
      <w:r w:rsidRPr="00F4279E">
        <w:rPr>
          <w:rFonts w:ascii="Arial" w:hAnsi="Arial" w:cs="Arial"/>
          <w:color w:val="4E4D4D" w:themeColor="background2"/>
        </w:rPr>
        <w:t>oló</w:t>
      </w:r>
      <w:r w:rsidRPr="00F4279E">
        <w:rPr>
          <w:rFonts w:ascii="Arial" w:hAnsi="Arial" w:cs="Arial"/>
          <w:color w:val="4E4D4D" w:themeColor="background2"/>
          <w:spacing w:val="2"/>
        </w:rPr>
        <w:t>gi</w:t>
      </w:r>
      <w:r w:rsidRPr="00F4279E">
        <w:rPr>
          <w:rFonts w:ascii="Arial" w:hAnsi="Arial" w:cs="Arial"/>
          <w:color w:val="4E4D4D" w:themeColor="background2"/>
          <w:spacing w:val="-3"/>
        </w:rPr>
        <w:t>c</w:t>
      </w:r>
      <w:r w:rsidRPr="00F4279E">
        <w:rPr>
          <w:rFonts w:ascii="Arial" w:hAnsi="Arial" w:cs="Arial"/>
          <w:color w:val="4E4D4D" w:themeColor="background2"/>
          <w:spacing w:val="3"/>
        </w:rPr>
        <w:t>o</w:t>
      </w:r>
      <w:r w:rsidRPr="00F4279E">
        <w:rPr>
          <w:rFonts w:ascii="Arial" w:hAnsi="Arial" w:cs="Arial"/>
          <w:color w:val="4E4D4D" w:themeColor="background2"/>
        </w:rPr>
        <w:t>s</w:t>
      </w:r>
      <w:r w:rsidRPr="00F4279E">
        <w:rPr>
          <w:rFonts w:ascii="Arial" w:hAnsi="Arial" w:cs="Arial"/>
          <w:color w:val="4E4D4D" w:themeColor="background2"/>
          <w:spacing w:val="1"/>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3"/>
        </w:rPr>
        <w:t>u</w:t>
      </w:r>
      <w:r w:rsidRPr="00F4279E">
        <w:rPr>
          <w:rFonts w:ascii="Arial" w:hAnsi="Arial" w:cs="Arial"/>
          <w:color w:val="4E4D4D" w:themeColor="background2"/>
          <w:spacing w:val="2"/>
        </w:rPr>
        <w:t>ra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36"/>
        </w:rPr>
        <w:t xml:space="preserve"> </w:t>
      </w:r>
      <w:r w:rsidRPr="00F4279E">
        <w:rPr>
          <w:rFonts w:ascii="Arial" w:hAnsi="Arial" w:cs="Arial"/>
          <w:color w:val="4E4D4D" w:themeColor="background2"/>
        </w:rPr>
        <w:t>la</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1"/>
          <w:w w:val="102"/>
        </w:rPr>
        <w:t>e</w:t>
      </w:r>
      <w:r w:rsidRPr="00F4279E">
        <w:rPr>
          <w:rFonts w:ascii="Arial" w:hAnsi="Arial" w:cs="Arial"/>
          <w:color w:val="4E4D4D" w:themeColor="background2"/>
          <w:spacing w:val="2"/>
          <w:w w:val="102"/>
        </w:rPr>
        <w:t>j</w:t>
      </w:r>
      <w:r w:rsidRPr="00F4279E">
        <w:rPr>
          <w:rFonts w:ascii="Arial" w:hAnsi="Arial" w:cs="Arial"/>
          <w:color w:val="4E4D4D" w:themeColor="background2"/>
          <w:spacing w:val="-1"/>
          <w:w w:val="102"/>
        </w:rPr>
        <w:t>ec</w:t>
      </w:r>
      <w:r w:rsidRPr="00F4279E">
        <w:rPr>
          <w:rFonts w:ascii="Arial" w:hAnsi="Arial" w:cs="Arial"/>
          <w:color w:val="4E4D4D" w:themeColor="background2"/>
          <w:spacing w:val="2"/>
          <w:w w:val="102"/>
        </w:rPr>
        <w:t>u</w:t>
      </w:r>
      <w:r w:rsidRPr="00F4279E">
        <w:rPr>
          <w:rFonts w:ascii="Arial" w:hAnsi="Arial" w:cs="Arial"/>
          <w:color w:val="4E4D4D" w:themeColor="background2"/>
          <w:spacing w:val="-3"/>
          <w:w w:val="102"/>
        </w:rPr>
        <w:t>c</w:t>
      </w:r>
      <w:r w:rsidRPr="00F4279E">
        <w:rPr>
          <w:rFonts w:ascii="Arial" w:hAnsi="Arial" w:cs="Arial"/>
          <w:color w:val="4E4D4D" w:themeColor="background2"/>
          <w:spacing w:val="2"/>
          <w:w w:val="102"/>
        </w:rPr>
        <w:t>i</w:t>
      </w:r>
      <w:r w:rsidRPr="00F4279E">
        <w:rPr>
          <w:rFonts w:ascii="Arial" w:hAnsi="Arial" w:cs="Arial"/>
          <w:color w:val="4E4D4D" w:themeColor="background2"/>
          <w:w w:val="102"/>
        </w:rPr>
        <w:t xml:space="preserve">ón </w:t>
      </w:r>
      <w:r w:rsidRPr="00F4279E">
        <w:rPr>
          <w:rFonts w:ascii="Arial" w:hAnsi="Arial" w:cs="Arial"/>
          <w:color w:val="4E4D4D" w:themeColor="background2"/>
          <w:spacing w:val="2"/>
        </w:rPr>
        <w:t>d</w:t>
      </w:r>
      <w:r w:rsidR="00452842" w:rsidRPr="00F4279E">
        <w:rPr>
          <w:rFonts w:ascii="Arial" w:hAnsi="Arial" w:cs="Arial"/>
          <w:color w:val="4E4D4D" w:themeColor="background2"/>
          <w:spacing w:val="2"/>
        </w:rPr>
        <w:t xml:space="preserve">e </w:t>
      </w:r>
      <w:r w:rsidR="00957C77">
        <w:rPr>
          <w:rFonts w:ascii="Arial" w:hAnsi="Arial" w:cs="Arial"/>
          <w:color w:val="4E4D4D" w:themeColor="background2"/>
          <w:spacing w:val="-1"/>
        </w:rPr>
        <w:t>la O</w:t>
      </w:r>
      <w:r w:rsidR="007B6108" w:rsidRPr="00F4279E">
        <w:rPr>
          <w:rFonts w:ascii="Arial" w:hAnsi="Arial" w:cs="Arial"/>
          <w:color w:val="4E4D4D" w:themeColor="background2"/>
          <w:spacing w:val="-1"/>
        </w:rPr>
        <w:t>rden de compra</w:t>
      </w:r>
      <w:r w:rsidRPr="00F4279E">
        <w:rPr>
          <w:rFonts w:ascii="Arial" w:hAnsi="Arial" w:cs="Arial"/>
          <w:color w:val="4E4D4D" w:themeColor="background2"/>
          <w:w w:val="102"/>
        </w:rPr>
        <w:t>.</w:t>
      </w:r>
    </w:p>
    <w:p w14:paraId="5C64F043" w14:textId="77777777" w:rsidR="00B14344" w:rsidRPr="00F4279E" w:rsidRDefault="00B14344" w:rsidP="001974DD">
      <w:pPr>
        <w:widowControl w:val="0"/>
        <w:autoSpaceDE w:val="0"/>
        <w:autoSpaceDN w:val="0"/>
        <w:adjustRightInd w:val="0"/>
        <w:spacing w:line="0" w:lineRule="atLeast"/>
        <w:jc w:val="both"/>
        <w:rPr>
          <w:rFonts w:ascii="Arial" w:hAnsi="Arial" w:cs="Arial"/>
          <w:b/>
          <w:color w:val="4E4D4D" w:themeColor="background2"/>
        </w:rPr>
      </w:pPr>
    </w:p>
    <w:p w14:paraId="5C64F044" w14:textId="77777777" w:rsidR="004F3BEF" w:rsidRPr="00F4279E" w:rsidRDefault="004F3BEF" w:rsidP="004F3BEF">
      <w:pPr>
        <w:widowControl w:val="0"/>
        <w:autoSpaceDE w:val="0"/>
        <w:autoSpaceDN w:val="0"/>
        <w:adjustRightInd w:val="0"/>
        <w:spacing w:line="247" w:lineRule="auto"/>
        <w:ind w:right="184"/>
        <w:jc w:val="both"/>
        <w:rPr>
          <w:rFonts w:ascii="Arial" w:hAnsi="Arial" w:cs="Arial"/>
          <w:color w:val="4E4D4D" w:themeColor="background2"/>
        </w:rPr>
      </w:pPr>
      <w:r w:rsidRPr="00F4279E">
        <w:rPr>
          <w:rFonts w:ascii="Arial" w:hAnsi="Arial" w:cs="Arial"/>
          <w:b/>
          <w:color w:val="4E4D4D" w:themeColor="background2"/>
          <w:spacing w:val="1"/>
        </w:rPr>
        <w:lastRenderedPageBreak/>
        <w:t>NOTA:</w:t>
      </w:r>
      <w:r w:rsidRPr="00F4279E">
        <w:rPr>
          <w:rFonts w:ascii="Arial" w:hAnsi="Arial" w:cs="Arial"/>
          <w:color w:val="4E4D4D" w:themeColor="background2"/>
          <w:spacing w:val="1"/>
        </w:rPr>
        <w:t xml:space="preserve"> </w:t>
      </w:r>
      <w:r w:rsidR="00A00E28" w:rsidRPr="00F4279E">
        <w:rPr>
          <w:rFonts w:ascii="Arial" w:hAnsi="Arial" w:cs="Arial"/>
          <w:color w:val="4E4D4D" w:themeColor="background2"/>
          <w:spacing w:val="2"/>
        </w:rPr>
        <w:t>L</w:t>
      </w:r>
      <w:r w:rsidRPr="00F4279E">
        <w:rPr>
          <w:rFonts w:ascii="Arial" w:hAnsi="Arial" w:cs="Arial"/>
          <w:color w:val="4E4D4D" w:themeColor="background2"/>
        </w:rPr>
        <w:t>as</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rPr>
        <w:t>a</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rPr>
        <w:t>á</w:t>
      </w:r>
      <w:r w:rsidRPr="00F4279E">
        <w:rPr>
          <w:rFonts w:ascii="Arial" w:hAnsi="Arial" w:cs="Arial"/>
          <w:color w:val="4E4D4D" w:themeColor="background2"/>
          <w:spacing w:val="2"/>
        </w:rPr>
        <w:t>li</w:t>
      </w:r>
      <w:r w:rsidRPr="00F4279E">
        <w:rPr>
          <w:rFonts w:ascii="Arial" w:hAnsi="Arial" w:cs="Arial"/>
          <w:color w:val="4E4D4D" w:themeColor="background2"/>
          <w:spacing w:val="-1"/>
        </w:rPr>
        <w:t>s</w:t>
      </w:r>
      <w:r w:rsidRPr="00F4279E">
        <w:rPr>
          <w:rFonts w:ascii="Arial" w:hAnsi="Arial" w:cs="Arial"/>
          <w:color w:val="4E4D4D" w:themeColor="background2"/>
        </w:rPr>
        <w:t>is</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1"/>
        </w:rPr>
        <w:t>cr</w:t>
      </w:r>
      <w:r w:rsidRPr="00F4279E">
        <w:rPr>
          <w:rFonts w:ascii="Arial" w:hAnsi="Arial" w:cs="Arial"/>
          <w:color w:val="4E4D4D" w:themeColor="background2"/>
        </w:rPr>
        <w:t>ob</w:t>
      </w:r>
      <w:r w:rsidRPr="00F4279E">
        <w:rPr>
          <w:rFonts w:ascii="Arial" w:hAnsi="Arial" w:cs="Arial"/>
          <w:color w:val="4E4D4D" w:themeColor="background2"/>
          <w:spacing w:val="2"/>
        </w:rPr>
        <w:t>i</w:t>
      </w:r>
      <w:r w:rsidRPr="00F4279E">
        <w:rPr>
          <w:rFonts w:ascii="Arial" w:hAnsi="Arial" w:cs="Arial"/>
          <w:color w:val="4E4D4D" w:themeColor="background2"/>
          <w:spacing w:val="-2"/>
        </w:rPr>
        <w:t>o</w:t>
      </w:r>
      <w:r w:rsidRPr="00F4279E">
        <w:rPr>
          <w:rFonts w:ascii="Arial" w:hAnsi="Arial" w:cs="Arial"/>
          <w:color w:val="4E4D4D" w:themeColor="background2"/>
          <w:spacing w:val="4"/>
        </w:rPr>
        <w:t>l</w:t>
      </w:r>
      <w:r w:rsidRPr="00F4279E">
        <w:rPr>
          <w:rFonts w:ascii="Arial" w:hAnsi="Arial" w:cs="Arial"/>
          <w:color w:val="4E4D4D" w:themeColor="background2"/>
          <w:spacing w:val="-2"/>
        </w:rPr>
        <w:t>ó</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8"/>
        </w:rPr>
        <w:t xml:space="preserve"> y </w:t>
      </w:r>
      <w:r w:rsidRPr="00F4279E">
        <w:rPr>
          <w:rFonts w:ascii="Arial" w:hAnsi="Arial" w:cs="Arial"/>
          <w:color w:val="4E4D4D" w:themeColor="background2"/>
          <w:spacing w:val="2"/>
        </w:rPr>
        <w:t>fisicoquímicos</w:t>
      </w:r>
      <w:r w:rsidRPr="00F4279E">
        <w:rPr>
          <w:rFonts w:ascii="Arial" w:hAnsi="Arial" w:cs="Arial"/>
          <w:color w:val="4E4D4D" w:themeColor="background2"/>
          <w:spacing w:val="38"/>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i</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7"/>
        </w:rPr>
        <w:t xml:space="preserve"> </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1"/>
        </w:rPr>
        <w:t>me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48"/>
        </w:rPr>
        <w:t xml:space="preserve"> </w:t>
      </w:r>
      <w:r w:rsidRPr="00F4279E">
        <w:rPr>
          <w:rFonts w:ascii="Arial" w:hAnsi="Arial" w:cs="Arial"/>
          <w:color w:val="4E4D4D" w:themeColor="background2"/>
          <w:spacing w:val="2"/>
        </w:rPr>
        <w:t>q</w:t>
      </w:r>
      <w:r w:rsidRPr="00F4279E">
        <w:rPr>
          <w:rFonts w:ascii="Arial" w:hAnsi="Arial" w:cs="Arial"/>
          <w:color w:val="4E4D4D" w:themeColor="background2"/>
        </w:rPr>
        <w:t>ue</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1"/>
        </w:rPr>
        <w:t>nf</w:t>
      </w:r>
      <w:r w:rsidRPr="00F4279E">
        <w:rPr>
          <w:rFonts w:ascii="Arial" w:hAnsi="Arial" w:cs="Arial"/>
          <w:color w:val="4E4D4D" w:themeColor="background2"/>
        </w:rPr>
        <w:t>o</w:t>
      </w:r>
      <w:r w:rsidRPr="00F4279E">
        <w:rPr>
          <w:rFonts w:ascii="Arial" w:hAnsi="Arial" w:cs="Arial"/>
          <w:color w:val="4E4D4D" w:themeColor="background2"/>
          <w:spacing w:val="2"/>
        </w:rPr>
        <w:t>r</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rPr>
        <w:t>n</w:t>
      </w:r>
      <w:r w:rsidRPr="00F4279E">
        <w:rPr>
          <w:rFonts w:ascii="Arial" w:hAnsi="Arial" w:cs="Arial"/>
          <w:color w:val="4E4D4D" w:themeColor="background2"/>
          <w:spacing w:val="49"/>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38"/>
        </w:rPr>
        <w:t xml:space="preserve"> </w:t>
      </w:r>
      <w:r w:rsidRPr="00F4279E">
        <w:rPr>
          <w:rFonts w:ascii="Arial" w:hAnsi="Arial" w:cs="Arial"/>
          <w:color w:val="4E4D4D" w:themeColor="background2"/>
          <w:spacing w:val="-2"/>
        </w:rPr>
        <w:t>m</w:t>
      </w:r>
      <w:r w:rsidRPr="00F4279E">
        <w:rPr>
          <w:rFonts w:ascii="Arial" w:hAnsi="Arial" w:cs="Arial"/>
          <w:color w:val="4E4D4D" w:themeColor="background2"/>
          <w:spacing w:val="4"/>
        </w:rPr>
        <w:t>e</w:t>
      </w:r>
      <w:r w:rsidRPr="00F4279E">
        <w:rPr>
          <w:rFonts w:ascii="Arial" w:hAnsi="Arial" w:cs="Arial"/>
          <w:color w:val="4E4D4D" w:themeColor="background2"/>
          <w:spacing w:val="2"/>
        </w:rPr>
        <w:t>n</w:t>
      </w:r>
      <w:r w:rsidRPr="00F4279E">
        <w:rPr>
          <w:rFonts w:ascii="Arial" w:hAnsi="Arial" w:cs="Arial"/>
          <w:color w:val="4E4D4D" w:themeColor="background2"/>
          <w:spacing w:val="-3"/>
        </w:rPr>
        <w:t>ú</w:t>
      </w:r>
      <w:r w:rsidRPr="00F4279E">
        <w:rPr>
          <w:rFonts w:ascii="Arial" w:hAnsi="Arial" w:cs="Arial"/>
          <w:color w:val="4E4D4D" w:themeColor="background2"/>
        </w:rPr>
        <w:t>s</w:t>
      </w:r>
      <w:r w:rsidRPr="00F4279E">
        <w:rPr>
          <w:rFonts w:ascii="Arial" w:hAnsi="Arial" w:cs="Arial"/>
          <w:color w:val="4E4D4D" w:themeColor="background2"/>
          <w:spacing w:val="45"/>
        </w:rPr>
        <w:t xml:space="preserve"> </w:t>
      </w:r>
      <w:r w:rsidRPr="00F4279E">
        <w:rPr>
          <w:rFonts w:ascii="Arial" w:hAnsi="Arial" w:cs="Arial"/>
          <w:color w:val="4E4D4D" w:themeColor="background2"/>
          <w:spacing w:val="-1"/>
        </w:rPr>
        <w:t>s</w:t>
      </w:r>
      <w:r w:rsidRPr="00F4279E">
        <w:rPr>
          <w:rFonts w:ascii="Arial" w:hAnsi="Arial" w:cs="Arial"/>
          <w:color w:val="4E4D4D" w:themeColor="background2"/>
          <w:spacing w:val="-2"/>
        </w:rPr>
        <w:t>e</w:t>
      </w:r>
      <w:r w:rsidRPr="00F4279E">
        <w:rPr>
          <w:rFonts w:ascii="Arial" w:hAnsi="Arial" w:cs="Arial"/>
          <w:color w:val="4E4D4D" w:themeColor="background2"/>
          <w:spacing w:val="2"/>
        </w:rPr>
        <w:t>rá</w:t>
      </w:r>
      <w:r w:rsidRPr="00F4279E">
        <w:rPr>
          <w:rFonts w:ascii="Arial" w:hAnsi="Arial" w:cs="Arial"/>
          <w:color w:val="4E4D4D" w:themeColor="background2"/>
        </w:rPr>
        <w:t>n</w:t>
      </w:r>
      <w:r w:rsidRPr="00F4279E">
        <w:rPr>
          <w:rFonts w:ascii="Arial" w:hAnsi="Arial" w:cs="Arial"/>
          <w:color w:val="4E4D4D" w:themeColor="background2"/>
          <w:spacing w:val="41"/>
        </w:rPr>
        <w:t xml:space="preserve"> </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1"/>
        </w:rPr>
        <w:t>establecidas</w:t>
      </w:r>
      <w:r w:rsidRPr="00F4279E">
        <w:rPr>
          <w:rFonts w:ascii="Arial" w:hAnsi="Arial" w:cs="Arial"/>
          <w:color w:val="4E4D4D" w:themeColor="background2"/>
        </w:rPr>
        <w:t xml:space="preserve"> en las fichas técnicas de los alimentos. </w:t>
      </w:r>
    </w:p>
    <w:p w14:paraId="5C64F045" w14:textId="77777777" w:rsidR="004F3BEF" w:rsidRPr="00F4279E" w:rsidRDefault="004F3BEF" w:rsidP="004F3BEF">
      <w:pPr>
        <w:widowControl w:val="0"/>
        <w:autoSpaceDE w:val="0"/>
        <w:autoSpaceDN w:val="0"/>
        <w:adjustRightInd w:val="0"/>
        <w:spacing w:line="247" w:lineRule="auto"/>
        <w:ind w:right="184"/>
        <w:jc w:val="both"/>
        <w:rPr>
          <w:rFonts w:ascii="Arial" w:hAnsi="Arial" w:cs="Arial"/>
          <w:b/>
          <w:color w:val="4E4D4D" w:themeColor="background2"/>
        </w:rPr>
      </w:pPr>
    </w:p>
    <w:p w14:paraId="5C64F046" w14:textId="77777777" w:rsidR="000A2539" w:rsidRPr="00F4279E" w:rsidRDefault="000A2539" w:rsidP="000A2539">
      <w:pPr>
        <w:pStyle w:val="NormalWeb"/>
        <w:spacing w:before="0" w:beforeAutospacing="0" w:after="0" w:afterAutospacing="0"/>
        <w:jc w:val="both"/>
        <w:rPr>
          <w:rFonts w:ascii="Arial" w:hAnsi="Arial" w:cs="Arial"/>
          <w:color w:val="4E4D4D" w:themeColor="background2"/>
          <w:sz w:val="20"/>
          <w:szCs w:val="20"/>
        </w:rPr>
      </w:pPr>
      <w:r w:rsidRPr="00F4279E">
        <w:rPr>
          <w:rFonts w:ascii="Arial" w:hAnsi="Arial" w:cs="Arial"/>
          <w:b/>
          <w:color w:val="4E4D4D" w:themeColor="background2"/>
          <w:sz w:val="20"/>
          <w:szCs w:val="20"/>
        </w:rPr>
        <w:t>NOTA:</w:t>
      </w:r>
      <w:r w:rsidRPr="00F4279E">
        <w:rPr>
          <w:rFonts w:ascii="Arial" w:hAnsi="Arial" w:cs="Arial"/>
          <w:color w:val="4E4D4D" w:themeColor="background2"/>
          <w:sz w:val="20"/>
          <w:szCs w:val="20"/>
        </w:rPr>
        <w:t> El proveedor de alimentos, deberá adicionar a las unidades de la orden de compra las contra muestras de calidad de los alimentos de la siguiente forma: 10 unidades por lote y por tipo de alimento (A, B, C y N), si el producto REQUIERE refrigeración y 3 unidades por lote y por tipo de alimento (A, B, C y N), si el producto NO REQUIERE refrigeración. </w:t>
      </w:r>
    </w:p>
    <w:p w14:paraId="5C64F047" w14:textId="77777777" w:rsidR="000A2539" w:rsidRPr="00F4279E" w:rsidRDefault="000A2539" w:rsidP="000A2539">
      <w:pPr>
        <w:pStyle w:val="NormalWeb"/>
        <w:spacing w:before="0" w:beforeAutospacing="0" w:after="0" w:afterAutospacing="0"/>
        <w:jc w:val="both"/>
        <w:rPr>
          <w:rFonts w:ascii="Arial" w:hAnsi="Arial" w:cs="Arial"/>
          <w:color w:val="4E4D4D" w:themeColor="background2"/>
          <w:sz w:val="20"/>
          <w:szCs w:val="20"/>
          <w:lang w:val="es-CO" w:eastAsia="es-CO"/>
        </w:rPr>
      </w:pPr>
    </w:p>
    <w:p w14:paraId="5C64F048" w14:textId="77777777" w:rsidR="000A2539" w:rsidRPr="00F4279E" w:rsidRDefault="000A2539" w:rsidP="000A2539">
      <w:pPr>
        <w:pStyle w:val="NormalWeb"/>
        <w:spacing w:before="0" w:beforeAutospacing="0" w:after="0" w:afterAutospacing="0"/>
        <w:jc w:val="both"/>
        <w:rPr>
          <w:rFonts w:ascii="Arial" w:hAnsi="Arial" w:cs="Arial"/>
          <w:color w:val="4E4D4D" w:themeColor="background2"/>
          <w:sz w:val="20"/>
          <w:szCs w:val="20"/>
        </w:rPr>
      </w:pPr>
      <w:r w:rsidRPr="00F4279E">
        <w:rPr>
          <w:rFonts w:ascii="Arial" w:hAnsi="Arial" w:cs="Arial"/>
          <w:b/>
          <w:color w:val="4E4D4D" w:themeColor="background2"/>
          <w:sz w:val="20"/>
          <w:szCs w:val="20"/>
        </w:rPr>
        <w:t>NOTA:</w:t>
      </w:r>
      <w:r w:rsidRPr="00F4279E">
        <w:rPr>
          <w:rFonts w:ascii="Arial" w:hAnsi="Arial" w:cs="Arial"/>
          <w:color w:val="4E4D4D" w:themeColor="background2"/>
          <w:sz w:val="20"/>
          <w:szCs w:val="20"/>
        </w:rPr>
        <w:t xml:space="preserve"> Las </w:t>
      </w:r>
      <w:r w:rsidR="00A00E28" w:rsidRPr="00F4279E">
        <w:rPr>
          <w:rFonts w:ascii="Arial" w:hAnsi="Arial" w:cs="Arial"/>
          <w:color w:val="4E4D4D" w:themeColor="background2"/>
          <w:sz w:val="20"/>
          <w:szCs w:val="20"/>
        </w:rPr>
        <w:t>contra-muestras</w:t>
      </w:r>
      <w:r w:rsidRPr="00F4279E">
        <w:rPr>
          <w:rFonts w:ascii="Arial" w:hAnsi="Arial" w:cs="Arial"/>
          <w:color w:val="4E4D4D" w:themeColor="background2"/>
          <w:sz w:val="20"/>
          <w:szCs w:val="20"/>
        </w:rPr>
        <w:t xml:space="preserve"> serán facturadas de manera independiente de las solicitudes realizadas al proveedor durante cada mes, dicho cobro deberá ser aprobado por la interventoría.</w:t>
      </w:r>
    </w:p>
    <w:p w14:paraId="5C64F049" w14:textId="77777777" w:rsidR="000A2539" w:rsidRPr="00F4279E" w:rsidRDefault="000A2539" w:rsidP="000A2539">
      <w:pPr>
        <w:pStyle w:val="NormalWeb"/>
        <w:spacing w:before="0" w:beforeAutospacing="0" w:after="0" w:afterAutospacing="0"/>
        <w:jc w:val="both"/>
        <w:rPr>
          <w:rFonts w:ascii="Arial" w:hAnsi="Arial" w:cs="Arial"/>
          <w:color w:val="4E4D4D" w:themeColor="background2"/>
          <w:sz w:val="20"/>
          <w:szCs w:val="20"/>
        </w:rPr>
      </w:pPr>
    </w:p>
    <w:p w14:paraId="5C64F04B" w14:textId="77777777" w:rsidR="004F3BEF" w:rsidRPr="00F4279E" w:rsidRDefault="004F3BEF" w:rsidP="001974DD">
      <w:pPr>
        <w:widowControl w:val="0"/>
        <w:autoSpaceDE w:val="0"/>
        <w:autoSpaceDN w:val="0"/>
        <w:adjustRightInd w:val="0"/>
        <w:spacing w:line="0" w:lineRule="atLeast"/>
        <w:jc w:val="both"/>
        <w:rPr>
          <w:rFonts w:ascii="Arial" w:hAnsi="Arial" w:cs="Arial"/>
          <w:color w:val="4E4D4D" w:themeColor="background2"/>
        </w:rPr>
      </w:pPr>
    </w:p>
    <w:p w14:paraId="5C64F04C" w14:textId="77777777" w:rsidR="00C41B21" w:rsidRPr="00F4279E" w:rsidRDefault="00D278EE" w:rsidP="00FB5A2F">
      <w:pPr>
        <w:pStyle w:val="Prrafodelista"/>
        <w:widowControl w:val="0"/>
        <w:numPr>
          <w:ilvl w:val="2"/>
          <w:numId w:val="1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INFORME DE RESULTADOS</w:t>
      </w:r>
    </w:p>
    <w:p w14:paraId="5C64F04D" w14:textId="77777777" w:rsidR="00C41B21" w:rsidRPr="00F4279E" w:rsidRDefault="00C41B21" w:rsidP="001974DD">
      <w:pPr>
        <w:widowControl w:val="0"/>
        <w:autoSpaceDE w:val="0"/>
        <w:autoSpaceDN w:val="0"/>
        <w:adjustRightInd w:val="0"/>
        <w:spacing w:line="0" w:lineRule="atLeast"/>
        <w:jc w:val="both"/>
        <w:rPr>
          <w:rFonts w:ascii="Arial" w:hAnsi="Arial" w:cs="Arial"/>
          <w:b/>
          <w:color w:val="4E4D4D" w:themeColor="background2"/>
        </w:rPr>
      </w:pPr>
    </w:p>
    <w:p w14:paraId="5C64F04E" w14:textId="77777777" w:rsidR="006E4294" w:rsidRPr="00F4279E" w:rsidRDefault="006E4294" w:rsidP="006E4294">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Para remitir el informe de resultados microbiológicos, el laboratorio contratado deberá tener en cuenta:</w:t>
      </w:r>
    </w:p>
    <w:p w14:paraId="5C64F04F" w14:textId="77777777" w:rsidR="00610B93" w:rsidRPr="00F4279E" w:rsidRDefault="00610B93" w:rsidP="00610B93">
      <w:pPr>
        <w:widowControl w:val="0"/>
        <w:autoSpaceDE w:val="0"/>
        <w:autoSpaceDN w:val="0"/>
        <w:adjustRightInd w:val="0"/>
        <w:jc w:val="both"/>
        <w:rPr>
          <w:rFonts w:ascii="Arial" w:hAnsi="Arial" w:cs="Arial"/>
          <w:color w:val="4E4D4D" w:themeColor="background2"/>
          <w:spacing w:val="-1"/>
        </w:rPr>
      </w:pPr>
    </w:p>
    <w:p w14:paraId="5C64F050" w14:textId="3CF8879E" w:rsidR="00610B93" w:rsidRPr="00F4279E" w:rsidRDefault="00610B93" w:rsidP="00610B93">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Los resultados de cada ensayo o análisis realizado por el laboratorio se informan en un modo exacto, claro, inequívoco y objetivo y de acuerdo con toda instrucción específica en los métodos de análisis. Los resultados se reportan en un informe de análisis o certificado e incluirá toda la información mínima requerida y necesaria para la interpretación de los resultados de análisis y toda la información requerida por el método usado, relacionada a continuación:</w:t>
      </w:r>
    </w:p>
    <w:p w14:paraId="5C64F051" w14:textId="77777777" w:rsidR="00610B93" w:rsidRPr="00F4279E" w:rsidRDefault="00610B93" w:rsidP="00610B93">
      <w:pPr>
        <w:widowControl w:val="0"/>
        <w:autoSpaceDE w:val="0"/>
        <w:autoSpaceDN w:val="0"/>
        <w:adjustRightInd w:val="0"/>
        <w:jc w:val="both"/>
        <w:rPr>
          <w:rFonts w:ascii="Arial" w:hAnsi="Arial" w:cs="Arial"/>
          <w:color w:val="4E4D4D" w:themeColor="background2"/>
        </w:rPr>
      </w:pPr>
    </w:p>
    <w:p w14:paraId="5C64F052" w14:textId="77777777"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El nombre y dirección del laboratorio.</w:t>
      </w:r>
    </w:p>
    <w:p w14:paraId="5C64F053" w14:textId="53251292"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 xml:space="preserve">Paginación en cada </w:t>
      </w:r>
      <w:r w:rsidR="00F84067">
        <w:rPr>
          <w:rFonts w:ascii="Arial" w:hAnsi="Arial" w:cs="Arial"/>
          <w:color w:val="4E4D4D" w:themeColor="background2"/>
          <w:spacing w:val="-1"/>
        </w:rPr>
        <w:t>hoja</w:t>
      </w:r>
      <w:r w:rsidRPr="00F4279E">
        <w:rPr>
          <w:rFonts w:ascii="Arial" w:hAnsi="Arial" w:cs="Arial"/>
          <w:color w:val="4E4D4D" w:themeColor="background2"/>
          <w:spacing w:val="-1"/>
        </w:rPr>
        <w:t>, por ejemplo 1 de 4.</w:t>
      </w:r>
    </w:p>
    <w:p w14:paraId="5C64F054" w14:textId="77777777"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Nombre del proveedor, dirección toma muestra, teléfono y persona responsable.</w:t>
      </w:r>
    </w:p>
    <w:p w14:paraId="5C64F055" w14:textId="1F28333F"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Identificación de la muestra: Nombre completo</w:t>
      </w:r>
      <w:r w:rsidR="001E7907">
        <w:rPr>
          <w:rFonts w:ascii="Arial" w:hAnsi="Arial" w:cs="Arial"/>
          <w:color w:val="4E4D4D" w:themeColor="background2"/>
          <w:spacing w:val="-1"/>
        </w:rPr>
        <w:t xml:space="preserve"> del producto</w:t>
      </w:r>
      <w:r w:rsidRPr="00F4279E">
        <w:rPr>
          <w:rFonts w:ascii="Arial" w:hAnsi="Arial" w:cs="Arial"/>
          <w:color w:val="4E4D4D" w:themeColor="background2"/>
          <w:spacing w:val="-1"/>
        </w:rPr>
        <w:t xml:space="preserve"> como indica en el registro sanitario, fecha de toma de muestra, lote, cantidad en unidades y peso, fecha </w:t>
      </w:r>
      <w:r w:rsidR="001E7907">
        <w:rPr>
          <w:rFonts w:ascii="Arial" w:hAnsi="Arial" w:cs="Arial"/>
          <w:color w:val="4E4D4D" w:themeColor="background2"/>
          <w:spacing w:val="-1"/>
        </w:rPr>
        <w:t xml:space="preserve">de </w:t>
      </w:r>
      <w:r w:rsidRPr="00F4279E">
        <w:rPr>
          <w:rFonts w:ascii="Arial" w:hAnsi="Arial" w:cs="Arial"/>
          <w:color w:val="4E4D4D" w:themeColor="background2"/>
          <w:spacing w:val="-1"/>
        </w:rPr>
        <w:t>producción, fecha de vencimiento, empaque, temperatura de toma muestra.</w:t>
      </w:r>
    </w:p>
    <w:p w14:paraId="5C64F056" w14:textId="61382436"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Identificación del análisis: Fecha de recepción, fecha de proceso, Identificación método y técnica utilizada para cada análisis, No. de muestra, el método de muestreo utilizado, los resultados obtenidos con unidad de medida y limite según norma indicada.</w:t>
      </w:r>
    </w:p>
    <w:p w14:paraId="5C64F057" w14:textId="3818A46C"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Si se utiliza</w:t>
      </w:r>
      <w:r w:rsidR="001E7907">
        <w:rPr>
          <w:rFonts w:ascii="Arial" w:hAnsi="Arial" w:cs="Arial"/>
          <w:color w:val="4E4D4D" w:themeColor="background2"/>
          <w:spacing w:val="-1"/>
        </w:rPr>
        <w:t>n</w:t>
      </w:r>
      <w:r w:rsidRPr="00F4279E">
        <w:rPr>
          <w:rFonts w:ascii="Arial" w:hAnsi="Arial" w:cs="Arial"/>
          <w:color w:val="4E4D4D" w:themeColor="background2"/>
          <w:spacing w:val="-1"/>
        </w:rPr>
        <w:t xml:space="preserve"> pruebas rápidas de análisis, estas deben ser informadas en el certificado emitido por el laboratorio.</w:t>
      </w:r>
    </w:p>
    <w:p w14:paraId="5C64F058" w14:textId="77777777"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Concepto Emitido según límites.</w:t>
      </w:r>
    </w:p>
    <w:p w14:paraId="5C64F059" w14:textId="77777777" w:rsidR="00610B93" w:rsidRPr="00F4279E" w:rsidRDefault="00610B93" w:rsidP="00FB5A2F">
      <w:pPr>
        <w:pStyle w:val="Prrafodelista"/>
        <w:widowControl w:val="0"/>
        <w:numPr>
          <w:ilvl w:val="0"/>
          <w:numId w:val="17"/>
        </w:numPr>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El nombre, cargo y firma legible de quien Revisó y Aprobó.</w:t>
      </w:r>
    </w:p>
    <w:p w14:paraId="5C64F05A" w14:textId="77777777" w:rsidR="00610B93" w:rsidRPr="00F4279E" w:rsidRDefault="00610B93" w:rsidP="00610B93">
      <w:pPr>
        <w:widowControl w:val="0"/>
        <w:autoSpaceDE w:val="0"/>
        <w:autoSpaceDN w:val="0"/>
        <w:adjustRightInd w:val="0"/>
        <w:jc w:val="both"/>
        <w:rPr>
          <w:rFonts w:ascii="Arial" w:hAnsi="Arial" w:cs="Arial"/>
          <w:color w:val="4E4D4D" w:themeColor="background2"/>
        </w:rPr>
      </w:pPr>
    </w:p>
    <w:p w14:paraId="5C64F05B" w14:textId="1AFB0D39" w:rsidR="00610B93" w:rsidRPr="00F4279E" w:rsidRDefault="00610B93" w:rsidP="00610B93">
      <w:pPr>
        <w:widowControl w:val="0"/>
        <w:autoSpaceDE w:val="0"/>
        <w:autoSpaceDN w:val="0"/>
        <w:adjustRightInd w:val="0"/>
        <w:jc w:val="both"/>
        <w:rPr>
          <w:rFonts w:ascii="Arial" w:hAnsi="Arial" w:cs="Arial"/>
          <w:color w:val="4E4D4D" w:themeColor="background2"/>
          <w:w w:val="102"/>
        </w:rPr>
      </w:pPr>
      <w:r w:rsidRPr="00F4279E">
        <w:rPr>
          <w:rFonts w:ascii="Arial" w:hAnsi="Arial" w:cs="Arial"/>
          <w:b/>
          <w:color w:val="4E4D4D" w:themeColor="background2"/>
          <w:spacing w:val="-1"/>
        </w:rPr>
        <w:t>NOTA:</w:t>
      </w:r>
      <w:r w:rsidR="00A00E28" w:rsidRPr="00F4279E">
        <w:rPr>
          <w:rFonts w:ascii="Arial" w:hAnsi="Arial" w:cs="Arial"/>
          <w:color w:val="4E4D4D" w:themeColor="background2"/>
          <w:spacing w:val="-1"/>
        </w:rPr>
        <w:t xml:space="preserve"> L</w:t>
      </w:r>
      <w:r w:rsidRPr="00F4279E">
        <w:rPr>
          <w:rFonts w:ascii="Arial" w:hAnsi="Arial" w:cs="Arial"/>
          <w:color w:val="4E4D4D" w:themeColor="background2"/>
          <w:spacing w:val="2"/>
        </w:rPr>
        <w:t>a</w:t>
      </w:r>
      <w:r w:rsidRPr="00F4279E">
        <w:rPr>
          <w:rFonts w:ascii="Arial" w:hAnsi="Arial" w:cs="Arial"/>
          <w:color w:val="4E4D4D" w:themeColor="background2"/>
        </w:rPr>
        <w:t xml:space="preserve">s </w:t>
      </w:r>
      <w:r w:rsidRPr="00F4279E">
        <w:rPr>
          <w:rFonts w:ascii="Arial" w:hAnsi="Arial" w:cs="Arial"/>
          <w:color w:val="4E4D4D" w:themeColor="background2"/>
          <w:spacing w:val="4"/>
        </w:rPr>
        <w:t>t</w:t>
      </w:r>
      <w:r w:rsidRPr="00F4279E">
        <w:rPr>
          <w:rFonts w:ascii="Arial" w:hAnsi="Arial" w:cs="Arial"/>
          <w:color w:val="4E4D4D" w:themeColor="background2"/>
          <w:spacing w:val="1"/>
        </w:rPr>
        <w:t>é</w:t>
      </w:r>
      <w:r w:rsidRPr="00F4279E">
        <w:rPr>
          <w:rFonts w:ascii="Arial" w:hAnsi="Arial" w:cs="Arial"/>
          <w:color w:val="4E4D4D" w:themeColor="background2"/>
          <w:spacing w:val="-3"/>
        </w:rPr>
        <w:t>c</w:t>
      </w:r>
      <w:r w:rsidRPr="00F4279E">
        <w:rPr>
          <w:rFonts w:ascii="Arial" w:hAnsi="Arial" w:cs="Arial"/>
          <w:color w:val="4E4D4D" w:themeColor="background2"/>
          <w:spacing w:val="-1"/>
        </w:rPr>
        <w:t>n</w:t>
      </w:r>
      <w:r w:rsidRPr="00F4279E">
        <w:rPr>
          <w:rFonts w:ascii="Arial" w:hAnsi="Arial" w:cs="Arial"/>
          <w:color w:val="4E4D4D" w:themeColor="background2"/>
          <w:spacing w:val="4"/>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rPr>
        <w:t>á</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1"/>
        </w:rPr>
        <w:t>s</w:t>
      </w:r>
      <w:r w:rsidRPr="00F4279E">
        <w:rPr>
          <w:rFonts w:ascii="Arial" w:hAnsi="Arial" w:cs="Arial"/>
          <w:color w:val="4E4D4D" w:themeColor="background2"/>
          <w:spacing w:val="2"/>
        </w:rPr>
        <w:t>i</w:t>
      </w:r>
      <w:r w:rsidRPr="00F4279E">
        <w:rPr>
          <w:rFonts w:ascii="Arial" w:hAnsi="Arial" w:cs="Arial"/>
          <w:color w:val="4E4D4D" w:themeColor="background2"/>
        </w:rPr>
        <w:t>s</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3"/>
        </w:rPr>
        <w:t>u</w:t>
      </w:r>
      <w:r w:rsidRPr="00F4279E">
        <w:rPr>
          <w:rFonts w:ascii="Arial" w:hAnsi="Arial" w:cs="Arial"/>
          <w:color w:val="4E4D4D" w:themeColor="background2"/>
          <w:spacing w:val="4"/>
        </w:rPr>
        <w:t>t</w:t>
      </w:r>
      <w:r w:rsidRPr="00F4279E">
        <w:rPr>
          <w:rFonts w:ascii="Arial" w:hAnsi="Arial" w:cs="Arial"/>
          <w:color w:val="4E4D4D" w:themeColor="background2"/>
          <w:spacing w:val="2"/>
        </w:rPr>
        <w:t>i</w:t>
      </w:r>
      <w:r w:rsidRPr="00F4279E">
        <w:rPr>
          <w:rFonts w:ascii="Arial" w:hAnsi="Arial" w:cs="Arial"/>
          <w:color w:val="4E4D4D" w:themeColor="background2"/>
        </w:rPr>
        <w:t>li</w:t>
      </w:r>
      <w:r w:rsidRPr="00F4279E">
        <w:rPr>
          <w:rFonts w:ascii="Arial" w:hAnsi="Arial" w:cs="Arial"/>
          <w:color w:val="4E4D4D" w:themeColor="background2"/>
          <w:spacing w:val="-1"/>
        </w:rPr>
        <w:t>z</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rPr>
        <w:t xml:space="preserve">s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1"/>
        </w:rPr>
        <w:t>er</w:t>
      </w:r>
      <w:r w:rsidRPr="00F4279E">
        <w:rPr>
          <w:rFonts w:ascii="Arial" w:hAnsi="Arial" w:cs="Arial"/>
          <w:color w:val="4E4D4D" w:themeColor="background2"/>
          <w:spacing w:val="2"/>
        </w:rPr>
        <w:t>á</w:t>
      </w:r>
      <w:r w:rsidRPr="00F4279E">
        <w:rPr>
          <w:rFonts w:ascii="Arial" w:hAnsi="Arial" w:cs="Arial"/>
          <w:color w:val="4E4D4D" w:themeColor="background2"/>
        </w:rPr>
        <w:t>n</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2"/>
        </w:rPr>
        <w:t>c</w:t>
      </w:r>
      <w:r w:rsidRPr="00F4279E">
        <w:rPr>
          <w:rFonts w:ascii="Arial" w:hAnsi="Arial" w:cs="Arial"/>
          <w:color w:val="4E4D4D" w:themeColor="background2"/>
          <w:spacing w:val="-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r</w:t>
      </w:r>
      <w:r w:rsidRPr="00F4279E">
        <w:rPr>
          <w:rFonts w:ascii="Arial" w:hAnsi="Arial" w:cs="Arial"/>
          <w:color w:val="4E4D4D" w:themeColor="background2"/>
          <w:spacing w:val="-1"/>
        </w:rPr>
        <w:t>es</w:t>
      </w:r>
      <w:r w:rsidRPr="00F4279E">
        <w:rPr>
          <w:rFonts w:ascii="Arial" w:hAnsi="Arial" w:cs="Arial"/>
          <w:color w:val="4E4D4D" w:themeColor="background2"/>
          <w:spacing w:val="5"/>
        </w:rPr>
        <w:t>p</w:t>
      </w:r>
      <w:r w:rsidRPr="00F4279E">
        <w:rPr>
          <w:rFonts w:ascii="Arial" w:hAnsi="Arial" w:cs="Arial"/>
          <w:color w:val="4E4D4D" w:themeColor="background2"/>
          <w:spacing w:val="-2"/>
        </w:rPr>
        <w:t>o</w:t>
      </w:r>
      <w:r w:rsidRPr="00F4279E">
        <w:rPr>
          <w:rFonts w:ascii="Arial" w:hAnsi="Arial" w:cs="Arial"/>
          <w:color w:val="4E4D4D" w:themeColor="background2"/>
          <w:spacing w:val="2"/>
        </w:rPr>
        <w:t>nd</w:t>
      </w:r>
      <w:r w:rsidRPr="00F4279E">
        <w:rPr>
          <w:rFonts w:ascii="Arial" w:hAnsi="Arial" w:cs="Arial"/>
          <w:color w:val="4E4D4D" w:themeColor="background2"/>
          <w:spacing w:val="-1"/>
        </w:rPr>
        <w:t>e</w:t>
      </w:r>
      <w:r w:rsidRPr="00F4279E">
        <w:rPr>
          <w:rFonts w:ascii="Arial" w:hAnsi="Arial" w:cs="Arial"/>
          <w:color w:val="4E4D4D" w:themeColor="background2"/>
        </w:rPr>
        <w:t>r</w:t>
      </w:r>
      <w:r w:rsidRPr="00F4279E">
        <w:rPr>
          <w:rFonts w:ascii="Arial" w:hAnsi="Arial" w:cs="Arial"/>
          <w:color w:val="4E4D4D" w:themeColor="background2"/>
          <w:spacing w:val="21"/>
        </w:rPr>
        <w:t xml:space="preserve"> </w:t>
      </w:r>
      <w:r w:rsidRPr="00F4279E">
        <w:rPr>
          <w:rFonts w:ascii="Arial" w:hAnsi="Arial" w:cs="Arial"/>
          <w:color w:val="4E4D4D" w:themeColor="background2"/>
        </w:rPr>
        <w:t>a</w:t>
      </w:r>
      <w:r w:rsidRPr="00F4279E">
        <w:rPr>
          <w:rFonts w:ascii="Arial" w:hAnsi="Arial" w:cs="Arial"/>
          <w:color w:val="4E4D4D" w:themeColor="background2"/>
          <w:spacing w:val="3"/>
        </w:rPr>
        <w:t xml:space="preserve"> </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2"/>
        </w:rPr>
        <w:t>r</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3"/>
        </w:rPr>
        <w:t>n</w:t>
      </w:r>
      <w:r w:rsidRPr="00F4279E">
        <w:rPr>
          <w:rFonts w:ascii="Arial" w:hAnsi="Arial" w:cs="Arial"/>
          <w:color w:val="4E4D4D" w:themeColor="background2"/>
          <w:spacing w:val="-4"/>
        </w:rPr>
        <w:t>a</w:t>
      </w:r>
      <w:r w:rsidRPr="00F4279E">
        <w:rPr>
          <w:rFonts w:ascii="Arial" w:hAnsi="Arial" w:cs="Arial"/>
          <w:color w:val="4E4D4D" w:themeColor="background2"/>
          <w:spacing w:val="1"/>
        </w:rPr>
        <w:t>c</w:t>
      </w:r>
      <w:r w:rsidRPr="00F4279E">
        <w:rPr>
          <w:rFonts w:ascii="Arial" w:hAnsi="Arial" w:cs="Arial"/>
          <w:color w:val="4E4D4D" w:themeColor="background2"/>
          <w:spacing w:val="7"/>
        </w:rPr>
        <w:t>i</w:t>
      </w:r>
      <w:r w:rsidRPr="00F4279E">
        <w:rPr>
          <w:rFonts w:ascii="Arial" w:hAnsi="Arial" w:cs="Arial"/>
          <w:color w:val="4E4D4D" w:themeColor="background2"/>
        </w:rPr>
        <w:t>o</w:t>
      </w:r>
      <w:r w:rsidRPr="00F4279E">
        <w:rPr>
          <w:rFonts w:ascii="Arial" w:hAnsi="Arial" w:cs="Arial"/>
          <w:color w:val="4E4D4D" w:themeColor="background2"/>
          <w:spacing w:val="3"/>
        </w:rPr>
        <w:t>n</w:t>
      </w:r>
      <w:r w:rsidRPr="00F4279E">
        <w:rPr>
          <w:rFonts w:ascii="Arial" w:hAnsi="Arial" w:cs="Arial"/>
          <w:color w:val="4E4D4D" w:themeColor="background2"/>
          <w:spacing w:val="-6"/>
        </w:rPr>
        <w:t>a</w:t>
      </w:r>
      <w:r w:rsidRPr="00F4279E">
        <w:rPr>
          <w:rFonts w:ascii="Arial" w:hAnsi="Arial" w:cs="Arial"/>
          <w:color w:val="4E4D4D" w:themeColor="background2"/>
          <w:spacing w:val="2"/>
        </w:rPr>
        <w:t>l</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20"/>
        </w:rPr>
        <w:t xml:space="preserve"> </w:t>
      </w:r>
      <w:r w:rsidRPr="00F4279E">
        <w:rPr>
          <w:rFonts w:ascii="Arial" w:hAnsi="Arial" w:cs="Arial"/>
          <w:color w:val="4E4D4D" w:themeColor="background2"/>
          <w:w w:val="102"/>
        </w:rPr>
        <w:t xml:space="preserve">o </w:t>
      </w:r>
      <w:r w:rsidRPr="00F4279E">
        <w:rPr>
          <w:rFonts w:ascii="Arial" w:hAnsi="Arial" w:cs="Arial"/>
          <w:color w:val="4E4D4D" w:themeColor="background2"/>
          <w:spacing w:val="4"/>
        </w:rPr>
        <w:t>i</w:t>
      </w:r>
      <w:r w:rsidRPr="00F4279E">
        <w:rPr>
          <w:rFonts w:ascii="Arial" w:hAnsi="Arial" w:cs="Arial"/>
          <w:color w:val="4E4D4D" w:themeColor="background2"/>
          <w:spacing w:val="-2"/>
        </w:rPr>
        <w:t>n</w:t>
      </w:r>
      <w:r w:rsidRPr="00F4279E">
        <w:rPr>
          <w:rFonts w:ascii="Arial" w:hAnsi="Arial" w:cs="Arial"/>
          <w:color w:val="4E4D4D" w:themeColor="background2"/>
          <w:spacing w:val="2"/>
        </w:rPr>
        <w:t>t</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spacing w:val="6"/>
        </w:rPr>
        <w:t>n</w:t>
      </w:r>
      <w:r w:rsidRPr="00F4279E">
        <w:rPr>
          <w:rFonts w:ascii="Arial" w:hAnsi="Arial" w:cs="Arial"/>
          <w:color w:val="4E4D4D" w:themeColor="background2"/>
          <w:spacing w:val="-6"/>
        </w:rPr>
        <w:t>a</w:t>
      </w:r>
      <w:r w:rsidRPr="00F4279E">
        <w:rPr>
          <w:rFonts w:ascii="Arial" w:hAnsi="Arial" w:cs="Arial"/>
          <w:color w:val="4E4D4D" w:themeColor="background2"/>
          <w:spacing w:val="1"/>
        </w:rPr>
        <w:t>c</w:t>
      </w:r>
      <w:r w:rsidRPr="00F4279E">
        <w:rPr>
          <w:rFonts w:ascii="Arial" w:hAnsi="Arial" w:cs="Arial"/>
          <w:color w:val="4E4D4D" w:themeColor="background2"/>
          <w:spacing w:val="7"/>
        </w:rPr>
        <w:t>i</w:t>
      </w:r>
      <w:r w:rsidRPr="00F4279E">
        <w:rPr>
          <w:rFonts w:ascii="Arial" w:hAnsi="Arial" w:cs="Arial"/>
          <w:color w:val="4E4D4D" w:themeColor="background2"/>
        </w:rPr>
        <w:t>o</w:t>
      </w:r>
      <w:r w:rsidRPr="00F4279E">
        <w:rPr>
          <w:rFonts w:ascii="Arial" w:hAnsi="Arial" w:cs="Arial"/>
          <w:color w:val="4E4D4D" w:themeColor="background2"/>
          <w:spacing w:val="3"/>
        </w:rPr>
        <w:t>n</w:t>
      </w:r>
      <w:r w:rsidRPr="00F4279E">
        <w:rPr>
          <w:rFonts w:ascii="Arial" w:hAnsi="Arial" w:cs="Arial"/>
          <w:color w:val="4E4D4D" w:themeColor="background2"/>
          <w:spacing w:val="-4"/>
        </w:rPr>
        <w:t>a</w:t>
      </w:r>
      <w:r w:rsidRPr="00F4279E">
        <w:rPr>
          <w:rFonts w:ascii="Arial" w:hAnsi="Arial" w:cs="Arial"/>
          <w:color w:val="4E4D4D" w:themeColor="background2"/>
          <w:spacing w:val="2"/>
        </w:rPr>
        <w:t>l</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52"/>
        </w:rPr>
        <w:t xml:space="preserve"> </w:t>
      </w:r>
      <w:r w:rsidRPr="00F4279E">
        <w:rPr>
          <w:rFonts w:ascii="Arial" w:hAnsi="Arial" w:cs="Arial"/>
          <w:color w:val="4E4D4D" w:themeColor="background2"/>
          <w:spacing w:val="1"/>
        </w:rPr>
        <w:t>v</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m</w:t>
      </w:r>
      <w:r w:rsidRPr="00F4279E">
        <w:rPr>
          <w:rFonts w:ascii="Arial" w:hAnsi="Arial" w:cs="Arial"/>
          <w:color w:val="4E4D4D" w:themeColor="background2"/>
        </w:rPr>
        <w:t>o</w:t>
      </w:r>
      <w:r w:rsidRPr="00F4279E">
        <w:rPr>
          <w:rFonts w:ascii="Arial" w:hAnsi="Arial" w:cs="Arial"/>
          <w:color w:val="4E4D4D" w:themeColor="background2"/>
          <w:spacing w:val="29"/>
        </w:rPr>
        <w:t xml:space="preserve"> </w:t>
      </w:r>
      <w:r w:rsidRPr="00F4279E">
        <w:rPr>
          <w:rFonts w:ascii="Arial" w:hAnsi="Arial" w:cs="Arial"/>
          <w:color w:val="4E4D4D" w:themeColor="background2"/>
          <w:spacing w:val="4"/>
        </w:rPr>
        <w:t>I</w:t>
      </w:r>
      <w:r w:rsidRPr="00F4279E">
        <w:rPr>
          <w:rFonts w:ascii="Arial" w:hAnsi="Arial" w:cs="Arial"/>
          <w:color w:val="4E4D4D" w:themeColor="background2"/>
          <w:spacing w:val="3"/>
        </w:rPr>
        <w:t>N</w:t>
      </w:r>
      <w:r w:rsidRPr="00F4279E">
        <w:rPr>
          <w:rFonts w:ascii="Arial" w:hAnsi="Arial" w:cs="Arial"/>
          <w:color w:val="4E4D4D" w:themeColor="background2"/>
          <w:spacing w:val="-4"/>
        </w:rPr>
        <w:t>V</w:t>
      </w:r>
      <w:r w:rsidRPr="00F4279E">
        <w:rPr>
          <w:rFonts w:ascii="Arial" w:hAnsi="Arial" w:cs="Arial"/>
          <w:color w:val="4E4D4D" w:themeColor="background2"/>
          <w:spacing w:val="4"/>
        </w:rPr>
        <w:t>IM</w:t>
      </w:r>
      <w:r w:rsidRPr="00F4279E">
        <w:rPr>
          <w:rFonts w:ascii="Arial" w:hAnsi="Arial" w:cs="Arial"/>
          <w:color w:val="4E4D4D" w:themeColor="background2"/>
          <w:spacing w:val="-4"/>
        </w:rPr>
        <w:t>A</w:t>
      </w:r>
      <w:r w:rsidRPr="00F4279E">
        <w:rPr>
          <w:rFonts w:ascii="Arial" w:hAnsi="Arial" w:cs="Arial"/>
          <w:color w:val="4E4D4D" w:themeColor="background2"/>
        </w:rPr>
        <w:t>,</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1"/>
        </w:rPr>
        <w:t>N</w:t>
      </w:r>
      <w:r w:rsidRPr="00F4279E">
        <w:rPr>
          <w:rFonts w:ascii="Arial" w:hAnsi="Arial" w:cs="Arial"/>
          <w:color w:val="4E4D4D" w:themeColor="background2"/>
          <w:spacing w:val="2"/>
        </w:rPr>
        <w:t>T</w:t>
      </w:r>
      <w:r w:rsidRPr="00F4279E">
        <w:rPr>
          <w:rFonts w:ascii="Arial" w:hAnsi="Arial" w:cs="Arial"/>
          <w:color w:val="4E4D4D" w:themeColor="background2"/>
          <w:spacing w:val="1"/>
        </w:rPr>
        <w:t>C</w:t>
      </w:r>
      <w:r w:rsidRPr="00F4279E">
        <w:rPr>
          <w:rFonts w:ascii="Arial" w:hAnsi="Arial" w:cs="Arial"/>
          <w:color w:val="4E4D4D" w:themeColor="background2"/>
        </w:rPr>
        <w:t xml:space="preserve">, </w:t>
      </w:r>
      <w:r w:rsidRPr="00F4279E">
        <w:rPr>
          <w:rFonts w:ascii="Arial" w:hAnsi="Arial" w:cs="Arial"/>
          <w:color w:val="4E4D4D" w:themeColor="background2"/>
          <w:spacing w:val="-4"/>
        </w:rPr>
        <w:t>A</w:t>
      </w:r>
      <w:r w:rsidRPr="00F4279E">
        <w:rPr>
          <w:rFonts w:ascii="Arial" w:hAnsi="Arial" w:cs="Arial"/>
          <w:color w:val="4E4D4D" w:themeColor="background2"/>
          <w:spacing w:val="4"/>
        </w:rPr>
        <w:t>O</w:t>
      </w:r>
      <w:r w:rsidRPr="00F4279E">
        <w:rPr>
          <w:rFonts w:ascii="Arial" w:hAnsi="Arial" w:cs="Arial"/>
          <w:color w:val="4E4D4D" w:themeColor="background2"/>
          <w:spacing w:val="-2"/>
        </w:rPr>
        <w:t>A</w:t>
      </w:r>
      <w:r w:rsidRPr="00F4279E">
        <w:rPr>
          <w:rFonts w:ascii="Arial" w:hAnsi="Arial" w:cs="Arial"/>
          <w:color w:val="4E4D4D" w:themeColor="background2"/>
          <w:spacing w:val="3"/>
        </w:rPr>
        <w:t>C</w:t>
      </w:r>
      <w:r w:rsidRPr="00F4279E">
        <w:rPr>
          <w:rFonts w:ascii="Arial" w:hAnsi="Arial" w:cs="Arial"/>
          <w:color w:val="4E4D4D" w:themeColor="background2"/>
        </w:rPr>
        <w:t>,</w:t>
      </w:r>
      <w:r w:rsidRPr="00F4279E">
        <w:rPr>
          <w:rFonts w:ascii="Arial" w:hAnsi="Arial" w:cs="Arial"/>
          <w:color w:val="4E4D4D" w:themeColor="background2"/>
          <w:spacing w:val="29"/>
        </w:rPr>
        <w:t xml:space="preserve"> </w:t>
      </w:r>
      <w:r w:rsidRPr="00F4279E">
        <w:rPr>
          <w:rFonts w:ascii="Arial" w:hAnsi="Arial" w:cs="Arial"/>
          <w:color w:val="4E4D4D" w:themeColor="background2"/>
        </w:rPr>
        <w:t>F</w:t>
      </w:r>
      <w:r w:rsidRPr="00F4279E">
        <w:rPr>
          <w:rFonts w:ascii="Arial" w:hAnsi="Arial" w:cs="Arial"/>
          <w:color w:val="4E4D4D" w:themeColor="background2"/>
          <w:spacing w:val="7"/>
        </w:rPr>
        <w:t>D</w:t>
      </w:r>
      <w:r w:rsidRPr="00F4279E">
        <w:rPr>
          <w:rFonts w:ascii="Arial" w:hAnsi="Arial" w:cs="Arial"/>
          <w:color w:val="4E4D4D" w:themeColor="background2"/>
          <w:spacing w:val="-4"/>
        </w:rPr>
        <w:t>A</w:t>
      </w:r>
      <w:r w:rsidRPr="00F4279E">
        <w:rPr>
          <w:rFonts w:ascii="Arial" w:hAnsi="Arial" w:cs="Arial"/>
          <w:color w:val="4E4D4D" w:themeColor="background2"/>
        </w:rPr>
        <w:t>,</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4"/>
        </w:rPr>
        <w:t>A</w:t>
      </w:r>
      <w:r w:rsidRPr="00F4279E">
        <w:rPr>
          <w:rFonts w:ascii="Arial" w:hAnsi="Arial" w:cs="Arial"/>
          <w:color w:val="4E4D4D" w:themeColor="background2"/>
        </w:rPr>
        <w:t>F</w:t>
      </w:r>
      <w:r w:rsidRPr="00F4279E">
        <w:rPr>
          <w:rFonts w:ascii="Arial" w:hAnsi="Arial" w:cs="Arial"/>
          <w:color w:val="4E4D4D" w:themeColor="background2"/>
          <w:spacing w:val="1"/>
        </w:rPr>
        <w:t>N</w:t>
      </w:r>
      <w:r w:rsidRPr="00F4279E">
        <w:rPr>
          <w:rFonts w:ascii="Arial" w:hAnsi="Arial" w:cs="Arial"/>
          <w:color w:val="4E4D4D" w:themeColor="background2"/>
          <w:spacing w:val="2"/>
        </w:rPr>
        <w:t>OR</w:t>
      </w:r>
      <w:r w:rsidRPr="00F4279E">
        <w:rPr>
          <w:rFonts w:ascii="Arial" w:hAnsi="Arial" w:cs="Arial"/>
          <w:color w:val="4E4D4D" w:themeColor="background2"/>
        </w:rPr>
        <w:t>,</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4"/>
        </w:rPr>
        <w:t>I</w:t>
      </w:r>
      <w:r w:rsidRPr="00F4279E">
        <w:rPr>
          <w:rFonts w:ascii="Arial" w:hAnsi="Arial" w:cs="Arial"/>
          <w:color w:val="4E4D4D" w:themeColor="background2"/>
          <w:spacing w:val="-1"/>
        </w:rPr>
        <w:t>S</w:t>
      </w:r>
      <w:r w:rsidRPr="00F4279E">
        <w:rPr>
          <w:rFonts w:ascii="Arial" w:hAnsi="Arial" w:cs="Arial"/>
          <w:color w:val="4E4D4D" w:themeColor="background2"/>
          <w:spacing w:val="2"/>
        </w:rPr>
        <w:t>O</w:t>
      </w:r>
      <w:r w:rsidRPr="00F4279E">
        <w:rPr>
          <w:rFonts w:ascii="Arial" w:hAnsi="Arial" w:cs="Arial"/>
          <w:color w:val="4E4D4D" w:themeColor="background2"/>
        </w:rPr>
        <w:t>,</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28"/>
        </w:rPr>
        <w:t xml:space="preserve"> </w:t>
      </w:r>
      <w:r w:rsidRPr="00F4279E">
        <w:rPr>
          <w:rFonts w:ascii="Arial" w:hAnsi="Arial" w:cs="Arial"/>
          <w:color w:val="4E4D4D" w:themeColor="background2"/>
        </w:rPr>
        <w:t>o</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o</w:t>
      </w:r>
      <w:r w:rsidRPr="00F4279E">
        <w:rPr>
          <w:rFonts w:ascii="Arial" w:hAnsi="Arial" w:cs="Arial"/>
          <w:color w:val="4E4D4D" w:themeColor="background2"/>
          <w:spacing w:val="-1"/>
        </w:rPr>
        <w:t>s</w:t>
      </w:r>
      <w:r w:rsidRPr="00F4279E">
        <w:rPr>
          <w:rFonts w:ascii="Arial" w:hAnsi="Arial" w:cs="Arial"/>
          <w:color w:val="4E4D4D" w:themeColor="background2"/>
        </w:rPr>
        <w:t>.</w:t>
      </w:r>
      <w:r w:rsidRPr="00F4279E">
        <w:rPr>
          <w:rFonts w:ascii="Arial" w:hAnsi="Arial" w:cs="Arial"/>
          <w:color w:val="4E4D4D" w:themeColor="background2"/>
          <w:spacing w:val="26"/>
        </w:rPr>
        <w:t xml:space="preserve"> </w:t>
      </w:r>
      <w:r w:rsidR="001E7907" w:rsidRPr="00F4279E">
        <w:rPr>
          <w:rFonts w:ascii="Arial" w:hAnsi="Arial" w:cs="Arial"/>
          <w:color w:val="4E4D4D" w:themeColor="background2"/>
          <w:spacing w:val="-5"/>
          <w:w w:val="101"/>
        </w:rPr>
        <w:t>Si</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1"/>
        </w:rPr>
        <w:t xml:space="preserve"> em</w:t>
      </w:r>
      <w:r w:rsidRPr="00F4279E">
        <w:rPr>
          <w:rFonts w:ascii="Arial" w:hAnsi="Arial" w:cs="Arial"/>
          <w:color w:val="4E4D4D" w:themeColor="background2"/>
        </w:rPr>
        <w:t>p</w:t>
      </w:r>
      <w:r w:rsidRPr="00F4279E">
        <w:rPr>
          <w:rFonts w:ascii="Arial" w:hAnsi="Arial" w:cs="Arial"/>
          <w:color w:val="4E4D4D" w:themeColor="background2"/>
          <w:spacing w:val="2"/>
        </w:rPr>
        <w:t>l</w:t>
      </w:r>
      <w:r w:rsidRPr="00F4279E">
        <w:rPr>
          <w:rFonts w:ascii="Arial" w:hAnsi="Arial" w:cs="Arial"/>
          <w:color w:val="4E4D4D" w:themeColor="background2"/>
          <w:spacing w:val="-1"/>
        </w:rPr>
        <w:t>e</w:t>
      </w:r>
      <w:r w:rsidRPr="00F4279E">
        <w:rPr>
          <w:rFonts w:ascii="Arial" w:hAnsi="Arial" w:cs="Arial"/>
          <w:color w:val="4E4D4D" w:themeColor="background2"/>
        </w:rPr>
        <w:t>a</w:t>
      </w:r>
      <w:r w:rsidRPr="00F4279E">
        <w:rPr>
          <w:rFonts w:ascii="Arial" w:hAnsi="Arial" w:cs="Arial"/>
          <w:color w:val="4E4D4D" w:themeColor="background2"/>
          <w:spacing w:val="15"/>
        </w:rPr>
        <w:t xml:space="preserve"> </w:t>
      </w:r>
      <w:r w:rsidRPr="00F4279E">
        <w:rPr>
          <w:rFonts w:ascii="Arial" w:hAnsi="Arial" w:cs="Arial"/>
          <w:color w:val="4E4D4D" w:themeColor="background2"/>
        </w:rPr>
        <w:t xml:space="preserve">un </w:t>
      </w:r>
      <w:r w:rsidRPr="00F4279E">
        <w:rPr>
          <w:rFonts w:ascii="Arial" w:hAnsi="Arial" w:cs="Arial"/>
          <w:color w:val="4E4D4D" w:themeColor="background2"/>
          <w:spacing w:val="1"/>
        </w:rPr>
        <w:t>mé</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3"/>
        </w:rPr>
        <w:t>m</w:t>
      </w:r>
      <w:r w:rsidRPr="00F4279E">
        <w:rPr>
          <w:rFonts w:ascii="Arial" w:hAnsi="Arial" w:cs="Arial"/>
          <w:color w:val="4E4D4D" w:themeColor="background2"/>
          <w:spacing w:val="-2"/>
        </w:rPr>
        <w:t>o</w:t>
      </w:r>
      <w:r w:rsidRPr="00F4279E">
        <w:rPr>
          <w:rFonts w:ascii="Arial" w:hAnsi="Arial" w:cs="Arial"/>
          <w:color w:val="4E4D4D" w:themeColor="background2"/>
          <w:spacing w:val="2"/>
        </w:rPr>
        <w:t>di</w:t>
      </w:r>
      <w:r w:rsidRPr="00F4279E">
        <w:rPr>
          <w:rFonts w:ascii="Arial" w:hAnsi="Arial" w:cs="Arial"/>
          <w:color w:val="4E4D4D" w:themeColor="background2"/>
          <w:spacing w:val="-1"/>
        </w:rPr>
        <w:t>f</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4"/>
        </w:rPr>
        <w:t>d</w:t>
      </w:r>
      <w:r w:rsidRPr="00F4279E">
        <w:rPr>
          <w:rFonts w:ascii="Arial" w:hAnsi="Arial" w:cs="Arial"/>
          <w:color w:val="4E4D4D" w:themeColor="background2"/>
        </w:rPr>
        <w:t>o,</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l</w:t>
      </w:r>
      <w:r w:rsidRPr="00F4279E">
        <w:rPr>
          <w:rFonts w:ascii="Arial" w:hAnsi="Arial" w:cs="Arial"/>
          <w:color w:val="4E4D4D" w:themeColor="background2"/>
          <w:spacing w:val="2"/>
        </w:rPr>
        <w:t>a</w:t>
      </w:r>
      <w:r w:rsidRPr="00F4279E">
        <w:rPr>
          <w:rFonts w:ascii="Arial" w:hAnsi="Arial" w:cs="Arial"/>
          <w:color w:val="4E4D4D" w:themeColor="background2"/>
        </w:rPr>
        <w:t>bo</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rPr>
        <w:t>io</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2"/>
        </w:rPr>
        <w:t>e</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an</w:t>
      </w:r>
      <w:r w:rsidRPr="00F4279E">
        <w:rPr>
          <w:rFonts w:ascii="Arial" w:hAnsi="Arial" w:cs="Arial"/>
          <w:color w:val="4E4D4D" w:themeColor="background2"/>
          <w:spacing w:val="-1"/>
        </w:rPr>
        <w:t>e</w:t>
      </w:r>
      <w:r w:rsidRPr="00F4279E">
        <w:rPr>
          <w:rFonts w:ascii="Arial" w:hAnsi="Arial" w:cs="Arial"/>
          <w:color w:val="4E4D4D" w:themeColor="background2"/>
          <w:spacing w:val="1"/>
        </w:rPr>
        <w:t>x</w:t>
      </w:r>
      <w:r w:rsidRPr="00F4279E">
        <w:rPr>
          <w:rFonts w:ascii="Arial" w:hAnsi="Arial" w:cs="Arial"/>
          <w:color w:val="4E4D4D" w:themeColor="background2"/>
          <w:spacing w:val="2"/>
        </w:rPr>
        <w:t>a</w:t>
      </w:r>
      <w:r w:rsidRPr="00F4279E">
        <w:rPr>
          <w:rFonts w:ascii="Arial" w:hAnsi="Arial" w:cs="Arial"/>
          <w:color w:val="4E4D4D" w:themeColor="background2"/>
        </w:rPr>
        <w:t>r</w:t>
      </w:r>
      <w:r w:rsidRPr="00F4279E">
        <w:rPr>
          <w:rFonts w:ascii="Arial" w:hAnsi="Arial" w:cs="Arial"/>
          <w:color w:val="4E4D4D" w:themeColor="background2"/>
          <w:spacing w:val="8"/>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es</w:t>
      </w:r>
      <w:r w:rsidRPr="00F4279E">
        <w:rPr>
          <w:rFonts w:ascii="Arial" w:hAnsi="Arial" w:cs="Arial"/>
          <w:color w:val="4E4D4D" w:themeColor="background2"/>
          <w:spacing w:val="4"/>
        </w:rPr>
        <w:t>t</w:t>
      </w:r>
      <w:r w:rsidRPr="00F4279E">
        <w:rPr>
          <w:rFonts w:ascii="Arial" w:hAnsi="Arial" w:cs="Arial"/>
          <w:color w:val="4E4D4D" w:themeColor="background2"/>
        </w:rPr>
        <w:t>u</w:t>
      </w:r>
      <w:r w:rsidRPr="00F4279E">
        <w:rPr>
          <w:rFonts w:ascii="Arial" w:hAnsi="Arial" w:cs="Arial"/>
          <w:color w:val="4E4D4D" w:themeColor="background2"/>
          <w:spacing w:val="2"/>
        </w:rPr>
        <w:t>d</w:t>
      </w:r>
      <w:r w:rsidRPr="00F4279E">
        <w:rPr>
          <w:rFonts w:ascii="Arial" w:hAnsi="Arial" w:cs="Arial"/>
          <w:color w:val="4E4D4D" w:themeColor="background2"/>
        </w:rPr>
        <w:t>io</w:t>
      </w:r>
      <w:r w:rsidRPr="00F4279E">
        <w:rPr>
          <w:rFonts w:ascii="Arial" w:hAnsi="Arial" w:cs="Arial"/>
          <w:color w:val="4E4D4D" w:themeColor="background2"/>
          <w:spacing w:val="8"/>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w:t>
      </w:r>
      <w:r w:rsidRPr="00F4279E">
        <w:rPr>
          <w:rFonts w:ascii="Arial" w:hAnsi="Arial" w:cs="Arial"/>
          <w:color w:val="4E4D4D" w:themeColor="background2"/>
          <w:spacing w:val="3"/>
          <w:w w:val="102"/>
        </w:rPr>
        <w:t>v</w:t>
      </w:r>
      <w:r w:rsidRPr="00F4279E">
        <w:rPr>
          <w:rFonts w:ascii="Arial" w:hAnsi="Arial" w:cs="Arial"/>
          <w:color w:val="4E4D4D" w:themeColor="background2"/>
          <w:spacing w:val="2"/>
          <w:w w:val="102"/>
        </w:rPr>
        <w:t>a</w:t>
      </w:r>
      <w:r w:rsidRPr="00F4279E">
        <w:rPr>
          <w:rFonts w:ascii="Arial" w:hAnsi="Arial" w:cs="Arial"/>
          <w:color w:val="4E4D4D" w:themeColor="background2"/>
          <w:w w:val="102"/>
        </w:rPr>
        <w:t>l</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1"/>
        </w:rPr>
        <w:t>d</w:t>
      </w:r>
      <w:r w:rsidRPr="00F4279E">
        <w:rPr>
          <w:rFonts w:ascii="Arial" w:hAnsi="Arial" w:cs="Arial"/>
          <w:color w:val="4E4D4D" w:themeColor="background2"/>
          <w:spacing w:val="2"/>
          <w:w w:val="102"/>
        </w:rPr>
        <w:t>a</w:t>
      </w:r>
      <w:r w:rsidRPr="00F4279E">
        <w:rPr>
          <w:rFonts w:ascii="Arial" w:hAnsi="Arial" w:cs="Arial"/>
          <w:color w:val="4E4D4D" w:themeColor="background2"/>
          <w:spacing w:val="-3"/>
          <w:w w:val="102"/>
        </w:rPr>
        <w:t>c</w:t>
      </w:r>
      <w:r w:rsidRPr="00F4279E">
        <w:rPr>
          <w:rFonts w:ascii="Arial" w:hAnsi="Arial" w:cs="Arial"/>
          <w:color w:val="4E4D4D" w:themeColor="background2"/>
          <w:spacing w:val="2"/>
          <w:w w:val="102"/>
        </w:rPr>
        <w:t>i</w:t>
      </w:r>
      <w:r w:rsidRPr="00F4279E">
        <w:rPr>
          <w:rFonts w:ascii="Arial" w:hAnsi="Arial" w:cs="Arial"/>
          <w:color w:val="4E4D4D" w:themeColor="background2"/>
          <w:w w:val="102"/>
        </w:rPr>
        <w:t xml:space="preserve">ón </w:t>
      </w:r>
      <w:r w:rsidRPr="00F4279E">
        <w:rPr>
          <w:rFonts w:ascii="Arial" w:hAnsi="Arial" w:cs="Arial"/>
          <w:color w:val="4E4D4D" w:themeColor="background2"/>
          <w:spacing w:val="-1"/>
        </w:rPr>
        <w:t>s</w:t>
      </w:r>
      <w:r w:rsidRPr="00F4279E">
        <w:rPr>
          <w:rFonts w:ascii="Arial" w:hAnsi="Arial" w:cs="Arial"/>
          <w:color w:val="4E4D4D" w:themeColor="background2"/>
          <w:spacing w:val="1"/>
        </w:rPr>
        <w:t>e</w:t>
      </w:r>
      <w:r w:rsidRPr="00F4279E">
        <w:rPr>
          <w:rFonts w:ascii="Arial" w:hAnsi="Arial" w:cs="Arial"/>
          <w:color w:val="4E4D4D" w:themeColor="background2"/>
          <w:spacing w:val="2"/>
        </w:rPr>
        <w:t>g</w:t>
      </w:r>
      <w:r w:rsidRPr="00F4279E">
        <w:rPr>
          <w:rFonts w:ascii="Arial" w:hAnsi="Arial" w:cs="Arial"/>
          <w:color w:val="4E4D4D" w:themeColor="background2"/>
        </w:rPr>
        <w:t>ún</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4"/>
        </w:rPr>
        <w:t>I</w:t>
      </w:r>
      <w:r w:rsidRPr="00F4279E">
        <w:rPr>
          <w:rFonts w:ascii="Arial" w:hAnsi="Arial" w:cs="Arial"/>
          <w:color w:val="4E4D4D" w:themeColor="background2"/>
          <w:spacing w:val="-1"/>
        </w:rPr>
        <w:t>S</w:t>
      </w:r>
      <w:r w:rsidRPr="00F4279E">
        <w:rPr>
          <w:rFonts w:ascii="Arial" w:hAnsi="Arial" w:cs="Arial"/>
          <w:color w:val="4E4D4D" w:themeColor="background2"/>
        </w:rPr>
        <w:t>O</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1</w:t>
      </w:r>
      <w:r w:rsidRPr="00F4279E">
        <w:rPr>
          <w:rFonts w:ascii="Arial" w:hAnsi="Arial" w:cs="Arial"/>
          <w:color w:val="4E4D4D" w:themeColor="background2"/>
          <w:spacing w:val="-2"/>
        </w:rPr>
        <w:t>7</w:t>
      </w:r>
      <w:r w:rsidRPr="00F4279E">
        <w:rPr>
          <w:rFonts w:ascii="Arial" w:hAnsi="Arial" w:cs="Arial"/>
          <w:color w:val="4E4D4D" w:themeColor="background2"/>
          <w:spacing w:val="1"/>
        </w:rPr>
        <w:t>025</w:t>
      </w:r>
      <w:r w:rsidRPr="00F4279E">
        <w:rPr>
          <w:rFonts w:ascii="Arial" w:hAnsi="Arial" w:cs="Arial"/>
          <w:color w:val="4E4D4D" w:themeColor="background2"/>
          <w:spacing w:val="2"/>
        </w:rPr>
        <w:t>/</w:t>
      </w:r>
      <w:r w:rsidRPr="00F4279E">
        <w:rPr>
          <w:rFonts w:ascii="Arial" w:hAnsi="Arial" w:cs="Arial"/>
          <w:color w:val="4E4D4D" w:themeColor="background2"/>
          <w:spacing w:val="-2"/>
        </w:rPr>
        <w:t>2</w:t>
      </w:r>
      <w:r w:rsidRPr="00F4279E">
        <w:rPr>
          <w:rFonts w:ascii="Arial" w:hAnsi="Arial" w:cs="Arial"/>
          <w:color w:val="4E4D4D" w:themeColor="background2"/>
          <w:spacing w:val="1"/>
        </w:rPr>
        <w:t>00</w:t>
      </w:r>
      <w:r w:rsidRPr="00F4279E">
        <w:rPr>
          <w:rFonts w:ascii="Arial" w:hAnsi="Arial" w:cs="Arial"/>
          <w:color w:val="4E4D4D" w:themeColor="background2"/>
        </w:rPr>
        <w:t>5</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5"/>
        </w:rPr>
        <w:t>q</w:t>
      </w:r>
      <w:r w:rsidRPr="00F4279E">
        <w:rPr>
          <w:rFonts w:ascii="Arial" w:hAnsi="Arial" w:cs="Arial"/>
          <w:color w:val="4E4D4D" w:themeColor="background2"/>
        </w:rPr>
        <w:t>ue</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a</w:t>
      </w:r>
      <w:r w:rsidRPr="00F4279E">
        <w:rPr>
          <w:rFonts w:ascii="Arial" w:hAnsi="Arial" w:cs="Arial"/>
          <w:color w:val="4E4D4D" w:themeColor="background2"/>
          <w:spacing w:val="-1"/>
        </w:rPr>
        <w:t>se</w:t>
      </w:r>
      <w:r w:rsidRPr="00F4279E">
        <w:rPr>
          <w:rFonts w:ascii="Arial" w:hAnsi="Arial" w:cs="Arial"/>
          <w:color w:val="4E4D4D" w:themeColor="background2"/>
          <w:spacing w:val="4"/>
        </w:rPr>
        <w:t>g</w:t>
      </w:r>
      <w:r w:rsidRPr="00F4279E">
        <w:rPr>
          <w:rFonts w:ascii="Arial" w:hAnsi="Arial" w:cs="Arial"/>
          <w:color w:val="4E4D4D" w:themeColor="background2"/>
        </w:rPr>
        <w:t>u</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17"/>
        </w:rPr>
        <w:t xml:space="preserve"> </w:t>
      </w:r>
      <w:r w:rsidRPr="00F4279E">
        <w:rPr>
          <w:rFonts w:ascii="Arial" w:hAnsi="Arial" w:cs="Arial"/>
          <w:color w:val="4E4D4D" w:themeColor="background2"/>
        </w:rPr>
        <w:t>la</w:t>
      </w:r>
      <w:r w:rsidRPr="00F4279E">
        <w:rPr>
          <w:rFonts w:ascii="Arial" w:hAnsi="Arial" w:cs="Arial"/>
          <w:color w:val="4E4D4D" w:themeColor="background2"/>
          <w:spacing w:val="5"/>
        </w:rPr>
        <w:t xml:space="preserve"> </w:t>
      </w:r>
      <w:r w:rsidR="00A00E28" w:rsidRPr="00F4279E">
        <w:rPr>
          <w:rFonts w:ascii="Arial" w:hAnsi="Arial" w:cs="Arial"/>
          <w:color w:val="4E4D4D" w:themeColor="background2"/>
          <w:spacing w:val="2"/>
        </w:rPr>
        <w:t>r</w:t>
      </w:r>
      <w:r w:rsidR="00A00E28" w:rsidRPr="00F4279E">
        <w:rPr>
          <w:rFonts w:ascii="Arial" w:hAnsi="Arial" w:cs="Arial"/>
          <w:color w:val="4E4D4D" w:themeColor="background2"/>
          <w:spacing w:val="-1"/>
        </w:rPr>
        <w:t>e</w:t>
      </w:r>
      <w:r w:rsidR="00A00E28" w:rsidRPr="00F4279E">
        <w:rPr>
          <w:rFonts w:ascii="Arial" w:hAnsi="Arial" w:cs="Arial"/>
          <w:color w:val="4E4D4D" w:themeColor="background2"/>
          <w:spacing w:val="2"/>
        </w:rPr>
        <w:t>p</w:t>
      </w:r>
      <w:r w:rsidR="00A00E28" w:rsidRPr="00F4279E">
        <w:rPr>
          <w:rFonts w:ascii="Arial" w:hAnsi="Arial" w:cs="Arial"/>
          <w:color w:val="4E4D4D" w:themeColor="background2"/>
          <w:spacing w:val="-1"/>
        </w:rPr>
        <w:t>e</w:t>
      </w:r>
      <w:r w:rsidR="00A00E28" w:rsidRPr="00F4279E">
        <w:rPr>
          <w:rFonts w:ascii="Arial" w:hAnsi="Arial" w:cs="Arial"/>
          <w:color w:val="4E4D4D" w:themeColor="background2"/>
          <w:spacing w:val="4"/>
        </w:rPr>
        <w:t>t</w:t>
      </w:r>
      <w:r w:rsidR="00A00E28" w:rsidRPr="00F4279E">
        <w:rPr>
          <w:rFonts w:ascii="Arial" w:hAnsi="Arial" w:cs="Arial"/>
          <w:color w:val="4E4D4D" w:themeColor="background2"/>
        </w:rPr>
        <w:t>it</w:t>
      </w:r>
      <w:r w:rsidR="00A00E28" w:rsidRPr="00F4279E">
        <w:rPr>
          <w:rFonts w:ascii="Arial" w:hAnsi="Arial" w:cs="Arial"/>
          <w:color w:val="4E4D4D" w:themeColor="background2"/>
          <w:spacing w:val="2"/>
        </w:rPr>
        <w:t>i</w:t>
      </w:r>
      <w:r w:rsidR="00A00E28" w:rsidRPr="00F4279E">
        <w:rPr>
          <w:rFonts w:ascii="Arial" w:hAnsi="Arial" w:cs="Arial"/>
          <w:color w:val="4E4D4D" w:themeColor="background2"/>
        </w:rPr>
        <w:t>vi</w:t>
      </w:r>
      <w:r w:rsidR="00A00E28" w:rsidRPr="00F4279E">
        <w:rPr>
          <w:rFonts w:ascii="Arial" w:hAnsi="Arial" w:cs="Arial"/>
          <w:color w:val="4E4D4D" w:themeColor="background2"/>
          <w:spacing w:val="2"/>
        </w:rPr>
        <w:t>d</w:t>
      </w:r>
      <w:r w:rsidR="00A00E28" w:rsidRPr="00F4279E">
        <w:rPr>
          <w:rFonts w:ascii="Arial" w:hAnsi="Arial" w:cs="Arial"/>
          <w:color w:val="4E4D4D" w:themeColor="background2"/>
          <w:spacing w:val="-3"/>
        </w:rPr>
        <w:t>a</w:t>
      </w:r>
      <w:r w:rsidR="00A00E28" w:rsidRPr="00F4279E">
        <w:rPr>
          <w:rFonts w:ascii="Arial" w:hAnsi="Arial" w:cs="Arial"/>
          <w:color w:val="4E4D4D" w:themeColor="background2"/>
        </w:rPr>
        <w:t>d</w:t>
      </w:r>
      <w:r w:rsidRPr="00F4279E">
        <w:rPr>
          <w:rFonts w:ascii="Arial" w:hAnsi="Arial" w:cs="Arial"/>
          <w:color w:val="4E4D4D" w:themeColor="background2"/>
          <w:spacing w:val="25"/>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1"/>
        </w:rPr>
        <w:t>ex</w:t>
      </w:r>
      <w:r w:rsidRPr="00F4279E">
        <w:rPr>
          <w:rFonts w:ascii="Arial" w:hAnsi="Arial" w:cs="Arial"/>
          <w:color w:val="4E4D4D" w:themeColor="background2"/>
          <w:spacing w:val="2"/>
        </w:rPr>
        <w:t>a</w:t>
      </w:r>
      <w:r w:rsidRPr="00F4279E">
        <w:rPr>
          <w:rFonts w:ascii="Arial" w:hAnsi="Arial" w:cs="Arial"/>
          <w:color w:val="4E4D4D" w:themeColor="background2"/>
          <w:spacing w:val="-1"/>
        </w:rPr>
        <w:t>c</w:t>
      </w:r>
      <w:r w:rsidRPr="00F4279E">
        <w:rPr>
          <w:rFonts w:ascii="Arial" w:hAnsi="Arial" w:cs="Arial"/>
          <w:color w:val="4E4D4D" w:themeColor="background2"/>
          <w:spacing w:val="4"/>
        </w:rPr>
        <w:t>t</w:t>
      </w:r>
      <w:r w:rsidRPr="00F4279E">
        <w:rPr>
          <w:rFonts w:ascii="Arial" w:hAnsi="Arial" w:cs="Arial"/>
          <w:color w:val="4E4D4D" w:themeColor="background2"/>
          <w:spacing w:val="-3"/>
        </w:rPr>
        <w:t>i</w:t>
      </w:r>
      <w:r w:rsidRPr="00F4279E">
        <w:rPr>
          <w:rFonts w:ascii="Arial" w:hAnsi="Arial" w:cs="Arial"/>
          <w:color w:val="4E4D4D" w:themeColor="background2"/>
          <w:spacing w:val="6"/>
        </w:rPr>
        <w:t>t</w:t>
      </w:r>
      <w:r w:rsidRPr="00F4279E">
        <w:rPr>
          <w:rFonts w:ascii="Arial" w:hAnsi="Arial" w:cs="Arial"/>
          <w:color w:val="4E4D4D" w:themeColor="background2"/>
          <w:spacing w:val="-3"/>
        </w:rPr>
        <w:t>u</w:t>
      </w:r>
      <w:r w:rsidRPr="00F4279E">
        <w:rPr>
          <w:rFonts w:ascii="Arial" w:hAnsi="Arial" w:cs="Arial"/>
          <w:color w:val="4E4D4D" w:themeColor="background2"/>
        </w:rPr>
        <w:t>d</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w w:val="102"/>
        </w:rPr>
        <w:t>m</w:t>
      </w:r>
      <w:r w:rsidRPr="00F4279E">
        <w:rPr>
          <w:rFonts w:ascii="Arial" w:hAnsi="Arial" w:cs="Arial"/>
          <w:color w:val="4E4D4D" w:themeColor="background2"/>
          <w:spacing w:val="-1"/>
          <w:w w:val="102"/>
        </w:rPr>
        <w:t>é</w:t>
      </w:r>
      <w:r w:rsidRPr="00F4279E">
        <w:rPr>
          <w:rFonts w:ascii="Arial" w:hAnsi="Arial" w:cs="Arial"/>
          <w:color w:val="4E4D4D" w:themeColor="background2"/>
          <w:spacing w:val="4"/>
          <w:w w:val="102"/>
        </w:rPr>
        <w:t>t</w:t>
      </w:r>
      <w:r w:rsidRPr="00F4279E">
        <w:rPr>
          <w:rFonts w:ascii="Arial" w:hAnsi="Arial" w:cs="Arial"/>
          <w:color w:val="4E4D4D" w:themeColor="background2"/>
          <w:spacing w:val="-2"/>
          <w:w w:val="102"/>
        </w:rPr>
        <w:t>o</w:t>
      </w:r>
      <w:r w:rsidRPr="00F4279E">
        <w:rPr>
          <w:rFonts w:ascii="Arial" w:hAnsi="Arial" w:cs="Arial"/>
          <w:color w:val="4E4D4D" w:themeColor="background2"/>
          <w:spacing w:val="-1"/>
          <w:w w:val="101"/>
        </w:rPr>
        <w:t>d</w:t>
      </w:r>
      <w:r w:rsidRPr="00F4279E">
        <w:rPr>
          <w:rFonts w:ascii="Arial" w:hAnsi="Arial" w:cs="Arial"/>
          <w:color w:val="4E4D4D" w:themeColor="background2"/>
          <w:w w:val="102"/>
        </w:rPr>
        <w:t>o.</w:t>
      </w:r>
    </w:p>
    <w:p w14:paraId="5C64F05C" w14:textId="77777777" w:rsidR="00610B93" w:rsidRPr="00F4279E" w:rsidRDefault="00610B93" w:rsidP="00610B93">
      <w:pPr>
        <w:widowControl w:val="0"/>
        <w:autoSpaceDE w:val="0"/>
        <w:autoSpaceDN w:val="0"/>
        <w:adjustRightInd w:val="0"/>
        <w:jc w:val="both"/>
        <w:rPr>
          <w:rFonts w:ascii="Arial" w:hAnsi="Arial" w:cs="Arial"/>
          <w:color w:val="4E4D4D" w:themeColor="background2"/>
        </w:rPr>
      </w:pPr>
    </w:p>
    <w:p w14:paraId="5C64F05D" w14:textId="7F67E549" w:rsidR="00610B93" w:rsidRPr="00F4279E" w:rsidRDefault="00610B93" w:rsidP="00610B93">
      <w:pPr>
        <w:widowControl w:val="0"/>
        <w:autoSpaceDE w:val="0"/>
        <w:autoSpaceDN w:val="0"/>
        <w:adjustRightInd w:val="0"/>
        <w:jc w:val="both"/>
        <w:rPr>
          <w:rFonts w:ascii="Arial" w:hAnsi="Arial" w:cs="Arial"/>
          <w:color w:val="4E4D4D" w:themeColor="background2"/>
          <w:spacing w:val="-1"/>
        </w:rPr>
      </w:pPr>
      <w:r w:rsidRPr="00F4279E">
        <w:rPr>
          <w:rFonts w:ascii="Arial" w:hAnsi="Arial" w:cs="Arial"/>
          <w:b/>
          <w:color w:val="4E4D4D" w:themeColor="background2"/>
          <w:w w:val="102"/>
        </w:rPr>
        <w:t>NOTA:</w:t>
      </w:r>
      <w:r w:rsidRPr="00F4279E">
        <w:rPr>
          <w:rFonts w:ascii="Arial" w:hAnsi="Arial" w:cs="Arial"/>
          <w:color w:val="4E4D4D" w:themeColor="background2"/>
          <w:w w:val="102"/>
        </w:rPr>
        <w:t xml:space="preserve"> </w:t>
      </w:r>
      <w:r w:rsidR="00A00E28" w:rsidRPr="00F4279E">
        <w:rPr>
          <w:rFonts w:ascii="Arial" w:hAnsi="Arial" w:cs="Arial"/>
          <w:color w:val="4E4D4D" w:themeColor="background2"/>
          <w:spacing w:val="-1"/>
        </w:rPr>
        <w:t>E</w:t>
      </w:r>
      <w:r w:rsidRPr="00F4279E">
        <w:rPr>
          <w:rFonts w:ascii="Arial" w:hAnsi="Arial" w:cs="Arial"/>
          <w:color w:val="4E4D4D" w:themeColor="background2"/>
          <w:spacing w:val="-1"/>
        </w:rPr>
        <w:t xml:space="preserve">n la ejecución, los resultados del laboratorio, </w:t>
      </w:r>
      <w:r w:rsidR="001E7907">
        <w:rPr>
          <w:rFonts w:ascii="Arial" w:hAnsi="Arial" w:cs="Arial"/>
          <w:color w:val="4E4D4D" w:themeColor="background2"/>
          <w:spacing w:val="-1"/>
        </w:rPr>
        <w:t xml:space="preserve">así </w:t>
      </w:r>
      <w:r w:rsidRPr="00F4279E">
        <w:rPr>
          <w:rFonts w:ascii="Arial" w:hAnsi="Arial" w:cs="Arial"/>
          <w:color w:val="4E4D4D" w:themeColor="background2"/>
          <w:spacing w:val="-1"/>
        </w:rPr>
        <w:t xml:space="preserve"> este pertenezca a la empresa</w:t>
      </w:r>
      <w:r w:rsidR="00A00E28" w:rsidRPr="00F4279E">
        <w:rPr>
          <w:rFonts w:ascii="Arial" w:hAnsi="Arial" w:cs="Arial"/>
          <w:color w:val="4E4D4D" w:themeColor="background2"/>
          <w:spacing w:val="-1"/>
        </w:rPr>
        <w:t>,</w:t>
      </w:r>
      <w:r w:rsidRPr="00F4279E">
        <w:rPr>
          <w:rFonts w:ascii="Arial" w:hAnsi="Arial" w:cs="Arial"/>
          <w:color w:val="4E4D4D" w:themeColor="background2"/>
          <w:spacing w:val="-1"/>
        </w:rPr>
        <w:t xml:space="preserve"> deberán cumplir con las característica</w:t>
      </w:r>
      <w:r w:rsidR="00A00E28" w:rsidRPr="00F4279E">
        <w:rPr>
          <w:rFonts w:ascii="Arial" w:hAnsi="Arial" w:cs="Arial"/>
          <w:color w:val="4E4D4D" w:themeColor="background2"/>
          <w:spacing w:val="-1"/>
        </w:rPr>
        <w:t>s mencionadas en este numeral. E</w:t>
      </w:r>
      <w:r w:rsidRPr="00F4279E">
        <w:rPr>
          <w:rFonts w:ascii="Arial" w:hAnsi="Arial" w:cs="Arial"/>
          <w:color w:val="4E4D4D" w:themeColor="background2"/>
          <w:spacing w:val="-1"/>
        </w:rPr>
        <w:t xml:space="preserve">sto será verificado por la interventoría. </w:t>
      </w:r>
    </w:p>
    <w:p w14:paraId="5C64F05E" w14:textId="77777777" w:rsidR="007E3935" w:rsidRPr="00F4279E" w:rsidRDefault="007E3935" w:rsidP="001974DD">
      <w:pPr>
        <w:widowControl w:val="0"/>
        <w:autoSpaceDE w:val="0"/>
        <w:autoSpaceDN w:val="0"/>
        <w:adjustRightInd w:val="0"/>
        <w:spacing w:line="0" w:lineRule="atLeast"/>
        <w:jc w:val="both"/>
        <w:rPr>
          <w:rFonts w:ascii="Arial" w:hAnsi="Arial" w:cs="Arial"/>
          <w:color w:val="4E4D4D" w:themeColor="background2"/>
        </w:rPr>
      </w:pPr>
    </w:p>
    <w:p w14:paraId="79440758" w14:textId="5907C25B" w:rsidR="00D31839" w:rsidRDefault="00D31839" w:rsidP="001974DD">
      <w:pPr>
        <w:widowControl w:val="0"/>
        <w:autoSpaceDE w:val="0"/>
        <w:autoSpaceDN w:val="0"/>
        <w:adjustRightInd w:val="0"/>
        <w:spacing w:line="0" w:lineRule="atLeast"/>
        <w:jc w:val="both"/>
        <w:rPr>
          <w:rFonts w:ascii="Arial" w:hAnsi="Arial" w:cs="Arial"/>
          <w:b/>
          <w:color w:val="4E4D4D" w:themeColor="background2"/>
        </w:rPr>
      </w:pPr>
      <w:r>
        <w:rPr>
          <w:rFonts w:ascii="Arial" w:hAnsi="Arial" w:cs="Arial"/>
          <w:b/>
          <w:color w:val="4E4D4D" w:themeColor="background2"/>
        </w:rPr>
        <w:t xml:space="preserve">4.2.4 </w:t>
      </w:r>
      <w:r w:rsidR="00E57F44" w:rsidRPr="00E57F44">
        <w:rPr>
          <w:rFonts w:ascii="Arial" w:hAnsi="Arial" w:cs="Arial"/>
          <w:b/>
          <w:color w:val="4E4D4D" w:themeColor="background2"/>
        </w:rPr>
        <w:t>CARTA DE COMPROMISO DEL FABRICANTE O DISTRIBUIDOR</w:t>
      </w:r>
    </w:p>
    <w:p w14:paraId="5C64F060" w14:textId="4470FCF4" w:rsidR="005E398C" w:rsidRPr="00F4279E" w:rsidRDefault="00E57F44" w:rsidP="001974DD">
      <w:pPr>
        <w:widowControl w:val="0"/>
        <w:autoSpaceDE w:val="0"/>
        <w:autoSpaceDN w:val="0"/>
        <w:adjustRightInd w:val="0"/>
        <w:spacing w:line="0" w:lineRule="atLeast"/>
        <w:jc w:val="both"/>
        <w:rPr>
          <w:rFonts w:ascii="Arial" w:hAnsi="Arial" w:cs="Arial"/>
          <w:color w:val="4E4D4D" w:themeColor="background2"/>
          <w:w w:val="102"/>
        </w:rPr>
      </w:pPr>
      <w:r w:rsidRPr="00E57F44">
        <w:rPr>
          <w:rFonts w:ascii="Arial" w:hAnsi="Arial" w:cs="Arial"/>
          <w:b/>
          <w:color w:val="4E4D4D" w:themeColor="background2"/>
        </w:rPr>
        <w:t xml:space="preserve">  </w:t>
      </w:r>
    </w:p>
    <w:p w14:paraId="5C64F061" w14:textId="77777777" w:rsidR="00066930" w:rsidRPr="00F4279E" w:rsidRDefault="00066930"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w w:val="102"/>
        </w:rPr>
        <w:t xml:space="preserve">Las cartas de compromiso deberán tener el logo de la empresa o proveedor y firma original. </w:t>
      </w:r>
    </w:p>
    <w:p w14:paraId="5C64F062" w14:textId="77777777" w:rsidR="005E398C" w:rsidRPr="00F4279E" w:rsidRDefault="005E398C" w:rsidP="001974DD">
      <w:pPr>
        <w:widowControl w:val="0"/>
        <w:autoSpaceDE w:val="0"/>
        <w:autoSpaceDN w:val="0"/>
        <w:adjustRightInd w:val="0"/>
        <w:spacing w:line="0" w:lineRule="atLeast"/>
        <w:jc w:val="both"/>
        <w:rPr>
          <w:rFonts w:ascii="Arial" w:hAnsi="Arial" w:cs="Arial"/>
          <w:color w:val="4E4D4D" w:themeColor="background2"/>
        </w:rPr>
      </w:pPr>
    </w:p>
    <w:p w14:paraId="5C64F063" w14:textId="235FE2E0" w:rsidR="005E398C" w:rsidRPr="00F4279E" w:rsidRDefault="00170B05"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b/>
          <w:color w:val="4E4D4D" w:themeColor="background2"/>
          <w:spacing w:val="1"/>
        </w:rPr>
        <w:t>N</w:t>
      </w:r>
      <w:r w:rsidRPr="00F4279E">
        <w:rPr>
          <w:rFonts w:ascii="Arial" w:hAnsi="Arial" w:cs="Arial"/>
          <w:b/>
          <w:color w:val="4E4D4D" w:themeColor="background2"/>
          <w:spacing w:val="3"/>
        </w:rPr>
        <w:t>O</w:t>
      </w:r>
      <w:r w:rsidRPr="00F4279E">
        <w:rPr>
          <w:rFonts w:ascii="Arial" w:hAnsi="Arial" w:cs="Arial"/>
          <w:b/>
          <w:color w:val="4E4D4D" w:themeColor="background2"/>
        </w:rPr>
        <w:t>TA:</w:t>
      </w:r>
      <w:r w:rsidRPr="00F4279E">
        <w:rPr>
          <w:rFonts w:ascii="Arial" w:hAnsi="Arial" w:cs="Arial"/>
          <w:color w:val="4E4D4D" w:themeColor="background2"/>
          <w:spacing w:val="9"/>
        </w:rPr>
        <w:t xml:space="preserve"> </w:t>
      </w:r>
      <w:r w:rsidR="00A00E28" w:rsidRPr="00F4279E">
        <w:rPr>
          <w:rFonts w:ascii="Arial" w:hAnsi="Arial" w:cs="Arial"/>
          <w:color w:val="4E4D4D" w:themeColor="background2"/>
          <w:spacing w:val="-1"/>
        </w:rPr>
        <w:t>S</w:t>
      </w:r>
      <w:r w:rsidR="00610B93" w:rsidRPr="00F4279E">
        <w:rPr>
          <w:rFonts w:ascii="Arial" w:hAnsi="Arial" w:cs="Arial"/>
          <w:color w:val="4E4D4D" w:themeColor="background2"/>
        </w:rPr>
        <w:t>i</w:t>
      </w:r>
      <w:r w:rsidR="00610B93" w:rsidRPr="00F4279E">
        <w:rPr>
          <w:rFonts w:ascii="Arial" w:hAnsi="Arial" w:cs="Arial"/>
          <w:color w:val="4E4D4D" w:themeColor="background2"/>
          <w:spacing w:val="4"/>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l</w:t>
      </w:r>
      <w:r w:rsidR="0095175A">
        <w:rPr>
          <w:rFonts w:ascii="Arial" w:hAnsi="Arial" w:cs="Arial"/>
          <w:color w:val="4E4D4D" w:themeColor="background2"/>
        </w:rPr>
        <w:t xml:space="preserve"> Proponente</w:t>
      </w:r>
      <w:r w:rsidR="00610B93" w:rsidRPr="00F4279E">
        <w:rPr>
          <w:rFonts w:ascii="Arial" w:hAnsi="Arial" w:cs="Arial"/>
          <w:color w:val="4E4D4D" w:themeColor="background2"/>
          <w:spacing w:val="18"/>
        </w:rPr>
        <w:t xml:space="preserve"> </w:t>
      </w:r>
      <w:r w:rsidR="00610B93" w:rsidRPr="00F4279E">
        <w:rPr>
          <w:rFonts w:ascii="Arial" w:hAnsi="Arial" w:cs="Arial"/>
          <w:color w:val="4E4D4D" w:themeColor="background2"/>
          <w:spacing w:val="-1"/>
        </w:rPr>
        <w:t>n</w:t>
      </w:r>
      <w:r w:rsidR="00610B93" w:rsidRPr="00F4279E">
        <w:rPr>
          <w:rFonts w:ascii="Arial" w:hAnsi="Arial" w:cs="Arial"/>
          <w:color w:val="4E4D4D" w:themeColor="background2"/>
        </w:rPr>
        <w:t>o</w:t>
      </w:r>
      <w:r w:rsidR="00610B93" w:rsidRPr="00F4279E">
        <w:rPr>
          <w:rFonts w:ascii="Arial" w:hAnsi="Arial" w:cs="Arial"/>
          <w:color w:val="4E4D4D" w:themeColor="background2"/>
          <w:spacing w:val="11"/>
        </w:rPr>
        <w:t xml:space="preserve"> </w:t>
      </w:r>
      <w:r w:rsidR="00610B93" w:rsidRPr="00F4279E">
        <w:rPr>
          <w:rFonts w:ascii="Arial" w:hAnsi="Arial" w:cs="Arial"/>
          <w:color w:val="4E4D4D" w:themeColor="background2"/>
        </w:rPr>
        <w:t>a</w:t>
      </w:r>
      <w:r w:rsidR="00610B93" w:rsidRPr="00F4279E">
        <w:rPr>
          <w:rFonts w:ascii="Arial" w:hAnsi="Arial" w:cs="Arial"/>
          <w:color w:val="4E4D4D" w:themeColor="background2"/>
          <w:spacing w:val="2"/>
        </w:rPr>
        <w:t>l</w:t>
      </w:r>
      <w:r w:rsidR="00610B93" w:rsidRPr="00F4279E">
        <w:rPr>
          <w:rFonts w:ascii="Arial" w:hAnsi="Arial" w:cs="Arial"/>
          <w:color w:val="4E4D4D" w:themeColor="background2"/>
        </w:rPr>
        <w:t>l</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2"/>
        </w:rPr>
        <w:t>g</w:t>
      </w:r>
      <w:r w:rsidR="00610B93" w:rsidRPr="00F4279E">
        <w:rPr>
          <w:rFonts w:ascii="Arial" w:hAnsi="Arial" w:cs="Arial"/>
          <w:color w:val="4E4D4D" w:themeColor="background2"/>
        </w:rPr>
        <w:t>a</w:t>
      </w:r>
      <w:r w:rsidR="00610B93" w:rsidRPr="00F4279E">
        <w:rPr>
          <w:rFonts w:ascii="Arial" w:hAnsi="Arial" w:cs="Arial"/>
          <w:color w:val="4E4D4D" w:themeColor="background2"/>
          <w:spacing w:val="12"/>
        </w:rPr>
        <w:t xml:space="preserve"> </w:t>
      </w:r>
      <w:r w:rsidR="00610B93" w:rsidRPr="00F4279E">
        <w:rPr>
          <w:rFonts w:ascii="Arial" w:hAnsi="Arial" w:cs="Arial"/>
          <w:color w:val="4E4D4D" w:themeColor="background2"/>
          <w:spacing w:val="2"/>
        </w:rPr>
        <w:t>l</w:t>
      </w:r>
      <w:r w:rsidR="00610B93" w:rsidRPr="00F4279E">
        <w:rPr>
          <w:rFonts w:ascii="Arial" w:hAnsi="Arial" w:cs="Arial"/>
          <w:color w:val="4E4D4D" w:themeColor="background2"/>
        </w:rPr>
        <w:t>a</w:t>
      </w:r>
      <w:r w:rsidR="00610B93" w:rsidRPr="00F4279E">
        <w:rPr>
          <w:rFonts w:ascii="Arial" w:hAnsi="Arial" w:cs="Arial"/>
          <w:color w:val="4E4D4D" w:themeColor="background2"/>
          <w:spacing w:val="5"/>
        </w:rPr>
        <w:t xml:space="preserve"> </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a</w:t>
      </w:r>
      <w:r w:rsidR="00610B93" w:rsidRPr="00F4279E">
        <w:rPr>
          <w:rFonts w:ascii="Arial" w:hAnsi="Arial" w:cs="Arial"/>
          <w:color w:val="4E4D4D" w:themeColor="background2"/>
          <w:spacing w:val="12"/>
        </w:rPr>
        <w:t xml:space="preserve"> </w:t>
      </w:r>
      <w:r w:rsidR="00610B93" w:rsidRPr="00F4279E">
        <w:rPr>
          <w:rFonts w:ascii="Arial" w:hAnsi="Arial" w:cs="Arial"/>
          <w:color w:val="4E4D4D" w:themeColor="background2"/>
          <w:spacing w:val="2"/>
        </w:rPr>
        <w:t>d</w:t>
      </w:r>
      <w:r w:rsidR="00610B93" w:rsidRPr="00F4279E">
        <w:rPr>
          <w:rFonts w:ascii="Arial" w:hAnsi="Arial" w:cs="Arial"/>
          <w:color w:val="4E4D4D" w:themeColor="background2"/>
        </w:rPr>
        <w:t>e</w:t>
      </w:r>
      <w:r w:rsidR="00610B93" w:rsidRPr="00F4279E">
        <w:rPr>
          <w:rFonts w:ascii="Arial" w:hAnsi="Arial" w:cs="Arial"/>
          <w:color w:val="4E4D4D" w:themeColor="background2"/>
          <w:spacing w:val="6"/>
        </w:rPr>
        <w:t xml:space="preserve"> </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rPr>
        <w:t>o</w:t>
      </w:r>
      <w:r w:rsidR="00610B93" w:rsidRPr="00F4279E">
        <w:rPr>
          <w:rFonts w:ascii="Arial" w:hAnsi="Arial" w:cs="Arial"/>
          <w:color w:val="4E4D4D" w:themeColor="background2"/>
          <w:spacing w:val="1"/>
        </w:rPr>
        <w:t>m</w:t>
      </w:r>
      <w:r w:rsidR="00610B93" w:rsidRPr="00F4279E">
        <w:rPr>
          <w:rFonts w:ascii="Arial" w:hAnsi="Arial" w:cs="Arial"/>
          <w:color w:val="4E4D4D" w:themeColor="background2"/>
          <w:spacing w:val="2"/>
        </w:rPr>
        <w:t>pr</w:t>
      </w:r>
      <w:r w:rsidR="00610B93" w:rsidRPr="00F4279E">
        <w:rPr>
          <w:rFonts w:ascii="Arial" w:hAnsi="Arial" w:cs="Arial"/>
          <w:color w:val="4E4D4D" w:themeColor="background2"/>
          <w:spacing w:val="-2"/>
        </w:rPr>
        <w:t>o</w:t>
      </w:r>
      <w:r w:rsidR="00610B93" w:rsidRPr="00F4279E">
        <w:rPr>
          <w:rFonts w:ascii="Arial" w:hAnsi="Arial" w:cs="Arial"/>
          <w:color w:val="4E4D4D" w:themeColor="background2"/>
          <w:spacing w:val="1"/>
        </w:rPr>
        <w:t>m</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o</w:t>
      </w:r>
      <w:r w:rsidR="00610B93" w:rsidRPr="00F4279E">
        <w:rPr>
          <w:rFonts w:ascii="Arial" w:hAnsi="Arial" w:cs="Arial"/>
          <w:color w:val="4E4D4D" w:themeColor="background2"/>
          <w:spacing w:val="26"/>
        </w:rPr>
        <w:t xml:space="preserve"> </w:t>
      </w:r>
      <w:r w:rsidR="00610B93" w:rsidRPr="00F4279E">
        <w:rPr>
          <w:rFonts w:ascii="Arial" w:hAnsi="Arial" w:cs="Arial"/>
          <w:color w:val="4E4D4D" w:themeColor="background2"/>
          <w:spacing w:val="-1"/>
        </w:rPr>
        <w:t>d</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l</w:t>
      </w:r>
      <w:r w:rsidR="00610B93" w:rsidRPr="00F4279E">
        <w:rPr>
          <w:rFonts w:ascii="Arial" w:hAnsi="Arial" w:cs="Arial"/>
          <w:color w:val="4E4D4D" w:themeColor="background2"/>
          <w:spacing w:val="7"/>
        </w:rPr>
        <w:t xml:space="preserve"> </w:t>
      </w:r>
      <w:r w:rsidR="00610B93" w:rsidRPr="00F4279E">
        <w:rPr>
          <w:rFonts w:ascii="Arial" w:hAnsi="Arial" w:cs="Arial"/>
          <w:color w:val="4E4D4D" w:themeColor="background2"/>
          <w:spacing w:val="-1"/>
        </w:rPr>
        <w:t>f</w:t>
      </w:r>
      <w:r w:rsidR="00610B93" w:rsidRPr="00F4279E">
        <w:rPr>
          <w:rFonts w:ascii="Arial" w:hAnsi="Arial" w:cs="Arial"/>
          <w:color w:val="4E4D4D" w:themeColor="background2"/>
        </w:rPr>
        <w:t>a</w:t>
      </w:r>
      <w:r w:rsidR="00610B93" w:rsidRPr="00F4279E">
        <w:rPr>
          <w:rFonts w:ascii="Arial" w:hAnsi="Arial" w:cs="Arial"/>
          <w:color w:val="4E4D4D" w:themeColor="background2"/>
          <w:spacing w:val="2"/>
        </w:rPr>
        <w:t>b</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4"/>
        </w:rPr>
        <w:t>a</w:t>
      </w:r>
      <w:r w:rsidR="00610B93" w:rsidRPr="00F4279E">
        <w:rPr>
          <w:rFonts w:ascii="Arial" w:hAnsi="Arial" w:cs="Arial"/>
          <w:color w:val="4E4D4D" w:themeColor="background2"/>
          <w:spacing w:val="-3"/>
        </w:rPr>
        <w:t>n</w:t>
      </w:r>
      <w:r w:rsidR="00610B93" w:rsidRPr="00F4279E">
        <w:rPr>
          <w:rFonts w:ascii="Arial" w:hAnsi="Arial" w:cs="Arial"/>
          <w:color w:val="4E4D4D" w:themeColor="background2"/>
          <w:spacing w:val="6"/>
        </w:rPr>
        <w:t>t</w:t>
      </w:r>
      <w:r w:rsidR="00610B93" w:rsidRPr="00F4279E">
        <w:rPr>
          <w:rFonts w:ascii="Arial" w:hAnsi="Arial" w:cs="Arial"/>
          <w:color w:val="4E4D4D" w:themeColor="background2"/>
        </w:rPr>
        <w:t>e</w:t>
      </w:r>
      <w:r w:rsidR="00610B93" w:rsidRPr="00F4279E">
        <w:rPr>
          <w:rFonts w:ascii="Arial" w:hAnsi="Arial" w:cs="Arial"/>
          <w:color w:val="4E4D4D" w:themeColor="background2"/>
          <w:spacing w:val="21"/>
        </w:rPr>
        <w:t xml:space="preserve"> </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p</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6"/>
        </w:rPr>
        <w:t>t</w:t>
      </w:r>
      <w:r w:rsidR="00610B93" w:rsidRPr="00F4279E">
        <w:rPr>
          <w:rFonts w:ascii="Arial" w:hAnsi="Arial" w:cs="Arial"/>
          <w:color w:val="4E4D4D" w:themeColor="background2"/>
        </w:rPr>
        <w:t>o</w:t>
      </w:r>
      <w:r w:rsidR="00610B93" w:rsidRPr="00F4279E">
        <w:rPr>
          <w:rFonts w:ascii="Arial" w:hAnsi="Arial" w:cs="Arial"/>
          <w:color w:val="4E4D4D" w:themeColor="background2"/>
          <w:spacing w:val="14"/>
        </w:rPr>
        <w:t xml:space="preserve"> </w:t>
      </w:r>
      <w:r w:rsidR="00610B93" w:rsidRPr="00F4279E">
        <w:rPr>
          <w:rFonts w:ascii="Arial" w:hAnsi="Arial" w:cs="Arial"/>
          <w:color w:val="4E4D4D" w:themeColor="background2"/>
        </w:rPr>
        <w:t>a</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spacing w:val="-2"/>
          <w:w w:val="102"/>
        </w:rPr>
        <w:t>o</w:t>
      </w:r>
      <w:r w:rsidR="00610B93" w:rsidRPr="00F4279E">
        <w:rPr>
          <w:rFonts w:ascii="Arial" w:hAnsi="Arial" w:cs="Arial"/>
          <w:color w:val="4E4D4D" w:themeColor="background2"/>
          <w:spacing w:val="2"/>
          <w:w w:val="102"/>
        </w:rPr>
        <w:t>f</w:t>
      </w:r>
      <w:r w:rsidR="00610B93" w:rsidRPr="00F4279E">
        <w:rPr>
          <w:rFonts w:ascii="Arial" w:hAnsi="Arial" w:cs="Arial"/>
          <w:color w:val="4E4D4D" w:themeColor="background2"/>
          <w:spacing w:val="-1"/>
          <w:w w:val="102"/>
        </w:rPr>
        <w:t>r</w:t>
      </w:r>
      <w:r w:rsidR="00610B93" w:rsidRPr="00F4279E">
        <w:rPr>
          <w:rFonts w:ascii="Arial" w:hAnsi="Arial" w:cs="Arial"/>
          <w:color w:val="4E4D4D" w:themeColor="background2"/>
          <w:spacing w:val="1"/>
          <w:w w:val="102"/>
        </w:rPr>
        <w:t>e</w:t>
      </w:r>
      <w:r w:rsidR="00610B93" w:rsidRPr="00F4279E">
        <w:rPr>
          <w:rFonts w:ascii="Arial" w:hAnsi="Arial" w:cs="Arial"/>
          <w:color w:val="4E4D4D" w:themeColor="background2"/>
          <w:spacing w:val="-1"/>
          <w:w w:val="102"/>
        </w:rPr>
        <w:t>c</w:t>
      </w:r>
      <w:r w:rsidR="00610B93" w:rsidRPr="00F4279E">
        <w:rPr>
          <w:rFonts w:ascii="Arial" w:hAnsi="Arial" w:cs="Arial"/>
          <w:color w:val="4E4D4D" w:themeColor="background2"/>
          <w:spacing w:val="1"/>
          <w:w w:val="102"/>
        </w:rPr>
        <w:t>e</w:t>
      </w:r>
      <w:r w:rsidR="00610B93" w:rsidRPr="00F4279E">
        <w:rPr>
          <w:rFonts w:ascii="Arial" w:hAnsi="Arial" w:cs="Arial"/>
          <w:color w:val="4E4D4D" w:themeColor="background2"/>
          <w:w w:val="102"/>
        </w:rPr>
        <w:t xml:space="preserve">r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 xml:space="preserve">l </w:t>
      </w:r>
      <w:r w:rsidR="00610B93" w:rsidRPr="00F4279E">
        <w:rPr>
          <w:rFonts w:ascii="Arial" w:hAnsi="Arial" w:cs="Arial"/>
          <w:color w:val="4E4D4D" w:themeColor="background2"/>
          <w:spacing w:val="6"/>
        </w:rPr>
        <w:t>producto</w:t>
      </w:r>
      <w:r w:rsidR="00610B93" w:rsidRPr="00F4279E">
        <w:rPr>
          <w:rFonts w:ascii="Arial" w:hAnsi="Arial" w:cs="Arial"/>
          <w:color w:val="4E4D4D" w:themeColor="background2"/>
        </w:rPr>
        <w:t xml:space="preserve"> </w:t>
      </w:r>
      <w:r w:rsidR="00610B93" w:rsidRPr="00F4279E">
        <w:rPr>
          <w:rFonts w:ascii="Arial" w:hAnsi="Arial" w:cs="Arial"/>
          <w:color w:val="4E4D4D" w:themeColor="background2"/>
          <w:spacing w:val="-1"/>
        </w:rPr>
        <w:t>c</w:t>
      </w:r>
      <w:r w:rsidR="00610B93" w:rsidRPr="00F4279E">
        <w:rPr>
          <w:rFonts w:ascii="Arial" w:hAnsi="Arial" w:cs="Arial"/>
          <w:color w:val="4E4D4D" w:themeColor="background2"/>
        </w:rPr>
        <w:t>on l</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rPr>
        <w:t xml:space="preserve">s </w:t>
      </w:r>
      <w:r w:rsidR="00610B93" w:rsidRPr="00F4279E">
        <w:rPr>
          <w:rFonts w:ascii="Arial" w:hAnsi="Arial" w:cs="Arial"/>
          <w:color w:val="4E4D4D" w:themeColor="background2"/>
          <w:spacing w:val="-1"/>
        </w:rPr>
        <w:t>c</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spacing w:val="2"/>
        </w:rPr>
        <w:t>í</w:t>
      </w:r>
      <w:r w:rsidR="00610B93" w:rsidRPr="00F4279E">
        <w:rPr>
          <w:rFonts w:ascii="Arial" w:hAnsi="Arial" w:cs="Arial"/>
          <w:color w:val="4E4D4D" w:themeColor="background2"/>
          <w:spacing w:val="-3"/>
        </w:rPr>
        <w:t>s</w:t>
      </w:r>
      <w:r w:rsidR="00610B93" w:rsidRPr="00F4279E">
        <w:rPr>
          <w:rFonts w:ascii="Arial" w:hAnsi="Arial" w:cs="Arial"/>
          <w:color w:val="4E4D4D" w:themeColor="background2"/>
          <w:spacing w:val="2"/>
        </w:rPr>
        <w:t>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rPr>
        <w:t xml:space="preserve">s y </w:t>
      </w:r>
      <w:r w:rsidR="00610B93" w:rsidRPr="00F4279E">
        <w:rPr>
          <w:rFonts w:ascii="Arial" w:hAnsi="Arial" w:cs="Arial"/>
          <w:color w:val="4E4D4D" w:themeColor="background2"/>
          <w:spacing w:val="4"/>
        </w:rPr>
        <w:t>e</w:t>
      </w:r>
      <w:r w:rsidR="00610B93" w:rsidRPr="00F4279E">
        <w:rPr>
          <w:rFonts w:ascii="Arial" w:hAnsi="Arial" w:cs="Arial"/>
          <w:color w:val="4E4D4D" w:themeColor="background2"/>
        </w:rPr>
        <w:t>n l</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rPr>
        <w:t>s</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rPr>
        <w:t>p</w:t>
      </w:r>
      <w:r w:rsidR="00610B93" w:rsidRPr="00F4279E">
        <w:rPr>
          <w:rFonts w:ascii="Arial" w:hAnsi="Arial" w:cs="Arial"/>
          <w:color w:val="4E4D4D" w:themeColor="background2"/>
          <w:spacing w:val="2"/>
        </w:rPr>
        <w:t>r</w:t>
      </w:r>
      <w:r w:rsidR="00610B93" w:rsidRPr="00F4279E">
        <w:rPr>
          <w:rFonts w:ascii="Arial" w:hAnsi="Arial" w:cs="Arial"/>
          <w:color w:val="4E4D4D" w:themeColor="background2"/>
          <w:spacing w:val="-1"/>
        </w:rPr>
        <w:t>es</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1"/>
        </w:rPr>
        <w:t>n</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a</w:t>
      </w:r>
      <w:r w:rsidR="00610B93" w:rsidRPr="00F4279E">
        <w:rPr>
          <w:rFonts w:ascii="Arial" w:hAnsi="Arial" w:cs="Arial"/>
          <w:color w:val="4E4D4D" w:themeColor="background2"/>
          <w:spacing w:val="-1"/>
        </w:rPr>
        <w:t>c</w:t>
      </w:r>
      <w:r w:rsidR="00610B93" w:rsidRPr="00F4279E">
        <w:rPr>
          <w:rFonts w:ascii="Arial" w:hAnsi="Arial" w:cs="Arial"/>
          <w:color w:val="4E4D4D" w:themeColor="background2"/>
        </w:rPr>
        <w:t>i</w:t>
      </w:r>
      <w:r w:rsidR="00610B93" w:rsidRPr="00F4279E">
        <w:rPr>
          <w:rFonts w:ascii="Arial" w:hAnsi="Arial" w:cs="Arial"/>
          <w:color w:val="4E4D4D" w:themeColor="background2"/>
          <w:spacing w:val="3"/>
        </w:rPr>
        <w:t>o</w:t>
      </w:r>
      <w:r w:rsidR="00610B93" w:rsidRPr="00F4279E">
        <w:rPr>
          <w:rFonts w:ascii="Arial" w:hAnsi="Arial" w:cs="Arial"/>
          <w:color w:val="4E4D4D" w:themeColor="background2"/>
          <w:spacing w:val="-1"/>
        </w:rPr>
        <w:t>ne</w:t>
      </w:r>
      <w:r w:rsidR="00610B93" w:rsidRPr="00F4279E">
        <w:rPr>
          <w:rFonts w:ascii="Arial" w:hAnsi="Arial" w:cs="Arial"/>
          <w:color w:val="4E4D4D" w:themeColor="background2"/>
        </w:rPr>
        <w:t xml:space="preserve">s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2"/>
        </w:rPr>
        <w:t>s</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a</w:t>
      </w:r>
      <w:r w:rsidR="00610B93" w:rsidRPr="00F4279E">
        <w:rPr>
          <w:rFonts w:ascii="Arial" w:hAnsi="Arial" w:cs="Arial"/>
          <w:color w:val="4E4D4D" w:themeColor="background2"/>
          <w:spacing w:val="2"/>
        </w:rPr>
        <w:t>b</w:t>
      </w:r>
      <w:r w:rsidR="00610B93" w:rsidRPr="00F4279E">
        <w:rPr>
          <w:rFonts w:ascii="Arial" w:hAnsi="Arial" w:cs="Arial"/>
          <w:color w:val="4E4D4D" w:themeColor="background2"/>
        </w:rPr>
        <w:t>l</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id</w:t>
      </w:r>
      <w:r w:rsidR="00610B93" w:rsidRPr="00F4279E">
        <w:rPr>
          <w:rFonts w:ascii="Arial" w:hAnsi="Arial" w:cs="Arial"/>
          <w:color w:val="4E4D4D" w:themeColor="background2"/>
        </w:rPr>
        <w:t>as</w:t>
      </w:r>
      <w:r w:rsidR="00610B93" w:rsidRPr="00F4279E">
        <w:rPr>
          <w:rFonts w:ascii="Arial" w:hAnsi="Arial" w:cs="Arial"/>
          <w:color w:val="4E4D4D" w:themeColor="background2"/>
          <w:spacing w:val="25"/>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n</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rPr>
        <w:t xml:space="preserve">la </w:t>
      </w:r>
      <w:r w:rsidR="00610B93" w:rsidRPr="00F4279E">
        <w:rPr>
          <w:rFonts w:ascii="Arial" w:hAnsi="Arial" w:cs="Arial"/>
          <w:color w:val="4E4D4D" w:themeColor="background2"/>
          <w:spacing w:val="2"/>
          <w:w w:val="102"/>
        </w:rPr>
        <w:t>f</w:t>
      </w:r>
      <w:r w:rsidR="00610B93" w:rsidRPr="00F4279E">
        <w:rPr>
          <w:rFonts w:ascii="Arial" w:hAnsi="Arial" w:cs="Arial"/>
          <w:color w:val="4E4D4D" w:themeColor="background2"/>
          <w:w w:val="102"/>
        </w:rPr>
        <w:t>i</w:t>
      </w:r>
      <w:r w:rsidR="00610B93" w:rsidRPr="00F4279E">
        <w:rPr>
          <w:rFonts w:ascii="Arial" w:hAnsi="Arial" w:cs="Arial"/>
          <w:color w:val="4E4D4D" w:themeColor="background2"/>
          <w:spacing w:val="2"/>
          <w:w w:val="102"/>
        </w:rPr>
        <w:t>c</w:t>
      </w:r>
      <w:r w:rsidR="00610B93" w:rsidRPr="00F4279E">
        <w:rPr>
          <w:rFonts w:ascii="Arial" w:hAnsi="Arial" w:cs="Arial"/>
          <w:color w:val="4E4D4D" w:themeColor="background2"/>
          <w:spacing w:val="-3"/>
          <w:w w:val="102"/>
        </w:rPr>
        <w:t>h</w:t>
      </w:r>
      <w:r w:rsidR="00610B93" w:rsidRPr="00F4279E">
        <w:rPr>
          <w:rFonts w:ascii="Arial" w:hAnsi="Arial" w:cs="Arial"/>
          <w:color w:val="4E4D4D" w:themeColor="background2"/>
          <w:w w:val="102"/>
        </w:rPr>
        <w:t xml:space="preserve">a </w:t>
      </w:r>
      <w:r w:rsidR="00610B93" w:rsidRPr="00F4279E">
        <w:rPr>
          <w:rFonts w:ascii="Arial" w:hAnsi="Arial" w:cs="Arial"/>
          <w:color w:val="4E4D4D" w:themeColor="background2"/>
          <w:spacing w:val="2"/>
        </w:rPr>
        <w:t>t</w:t>
      </w:r>
      <w:r w:rsidR="00610B93" w:rsidRPr="00F4279E">
        <w:rPr>
          <w:rFonts w:ascii="Arial" w:hAnsi="Arial" w:cs="Arial"/>
          <w:color w:val="4E4D4D" w:themeColor="background2"/>
          <w:spacing w:val="1"/>
        </w:rPr>
        <w:t>é</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1"/>
        </w:rPr>
        <w:t>n</w:t>
      </w:r>
      <w:r w:rsidR="00610B93" w:rsidRPr="00F4279E">
        <w:rPr>
          <w:rFonts w:ascii="Arial" w:hAnsi="Arial" w:cs="Arial"/>
          <w:color w:val="4E4D4D" w:themeColor="background2"/>
          <w:spacing w:val="4"/>
        </w:rPr>
        <w: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4"/>
        </w:rPr>
        <w:t>a</w:t>
      </w:r>
      <w:r w:rsidR="00610B93" w:rsidRPr="00F4279E">
        <w:rPr>
          <w:rFonts w:ascii="Arial" w:hAnsi="Arial" w:cs="Arial"/>
          <w:color w:val="4E4D4D" w:themeColor="background2"/>
        </w:rPr>
        <w:t>,</w:t>
      </w:r>
      <w:r w:rsidR="00610B93" w:rsidRPr="00F4279E">
        <w:rPr>
          <w:rFonts w:ascii="Arial" w:hAnsi="Arial" w:cs="Arial"/>
          <w:color w:val="4E4D4D" w:themeColor="background2"/>
          <w:spacing w:val="9"/>
        </w:rPr>
        <w:t xml:space="preserve"> </w:t>
      </w:r>
      <w:r w:rsidR="00610B93" w:rsidRPr="00F4279E">
        <w:rPr>
          <w:rFonts w:ascii="Arial" w:hAnsi="Arial" w:cs="Arial"/>
          <w:color w:val="4E4D4D" w:themeColor="background2"/>
          <w:spacing w:val="2"/>
        </w:rPr>
        <w:t>l</w:t>
      </w:r>
      <w:r w:rsidR="00610B93" w:rsidRPr="00F4279E">
        <w:rPr>
          <w:rFonts w:ascii="Arial" w:hAnsi="Arial" w:cs="Arial"/>
          <w:color w:val="4E4D4D" w:themeColor="background2"/>
        </w:rPr>
        <w:t>a</w:t>
      </w:r>
      <w:r w:rsidR="00610B93" w:rsidRPr="00F4279E">
        <w:rPr>
          <w:rFonts w:ascii="Arial" w:hAnsi="Arial" w:cs="Arial"/>
          <w:color w:val="4E4D4D" w:themeColor="background2"/>
          <w:spacing w:val="2"/>
        </w:rPr>
        <w:t xml:space="preserve"> </w:t>
      </w:r>
      <w:r w:rsidR="00610B93" w:rsidRPr="00F4279E">
        <w:rPr>
          <w:rFonts w:ascii="Arial" w:hAnsi="Arial" w:cs="Arial"/>
          <w:color w:val="4E4D4D" w:themeColor="background2"/>
          <w:spacing w:val="-1"/>
        </w:rPr>
        <w:t>se</w:t>
      </w:r>
      <w:r w:rsidR="00610B93" w:rsidRPr="00F4279E">
        <w:rPr>
          <w:rFonts w:ascii="Arial" w:hAnsi="Arial" w:cs="Arial"/>
          <w:color w:val="4E4D4D" w:themeColor="background2"/>
        </w:rPr>
        <w:t>d</w:t>
      </w:r>
      <w:r w:rsidR="00610B93" w:rsidRPr="00F4279E">
        <w:rPr>
          <w:rFonts w:ascii="Arial" w:hAnsi="Arial" w:cs="Arial"/>
          <w:color w:val="4E4D4D" w:themeColor="background2"/>
          <w:spacing w:val="2"/>
        </w:rPr>
        <w:t xml:space="preserve"> p</w:t>
      </w:r>
      <w:r w:rsidR="00610B93" w:rsidRPr="00F4279E">
        <w:rPr>
          <w:rFonts w:ascii="Arial" w:hAnsi="Arial" w:cs="Arial"/>
          <w:color w:val="4E4D4D" w:themeColor="background2"/>
          <w:spacing w:val="-2"/>
        </w:rPr>
        <w:t>o</w:t>
      </w:r>
      <w:r w:rsidR="00610B93" w:rsidRPr="00F4279E">
        <w:rPr>
          <w:rFonts w:ascii="Arial" w:hAnsi="Arial" w:cs="Arial"/>
          <w:color w:val="4E4D4D" w:themeColor="background2"/>
          <w:spacing w:val="2"/>
        </w:rPr>
        <w:t>d</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rPr>
        <w:t>á</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o</w:t>
      </w:r>
      <w:r w:rsidR="00610B93" w:rsidRPr="00F4279E">
        <w:rPr>
          <w:rFonts w:ascii="Arial" w:hAnsi="Arial" w:cs="Arial"/>
          <w:color w:val="4E4D4D" w:themeColor="background2"/>
          <w:spacing w:val="2"/>
        </w:rPr>
        <w:t>li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ita</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rPr>
        <w:t>la</w:t>
      </w:r>
      <w:r w:rsidR="00610B93" w:rsidRPr="00F4279E">
        <w:rPr>
          <w:rFonts w:ascii="Arial" w:hAnsi="Arial" w:cs="Arial"/>
          <w:color w:val="4E4D4D" w:themeColor="background2"/>
          <w:spacing w:val="15"/>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 xml:space="preserve">n </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rPr>
        <w:t>u</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rPr>
        <w:t>l</w:t>
      </w:r>
      <w:r w:rsidR="00610B93" w:rsidRPr="00F4279E">
        <w:rPr>
          <w:rFonts w:ascii="Arial" w:hAnsi="Arial" w:cs="Arial"/>
          <w:color w:val="4E4D4D" w:themeColor="background2"/>
          <w:spacing w:val="2"/>
        </w:rPr>
        <w:t>q</w:t>
      </w:r>
      <w:r w:rsidR="00610B93" w:rsidRPr="00F4279E">
        <w:rPr>
          <w:rFonts w:ascii="Arial" w:hAnsi="Arial" w:cs="Arial"/>
          <w:color w:val="4E4D4D" w:themeColor="background2"/>
          <w:spacing w:val="-3"/>
        </w:rPr>
        <w:t>u</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r</w:t>
      </w:r>
      <w:r w:rsidR="00610B93" w:rsidRPr="00F4279E">
        <w:rPr>
          <w:rFonts w:ascii="Arial" w:hAnsi="Arial" w:cs="Arial"/>
          <w:color w:val="4E4D4D" w:themeColor="background2"/>
          <w:spacing w:val="16"/>
        </w:rPr>
        <w:t xml:space="preserve"> </w:t>
      </w:r>
      <w:r w:rsidR="00610B93" w:rsidRPr="00F4279E">
        <w:rPr>
          <w:rFonts w:ascii="Arial" w:hAnsi="Arial" w:cs="Arial"/>
          <w:color w:val="4E4D4D" w:themeColor="background2"/>
          <w:spacing w:val="1"/>
        </w:rPr>
        <w:t>m</w:t>
      </w:r>
      <w:r w:rsidR="00610B93" w:rsidRPr="00F4279E">
        <w:rPr>
          <w:rFonts w:ascii="Arial" w:hAnsi="Arial" w:cs="Arial"/>
          <w:color w:val="4E4D4D" w:themeColor="background2"/>
          <w:spacing w:val="3"/>
        </w:rPr>
        <w:t>o</w:t>
      </w:r>
      <w:r w:rsidR="00610B93" w:rsidRPr="00F4279E">
        <w:rPr>
          <w:rFonts w:ascii="Arial" w:hAnsi="Arial" w:cs="Arial"/>
          <w:color w:val="4E4D4D" w:themeColor="background2"/>
          <w:spacing w:val="1"/>
        </w:rPr>
        <w:t>m</w:t>
      </w:r>
      <w:r w:rsidR="00610B93" w:rsidRPr="00F4279E">
        <w:rPr>
          <w:rFonts w:ascii="Arial" w:hAnsi="Arial" w:cs="Arial"/>
          <w:color w:val="4E4D4D" w:themeColor="background2"/>
          <w:spacing w:val="-1"/>
        </w:rPr>
        <w:t>en</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spacing w:val="-2"/>
        </w:rPr>
        <w:t>o</w:t>
      </w:r>
      <w:r w:rsidR="00610B93" w:rsidRPr="00F4279E">
        <w:rPr>
          <w:rFonts w:ascii="Arial" w:hAnsi="Arial" w:cs="Arial"/>
          <w:color w:val="4E4D4D" w:themeColor="background2"/>
        </w:rPr>
        <w:t>.</w:t>
      </w:r>
      <w:r w:rsidR="00610B93" w:rsidRPr="00F4279E">
        <w:rPr>
          <w:rFonts w:ascii="Arial" w:hAnsi="Arial" w:cs="Arial"/>
          <w:color w:val="4E4D4D" w:themeColor="background2"/>
          <w:spacing w:val="16"/>
        </w:rPr>
        <w:t xml:space="preserve"> </w:t>
      </w:r>
      <w:r w:rsidR="00C02D07" w:rsidRPr="00F4279E">
        <w:rPr>
          <w:rFonts w:ascii="Arial" w:hAnsi="Arial" w:cs="Arial"/>
          <w:color w:val="4E4D4D" w:themeColor="background2"/>
          <w:spacing w:val="-1"/>
        </w:rPr>
        <w:t>Si</w:t>
      </w:r>
      <w:r w:rsidR="00610B93" w:rsidRPr="00F4279E">
        <w:rPr>
          <w:rFonts w:ascii="Arial" w:hAnsi="Arial" w:cs="Arial"/>
          <w:color w:val="4E4D4D" w:themeColor="background2"/>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l</w:t>
      </w:r>
      <w:r w:rsidR="00610B93" w:rsidRPr="00F4279E">
        <w:rPr>
          <w:rFonts w:ascii="Arial" w:hAnsi="Arial" w:cs="Arial"/>
          <w:color w:val="4E4D4D" w:themeColor="background2"/>
          <w:spacing w:val="2"/>
        </w:rPr>
        <w:t xml:space="preserve"> </w:t>
      </w:r>
      <w:r w:rsidR="0095175A">
        <w:rPr>
          <w:rFonts w:ascii="Arial" w:hAnsi="Arial" w:cs="Arial"/>
          <w:color w:val="4E4D4D" w:themeColor="background2"/>
          <w:spacing w:val="-2"/>
        </w:rPr>
        <w:t>Proponente</w:t>
      </w:r>
      <w:r w:rsidR="00610B93" w:rsidRPr="00F4279E">
        <w:rPr>
          <w:rFonts w:ascii="Arial" w:hAnsi="Arial" w:cs="Arial"/>
          <w:color w:val="4E4D4D" w:themeColor="background2"/>
          <w:spacing w:val="13"/>
        </w:rPr>
        <w:t xml:space="preserve"> </w:t>
      </w:r>
      <w:r w:rsidR="00610B93" w:rsidRPr="00F4279E">
        <w:rPr>
          <w:rFonts w:ascii="Arial" w:hAnsi="Arial" w:cs="Arial"/>
          <w:color w:val="4E4D4D" w:themeColor="background2"/>
          <w:spacing w:val="-3"/>
        </w:rPr>
        <w:t>n</w:t>
      </w:r>
      <w:r w:rsidR="00610B93" w:rsidRPr="00F4279E">
        <w:rPr>
          <w:rFonts w:ascii="Arial" w:hAnsi="Arial" w:cs="Arial"/>
          <w:color w:val="4E4D4D" w:themeColor="background2"/>
        </w:rPr>
        <w:t>o</w:t>
      </w:r>
      <w:r w:rsidR="00610B93" w:rsidRPr="00F4279E">
        <w:rPr>
          <w:rFonts w:ascii="Arial" w:hAnsi="Arial" w:cs="Arial"/>
          <w:color w:val="4E4D4D" w:themeColor="background2"/>
          <w:spacing w:val="1"/>
        </w:rPr>
        <w:t xml:space="preserve"> </w:t>
      </w:r>
      <w:r w:rsidR="00610B93" w:rsidRPr="00F4279E">
        <w:rPr>
          <w:rFonts w:ascii="Arial" w:hAnsi="Arial" w:cs="Arial"/>
          <w:color w:val="4E4D4D" w:themeColor="background2"/>
          <w:spacing w:val="2"/>
        </w:rPr>
        <w:t>r</w:t>
      </w:r>
      <w:r w:rsidR="00610B93" w:rsidRPr="00F4279E">
        <w:rPr>
          <w:rFonts w:ascii="Arial" w:hAnsi="Arial" w:cs="Arial"/>
          <w:color w:val="4E4D4D" w:themeColor="background2"/>
          <w:spacing w:val="-1"/>
        </w:rPr>
        <w:t>es</w:t>
      </w:r>
      <w:r w:rsidR="00610B93" w:rsidRPr="00F4279E">
        <w:rPr>
          <w:rFonts w:ascii="Arial" w:hAnsi="Arial" w:cs="Arial"/>
          <w:color w:val="4E4D4D" w:themeColor="background2"/>
          <w:spacing w:val="2"/>
        </w:rPr>
        <w:t>p</w:t>
      </w:r>
      <w:r w:rsidR="00610B93" w:rsidRPr="00F4279E">
        <w:rPr>
          <w:rFonts w:ascii="Arial" w:hAnsi="Arial" w:cs="Arial"/>
          <w:color w:val="4E4D4D" w:themeColor="background2"/>
        </w:rPr>
        <w:t>o</w:t>
      </w:r>
      <w:r w:rsidR="00610B93" w:rsidRPr="00F4279E">
        <w:rPr>
          <w:rFonts w:ascii="Arial" w:hAnsi="Arial" w:cs="Arial"/>
          <w:color w:val="4E4D4D" w:themeColor="background2"/>
          <w:spacing w:val="-1"/>
        </w:rPr>
        <w:t>nd</w:t>
      </w:r>
      <w:r w:rsidR="00610B93" w:rsidRPr="00F4279E">
        <w:rPr>
          <w:rFonts w:ascii="Arial" w:hAnsi="Arial" w:cs="Arial"/>
          <w:color w:val="4E4D4D" w:themeColor="background2"/>
        </w:rPr>
        <w:t>e</w:t>
      </w:r>
      <w:r w:rsidR="00610B93" w:rsidRPr="00F4279E">
        <w:rPr>
          <w:rFonts w:ascii="Arial" w:hAnsi="Arial" w:cs="Arial"/>
          <w:color w:val="4E4D4D" w:themeColor="background2"/>
          <w:spacing w:val="14"/>
        </w:rPr>
        <w:t xml:space="preserve"> </w:t>
      </w:r>
      <w:r w:rsidR="00610B93" w:rsidRPr="00F4279E">
        <w:rPr>
          <w:rFonts w:ascii="Arial" w:hAnsi="Arial" w:cs="Arial"/>
          <w:color w:val="4E4D4D" w:themeColor="background2"/>
        </w:rPr>
        <w:t>a</w:t>
      </w:r>
      <w:r w:rsidR="00610B93" w:rsidRPr="00F4279E">
        <w:rPr>
          <w:rFonts w:ascii="Arial" w:hAnsi="Arial" w:cs="Arial"/>
          <w:color w:val="4E4D4D" w:themeColor="background2"/>
          <w:spacing w:val="1"/>
        </w:rPr>
        <w:t xml:space="preserve"> </w:t>
      </w:r>
      <w:r w:rsidR="00610B93" w:rsidRPr="00F4279E">
        <w:rPr>
          <w:rFonts w:ascii="Arial" w:hAnsi="Arial" w:cs="Arial"/>
          <w:color w:val="4E4D4D" w:themeColor="background2"/>
          <w:spacing w:val="2"/>
          <w:w w:val="101"/>
        </w:rPr>
        <w:t>d</w:t>
      </w:r>
      <w:r w:rsidR="00610B93" w:rsidRPr="00F4279E">
        <w:rPr>
          <w:rFonts w:ascii="Arial" w:hAnsi="Arial" w:cs="Arial"/>
          <w:color w:val="4E4D4D" w:themeColor="background2"/>
          <w:w w:val="102"/>
        </w:rPr>
        <w:t>i</w:t>
      </w:r>
      <w:r w:rsidR="00610B93" w:rsidRPr="00F4279E">
        <w:rPr>
          <w:rFonts w:ascii="Arial" w:hAnsi="Arial" w:cs="Arial"/>
          <w:color w:val="4E4D4D" w:themeColor="background2"/>
          <w:spacing w:val="2"/>
          <w:w w:val="102"/>
        </w:rPr>
        <w:t>c</w:t>
      </w:r>
      <w:r w:rsidR="00610B93" w:rsidRPr="00F4279E">
        <w:rPr>
          <w:rFonts w:ascii="Arial" w:hAnsi="Arial" w:cs="Arial"/>
          <w:color w:val="4E4D4D" w:themeColor="background2"/>
          <w:spacing w:val="-3"/>
          <w:w w:val="102"/>
        </w:rPr>
        <w:t>h</w:t>
      </w:r>
      <w:r w:rsidR="00610B93" w:rsidRPr="00F4279E">
        <w:rPr>
          <w:rFonts w:ascii="Arial" w:hAnsi="Arial" w:cs="Arial"/>
          <w:color w:val="4E4D4D" w:themeColor="background2"/>
          <w:w w:val="102"/>
        </w:rPr>
        <w:t xml:space="preserve">a </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ol</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ud</w:t>
      </w:r>
      <w:r w:rsidR="00610B93" w:rsidRPr="00F4279E">
        <w:rPr>
          <w:rFonts w:ascii="Arial" w:hAnsi="Arial" w:cs="Arial"/>
          <w:color w:val="4E4D4D" w:themeColor="background2"/>
          <w:spacing w:val="16"/>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n</w:t>
      </w:r>
      <w:r w:rsidR="00610B93" w:rsidRPr="00F4279E">
        <w:rPr>
          <w:rFonts w:ascii="Arial" w:hAnsi="Arial" w:cs="Arial"/>
          <w:color w:val="4E4D4D" w:themeColor="background2"/>
          <w:spacing w:val="4"/>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l</w:t>
      </w:r>
      <w:r w:rsidR="00610B93" w:rsidRPr="00F4279E">
        <w:rPr>
          <w:rFonts w:ascii="Arial" w:hAnsi="Arial" w:cs="Arial"/>
          <w:color w:val="4E4D4D" w:themeColor="background2"/>
          <w:spacing w:val="5"/>
        </w:rPr>
        <w:t xml:space="preserve"> </w:t>
      </w:r>
      <w:r w:rsidR="00610B93" w:rsidRPr="00F4279E">
        <w:rPr>
          <w:rFonts w:ascii="Arial" w:hAnsi="Arial" w:cs="Arial"/>
          <w:color w:val="4E4D4D" w:themeColor="background2"/>
        </w:rPr>
        <w:t>l</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rPr>
        <w:t>p</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o</w:t>
      </w:r>
      <w:r w:rsidR="00610B93" w:rsidRPr="00F4279E">
        <w:rPr>
          <w:rFonts w:ascii="Arial" w:hAnsi="Arial" w:cs="Arial"/>
          <w:color w:val="4E4D4D" w:themeColor="background2"/>
          <w:spacing w:val="10"/>
        </w:rPr>
        <w:t xml:space="preserve"> </w:t>
      </w:r>
      <w:r w:rsidR="00610B93" w:rsidRPr="00F4279E">
        <w:rPr>
          <w:rFonts w:ascii="Arial" w:hAnsi="Arial" w:cs="Arial"/>
          <w:color w:val="4E4D4D" w:themeColor="background2"/>
          <w:spacing w:val="2"/>
        </w:rPr>
        <w:lastRenderedPageBreak/>
        <w:t>d</w:t>
      </w:r>
      <w:r w:rsidR="00610B93" w:rsidRPr="00F4279E">
        <w:rPr>
          <w:rFonts w:ascii="Arial" w:hAnsi="Arial" w:cs="Arial"/>
          <w:color w:val="4E4D4D" w:themeColor="background2"/>
        </w:rPr>
        <w:t xml:space="preserve">e </w:t>
      </w:r>
      <w:r w:rsidR="00610B93" w:rsidRPr="00F4279E">
        <w:rPr>
          <w:rFonts w:ascii="Arial" w:hAnsi="Arial" w:cs="Arial"/>
          <w:color w:val="4E4D4D" w:themeColor="background2"/>
          <w:spacing w:val="6"/>
        </w:rPr>
        <w:t>t</w:t>
      </w:r>
      <w:r w:rsidR="00610B93" w:rsidRPr="00F4279E">
        <w:rPr>
          <w:rFonts w:ascii="Arial" w:hAnsi="Arial" w:cs="Arial"/>
          <w:color w:val="4E4D4D" w:themeColor="background2"/>
          <w:spacing w:val="-3"/>
        </w:rPr>
        <w:t>i</w:t>
      </w:r>
      <w:r w:rsidR="00610B93" w:rsidRPr="00F4279E">
        <w:rPr>
          <w:rFonts w:ascii="Arial" w:hAnsi="Arial" w:cs="Arial"/>
          <w:color w:val="4E4D4D" w:themeColor="background2"/>
          <w:spacing w:val="1"/>
        </w:rPr>
        <w:t>em</w:t>
      </w:r>
      <w:r w:rsidR="00610B93" w:rsidRPr="00F4279E">
        <w:rPr>
          <w:rFonts w:ascii="Arial" w:hAnsi="Arial" w:cs="Arial"/>
          <w:color w:val="4E4D4D" w:themeColor="background2"/>
        </w:rPr>
        <w:t>po</w:t>
      </w:r>
      <w:r w:rsidR="00610B93" w:rsidRPr="00F4279E">
        <w:rPr>
          <w:rFonts w:ascii="Arial" w:hAnsi="Arial" w:cs="Arial"/>
          <w:color w:val="4E4D4D" w:themeColor="background2"/>
          <w:spacing w:val="13"/>
        </w:rPr>
        <w:t xml:space="preserve"> </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ol</w:t>
      </w:r>
      <w:r w:rsidR="00610B93" w:rsidRPr="00F4279E">
        <w:rPr>
          <w:rFonts w:ascii="Arial" w:hAnsi="Arial" w:cs="Arial"/>
          <w:color w:val="4E4D4D" w:themeColor="background2"/>
          <w:spacing w:val="4"/>
        </w:rPr>
        <w: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1"/>
        </w:rPr>
        <w:t>d</w:t>
      </w:r>
      <w:r w:rsidR="00610B93" w:rsidRPr="00F4279E">
        <w:rPr>
          <w:rFonts w:ascii="Arial" w:hAnsi="Arial" w:cs="Arial"/>
          <w:color w:val="4E4D4D" w:themeColor="background2"/>
        </w:rPr>
        <w:t>o</w:t>
      </w:r>
      <w:r w:rsidR="00610B93" w:rsidRPr="00F4279E">
        <w:rPr>
          <w:rFonts w:ascii="Arial" w:hAnsi="Arial" w:cs="Arial"/>
          <w:color w:val="4E4D4D" w:themeColor="background2"/>
          <w:spacing w:val="17"/>
        </w:rPr>
        <w:t xml:space="preserve"> </w:t>
      </w:r>
      <w:r w:rsidR="00610B93" w:rsidRPr="00F4279E">
        <w:rPr>
          <w:rFonts w:ascii="Arial" w:hAnsi="Arial" w:cs="Arial"/>
          <w:color w:val="4E4D4D" w:themeColor="background2"/>
        </w:rPr>
        <w:t>por</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rPr>
        <w:t>la</w:t>
      </w:r>
      <w:r w:rsidR="00610B93" w:rsidRPr="00F4279E">
        <w:rPr>
          <w:rFonts w:ascii="Arial" w:hAnsi="Arial" w:cs="Arial"/>
          <w:color w:val="4E4D4D" w:themeColor="background2"/>
          <w:spacing w:val="6"/>
        </w:rPr>
        <w:t xml:space="preserve"> </w:t>
      </w:r>
      <w:r w:rsidR="00C02D07">
        <w:rPr>
          <w:rFonts w:ascii="Arial" w:hAnsi="Arial" w:cs="Arial"/>
          <w:color w:val="4E4D4D" w:themeColor="background2"/>
          <w:spacing w:val="6"/>
        </w:rPr>
        <w:t>SED</w:t>
      </w:r>
      <w:r w:rsidR="00610B93" w:rsidRPr="00F4279E">
        <w:rPr>
          <w:rFonts w:ascii="Arial" w:hAnsi="Arial" w:cs="Arial"/>
          <w:color w:val="4E4D4D" w:themeColor="background2"/>
        </w:rPr>
        <w:t>,</w:t>
      </w:r>
      <w:r w:rsidR="00610B93" w:rsidRPr="00F4279E">
        <w:rPr>
          <w:rFonts w:ascii="Arial" w:hAnsi="Arial" w:cs="Arial"/>
          <w:color w:val="4E4D4D" w:themeColor="background2"/>
          <w:spacing w:val="6"/>
        </w:rPr>
        <w:t xml:space="preserve"> </w:t>
      </w:r>
      <w:r w:rsidR="00610B93" w:rsidRPr="00F4279E">
        <w:rPr>
          <w:rFonts w:ascii="Arial" w:hAnsi="Arial" w:cs="Arial"/>
          <w:color w:val="4E4D4D" w:themeColor="background2"/>
          <w:spacing w:val="-1"/>
        </w:rPr>
        <w:t>d</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rPr>
        <w:t>á</w:t>
      </w:r>
      <w:r w:rsidR="00610B93" w:rsidRPr="00F4279E">
        <w:rPr>
          <w:rFonts w:ascii="Arial" w:hAnsi="Arial" w:cs="Arial"/>
          <w:color w:val="4E4D4D" w:themeColor="background2"/>
          <w:spacing w:val="10"/>
        </w:rPr>
        <w:t xml:space="preserve"> </w:t>
      </w:r>
      <w:r w:rsidR="00610B93" w:rsidRPr="00F4279E">
        <w:rPr>
          <w:rFonts w:ascii="Arial" w:hAnsi="Arial" w:cs="Arial"/>
          <w:color w:val="4E4D4D" w:themeColor="background2"/>
        </w:rPr>
        <w:t>lu</w:t>
      </w:r>
      <w:r w:rsidR="00610B93" w:rsidRPr="00F4279E">
        <w:rPr>
          <w:rFonts w:ascii="Arial" w:hAnsi="Arial" w:cs="Arial"/>
          <w:color w:val="4E4D4D" w:themeColor="background2"/>
          <w:spacing w:val="2"/>
        </w:rPr>
        <w:t>ga</w:t>
      </w:r>
      <w:r w:rsidR="00610B93" w:rsidRPr="00F4279E">
        <w:rPr>
          <w:rFonts w:ascii="Arial" w:hAnsi="Arial" w:cs="Arial"/>
          <w:color w:val="4E4D4D" w:themeColor="background2"/>
        </w:rPr>
        <w:t>r</w:t>
      </w:r>
      <w:r w:rsidR="00610B93" w:rsidRPr="00F4279E">
        <w:rPr>
          <w:rFonts w:ascii="Arial" w:hAnsi="Arial" w:cs="Arial"/>
          <w:color w:val="4E4D4D" w:themeColor="background2"/>
          <w:spacing w:val="9"/>
        </w:rPr>
        <w:t xml:space="preserve"> </w:t>
      </w:r>
      <w:r w:rsidR="00610B93" w:rsidRPr="00F4279E">
        <w:rPr>
          <w:rFonts w:ascii="Arial" w:hAnsi="Arial" w:cs="Arial"/>
          <w:color w:val="4E4D4D" w:themeColor="background2"/>
        </w:rPr>
        <w:t>a</w:t>
      </w:r>
      <w:r w:rsidR="00610B93" w:rsidRPr="00F4279E">
        <w:rPr>
          <w:rFonts w:ascii="Arial" w:hAnsi="Arial" w:cs="Arial"/>
          <w:color w:val="4E4D4D" w:themeColor="background2"/>
          <w:spacing w:val="5"/>
        </w:rPr>
        <w:t xml:space="preserve"> </w:t>
      </w:r>
      <w:r w:rsidR="00610B93" w:rsidRPr="00F4279E">
        <w:rPr>
          <w:rFonts w:ascii="Arial" w:hAnsi="Arial" w:cs="Arial"/>
          <w:color w:val="4E4D4D" w:themeColor="background2"/>
          <w:spacing w:val="2"/>
        </w:rPr>
        <w:t>q</w:t>
      </w:r>
      <w:r w:rsidR="00610B93" w:rsidRPr="00F4279E">
        <w:rPr>
          <w:rFonts w:ascii="Arial" w:hAnsi="Arial" w:cs="Arial"/>
          <w:color w:val="4E4D4D" w:themeColor="background2"/>
          <w:spacing w:val="-3"/>
        </w:rPr>
        <w:t>u</w:t>
      </w:r>
      <w:r w:rsidR="00610B93" w:rsidRPr="00F4279E">
        <w:rPr>
          <w:rFonts w:ascii="Arial" w:hAnsi="Arial" w:cs="Arial"/>
          <w:color w:val="4E4D4D" w:themeColor="background2"/>
        </w:rPr>
        <w:t>e</w:t>
      </w:r>
      <w:r w:rsidR="00610B93" w:rsidRPr="00F4279E">
        <w:rPr>
          <w:rFonts w:ascii="Arial" w:hAnsi="Arial" w:cs="Arial"/>
          <w:color w:val="4E4D4D" w:themeColor="background2"/>
          <w:spacing w:val="9"/>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l</w:t>
      </w:r>
      <w:r w:rsidR="00610B93" w:rsidRPr="00F4279E">
        <w:rPr>
          <w:rFonts w:ascii="Arial" w:hAnsi="Arial" w:cs="Arial"/>
          <w:color w:val="4E4D4D" w:themeColor="background2"/>
          <w:spacing w:val="3"/>
        </w:rPr>
        <w:t xml:space="preserve"> </w:t>
      </w:r>
      <w:r w:rsidR="00610B93" w:rsidRPr="00F4279E">
        <w:rPr>
          <w:rFonts w:ascii="Arial" w:hAnsi="Arial" w:cs="Arial"/>
          <w:color w:val="4E4D4D" w:themeColor="background2"/>
        </w:rPr>
        <w:t>p</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rPr>
        <w:t>o</w:t>
      </w:r>
      <w:r w:rsidR="00610B93" w:rsidRPr="00F4279E">
        <w:rPr>
          <w:rFonts w:ascii="Arial" w:hAnsi="Arial" w:cs="Arial"/>
          <w:color w:val="4E4D4D" w:themeColor="background2"/>
          <w:spacing w:val="-1"/>
        </w:rPr>
        <w:t>d</w:t>
      </w:r>
      <w:r w:rsidR="00610B93" w:rsidRPr="00F4279E">
        <w:rPr>
          <w:rFonts w:ascii="Arial" w:hAnsi="Arial" w:cs="Arial"/>
          <w:color w:val="4E4D4D" w:themeColor="background2"/>
          <w:spacing w:val="2"/>
        </w:rPr>
        <w:t>u</w:t>
      </w:r>
      <w:r w:rsidR="00610B93" w:rsidRPr="00F4279E">
        <w:rPr>
          <w:rFonts w:ascii="Arial" w:hAnsi="Arial" w:cs="Arial"/>
          <w:color w:val="4E4D4D" w:themeColor="background2"/>
          <w:spacing w:val="-1"/>
        </w:rPr>
        <w:t>c</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o</w:t>
      </w:r>
      <w:r w:rsidR="00610B93" w:rsidRPr="00F4279E">
        <w:rPr>
          <w:rFonts w:ascii="Arial" w:hAnsi="Arial" w:cs="Arial"/>
          <w:color w:val="4E4D4D" w:themeColor="background2"/>
          <w:spacing w:val="16"/>
        </w:rPr>
        <w:t xml:space="preserve"> </w:t>
      </w:r>
      <w:r w:rsidR="00610B93" w:rsidRPr="00F4279E">
        <w:rPr>
          <w:rFonts w:ascii="Arial" w:hAnsi="Arial" w:cs="Arial"/>
          <w:color w:val="4E4D4D" w:themeColor="background2"/>
        </w:rPr>
        <w:t>que</w:t>
      </w:r>
      <w:r w:rsidR="00610B93" w:rsidRPr="00F4279E">
        <w:rPr>
          <w:rFonts w:ascii="Arial" w:hAnsi="Arial" w:cs="Arial"/>
          <w:color w:val="4E4D4D" w:themeColor="background2"/>
          <w:spacing w:val="9"/>
        </w:rPr>
        <w:t xml:space="preserve"> </w:t>
      </w:r>
      <w:r w:rsidR="00610B93" w:rsidRPr="00F4279E">
        <w:rPr>
          <w:rFonts w:ascii="Arial" w:hAnsi="Arial" w:cs="Arial"/>
          <w:color w:val="4E4D4D" w:themeColor="background2"/>
          <w:spacing w:val="-1"/>
          <w:w w:val="102"/>
        </w:rPr>
        <w:t>n</w:t>
      </w:r>
      <w:r w:rsidR="00610B93" w:rsidRPr="00F4279E">
        <w:rPr>
          <w:rFonts w:ascii="Arial" w:hAnsi="Arial" w:cs="Arial"/>
          <w:color w:val="4E4D4D" w:themeColor="background2"/>
          <w:w w:val="102"/>
        </w:rPr>
        <w:t xml:space="preserve">o </w:t>
      </w:r>
      <w:r w:rsidR="00610B93" w:rsidRPr="00F4279E">
        <w:rPr>
          <w:rFonts w:ascii="Arial" w:hAnsi="Arial" w:cs="Arial"/>
          <w:color w:val="4E4D4D" w:themeColor="background2"/>
          <w:spacing w:val="2"/>
        </w:rPr>
        <w:t>c</w:t>
      </w:r>
      <w:r w:rsidR="00610B93" w:rsidRPr="00F4279E">
        <w:rPr>
          <w:rFonts w:ascii="Arial" w:hAnsi="Arial" w:cs="Arial"/>
          <w:color w:val="4E4D4D" w:themeColor="background2"/>
          <w:spacing w:val="-3"/>
        </w:rPr>
        <w:t>u</w:t>
      </w:r>
      <w:r w:rsidR="00610B93" w:rsidRPr="00F4279E">
        <w:rPr>
          <w:rFonts w:ascii="Arial" w:hAnsi="Arial" w:cs="Arial"/>
          <w:color w:val="4E4D4D" w:themeColor="background2"/>
          <w:spacing w:val="1"/>
        </w:rPr>
        <w:t>m</w:t>
      </w:r>
      <w:r w:rsidR="00610B93" w:rsidRPr="00F4279E">
        <w:rPr>
          <w:rFonts w:ascii="Arial" w:hAnsi="Arial" w:cs="Arial"/>
          <w:color w:val="4E4D4D" w:themeColor="background2"/>
          <w:spacing w:val="2"/>
        </w:rPr>
        <w:t>p</w:t>
      </w:r>
      <w:r w:rsidR="00610B93" w:rsidRPr="00F4279E">
        <w:rPr>
          <w:rFonts w:ascii="Arial" w:hAnsi="Arial" w:cs="Arial"/>
          <w:color w:val="4E4D4D" w:themeColor="background2"/>
        </w:rPr>
        <w:t>la</w:t>
      </w:r>
      <w:r w:rsidR="00610B93" w:rsidRPr="00F4279E">
        <w:rPr>
          <w:rFonts w:ascii="Arial" w:hAnsi="Arial" w:cs="Arial"/>
          <w:color w:val="4E4D4D" w:themeColor="background2"/>
          <w:spacing w:val="16"/>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a</w:t>
      </w:r>
      <w:r w:rsidR="00610B93" w:rsidRPr="00F4279E">
        <w:rPr>
          <w:rFonts w:ascii="Arial" w:hAnsi="Arial" w:cs="Arial"/>
          <w:color w:val="4E4D4D" w:themeColor="background2"/>
          <w:spacing w:val="10"/>
        </w:rPr>
        <w:t xml:space="preserve"> </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rPr>
        <w:t>o</w:t>
      </w:r>
      <w:r w:rsidR="00610B93" w:rsidRPr="00F4279E">
        <w:rPr>
          <w:rFonts w:ascii="Arial" w:hAnsi="Arial" w:cs="Arial"/>
          <w:color w:val="4E4D4D" w:themeColor="background2"/>
          <w:spacing w:val="-1"/>
        </w:rPr>
        <w:t>nd</w:t>
      </w:r>
      <w:r w:rsidR="00610B93" w:rsidRPr="00F4279E">
        <w:rPr>
          <w:rFonts w:ascii="Arial" w:hAnsi="Arial" w:cs="Arial"/>
          <w:color w:val="4E4D4D" w:themeColor="background2"/>
          <w:spacing w:val="4"/>
        </w:rPr>
        <w:t>i</w:t>
      </w:r>
      <w:r w:rsidR="00610B93" w:rsidRPr="00F4279E">
        <w:rPr>
          <w:rFonts w:ascii="Arial" w:hAnsi="Arial" w:cs="Arial"/>
          <w:color w:val="4E4D4D" w:themeColor="background2"/>
          <w:spacing w:val="-3"/>
        </w:rPr>
        <w:t>c</w:t>
      </w:r>
      <w:r w:rsidR="00610B93" w:rsidRPr="00F4279E">
        <w:rPr>
          <w:rFonts w:ascii="Arial" w:hAnsi="Arial" w:cs="Arial"/>
          <w:color w:val="4E4D4D" w:themeColor="background2"/>
          <w:spacing w:val="2"/>
        </w:rPr>
        <w:t>i</w:t>
      </w:r>
      <w:r w:rsidR="00610B93" w:rsidRPr="00F4279E">
        <w:rPr>
          <w:rFonts w:ascii="Arial" w:hAnsi="Arial" w:cs="Arial"/>
          <w:color w:val="4E4D4D" w:themeColor="background2"/>
        </w:rPr>
        <w:t>ón</w:t>
      </w:r>
      <w:r w:rsidR="00610B93" w:rsidRPr="00F4279E">
        <w:rPr>
          <w:rFonts w:ascii="Arial" w:hAnsi="Arial" w:cs="Arial"/>
          <w:color w:val="4E4D4D" w:themeColor="background2"/>
          <w:spacing w:val="19"/>
        </w:rPr>
        <w:t xml:space="preserve"> </w:t>
      </w:r>
      <w:r w:rsidR="00610B93" w:rsidRPr="00F4279E">
        <w:rPr>
          <w:rFonts w:ascii="Arial" w:hAnsi="Arial" w:cs="Arial"/>
          <w:color w:val="4E4D4D" w:themeColor="background2"/>
          <w:spacing w:val="3"/>
        </w:rPr>
        <w:t>n</w:t>
      </w:r>
      <w:r w:rsidR="00610B93" w:rsidRPr="00F4279E">
        <w:rPr>
          <w:rFonts w:ascii="Arial" w:hAnsi="Arial" w:cs="Arial"/>
          <w:color w:val="4E4D4D" w:themeColor="background2"/>
        </w:rPr>
        <w:t>o</w:t>
      </w:r>
      <w:r w:rsidR="00610B93" w:rsidRPr="00F4279E">
        <w:rPr>
          <w:rFonts w:ascii="Arial" w:hAnsi="Arial" w:cs="Arial"/>
          <w:color w:val="4E4D4D" w:themeColor="background2"/>
          <w:spacing w:val="6"/>
        </w:rPr>
        <w:t xml:space="preserve"> </w:t>
      </w:r>
      <w:r w:rsidR="00610B93" w:rsidRPr="00F4279E">
        <w:rPr>
          <w:rFonts w:ascii="Arial" w:hAnsi="Arial" w:cs="Arial"/>
          <w:color w:val="4E4D4D" w:themeColor="background2"/>
          <w:spacing w:val="-1"/>
        </w:rPr>
        <w:t>s</w:t>
      </w:r>
      <w:r w:rsidR="00610B93" w:rsidRPr="00F4279E">
        <w:rPr>
          <w:rFonts w:ascii="Arial" w:hAnsi="Arial" w:cs="Arial"/>
          <w:color w:val="4E4D4D" w:themeColor="background2"/>
        </w:rPr>
        <w:t>e</w:t>
      </w:r>
      <w:r w:rsidR="00610B93" w:rsidRPr="00F4279E">
        <w:rPr>
          <w:rFonts w:ascii="Arial" w:hAnsi="Arial" w:cs="Arial"/>
          <w:color w:val="4E4D4D" w:themeColor="background2"/>
          <w:spacing w:val="3"/>
        </w:rPr>
        <w:t xml:space="preserve"> </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spacing w:val="3"/>
        </w:rPr>
        <w:t>n</w:t>
      </w:r>
      <w:r w:rsidR="00610B93" w:rsidRPr="00F4279E">
        <w:rPr>
          <w:rFonts w:ascii="Arial" w:hAnsi="Arial" w:cs="Arial"/>
          <w:color w:val="4E4D4D" w:themeColor="background2"/>
          <w:spacing w:val="4"/>
        </w:rPr>
        <w:t>g</w:t>
      </w:r>
      <w:r w:rsidR="00610B93" w:rsidRPr="00F4279E">
        <w:rPr>
          <w:rFonts w:ascii="Arial" w:hAnsi="Arial" w:cs="Arial"/>
          <w:color w:val="4E4D4D" w:themeColor="background2"/>
        </w:rPr>
        <w:t>a</w:t>
      </w:r>
      <w:r w:rsidR="00610B93" w:rsidRPr="00F4279E">
        <w:rPr>
          <w:rFonts w:ascii="Arial" w:hAnsi="Arial" w:cs="Arial"/>
          <w:color w:val="4E4D4D" w:themeColor="background2"/>
          <w:spacing w:val="7"/>
        </w:rPr>
        <w:t xml:space="preserve"> </w:t>
      </w:r>
      <w:r w:rsidR="00610B93" w:rsidRPr="00F4279E">
        <w:rPr>
          <w:rFonts w:ascii="Arial" w:hAnsi="Arial" w:cs="Arial"/>
          <w:color w:val="4E4D4D" w:themeColor="background2"/>
          <w:spacing w:val="-1"/>
        </w:rPr>
        <w:t>e</w:t>
      </w:r>
      <w:r w:rsidR="00610B93" w:rsidRPr="00F4279E">
        <w:rPr>
          <w:rFonts w:ascii="Arial" w:hAnsi="Arial" w:cs="Arial"/>
          <w:color w:val="4E4D4D" w:themeColor="background2"/>
        </w:rPr>
        <w:t>n</w:t>
      </w:r>
      <w:r w:rsidR="00610B93" w:rsidRPr="00F4279E">
        <w:rPr>
          <w:rFonts w:ascii="Arial" w:hAnsi="Arial" w:cs="Arial"/>
          <w:color w:val="4E4D4D" w:themeColor="background2"/>
          <w:spacing w:val="8"/>
        </w:rPr>
        <w:t xml:space="preserve"> </w:t>
      </w:r>
      <w:r w:rsidR="00610B93" w:rsidRPr="00F4279E">
        <w:rPr>
          <w:rFonts w:ascii="Arial" w:hAnsi="Arial" w:cs="Arial"/>
          <w:color w:val="4E4D4D" w:themeColor="background2"/>
          <w:spacing w:val="1"/>
        </w:rPr>
        <w:t>c</w:t>
      </w:r>
      <w:r w:rsidR="00610B93" w:rsidRPr="00F4279E">
        <w:rPr>
          <w:rFonts w:ascii="Arial" w:hAnsi="Arial" w:cs="Arial"/>
          <w:color w:val="4E4D4D" w:themeColor="background2"/>
          <w:spacing w:val="3"/>
        </w:rPr>
        <w:t>u</w:t>
      </w:r>
      <w:r w:rsidR="00610B93" w:rsidRPr="00F4279E">
        <w:rPr>
          <w:rFonts w:ascii="Arial" w:hAnsi="Arial" w:cs="Arial"/>
          <w:color w:val="4E4D4D" w:themeColor="background2"/>
          <w:spacing w:val="-3"/>
        </w:rPr>
        <w:t>e</w:t>
      </w:r>
      <w:r w:rsidR="00610B93" w:rsidRPr="00F4279E">
        <w:rPr>
          <w:rFonts w:ascii="Arial" w:hAnsi="Arial" w:cs="Arial"/>
          <w:color w:val="4E4D4D" w:themeColor="background2"/>
          <w:spacing w:val="3"/>
        </w:rPr>
        <w:t>n</w:t>
      </w:r>
      <w:r w:rsidR="00610B93" w:rsidRPr="00F4279E">
        <w:rPr>
          <w:rFonts w:ascii="Arial" w:hAnsi="Arial" w:cs="Arial"/>
          <w:color w:val="4E4D4D" w:themeColor="background2"/>
          <w:spacing w:val="4"/>
        </w:rPr>
        <w:t>t</w:t>
      </w:r>
      <w:r w:rsidR="00610B93" w:rsidRPr="00F4279E">
        <w:rPr>
          <w:rFonts w:ascii="Arial" w:hAnsi="Arial" w:cs="Arial"/>
          <w:color w:val="4E4D4D" w:themeColor="background2"/>
        </w:rPr>
        <w:t>a</w:t>
      </w:r>
      <w:r w:rsidR="00610B93" w:rsidRPr="00F4279E">
        <w:rPr>
          <w:rFonts w:ascii="Arial" w:hAnsi="Arial" w:cs="Arial"/>
          <w:color w:val="4E4D4D" w:themeColor="background2"/>
          <w:spacing w:val="16"/>
        </w:rPr>
        <w:t xml:space="preserve"> </w:t>
      </w:r>
      <w:r w:rsidR="00610B93" w:rsidRPr="00F4279E">
        <w:rPr>
          <w:rFonts w:ascii="Arial" w:hAnsi="Arial" w:cs="Arial"/>
          <w:color w:val="4E4D4D" w:themeColor="background2"/>
        </w:rPr>
        <w:t>p</w:t>
      </w:r>
      <w:r w:rsidR="00610B93" w:rsidRPr="00F4279E">
        <w:rPr>
          <w:rFonts w:ascii="Arial" w:hAnsi="Arial" w:cs="Arial"/>
          <w:color w:val="4E4D4D" w:themeColor="background2"/>
          <w:spacing w:val="2"/>
        </w:rPr>
        <w:t>a</w:t>
      </w:r>
      <w:r w:rsidR="00610B93" w:rsidRPr="00F4279E">
        <w:rPr>
          <w:rFonts w:ascii="Arial" w:hAnsi="Arial" w:cs="Arial"/>
          <w:color w:val="4E4D4D" w:themeColor="background2"/>
          <w:spacing w:val="-1"/>
        </w:rPr>
        <w:t>r</w:t>
      </w:r>
      <w:r w:rsidR="00610B93" w:rsidRPr="00F4279E">
        <w:rPr>
          <w:rFonts w:ascii="Arial" w:hAnsi="Arial" w:cs="Arial"/>
          <w:color w:val="4E4D4D" w:themeColor="background2"/>
        </w:rPr>
        <w:t>a</w:t>
      </w:r>
      <w:r w:rsidR="00610B93" w:rsidRPr="00F4279E">
        <w:rPr>
          <w:rFonts w:ascii="Arial" w:hAnsi="Arial" w:cs="Arial"/>
          <w:color w:val="4E4D4D" w:themeColor="background2"/>
          <w:spacing w:val="11"/>
        </w:rPr>
        <w:t xml:space="preserve"> </w:t>
      </w:r>
      <w:r w:rsidR="00610B93" w:rsidRPr="00F4279E">
        <w:rPr>
          <w:rFonts w:ascii="Arial" w:hAnsi="Arial" w:cs="Arial"/>
          <w:color w:val="4E4D4D" w:themeColor="background2"/>
          <w:spacing w:val="-1"/>
        </w:rPr>
        <w:t>determinar su calidad</w:t>
      </w:r>
      <w:r w:rsidR="00610B93" w:rsidRPr="00F4279E">
        <w:rPr>
          <w:rFonts w:ascii="Arial" w:hAnsi="Arial" w:cs="Arial"/>
          <w:color w:val="4E4D4D" w:themeColor="background2"/>
          <w:w w:val="102"/>
        </w:rPr>
        <w:t>.</w:t>
      </w:r>
    </w:p>
    <w:p w14:paraId="5C64F064" w14:textId="77777777" w:rsidR="005E398C" w:rsidRPr="00F4279E" w:rsidRDefault="005E398C" w:rsidP="001974DD">
      <w:pPr>
        <w:widowControl w:val="0"/>
        <w:autoSpaceDE w:val="0"/>
        <w:autoSpaceDN w:val="0"/>
        <w:adjustRightInd w:val="0"/>
        <w:spacing w:line="0" w:lineRule="atLeast"/>
        <w:jc w:val="both"/>
        <w:rPr>
          <w:rFonts w:ascii="Arial" w:hAnsi="Arial" w:cs="Arial"/>
          <w:b/>
          <w:color w:val="4E4D4D" w:themeColor="background2"/>
        </w:rPr>
      </w:pPr>
    </w:p>
    <w:p w14:paraId="5C64F065" w14:textId="77777777" w:rsidR="005E398C" w:rsidRPr="00F4279E" w:rsidRDefault="00170B05" w:rsidP="001974DD">
      <w:pPr>
        <w:widowControl w:val="0"/>
        <w:autoSpaceDE w:val="0"/>
        <w:autoSpaceDN w:val="0"/>
        <w:adjustRightInd w:val="0"/>
        <w:spacing w:line="0" w:lineRule="atLeast"/>
        <w:jc w:val="both"/>
        <w:rPr>
          <w:rFonts w:ascii="Arial" w:hAnsi="Arial" w:cs="Arial"/>
          <w:color w:val="4E4D4D" w:themeColor="background2"/>
          <w:spacing w:val="-1"/>
        </w:rPr>
      </w:pPr>
      <w:r w:rsidRPr="00F4279E">
        <w:rPr>
          <w:rFonts w:ascii="Arial" w:hAnsi="Arial" w:cs="Arial"/>
          <w:b/>
          <w:color w:val="4E4D4D" w:themeColor="background2"/>
          <w:spacing w:val="-1"/>
        </w:rPr>
        <w:t>NOTA:</w:t>
      </w:r>
      <w:r w:rsidRPr="00F4279E">
        <w:rPr>
          <w:rFonts w:ascii="Arial" w:hAnsi="Arial" w:cs="Arial"/>
          <w:color w:val="4E4D4D" w:themeColor="background2"/>
          <w:spacing w:val="-1"/>
        </w:rPr>
        <w:t xml:space="preserve"> </w:t>
      </w:r>
      <w:r w:rsidR="00A00E28" w:rsidRPr="00F4279E">
        <w:rPr>
          <w:rFonts w:ascii="Arial" w:hAnsi="Arial" w:cs="Arial"/>
          <w:color w:val="4E4D4D" w:themeColor="background2"/>
          <w:spacing w:val="-1"/>
        </w:rPr>
        <w:t>L</w:t>
      </w:r>
      <w:r w:rsidR="00610B93" w:rsidRPr="00F4279E">
        <w:rPr>
          <w:rFonts w:ascii="Arial" w:hAnsi="Arial" w:cs="Arial"/>
          <w:color w:val="4E4D4D" w:themeColor="background2"/>
          <w:spacing w:val="-1"/>
        </w:rPr>
        <w:t xml:space="preserve">os documentos de tipo técnico pueden estar dirigidos a nombre de la unión temporal </w:t>
      </w:r>
      <w:r w:rsidR="00A00E28" w:rsidRPr="00F4279E">
        <w:rPr>
          <w:rFonts w:ascii="Arial" w:hAnsi="Arial" w:cs="Arial"/>
          <w:color w:val="4E4D4D" w:themeColor="background2"/>
          <w:spacing w:val="-1"/>
        </w:rPr>
        <w:t>o</w:t>
      </w:r>
      <w:r w:rsidR="00610B93" w:rsidRPr="00F4279E">
        <w:rPr>
          <w:rFonts w:ascii="Arial" w:hAnsi="Arial" w:cs="Arial"/>
          <w:color w:val="4E4D4D" w:themeColor="background2"/>
          <w:spacing w:val="-1"/>
        </w:rPr>
        <w:t xml:space="preserve"> a uno de sus</w:t>
      </w:r>
      <w:r w:rsidR="00A00E28" w:rsidRPr="00F4279E">
        <w:rPr>
          <w:rFonts w:ascii="Arial" w:hAnsi="Arial" w:cs="Arial"/>
          <w:color w:val="4E4D4D" w:themeColor="background2"/>
          <w:spacing w:val="-1"/>
        </w:rPr>
        <w:t xml:space="preserve"> integrantes. P</w:t>
      </w:r>
      <w:r w:rsidR="00610B93" w:rsidRPr="00F4279E">
        <w:rPr>
          <w:rFonts w:ascii="Arial" w:hAnsi="Arial" w:cs="Arial"/>
          <w:color w:val="4E4D4D" w:themeColor="background2"/>
          <w:spacing w:val="-1"/>
        </w:rPr>
        <w:t>ara esta última condición</w:t>
      </w:r>
      <w:r w:rsidR="00A00E28" w:rsidRPr="00F4279E">
        <w:rPr>
          <w:rFonts w:ascii="Arial" w:hAnsi="Arial" w:cs="Arial"/>
          <w:color w:val="4E4D4D" w:themeColor="background2"/>
          <w:spacing w:val="-1"/>
        </w:rPr>
        <w:t>,</w:t>
      </w:r>
      <w:r w:rsidR="00610B93" w:rsidRPr="00F4279E">
        <w:rPr>
          <w:rFonts w:ascii="Arial" w:hAnsi="Arial" w:cs="Arial"/>
          <w:color w:val="4E4D4D" w:themeColor="background2"/>
          <w:spacing w:val="-1"/>
        </w:rPr>
        <w:t xml:space="preserve"> el(los) documento(s) en cuestión debe(n) estar firmado(s) por el representante legal de la unión temporal.</w:t>
      </w:r>
    </w:p>
    <w:p w14:paraId="5C64F066" w14:textId="77777777" w:rsidR="005E398C" w:rsidRPr="00F4279E" w:rsidRDefault="005E398C" w:rsidP="001974DD">
      <w:pPr>
        <w:widowControl w:val="0"/>
        <w:autoSpaceDE w:val="0"/>
        <w:autoSpaceDN w:val="0"/>
        <w:adjustRightInd w:val="0"/>
        <w:spacing w:line="0" w:lineRule="atLeast"/>
        <w:jc w:val="both"/>
        <w:rPr>
          <w:rFonts w:ascii="Arial" w:hAnsi="Arial" w:cs="Arial"/>
          <w:color w:val="4E4D4D" w:themeColor="background2"/>
        </w:rPr>
      </w:pPr>
    </w:p>
    <w:p w14:paraId="5C64F067" w14:textId="3201D5A3" w:rsidR="00733F2C" w:rsidRPr="00F4279E" w:rsidRDefault="00733F2C" w:rsidP="00C8240D">
      <w:pPr>
        <w:pStyle w:val="Prrafodelista"/>
        <w:widowControl w:val="0"/>
        <w:numPr>
          <w:ilvl w:val="2"/>
          <w:numId w:val="2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EVALUACIÓN DE LA CALIDAD</w:t>
      </w:r>
    </w:p>
    <w:p w14:paraId="5C64F068" w14:textId="77777777" w:rsidR="00733F2C" w:rsidRPr="00F4279E" w:rsidRDefault="00733F2C" w:rsidP="00733F2C">
      <w:pPr>
        <w:pStyle w:val="Prrafodelista"/>
        <w:widowControl w:val="0"/>
        <w:autoSpaceDE w:val="0"/>
        <w:autoSpaceDN w:val="0"/>
        <w:adjustRightInd w:val="0"/>
        <w:spacing w:line="0" w:lineRule="atLeast"/>
        <w:ind w:left="1080"/>
        <w:jc w:val="both"/>
        <w:rPr>
          <w:rFonts w:ascii="Arial" w:hAnsi="Arial" w:cs="Arial"/>
          <w:b/>
          <w:color w:val="4E4D4D" w:themeColor="background2"/>
        </w:rPr>
      </w:pPr>
    </w:p>
    <w:p w14:paraId="5C64F069" w14:textId="0F48F951" w:rsidR="00733F2C" w:rsidRPr="00F4279E" w:rsidRDefault="00733F2C" w:rsidP="00733F2C">
      <w:pPr>
        <w:widowControl w:val="0"/>
        <w:autoSpaceDE w:val="0"/>
        <w:autoSpaceDN w:val="0"/>
        <w:adjustRightInd w:val="0"/>
        <w:spacing w:line="220" w:lineRule="exact"/>
        <w:jc w:val="both"/>
        <w:rPr>
          <w:rFonts w:ascii="Arial" w:hAnsi="Arial" w:cs="Arial"/>
          <w:b/>
          <w:color w:val="4E4D4D" w:themeColor="background2"/>
        </w:rPr>
      </w:pPr>
      <w:r w:rsidRPr="00F4279E">
        <w:rPr>
          <w:rFonts w:ascii="Arial" w:hAnsi="Arial" w:cs="Arial"/>
          <w:b/>
          <w:color w:val="4E4D4D" w:themeColor="background2"/>
        </w:rPr>
        <w:t xml:space="preserve">Para la evaluación de la calidad del agua </w:t>
      </w:r>
      <w:r w:rsidR="009016D3">
        <w:rPr>
          <w:rFonts w:ascii="Arial" w:hAnsi="Arial" w:cs="Arial"/>
          <w:b/>
          <w:color w:val="4E4D4D" w:themeColor="background2"/>
        </w:rPr>
        <w:t xml:space="preserve">tratada </w:t>
      </w:r>
      <w:r w:rsidRPr="00F4279E">
        <w:rPr>
          <w:rFonts w:ascii="Arial" w:hAnsi="Arial" w:cs="Arial"/>
          <w:b/>
          <w:color w:val="4E4D4D" w:themeColor="background2"/>
        </w:rPr>
        <w:t>potable envasada, no se tendrá en cuenta el alimento en los siguientes casos:</w:t>
      </w:r>
    </w:p>
    <w:p w14:paraId="5C64F06A" w14:textId="77777777" w:rsidR="00733F2C" w:rsidRPr="00F4279E" w:rsidRDefault="00733F2C" w:rsidP="00733F2C">
      <w:pPr>
        <w:pStyle w:val="Prrafodelista"/>
        <w:widowControl w:val="0"/>
        <w:autoSpaceDE w:val="0"/>
        <w:autoSpaceDN w:val="0"/>
        <w:adjustRightInd w:val="0"/>
        <w:spacing w:line="0" w:lineRule="atLeast"/>
        <w:ind w:left="1080"/>
        <w:jc w:val="both"/>
        <w:rPr>
          <w:rFonts w:ascii="Arial" w:hAnsi="Arial" w:cs="Arial"/>
          <w:b/>
          <w:color w:val="4E4D4D" w:themeColor="background2"/>
        </w:rPr>
      </w:pPr>
    </w:p>
    <w:p w14:paraId="5C64F06B" w14:textId="77777777" w:rsidR="00733F2C" w:rsidRPr="00F4279E" w:rsidRDefault="00733F2C" w:rsidP="00733F2C">
      <w:pPr>
        <w:pStyle w:val="Prrafodelista"/>
        <w:widowControl w:val="0"/>
        <w:autoSpaceDE w:val="0"/>
        <w:autoSpaceDN w:val="0"/>
        <w:adjustRightInd w:val="0"/>
        <w:spacing w:line="0" w:lineRule="atLeast"/>
        <w:ind w:left="1080"/>
        <w:jc w:val="both"/>
        <w:rPr>
          <w:rFonts w:ascii="Arial" w:hAnsi="Arial" w:cs="Arial"/>
          <w:b/>
          <w:color w:val="4E4D4D" w:themeColor="background2"/>
        </w:rPr>
      </w:pPr>
    </w:p>
    <w:p w14:paraId="5C64F06C" w14:textId="33F261F2" w:rsidR="00BC0E9C" w:rsidRPr="00F4279E" w:rsidRDefault="00BC0E9C" w:rsidP="00FB5A2F">
      <w:pPr>
        <w:pStyle w:val="Prrafodelista"/>
        <w:widowControl w:val="0"/>
        <w:numPr>
          <w:ilvl w:val="0"/>
          <w:numId w:val="12"/>
        </w:numPr>
        <w:autoSpaceDE w:val="0"/>
        <w:autoSpaceDN w:val="0"/>
        <w:adjustRightInd w:val="0"/>
        <w:spacing w:line="0" w:lineRule="atLeast"/>
        <w:jc w:val="both"/>
        <w:rPr>
          <w:rFonts w:ascii="Arial" w:hAnsi="Arial" w:cs="Arial"/>
          <w:color w:val="4E4D4D" w:themeColor="background2"/>
          <w:spacing w:val="1"/>
        </w:rPr>
      </w:pPr>
      <w:r w:rsidRPr="00F4279E">
        <w:rPr>
          <w:rFonts w:ascii="Arial" w:hAnsi="Arial" w:cs="Arial"/>
          <w:color w:val="4E4D4D" w:themeColor="background2"/>
          <w:spacing w:val="1"/>
        </w:rPr>
        <w:t>Si no se presenta la ficha técnica de</w:t>
      </w:r>
      <w:r w:rsidR="00C02D07">
        <w:rPr>
          <w:rFonts w:ascii="Arial" w:hAnsi="Arial" w:cs="Arial"/>
          <w:color w:val="4E4D4D" w:themeColor="background2"/>
          <w:spacing w:val="1"/>
        </w:rPr>
        <w:t>l</w:t>
      </w:r>
      <w:r w:rsidRPr="00F4279E">
        <w:rPr>
          <w:rFonts w:ascii="Arial" w:hAnsi="Arial" w:cs="Arial"/>
          <w:color w:val="4E4D4D" w:themeColor="background2"/>
          <w:spacing w:val="1"/>
        </w:rPr>
        <w:t xml:space="preserve"> producto.</w:t>
      </w:r>
    </w:p>
    <w:p w14:paraId="5C64F06D" w14:textId="77777777" w:rsidR="00BC0E9C" w:rsidRPr="00F4279E" w:rsidRDefault="00BC0E9C" w:rsidP="001974DD">
      <w:pPr>
        <w:widowControl w:val="0"/>
        <w:autoSpaceDE w:val="0"/>
        <w:autoSpaceDN w:val="0"/>
        <w:adjustRightInd w:val="0"/>
        <w:spacing w:line="0" w:lineRule="atLeast"/>
        <w:jc w:val="both"/>
        <w:rPr>
          <w:rFonts w:ascii="Arial" w:hAnsi="Arial" w:cs="Arial"/>
          <w:color w:val="4E4D4D" w:themeColor="background2"/>
          <w:spacing w:val="1"/>
        </w:rPr>
      </w:pPr>
    </w:p>
    <w:p w14:paraId="5C64F06E" w14:textId="77777777" w:rsidR="00BC0E9C" w:rsidRPr="00F4279E" w:rsidRDefault="00BC0E9C" w:rsidP="00FB5A2F">
      <w:pPr>
        <w:pStyle w:val="Prrafodelista"/>
        <w:widowControl w:val="0"/>
        <w:numPr>
          <w:ilvl w:val="0"/>
          <w:numId w:val="12"/>
        </w:numPr>
        <w:autoSpaceDE w:val="0"/>
        <w:autoSpaceDN w:val="0"/>
        <w:adjustRightInd w:val="0"/>
        <w:spacing w:line="0" w:lineRule="atLeast"/>
        <w:ind w:right="183"/>
        <w:jc w:val="both"/>
        <w:rPr>
          <w:rFonts w:ascii="Arial" w:hAnsi="Arial" w:cs="Arial"/>
          <w:color w:val="4E4D4D" w:themeColor="background2"/>
          <w:spacing w:val="1"/>
        </w:rPr>
      </w:pPr>
      <w:r w:rsidRPr="00F4279E">
        <w:rPr>
          <w:rFonts w:ascii="Arial" w:hAnsi="Arial" w:cs="Arial"/>
          <w:color w:val="4E4D4D" w:themeColor="background2"/>
          <w:spacing w:val="1"/>
        </w:rPr>
        <w:t>Si no cumple con la totalidad de las características fisicoquímicas establecidas en la norma.</w:t>
      </w:r>
    </w:p>
    <w:p w14:paraId="5C64F06F" w14:textId="77777777" w:rsidR="00BC0E9C" w:rsidRPr="00F4279E" w:rsidRDefault="00BC0E9C" w:rsidP="001974DD">
      <w:pPr>
        <w:widowControl w:val="0"/>
        <w:autoSpaceDE w:val="0"/>
        <w:autoSpaceDN w:val="0"/>
        <w:adjustRightInd w:val="0"/>
        <w:spacing w:line="0" w:lineRule="atLeast"/>
        <w:jc w:val="both"/>
        <w:rPr>
          <w:rFonts w:ascii="Arial" w:hAnsi="Arial" w:cs="Arial"/>
          <w:color w:val="4E4D4D" w:themeColor="background2"/>
          <w:spacing w:val="1"/>
        </w:rPr>
      </w:pPr>
    </w:p>
    <w:p w14:paraId="5C64F070" w14:textId="77777777" w:rsidR="00BC0E9C" w:rsidRPr="00F4279E" w:rsidRDefault="00BC0E9C" w:rsidP="00FB5A2F">
      <w:pPr>
        <w:pStyle w:val="Prrafodelista"/>
        <w:widowControl w:val="0"/>
        <w:numPr>
          <w:ilvl w:val="0"/>
          <w:numId w:val="12"/>
        </w:numPr>
        <w:autoSpaceDE w:val="0"/>
        <w:autoSpaceDN w:val="0"/>
        <w:adjustRightInd w:val="0"/>
        <w:spacing w:line="0" w:lineRule="atLeast"/>
        <w:jc w:val="both"/>
        <w:rPr>
          <w:rFonts w:ascii="Arial" w:hAnsi="Arial" w:cs="Arial"/>
          <w:color w:val="4E4D4D" w:themeColor="background2"/>
          <w:spacing w:val="-2"/>
        </w:rPr>
      </w:pPr>
      <w:r w:rsidRPr="00F4279E">
        <w:rPr>
          <w:rFonts w:ascii="Arial" w:hAnsi="Arial" w:cs="Arial"/>
          <w:color w:val="4E4D4D" w:themeColor="background2"/>
          <w:spacing w:val="1"/>
        </w:rPr>
        <w:t>Si la ficha técnica</w:t>
      </w:r>
      <w:r w:rsidRPr="00F4279E">
        <w:rPr>
          <w:rFonts w:ascii="Arial" w:hAnsi="Arial" w:cs="Arial"/>
          <w:color w:val="4E4D4D" w:themeColor="background2"/>
          <w:spacing w:val="43"/>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rPr>
        <w:t>e</w:t>
      </w:r>
      <w:r w:rsidRPr="00F4279E">
        <w:rPr>
          <w:rFonts w:ascii="Arial" w:hAnsi="Arial" w:cs="Arial"/>
          <w:color w:val="4E4D4D" w:themeColor="background2"/>
          <w:spacing w:val="45"/>
        </w:rPr>
        <w:t xml:space="preserve"> </w:t>
      </w:r>
      <w:r w:rsidRPr="00F4279E">
        <w:rPr>
          <w:rFonts w:ascii="Arial" w:hAnsi="Arial" w:cs="Arial"/>
          <w:color w:val="4E4D4D" w:themeColor="background2"/>
        </w:rPr>
        <w:t>o</w:t>
      </w:r>
      <w:r w:rsidRPr="00F4279E">
        <w:rPr>
          <w:rFonts w:ascii="Arial" w:hAnsi="Arial" w:cs="Arial"/>
          <w:color w:val="4E4D4D" w:themeColor="background2"/>
          <w:spacing w:val="27"/>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45"/>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rr</w:t>
      </w:r>
      <w:r w:rsidRPr="00F4279E">
        <w:rPr>
          <w:rFonts w:ascii="Arial" w:hAnsi="Arial" w:cs="Arial"/>
          <w:color w:val="4E4D4D" w:themeColor="background2"/>
        </w:rPr>
        <w:t>ó</w:t>
      </w:r>
      <w:r w:rsidRPr="00F4279E">
        <w:rPr>
          <w:rFonts w:ascii="Arial" w:hAnsi="Arial" w:cs="Arial"/>
          <w:color w:val="4E4D4D" w:themeColor="background2"/>
          <w:spacing w:val="-3"/>
        </w:rPr>
        <w:t>n</w:t>
      </w:r>
      <w:r w:rsidRPr="00F4279E">
        <w:rPr>
          <w:rFonts w:ascii="Arial" w:hAnsi="Arial" w:cs="Arial"/>
          <w:color w:val="4E4D4D" w:themeColor="background2"/>
          <w:spacing w:val="1"/>
        </w:rPr>
        <w:t>e</w:t>
      </w:r>
      <w:r w:rsidRPr="00F4279E">
        <w:rPr>
          <w:rFonts w:ascii="Arial" w:hAnsi="Arial" w:cs="Arial"/>
          <w:color w:val="4E4D4D" w:themeColor="background2"/>
        </w:rPr>
        <w:t>am</w:t>
      </w:r>
      <w:r w:rsidRPr="00F4279E">
        <w:rPr>
          <w:rFonts w:ascii="Arial" w:hAnsi="Arial" w:cs="Arial"/>
          <w:color w:val="4E4D4D" w:themeColor="background2"/>
          <w:spacing w:val="4"/>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 xml:space="preserve">e </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2"/>
        </w:rPr>
        <w:t>g</w:t>
      </w:r>
      <w:r w:rsidRPr="00F4279E">
        <w:rPr>
          <w:rFonts w:ascii="Arial" w:hAnsi="Arial" w:cs="Arial"/>
          <w:color w:val="4E4D4D" w:themeColor="background2"/>
        </w:rPr>
        <w:t>u</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os</w:t>
      </w:r>
      <w:r w:rsidRPr="00F4279E">
        <w:rPr>
          <w:rFonts w:ascii="Arial" w:hAnsi="Arial" w:cs="Arial"/>
          <w:color w:val="4E4D4D" w:themeColor="background2"/>
          <w:spacing w:val="30"/>
        </w:rPr>
        <w:t xml:space="preserve"> </w:t>
      </w:r>
      <w:r w:rsidRPr="00F4279E">
        <w:rPr>
          <w:rFonts w:ascii="Arial" w:hAnsi="Arial" w:cs="Arial"/>
          <w:color w:val="4E4D4D" w:themeColor="background2"/>
          <w:spacing w:val="2"/>
        </w:rPr>
        <w:t>s</w:t>
      </w:r>
      <w:r w:rsidRPr="00F4279E">
        <w:rPr>
          <w:rFonts w:ascii="Arial" w:hAnsi="Arial" w:cs="Arial"/>
          <w:color w:val="4E4D4D" w:themeColor="background2"/>
        </w:rPr>
        <w:t>i</w:t>
      </w:r>
      <w:r w:rsidRPr="00F4279E">
        <w:rPr>
          <w:rFonts w:ascii="Arial" w:hAnsi="Arial" w:cs="Arial"/>
          <w:color w:val="4E4D4D" w:themeColor="background2"/>
          <w:spacing w:val="4"/>
        </w:rPr>
        <w:t>g</w:t>
      </w:r>
      <w:r w:rsidRPr="00F4279E">
        <w:rPr>
          <w:rFonts w:ascii="Arial" w:hAnsi="Arial" w:cs="Arial"/>
          <w:color w:val="4E4D4D" w:themeColor="background2"/>
          <w:spacing w:val="-3"/>
        </w:rPr>
        <w:t>u</w:t>
      </w:r>
      <w:r w:rsidRPr="00F4279E">
        <w:rPr>
          <w:rFonts w:ascii="Arial" w:hAnsi="Arial" w:cs="Arial"/>
          <w:color w:val="4E4D4D" w:themeColor="background2"/>
          <w:spacing w:val="2"/>
        </w:rPr>
        <w:t>i</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4"/>
        </w:rPr>
        <w:t xml:space="preserve"> </w:t>
      </w:r>
      <w:r w:rsidRPr="00F4279E">
        <w:rPr>
          <w:rFonts w:ascii="Arial" w:hAnsi="Arial" w:cs="Arial"/>
          <w:color w:val="4E4D4D" w:themeColor="background2"/>
          <w:w w:val="102"/>
        </w:rPr>
        <w:t>í</w:t>
      </w:r>
      <w:r w:rsidRPr="00F4279E">
        <w:rPr>
          <w:rFonts w:ascii="Arial" w:hAnsi="Arial" w:cs="Arial"/>
          <w:color w:val="4E4D4D" w:themeColor="background2"/>
          <w:spacing w:val="2"/>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m</w:t>
      </w:r>
      <w:r w:rsidRPr="00F4279E">
        <w:rPr>
          <w:rFonts w:ascii="Arial" w:hAnsi="Arial" w:cs="Arial"/>
          <w:color w:val="4E4D4D" w:themeColor="background2"/>
          <w:spacing w:val="-3"/>
          <w:w w:val="102"/>
        </w:rPr>
        <w:t>s</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gi</w:t>
      </w:r>
      <w:r w:rsidRPr="00F4279E">
        <w:rPr>
          <w:rFonts w:ascii="Arial" w:hAnsi="Arial" w:cs="Arial"/>
          <w:color w:val="4E4D4D" w:themeColor="background2"/>
          <w:spacing w:val="-3"/>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 xml:space="preserve">o </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rPr>
        <w:t>i</w:t>
      </w:r>
      <w:r w:rsidRPr="00F4279E">
        <w:rPr>
          <w:rFonts w:ascii="Arial" w:hAnsi="Arial" w:cs="Arial"/>
          <w:color w:val="4E4D4D" w:themeColor="background2"/>
          <w:spacing w:val="4"/>
        </w:rPr>
        <w:t>tario</w:t>
      </w:r>
      <w:r w:rsidRPr="00F4279E">
        <w:rPr>
          <w:rFonts w:ascii="Arial" w:hAnsi="Arial" w:cs="Arial"/>
          <w:color w:val="4E4D4D" w:themeColor="background2"/>
          <w:spacing w:val="-2"/>
        </w:rPr>
        <w:t xml:space="preserve">, pesos de alimentos ofertados, registro de datos del análisis microbiológico, a excepción de la </w:t>
      </w:r>
      <w:r w:rsidRPr="00F4279E">
        <w:rPr>
          <w:rFonts w:ascii="Arial" w:hAnsi="Arial" w:cs="Arial"/>
          <w:color w:val="4E4D4D" w:themeColor="background2"/>
          <w:w w:val="102"/>
        </w:rPr>
        <w:t>certificación de análisis de Migración de Sustancias de Empaques a los Alimentos.</w:t>
      </w:r>
    </w:p>
    <w:p w14:paraId="5C64F071" w14:textId="77777777" w:rsidR="00BC0E9C" w:rsidRPr="00F4279E" w:rsidRDefault="00BC0E9C" w:rsidP="001974DD">
      <w:pPr>
        <w:pStyle w:val="Prrafodelista"/>
        <w:spacing w:line="0" w:lineRule="atLeast"/>
        <w:rPr>
          <w:rFonts w:ascii="Arial" w:hAnsi="Arial" w:cs="Arial"/>
          <w:color w:val="4E4D4D" w:themeColor="background2"/>
          <w:spacing w:val="-2"/>
        </w:rPr>
      </w:pPr>
    </w:p>
    <w:p w14:paraId="5C64F072" w14:textId="77777777" w:rsidR="00BE1FEB" w:rsidRPr="00F4279E" w:rsidRDefault="00BC0E9C" w:rsidP="00BE1FEB">
      <w:pPr>
        <w:pStyle w:val="Prrafodelista"/>
        <w:widowControl w:val="0"/>
        <w:numPr>
          <w:ilvl w:val="0"/>
          <w:numId w:val="12"/>
        </w:numPr>
        <w:autoSpaceDE w:val="0"/>
        <w:autoSpaceDN w:val="0"/>
        <w:adjustRightInd w:val="0"/>
        <w:spacing w:line="0" w:lineRule="atLeast"/>
        <w:jc w:val="both"/>
        <w:rPr>
          <w:rFonts w:ascii="Arial" w:hAnsi="Arial" w:cs="Arial"/>
          <w:color w:val="4E4D4D" w:themeColor="background2"/>
          <w:spacing w:val="-2"/>
        </w:rPr>
      </w:pPr>
      <w:r w:rsidRPr="00F4279E">
        <w:rPr>
          <w:rFonts w:ascii="Arial" w:hAnsi="Arial" w:cs="Arial"/>
          <w:color w:val="4E4D4D" w:themeColor="background2"/>
          <w:spacing w:val="-2"/>
        </w:rPr>
        <w:t xml:space="preserve">Si la ficha técnica no contiene o presenta error en cualquiera de los demás ítems, la SED podrá solicitar aclaración al </w:t>
      </w:r>
      <w:r w:rsidR="008636AD" w:rsidRPr="00F4279E">
        <w:rPr>
          <w:rFonts w:ascii="Arial" w:hAnsi="Arial" w:cs="Arial"/>
          <w:color w:val="4E4D4D" w:themeColor="background2"/>
          <w:spacing w:val="-2"/>
        </w:rPr>
        <w:t>oferente</w:t>
      </w:r>
      <w:r w:rsidRPr="00F4279E">
        <w:rPr>
          <w:rFonts w:ascii="Arial" w:hAnsi="Arial" w:cs="Arial"/>
          <w:color w:val="4E4D4D" w:themeColor="background2"/>
          <w:spacing w:val="-2"/>
        </w:rPr>
        <w:t xml:space="preserve">; si no se aclara en el término establecido por la SED, DICHO PRODUCTO NO SE TENDRÁ EN CUENTA PARA LA EVALUACIÓN DE LA CALIDAD </w:t>
      </w:r>
      <w:r w:rsidR="00532363" w:rsidRPr="00F4279E">
        <w:rPr>
          <w:rFonts w:ascii="Arial" w:hAnsi="Arial" w:cs="Arial"/>
          <w:color w:val="4E4D4D" w:themeColor="background2"/>
          <w:spacing w:val="-2"/>
        </w:rPr>
        <w:t>DEL PRODUCTO</w:t>
      </w:r>
      <w:r w:rsidRPr="00F4279E">
        <w:rPr>
          <w:rFonts w:ascii="Arial" w:hAnsi="Arial" w:cs="Arial"/>
          <w:color w:val="4E4D4D" w:themeColor="background2"/>
          <w:spacing w:val="-2"/>
        </w:rPr>
        <w:t>.</w:t>
      </w:r>
    </w:p>
    <w:p w14:paraId="5C64F073" w14:textId="77777777" w:rsidR="00BE1FEB" w:rsidRPr="00F4279E" w:rsidRDefault="00BE1FEB" w:rsidP="00BE1FEB">
      <w:pPr>
        <w:pStyle w:val="Prrafodelista"/>
        <w:rPr>
          <w:rFonts w:ascii="Arial" w:hAnsi="Arial" w:cs="Arial"/>
          <w:color w:val="4E4D4D" w:themeColor="background2"/>
          <w:spacing w:val="-2"/>
        </w:rPr>
      </w:pPr>
    </w:p>
    <w:p w14:paraId="5C64F075" w14:textId="77777777" w:rsidR="008636AD" w:rsidRPr="00F4279E" w:rsidRDefault="008636AD" w:rsidP="001974DD">
      <w:pPr>
        <w:widowControl w:val="0"/>
        <w:autoSpaceDE w:val="0"/>
        <w:autoSpaceDN w:val="0"/>
        <w:adjustRightInd w:val="0"/>
        <w:spacing w:line="0" w:lineRule="atLeast"/>
        <w:jc w:val="both"/>
        <w:rPr>
          <w:rFonts w:ascii="Arial" w:hAnsi="Arial" w:cs="Arial"/>
          <w:color w:val="4E4D4D" w:themeColor="background2"/>
          <w:spacing w:val="-2"/>
        </w:rPr>
      </w:pPr>
    </w:p>
    <w:p w14:paraId="5C64F076" w14:textId="460771DE" w:rsidR="00BC0E9C" w:rsidRPr="00F4279E" w:rsidRDefault="00BC0E9C" w:rsidP="00FB5A2F">
      <w:pPr>
        <w:pStyle w:val="Prrafodelista"/>
        <w:widowControl w:val="0"/>
        <w:numPr>
          <w:ilvl w:val="0"/>
          <w:numId w:val="12"/>
        </w:numPr>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spacing w:val="-1"/>
        </w:rPr>
        <w:t>S</w:t>
      </w:r>
      <w:r w:rsidRPr="00F4279E">
        <w:rPr>
          <w:rFonts w:ascii="Arial" w:hAnsi="Arial" w:cs="Arial"/>
          <w:color w:val="4E4D4D" w:themeColor="background2"/>
        </w:rPr>
        <w:t>i</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4"/>
        </w:rPr>
        <w:t>e</w:t>
      </w:r>
      <w:r w:rsidRPr="00F4279E">
        <w:rPr>
          <w:rFonts w:ascii="Arial" w:hAnsi="Arial" w:cs="Arial"/>
          <w:color w:val="4E4D4D" w:themeColor="background2"/>
          <w:spacing w:val="-1"/>
        </w:rPr>
        <w:t>s</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3"/>
        </w:rPr>
        <w:t>s</w:t>
      </w:r>
      <w:r w:rsidRPr="00F4279E">
        <w:rPr>
          <w:rFonts w:ascii="Arial" w:hAnsi="Arial" w:cs="Arial"/>
          <w:color w:val="4E4D4D" w:themeColor="background2"/>
          <w:spacing w:val="2"/>
        </w:rPr>
        <w:t>tr</w:t>
      </w:r>
      <w:r w:rsidRPr="00F4279E">
        <w:rPr>
          <w:rFonts w:ascii="Arial" w:hAnsi="Arial" w:cs="Arial"/>
          <w:color w:val="4E4D4D" w:themeColor="background2"/>
        </w:rPr>
        <w:t>o</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rPr>
        <w:t>i</w:t>
      </w:r>
      <w:r w:rsidRPr="00F4279E">
        <w:rPr>
          <w:rFonts w:ascii="Arial" w:hAnsi="Arial" w:cs="Arial"/>
          <w:color w:val="4E4D4D" w:themeColor="background2"/>
          <w:spacing w:val="6"/>
        </w:rPr>
        <w:t>t</w:t>
      </w:r>
      <w:r w:rsidRPr="00F4279E">
        <w:rPr>
          <w:rFonts w:ascii="Arial" w:hAnsi="Arial" w:cs="Arial"/>
          <w:color w:val="4E4D4D" w:themeColor="background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3"/>
        </w:rPr>
        <w:t>v</w:t>
      </w:r>
      <w:r w:rsidRPr="00F4279E">
        <w:rPr>
          <w:rFonts w:ascii="Arial" w:hAnsi="Arial" w:cs="Arial"/>
          <w:color w:val="4E4D4D" w:themeColor="background2"/>
          <w:spacing w:val="-3"/>
        </w:rPr>
        <w:t>i</w:t>
      </w:r>
      <w:r w:rsidRPr="00F4279E">
        <w:rPr>
          <w:rFonts w:ascii="Arial" w:hAnsi="Arial" w:cs="Arial"/>
          <w:color w:val="4E4D4D" w:themeColor="background2"/>
          <w:spacing w:val="4"/>
        </w:rPr>
        <w:t>g</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 xml:space="preserve">e, permiso sanitario, notificación sanitaria (resolución 2674 </w:t>
      </w:r>
      <w:r w:rsidRPr="00F4279E">
        <w:rPr>
          <w:rFonts w:ascii="Arial" w:hAnsi="Arial" w:cs="Arial"/>
          <w:color w:val="4E4D4D" w:themeColor="background2"/>
          <w:spacing w:val="-2"/>
        </w:rPr>
        <w:t>de 2013), se podrá presentar el formulario con el sello de radicado del INVIMA del respectivo trámite. Si no se presenta ninguno de</w:t>
      </w:r>
      <w:r w:rsidR="008636AD" w:rsidRPr="00F4279E">
        <w:rPr>
          <w:rFonts w:ascii="Arial" w:hAnsi="Arial" w:cs="Arial"/>
          <w:color w:val="4E4D4D" w:themeColor="background2"/>
          <w:spacing w:val="-2"/>
        </w:rPr>
        <w:t xml:space="preserve"> </w:t>
      </w:r>
      <w:r w:rsidRPr="00F4279E">
        <w:rPr>
          <w:rFonts w:ascii="Arial" w:hAnsi="Arial" w:cs="Arial"/>
          <w:color w:val="4E4D4D" w:themeColor="background2"/>
          <w:spacing w:val="-2"/>
        </w:rPr>
        <w:t>l</w:t>
      </w:r>
      <w:r w:rsidR="008636AD" w:rsidRPr="00F4279E">
        <w:rPr>
          <w:rFonts w:ascii="Arial" w:hAnsi="Arial" w:cs="Arial"/>
          <w:color w:val="4E4D4D" w:themeColor="background2"/>
          <w:spacing w:val="-2"/>
        </w:rPr>
        <w:t>os</w:t>
      </w:r>
      <w:r w:rsidRPr="00F4279E">
        <w:rPr>
          <w:rFonts w:ascii="Arial" w:hAnsi="Arial" w:cs="Arial"/>
          <w:color w:val="4E4D4D" w:themeColor="background2"/>
          <w:spacing w:val="-2"/>
        </w:rPr>
        <w:t xml:space="preserve"> documento</w:t>
      </w:r>
      <w:r w:rsidR="008636AD" w:rsidRPr="00F4279E">
        <w:rPr>
          <w:rFonts w:ascii="Arial" w:hAnsi="Arial" w:cs="Arial"/>
          <w:color w:val="4E4D4D" w:themeColor="background2"/>
          <w:spacing w:val="-2"/>
        </w:rPr>
        <w:t>s</w:t>
      </w:r>
      <w:r w:rsidRPr="00F4279E">
        <w:rPr>
          <w:rFonts w:ascii="Arial" w:hAnsi="Arial" w:cs="Arial"/>
          <w:color w:val="4E4D4D" w:themeColor="background2"/>
          <w:spacing w:val="-2"/>
        </w:rPr>
        <w:t xml:space="preserve"> antes mencionados, dicho alimento</w:t>
      </w:r>
      <w:r w:rsidRPr="00F4279E">
        <w:rPr>
          <w:rFonts w:ascii="Arial" w:hAnsi="Arial" w:cs="Arial"/>
          <w:color w:val="4E4D4D" w:themeColor="background2"/>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46"/>
        </w:rPr>
        <w:t xml:space="preserve"> </w:t>
      </w:r>
      <w:r w:rsidRPr="00F4279E">
        <w:rPr>
          <w:rFonts w:ascii="Arial" w:hAnsi="Arial" w:cs="Arial"/>
          <w:color w:val="4E4D4D" w:themeColor="background2"/>
          <w:spacing w:val="2"/>
        </w:rPr>
        <w:t>S</w:t>
      </w:r>
      <w:r w:rsidRPr="00F4279E">
        <w:rPr>
          <w:rFonts w:ascii="Arial" w:hAnsi="Arial" w:cs="Arial"/>
          <w:color w:val="4E4D4D" w:themeColor="background2"/>
        </w:rPr>
        <w:t>E</w:t>
      </w:r>
      <w:r w:rsidRPr="00F4279E">
        <w:rPr>
          <w:rFonts w:ascii="Arial" w:hAnsi="Arial" w:cs="Arial"/>
          <w:color w:val="4E4D4D" w:themeColor="background2"/>
          <w:spacing w:val="41"/>
        </w:rPr>
        <w:t xml:space="preserve"> </w:t>
      </w:r>
      <w:r w:rsidRPr="00F4279E">
        <w:rPr>
          <w:rFonts w:ascii="Arial" w:hAnsi="Arial" w:cs="Arial"/>
          <w:color w:val="4E4D4D" w:themeColor="background2"/>
          <w:spacing w:val="2"/>
        </w:rPr>
        <w:t>T</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2"/>
        </w:rPr>
        <w:t>DR</w:t>
      </w:r>
      <w:r w:rsidRPr="00F4279E">
        <w:rPr>
          <w:rFonts w:ascii="Arial" w:hAnsi="Arial" w:cs="Arial"/>
          <w:color w:val="4E4D4D" w:themeColor="background2"/>
        </w:rPr>
        <w:t xml:space="preserve">Á </w:t>
      </w:r>
      <w:r w:rsidRPr="00F4279E">
        <w:rPr>
          <w:rFonts w:ascii="Arial" w:hAnsi="Arial" w:cs="Arial"/>
          <w:color w:val="4E4D4D" w:themeColor="background2"/>
          <w:spacing w:val="-1"/>
          <w:w w:val="102"/>
        </w:rPr>
        <w:t>E</w:t>
      </w:r>
      <w:r w:rsidRPr="00F4279E">
        <w:rPr>
          <w:rFonts w:ascii="Arial" w:hAnsi="Arial" w:cs="Arial"/>
          <w:color w:val="4E4D4D" w:themeColor="background2"/>
          <w:w w:val="102"/>
        </w:rPr>
        <w:t xml:space="preserve">N </w:t>
      </w:r>
      <w:r w:rsidRPr="00F4279E">
        <w:rPr>
          <w:rFonts w:ascii="Arial" w:hAnsi="Arial" w:cs="Arial"/>
          <w:color w:val="4E4D4D" w:themeColor="background2"/>
          <w:spacing w:val="1"/>
        </w:rPr>
        <w:t>C</w:t>
      </w:r>
      <w:r w:rsidRPr="00F4279E">
        <w:rPr>
          <w:rFonts w:ascii="Arial" w:hAnsi="Arial" w:cs="Arial"/>
          <w:color w:val="4E4D4D" w:themeColor="background2"/>
        </w:rPr>
        <w:t>U</w:t>
      </w:r>
      <w:r w:rsidRPr="00F4279E">
        <w:rPr>
          <w:rFonts w:ascii="Arial" w:hAnsi="Arial" w:cs="Arial"/>
          <w:color w:val="4E4D4D" w:themeColor="background2"/>
          <w:spacing w:val="-1"/>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8"/>
        </w:rPr>
        <w:t xml:space="preserve">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1"/>
        </w:rPr>
        <w:t>c</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7"/>
        </w:rPr>
        <w:t xml:space="preserve"> </w:t>
      </w:r>
      <w:r w:rsidR="00532363" w:rsidRPr="00F4279E">
        <w:rPr>
          <w:rFonts w:ascii="Arial" w:hAnsi="Arial" w:cs="Arial"/>
          <w:color w:val="4E4D4D" w:themeColor="background2"/>
          <w:spacing w:val="2"/>
        </w:rPr>
        <w:t>de determinar su calidad</w:t>
      </w:r>
      <w:r w:rsidR="008636AD" w:rsidRPr="00F4279E">
        <w:rPr>
          <w:rFonts w:ascii="Arial" w:hAnsi="Arial" w:cs="Arial"/>
          <w:color w:val="4E4D4D" w:themeColor="background2"/>
          <w:spacing w:val="16"/>
        </w:rPr>
        <w:t>.</w:t>
      </w:r>
    </w:p>
    <w:p w14:paraId="5C64F077" w14:textId="77777777" w:rsidR="008636AD" w:rsidRPr="00F4279E" w:rsidRDefault="008636AD" w:rsidP="001974DD">
      <w:pPr>
        <w:widowControl w:val="0"/>
        <w:autoSpaceDE w:val="0"/>
        <w:autoSpaceDN w:val="0"/>
        <w:adjustRightInd w:val="0"/>
        <w:spacing w:line="0" w:lineRule="atLeast"/>
        <w:jc w:val="both"/>
        <w:rPr>
          <w:rFonts w:ascii="Arial" w:hAnsi="Arial" w:cs="Arial"/>
          <w:color w:val="4E4D4D" w:themeColor="background2"/>
        </w:rPr>
      </w:pPr>
    </w:p>
    <w:p w14:paraId="5C64F079" w14:textId="77777777" w:rsidR="00A00E28" w:rsidRPr="00F4279E" w:rsidRDefault="00A00E28" w:rsidP="00A00E28">
      <w:pPr>
        <w:pStyle w:val="Prrafodelista"/>
        <w:rPr>
          <w:rFonts w:ascii="Arial" w:hAnsi="Arial" w:cs="Arial"/>
          <w:color w:val="4E4D4D" w:themeColor="background2"/>
        </w:rPr>
      </w:pPr>
    </w:p>
    <w:p w14:paraId="5C64F07A" w14:textId="77777777" w:rsidR="00BE1FEB" w:rsidRPr="00F4279E" w:rsidRDefault="00BC0E9C" w:rsidP="00A00E28">
      <w:pPr>
        <w:pStyle w:val="Prrafodelista"/>
        <w:widowControl w:val="0"/>
        <w:numPr>
          <w:ilvl w:val="0"/>
          <w:numId w:val="12"/>
        </w:numPr>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w w:val="103"/>
        </w:rPr>
        <w:t xml:space="preserve">Si los pesos </w:t>
      </w:r>
      <w:r w:rsidR="00532363" w:rsidRPr="00F4279E">
        <w:rPr>
          <w:rFonts w:ascii="Arial" w:hAnsi="Arial" w:cs="Arial"/>
          <w:color w:val="4E4D4D" w:themeColor="background2"/>
          <w:w w:val="103"/>
        </w:rPr>
        <w:t xml:space="preserve">o volumen </w:t>
      </w:r>
      <w:r w:rsidR="00BE1FEB" w:rsidRPr="00F4279E">
        <w:rPr>
          <w:rFonts w:ascii="Arial" w:hAnsi="Arial" w:cs="Arial"/>
          <w:color w:val="4E4D4D" w:themeColor="background2"/>
          <w:w w:val="103"/>
        </w:rPr>
        <w:t>ofertados con la propuesta no coinciden con las presentaciones reportadas en el</w:t>
      </w:r>
      <w:r w:rsidR="00BE1FEB" w:rsidRPr="00F4279E">
        <w:rPr>
          <w:rFonts w:ascii="Arial" w:hAnsi="Arial" w:cs="Arial"/>
          <w:color w:val="4E4D4D" w:themeColor="background2"/>
        </w:rPr>
        <w:t xml:space="preserve"> </w:t>
      </w:r>
      <w:r w:rsidR="00BE1FEB" w:rsidRPr="00F4279E">
        <w:rPr>
          <w:rFonts w:ascii="Arial" w:hAnsi="Arial" w:cs="Arial"/>
          <w:color w:val="4E4D4D" w:themeColor="background2"/>
          <w:spacing w:val="2"/>
        </w:rPr>
        <w:t>r</w:t>
      </w:r>
      <w:r w:rsidR="00BE1FEB" w:rsidRPr="00F4279E">
        <w:rPr>
          <w:rFonts w:ascii="Arial" w:hAnsi="Arial" w:cs="Arial"/>
          <w:color w:val="4E4D4D" w:themeColor="background2"/>
          <w:spacing w:val="-1"/>
        </w:rPr>
        <w:t>e</w:t>
      </w:r>
      <w:r w:rsidR="00BE1FEB" w:rsidRPr="00F4279E">
        <w:rPr>
          <w:rFonts w:ascii="Arial" w:hAnsi="Arial" w:cs="Arial"/>
          <w:color w:val="4E4D4D" w:themeColor="background2"/>
          <w:spacing w:val="4"/>
        </w:rPr>
        <w:t>g</w:t>
      </w:r>
      <w:r w:rsidR="00BE1FEB" w:rsidRPr="00F4279E">
        <w:rPr>
          <w:rFonts w:ascii="Arial" w:hAnsi="Arial" w:cs="Arial"/>
          <w:color w:val="4E4D4D" w:themeColor="background2"/>
        </w:rPr>
        <w:t>i</w:t>
      </w:r>
      <w:r w:rsidR="00BE1FEB" w:rsidRPr="00F4279E">
        <w:rPr>
          <w:rFonts w:ascii="Arial" w:hAnsi="Arial" w:cs="Arial"/>
          <w:color w:val="4E4D4D" w:themeColor="background2"/>
          <w:spacing w:val="-3"/>
        </w:rPr>
        <w:t>s</w:t>
      </w:r>
      <w:r w:rsidR="00BE1FEB" w:rsidRPr="00F4279E">
        <w:rPr>
          <w:rFonts w:ascii="Arial" w:hAnsi="Arial" w:cs="Arial"/>
          <w:color w:val="4E4D4D" w:themeColor="background2"/>
          <w:spacing w:val="4"/>
        </w:rPr>
        <w:t>t</w:t>
      </w:r>
      <w:r w:rsidR="00BE1FEB" w:rsidRPr="00F4279E">
        <w:rPr>
          <w:rFonts w:ascii="Arial" w:hAnsi="Arial" w:cs="Arial"/>
          <w:color w:val="4E4D4D" w:themeColor="background2"/>
          <w:spacing w:val="-1"/>
        </w:rPr>
        <w:t>r</w:t>
      </w:r>
      <w:r w:rsidR="00BE1FEB" w:rsidRPr="00F4279E">
        <w:rPr>
          <w:rFonts w:ascii="Arial" w:hAnsi="Arial" w:cs="Arial"/>
          <w:color w:val="4E4D4D" w:themeColor="background2"/>
        </w:rPr>
        <w:t xml:space="preserve">o </w:t>
      </w:r>
      <w:r w:rsidR="00BE1FEB" w:rsidRPr="00F4279E">
        <w:rPr>
          <w:rFonts w:ascii="Arial" w:hAnsi="Arial" w:cs="Arial"/>
          <w:color w:val="4E4D4D" w:themeColor="background2"/>
          <w:spacing w:val="-1"/>
        </w:rPr>
        <w:t>s</w:t>
      </w:r>
      <w:r w:rsidR="00BE1FEB" w:rsidRPr="00F4279E">
        <w:rPr>
          <w:rFonts w:ascii="Arial" w:hAnsi="Arial" w:cs="Arial"/>
          <w:color w:val="4E4D4D" w:themeColor="background2"/>
          <w:spacing w:val="2"/>
        </w:rPr>
        <w:t>a</w:t>
      </w:r>
      <w:r w:rsidR="00BE1FEB" w:rsidRPr="00F4279E">
        <w:rPr>
          <w:rFonts w:ascii="Arial" w:hAnsi="Arial" w:cs="Arial"/>
          <w:color w:val="4E4D4D" w:themeColor="background2"/>
          <w:spacing w:val="-3"/>
        </w:rPr>
        <w:t>n</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spacing w:val="4"/>
        </w:rPr>
        <w:t>t</w:t>
      </w:r>
      <w:r w:rsidR="00BE1FEB" w:rsidRPr="00F4279E">
        <w:rPr>
          <w:rFonts w:ascii="Arial" w:hAnsi="Arial" w:cs="Arial"/>
          <w:color w:val="4E4D4D" w:themeColor="background2"/>
          <w:spacing w:val="2"/>
        </w:rPr>
        <w:t>a</w:t>
      </w:r>
      <w:r w:rsidR="00BE1FEB" w:rsidRPr="00F4279E">
        <w:rPr>
          <w:rFonts w:ascii="Arial" w:hAnsi="Arial" w:cs="Arial"/>
          <w:color w:val="4E4D4D" w:themeColor="background2"/>
          <w:spacing w:val="-3"/>
        </w:rPr>
        <w:t>r</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rPr>
        <w:t>o, permiso sanitario o notificación sanitaria (resolución 2674 de 2013 o</w:t>
      </w:r>
      <w:r w:rsidR="00BE1FEB" w:rsidRPr="00F4279E">
        <w:rPr>
          <w:rFonts w:ascii="Arial" w:hAnsi="Arial" w:cs="Arial"/>
          <w:color w:val="4E4D4D" w:themeColor="background2"/>
          <w:spacing w:val="-2"/>
        </w:rPr>
        <w:t xml:space="preserve"> no contiene dicha información, </w:t>
      </w:r>
      <w:r w:rsidR="00BE1FEB" w:rsidRPr="00F4279E">
        <w:rPr>
          <w:rFonts w:ascii="Arial" w:hAnsi="Arial" w:cs="Arial"/>
          <w:color w:val="4E4D4D" w:themeColor="background2"/>
        </w:rPr>
        <w:t>se deberá anexar la impresión del documento que corresponda, el cual se puede descargar a través dela página del INVIMA</w:t>
      </w:r>
      <w:r w:rsidR="00BE1FEB" w:rsidRPr="00F4279E">
        <w:rPr>
          <w:rFonts w:ascii="Arial" w:hAnsi="Arial" w:cs="Arial"/>
          <w:color w:val="4E4D4D" w:themeColor="background2"/>
          <w:spacing w:val="-2"/>
        </w:rPr>
        <w:t xml:space="preserve">.  Si se presenta </w:t>
      </w:r>
      <w:r w:rsidR="00BE1FEB" w:rsidRPr="00F4279E">
        <w:rPr>
          <w:rFonts w:ascii="Arial" w:hAnsi="Arial" w:cs="Arial"/>
          <w:color w:val="4E4D4D" w:themeColor="background2"/>
          <w:spacing w:val="-1"/>
        </w:rPr>
        <w:t>f</w:t>
      </w:r>
      <w:r w:rsidR="00BE1FEB" w:rsidRPr="00F4279E">
        <w:rPr>
          <w:rFonts w:ascii="Arial" w:hAnsi="Arial" w:cs="Arial"/>
          <w:color w:val="4E4D4D" w:themeColor="background2"/>
        </w:rPr>
        <w:t>o</w:t>
      </w:r>
      <w:r w:rsidR="00BE1FEB" w:rsidRPr="00F4279E">
        <w:rPr>
          <w:rFonts w:ascii="Arial" w:hAnsi="Arial" w:cs="Arial"/>
          <w:color w:val="4E4D4D" w:themeColor="background2"/>
          <w:spacing w:val="-1"/>
        </w:rPr>
        <w:t>r</w:t>
      </w:r>
      <w:r w:rsidR="00BE1FEB" w:rsidRPr="00F4279E">
        <w:rPr>
          <w:rFonts w:ascii="Arial" w:hAnsi="Arial" w:cs="Arial"/>
          <w:color w:val="4E4D4D" w:themeColor="background2"/>
          <w:spacing w:val="3"/>
        </w:rPr>
        <w:t>m</w:t>
      </w:r>
      <w:r w:rsidR="00BE1FEB" w:rsidRPr="00F4279E">
        <w:rPr>
          <w:rFonts w:ascii="Arial" w:hAnsi="Arial" w:cs="Arial"/>
          <w:color w:val="4E4D4D" w:themeColor="background2"/>
        </w:rPr>
        <w:t>ul</w:t>
      </w:r>
      <w:r w:rsidR="00BE1FEB" w:rsidRPr="00F4279E">
        <w:rPr>
          <w:rFonts w:ascii="Arial" w:hAnsi="Arial" w:cs="Arial"/>
          <w:color w:val="4E4D4D" w:themeColor="background2"/>
          <w:spacing w:val="2"/>
        </w:rPr>
        <w:t>a</w:t>
      </w:r>
      <w:r w:rsidR="00BE1FEB" w:rsidRPr="00F4279E">
        <w:rPr>
          <w:rFonts w:ascii="Arial" w:hAnsi="Arial" w:cs="Arial"/>
          <w:color w:val="4E4D4D" w:themeColor="background2"/>
          <w:spacing w:val="-1"/>
        </w:rPr>
        <w:t>r</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rPr>
        <w:t xml:space="preserve">o de </w:t>
      </w:r>
      <w:r w:rsidR="00BE1FEB" w:rsidRPr="00F4279E">
        <w:rPr>
          <w:rFonts w:ascii="Arial" w:hAnsi="Arial" w:cs="Arial"/>
          <w:color w:val="4E4D4D" w:themeColor="background2"/>
          <w:spacing w:val="2"/>
        </w:rPr>
        <w:t>s</w:t>
      </w:r>
      <w:r w:rsidR="00BE1FEB" w:rsidRPr="00F4279E">
        <w:rPr>
          <w:rFonts w:ascii="Arial" w:hAnsi="Arial" w:cs="Arial"/>
          <w:color w:val="4E4D4D" w:themeColor="background2"/>
          <w:spacing w:val="-2"/>
        </w:rPr>
        <w:t>o</w:t>
      </w:r>
      <w:r w:rsidR="00BE1FEB" w:rsidRPr="00F4279E">
        <w:rPr>
          <w:rFonts w:ascii="Arial" w:hAnsi="Arial" w:cs="Arial"/>
          <w:color w:val="4E4D4D" w:themeColor="background2"/>
          <w:spacing w:val="2"/>
        </w:rPr>
        <w:t>li</w:t>
      </w:r>
      <w:r w:rsidR="00BE1FEB" w:rsidRPr="00F4279E">
        <w:rPr>
          <w:rFonts w:ascii="Arial" w:hAnsi="Arial" w:cs="Arial"/>
          <w:color w:val="4E4D4D" w:themeColor="background2"/>
          <w:spacing w:val="-1"/>
        </w:rPr>
        <w:t>c</w:t>
      </w:r>
      <w:r w:rsidR="00BE1FEB" w:rsidRPr="00F4279E">
        <w:rPr>
          <w:rFonts w:ascii="Arial" w:hAnsi="Arial" w:cs="Arial"/>
          <w:color w:val="4E4D4D" w:themeColor="background2"/>
        </w:rPr>
        <w:t>i</w:t>
      </w:r>
      <w:r w:rsidR="00BE1FEB" w:rsidRPr="00F4279E">
        <w:rPr>
          <w:rFonts w:ascii="Arial" w:hAnsi="Arial" w:cs="Arial"/>
          <w:color w:val="4E4D4D" w:themeColor="background2"/>
          <w:spacing w:val="6"/>
        </w:rPr>
        <w:t>t</w:t>
      </w:r>
      <w:r w:rsidR="00BE1FEB" w:rsidRPr="00F4279E">
        <w:rPr>
          <w:rFonts w:ascii="Arial" w:hAnsi="Arial" w:cs="Arial"/>
          <w:color w:val="4E4D4D" w:themeColor="background2"/>
          <w:spacing w:val="-3"/>
        </w:rPr>
        <w:t>u</w:t>
      </w:r>
      <w:r w:rsidR="00BE1FEB" w:rsidRPr="00F4279E">
        <w:rPr>
          <w:rFonts w:ascii="Arial" w:hAnsi="Arial" w:cs="Arial"/>
          <w:color w:val="4E4D4D" w:themeColor="background2"/>
        </w:rPr>
        <w:t>d</w:t>
      </w:r>
      <w:r w:rsidR="00BE1FEB" w:rsidRPr="00F4279E">
        <w:rPr>
          <w:rFonts w:ascii="Arial" w:hAnsi="Arial" w:cs="Arial"/>
          <w:color w:val="4E4D4D" w:themeColor="background2"/>
          <w:spacing w:val="30"/>
        </w:rPr>
        <w:t xml:space="preserve"> </w:t>
      </w:r>
      <w:r w:rsidR="00BE1FEB" w:rsidRPr="00F4279E">
        <w:rPr>
          <w:rFonts w:ascii="Arial" w:hAnsi="Arial" w:cs="Arial"/>
          <w:color w:val="4E4D4D" w:themeColor="background2"/>
          <w:spacing w:val="-1"/>
        </w:rPr>
        <w:t>d</w:t>
      </w:r>
      <w:r w:rsidR="00BE1FEB" w:rsidRPr="00F4279E">
        <w:rPr>
          <w:rFonts w:ascii="Arial" w:hAnsi="Arial" w:cs="Arial"/>
          <w:color w:val="4E4D4D" w:themeColor="background2"/>
        </w:rPr>
        <w:t>e</w:t>
      </w:r>
      <w:r w:rsidR="00BE1FEB" w:rsidRPr="00F4279E">
        <w:rPr>
          <w:rFonts w:ascii="Arial" w:hAnsi="Arial" w:cs="Arial"/>
          <w:color w:val="4E4D4D" w:themeColor="background2"/>
          <w:spacing w:val="34"/>
        </w:rPr>
        <w:t xml:space="preserve"> </w:t>
      </w:r>
      <w:r w:rsidR="00BE1FEB" w:rsidRPr="00F4279E">
        <w:rPr>
          <w:rFonts w:ascii="Arial" w:hAnsi="Arial" w:cs="Arial"/>
          <w:color w:val="4E4D4D" w:themeColor="background2"/>
          <w:spacing w:val="2"/>
        </w:rPr>
        <w:t>a</w:t>
      </w:r>
      <w:r w:rsidR="00BE1FEB" w:rsidRPr="00F4279E">
        <w:rPr>
          <w:rFonts w:ascii="Arial" w:hAnsi="Arial" w:cs="Arial"/>
          <w:color w:val="4E4D4D" w:themeColor="background2"/>
          <w:spacing w:val="-1"/>
        </w:rPr>
        <w:t>d</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spacing w:val="-3"/>
        </w:rPr>
        <w:t>c</w:t>
      </w:r>
      <w:r w:rsidR="00BE1FEB" w:rsidRPr="00F4279E">
        <w:rPr>
          <w:rFonts w:ascii="Arial" w:hAnsi="Arial" w:cs="Arial"/>
          <w:color w:val="4E4D4D" w:themeColor="background2"/>
          <w:spacing w:val="4"/>
        </w:rPr>
        <w:t>i</w:t>
      </w:r>
      <w:r w:rsidR="00BE1FEB" w:rsidRPr="00F4279E">
        <w:rPr>
          <w:rFonts w:ascii="Arial" w:hAnsi="Arial" w:cs="Arial"/>
          <w:color w:val="4E4D4D" w:themeColor="background2"/>
        </w:rPr>
        <w:t>ón</w:t>
      </w:r>
      <w:r w:rsidR="00BE1FEB" w:rsidRPr="00F4279E">
        <w:rPr>
          <w:rFonts w:ascii="Arial" w:hAnsi="Arial" w:cs="Arial"/>
          <w:color w:val="4E4D4D" w:themeColor="background2"/>
          <w:spacing w:val="27"/>
        </w:rPr>
        <w:t xml:space="preserve"> </w:t>
      </w:r>
      <w:r w:rsidR="00BE1FEB" w:rsidRPr="00F4279E">
        <w:rPr>
          <w:rFonts w:ascii="Arial" w:hAnsi="Arial" w:cs="Arial"/>
          <w:color w:val="4E4D4D" w:themeColor="background2"/>
        </w:rPr>
        <w:t>o</w:t>
      </w:r>
      <w:r w:rsidR="00BE1FEB" w:rsidRPr="00F4279E">
        <w:rPr>
          <w:rFonts w:ascii="Arial" w:hAnsi="Arial" w:cs="Arial"/>
          <w:color w:val="4E4D4D" w:themeColor="background2"/>
          <w:spacing w:val="22"/>
        </w:rPr>
        <w:t xml:space="preserve"> </w:t>
      </w:r>
      <w:r w:rsidR="00BE1FEB" w:rsidRPr="00F4279E">
        <w:rPr>
          <w:rFonts w:ascii="Arial" w:hAnsi="Arial" w:cs="Arial"/>
          <w:color w:val="4E4D4D" w:themeColor="background2"/>
          <w:spacing w:val="1"/>
        </w:rPr>
        <w:t>m</w:t>
      </w:r>
      <w:r w:rsidR="00BE1FEB" w:rsidRPr="00F4279E">
        <w:rPr>
          <w:rFonts w:ascii="Arial" w:hAnsi="Arial" w:cs="Arial"/>
          <w:color w:val="4E4D4D" w:themeColor="background2"/>
        </w:rPr>
        <w:t>o</w:t>
      </w:r>
      <w:r w:rsidR="00BE1FEB" w:rsidRPr="00F4279E">
        <w:rPr>
          <w:rFonts w:ascii="Arial" w:hAnsi="Arial" w:cs="Arial"/>
          <w:color w:val="4E4D4D" w:themeColor="background2"/>
          <w:spacing w:val="-1"/>
        </w:rPr>
        <w:t>d</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spacing w:val="-1"/>
        </w:rPr>
        <w:t>f</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spacing w:val="-3"/>
        </w:rPr>
        <w:t>c</w:t>
      </w:r>
      <w:r w:rsidR="00BE1FEB" w:rsidRPr="00F4279E">
        <w:rPr>
          <w:rFonts w:ascii="Arial" w:hAnsi="Arial" w:cs="Arial"/>
          <w:color w:val="4E4D4D" w:themeColor="background2"/>
          <w:spacing w:val="4"/>
        </w:rPr>
        <w:t>a</w:t>
      </w:r>
      <w:r w:rsidR="00BE1FEB" w:rsidRPr="00F4279E">
        <w:rPr>
          <w:rFonts w:ascii="Arial" w:hAnsi="Arial" w:cs="Arial"/>
          <w:color w:val="4E4D4D" w:themeColor="background2"/>
          <w:spacing w:val="-3"/>
        </w:rPr>
        <w:t>c</w:t>
      </w:r>
      <w:r w:rsidR="00BE1FEB" w:rsidRPr="00F4279E">
        <w:rPr>
          <w:rFonts w:ascii="Arial" w:hAnsi="Arial" w:cs="Arial"/>
          <w:color w:val="4E4D4D" w:themeColor="background2"/>
          <w:spacing w:val="2"/>
        </w:rPr>
        <w:t>i</w:t>
      </w:r>
      <w:r w:rsidR="00BE1FEB" w:rsidRPr="00F4279E">
        <w:rPr>
          <w:rFonts w:ascii="Arial" w:hAnsi="Arial" w:cs="Arial"/>
          <w:color w:val="4E4D4D" w:themeColor="background2"/>
        </w:rPr>
        <w:t>ón</w:t>
      </w:r>
      <w:r w:rsidR="00BE1FEB" w:rsidRPr="00F4279E">
        <w:rPr>
          <w:rFonts w:ascii="Arial" w:hAnsi="Arial" w:cs="Arial"/>
          <w:color w:val="4E4D4D" w:themeColor="background2"/>
          <w:spacing w:val="40"/>
        </w:rPr>
        <w:t xml:space="preserve"> </w:t>
      </w:r>
      <w:r w:rsidR="00BE1FEB" w:rsidRPr="00F4279E">
        <w:rPr>
          <w:rFonts w:ascii="Arial" w:hAnsi="Arial" w:cs="Arial"/>
          <w:color w:val="4E4D4D" w:themeColor="background2"/>
          <w:spacing w:val="2"/>
        </w:rPr>
        <w:t>d</w:t>
      </w:r>
      <w:r w:rsidR="00BE1FEB" w:rsidRPr="00F4279E">
        <w:rPr>
          <w:rFonts w:ascii="Arial" w:hAnsi="Arial" w:cs="Arial"/>
          <w:color w:val="4E4D4D" w:themeColor="background2"/>
        </w:rPr>
        <w:t>e</w:t>
      </w:r>
      <w:r w:rsidR="00BE1FEB" w:rsidRPr="00F4279E">
        <w:rPr>
          <w:rFonts w:ascii="Arial" w:hAnsi="Arial" w:cs="Arial"/>
          <w:color w:val="4E4D4D" w:themeColor="background2"/>
          <w:spacing w:val="18"/>
        </w:rPr>
        <w:t xml:space="preserve"> </w:t>
      </w:r>
      <w:r w:rsidR="00BE1FEB" w:rsidRPr="00F4279E">
        <w:rPr>
          <w:rFonts w:ascii="Arial" w:hAnsi="Arial" w:cs="Arial"/>
          <w:color w:val="4E4D4D" w:themeColor="background2"/>
          <w:spacing w:val="2"/>
        </w:rPr>
        <w:t>pr</w:t>
      </w:r>
      <w:r w:rsidR="00BE1FEB" w:rsidRPr="00F4279E">
        <w:rPr>
          <w:rFonts w:ascii="Arial" w:hAnsi="Arial" w:cs="Arial"/>
          <w:color w:val="4E4D4D" w:themeColor="background2"/>
        </w:rPr>
        <w:t>o</w:t>
      </w:r>
      <w:r w:rsidR="00BE1FEB" w:rsidRPr="00F4279E">
        <w:rPr>
          <w:rFonts w:ascii="Arial" w:hAnsi="Arial" w:cs="Arial"/>
          <w:color w:val="4E4D4D" w:themeColor="background2"/>
          <w:spacing w:val="-1"/>
        </w:rPr>
        <w:t>d</w:t>
      </w:r>
      <w:r w:rsidR="00BE1FEB" w:rsidRPr="00F4279E">
        <w:rPr>
          <w:rFonts w:ascii="Arial" w:hAnsi="Arial" w:cs="Arial"/>
          <w:color w:val="4E4D4D" w:themeColor="background2"/>
          <w:spacing w:val="2"/>
        </w:rPr>
        <w:t>u</w:t>
      </w:r>
      <w:r w:rsidR="00BE1FEB" w:rsidRPr="00F4279E">
        <w:rPr>
          <w:rFonts w:ascii="Arial" w:hAnsi="Arial" w:cs="Arial"/>
          <w:color w:val="4E4D4D" w:themeColor="background2"/>
          <w:spacing w:val="-1"/>
        </w:rPr>
        <w:t>c</w:t>
      </w:r>
      <w:r w:rsidR="00BE1FEB" w:rsidRPr="00F4279E">
        <w:rPr>
          <w:rFonts w:ascii="Arial" w:hAnsi="Arial" w:cs="Arial"/>
          <w:color w:val="4E4D4D" w:themeColor="background2"/>
          <w:spacing w:val="6"/>
        </w:rPr>
        <w:t>t</w:t>
      </w:r>
      <w:r w:rsidR="00BE1FEB" w:rsidRPr="00F4279E">
        <w:rPr>
          <w:rFonts w:ascii="Arial" w:hAnsi="Arial" w:cs="Arial"/>
          <w:color w:val="4E4D4D" w:themeColor="background2"/>
        </w:rPr>
        <w:t>o, se deberá anexar copia del mismo y registro sanitario, permiso sanitario o notificación sanitaria anterior.</w:t>
      </w:r>
    </w:p>
    <w:p w14:paraId="5C64F07B" w14:textId="77777777" w:rsidR="00BC0E9C" w:rsidRDefault="00BC0E9C" w:rsidP="004B4434">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p>
    <w:p w14:paraId="441AFFCD" w14:textId="1B5E6707" w:rsidR="007B7DD2" w:rsidRPr="00F4279E" w:rsidRDefault="007B7DD2" w:rsidP="004B4434">
      <w:pPr>
        <w:pStyle w:val="Prrafodelista"/>
        <w:widowControl w:val="0"/>
        <w:autoSpaceDE w:val="0"/>
        <w:autoSpaceDN w:val="0"/>
        <w:adjustRightInd w:val="0"/>
        <w:spacing w:line="0" w:lineRule="atLeast"/>
        <w:ind w:left="360"/>
        <w:jc w:val="both"/>
        <w:rPr>
          <w:rFonts w:ascii="Arial" w:hAnsi="Arial" w:cs="Arial"/>
          <w:color w:val="4E4D4D" w:themeColor="background2"/>
          <w:spacing w:val="-2"/>
        </w:rPr>
      </w:pPr>
      <w:r>
        <w:rPr>
          <w:rFonts w:ascii="Arial" w:hAnsi="Arial" w:cs="Arial"/>
          <w:color w:val="4E4D4D" w:themeColor="background2"/>
          <w:spacing w:val="-2"/>
        </w:rPr>
        <w:t>NOTA</w:t>
      </w:r>
      <w:r w:rsidR="00DE00DF">
        <w:rPr>
          <w:rFonts w:ascii="Arial" w:hAnsi="Arial" w:cs="Arial"/>
          <w:color w:val="4E4D4D" w:themeColor="background2"/>
          <w:spacing w:val="-2"/>
        </w:rPr>
        <w:t xml:space="preserve">: </w:t>
      </w:r>
      <w:r>
        <w:rPr>
          <w:rFonts w:ascii="Arial" w:hAnsi="Arial" w:cs="Arial"/>
          <w:color w:val="4E4D4D" w:themeColor="background2"/>
          <w:spacing w:val="-2"/>
        </w:rPr>
        <w:t xml:space="preserve"> </w:t>
      </w:r>
      <w:r w:rsidR="00DE00DF">
        <w:rPr>
          <w:rFonts w:ascii="Arial" w:hAnsi="Arial" w:cs="Arial"/>
          <w:color w:val="4E4D4D" w:themeColor="background2"/>
          <w:spacing w:val="-2"/>
        </w:rPr>
        <w:t>E</w:t>
      </w:r>
      <w:r>
        <w:rPr>
          <w:rFonts w:ascii="Arial" w:hAnsi="Arial" w:cs="Arial"/>
          <w:color w:val="4E4D4D" w:themeColor="background2"/>
          <w:spacing w:val="-2"/>
        </w:rPr>
        <w:t xml:space="preserve">n la ejecución el proveedor en caso de haber presentado el formulario con el sello de radicado del INVIMA del </w:t>
      </w:r>
      <w:r w:rsidR="005C2C5F">
        <w:rPr>
          <w:rFonts w:ascii="Arial" w:hAnsi="Arial" w:cs="Arial"/>
          <w:color w:val="4E4D4D" w:themeColor="background2"/>
          <w:spacing w:val="-2"/>
        </w:rPr>
        <w:t>trámite</w:t>
      </w:r>
      <w:r>
        <w:rPr>
          <w:rFonts w:ascii="Arial" w:hAnsi="Arial" w:cs="Arial"/>
          <w:color w:val="4E4D4D" w:themeColor="background2"/>
          <w:spacing w:val="-2"/>
        </w:rPr>
        <w:t>, tendrá que presentar la resolución</w:t>
      </w:r>
      <w:r w:rsidR="005C2C5F">
        <w:rPr>
          <w:rFonts w:ascii="Arial" w:hAnsi="Arial" w:cs="Arial"/>
          <w:color w:val="4E4D4D" w:themeColor="background2"/>
          <w:spacing w:val="-2"/>
        </w:rPr>
        <w:t xml:space="preserve"> </w:t>
      </w:r>
      <w:r>
        <w:rPr>
          <w:rFonts w:ascii="Arial" w:hAnsi="Arial" w:cs="Arial"/>
          <w:color w:val="4E4D4D" w:themeColor="background2"/>
          <w:spacing w:val="-2"/>
        </w:rPr>
        <w:t xml:space="preserve"> en firme </w:t>
      </w:r>
      <w:r w:rsidR="005C2C5F">
        <w:rPr>
          <w:rFonts w:ascii="Arial" w:hAnsi="Arial" w:cs="Arial"/>
          <w:color w:val="4E4D4D" w:themeColor="background2"/>
          <w:spacing w:val="-2"/>
        </w:rPr>
        <w:t xml:space="preserve"> en un plazo máximo de </w:t>
      </w:r>
      <w:r>
        <w:rPr>
          <w:rFonts w:ascii="Arial" w:hAnsi="Arial" w:cs="Arial"/>
          <w:color w:val="4E4D4D" w:themeColor="background2"/>
          <w:spacing w:val="-2"/>
        </w:rPr>
        <w:t>30 días hábiles</w:t>
      </w:r>
      <w:r w:rsidR="005C2C5F">
        <w:rPr>
          <w:rFonts w:ascii="Arial" w:hAnsi="Arial" w:cs="Arial"/>
          <w:color w:val="4E4D4D" w:themeColor="background2"/>
          <w:spacing w:val="-2"/>
        </w:rPr>
        <w:t xml:space="preserve"> al inicio de la ejecución de</w:t>
      </w:r>
      <w:r w:rsidR="002935AF">
        <w:rPr>
          <w:rFonts w:ascii="Arial" w:hAnsi="Arial" w:cs="Arial"/>
          <w:color w:val="4E4D4D" w:themeColor="background2"/>
          <w:spacing w:val="-2"/>
        </w:rPr>
        <w:t xml:space="preserve"> </w:t>
      </w:r>
      <w:r w:rsidR="005C2C5F">
        <w:rPr>
          <w:rFonts w:ascii="Arial" w:hAnsi="Arial" w:cs="Arial"/>
          <w:color w:val="4E4D4D" w:themeColor="background2"/>
          <w:spacing w:val="-2"/>
        </w:rPr>
        <w:t xml:space="preserve">las órdenes de compra </w:t>
      </w:r>
    </w:p>
    <w:p w14:paraId="5C64F07C" w14:textId="77777777" w:rsidR="00BC0E9C" w:rsidRPr="00F4279E" w:rsidRDefault="00BC0E9C" w:rsidP="001974DD">
      <w:pPr>
        <w:widowControl w:val="0"/>
        <w:autoSpaceDE w:val="0"/>
        <w:autoSpaceDN w:val="0"/>
        <w:adjustRightInd w:val="0"/>
        <w:spacing w:line="0" w:lineRule="atLeast"/>
        <w:jc w:val="both"/>
        <w:rPr>
          <w:rFonts w:ascii="Arial" w:hAnsi="Arial" w:cs="Arial"/>
          <w:color w:val="4E4D4D" w:themeColor="background2"/>
          <w:spacing w:val="-2"/>
        </w:rPr>
      </w:pPr>
    </w:p>
    <w:p w14:paraId="7A2E5E00" w14:textId="29985F42" w:rsidR="00D31839" w:rsidRPr="00C8240D" w:rsidRDefault="00DE00DF" w:rsidP="00C8240D">
      <w:pPr>
        <w:pStyle w:val="Prrafodelista"/>
        <w:widowControl w:val="0"/>
        <w:numPr>
          <w:ilvl w:val="2"/>
          <w:numId w:val="24"/>
        </w:numPr>
        <w:autoSpaceDE w:val="0"/>
        <w:autoSpaceDN w:val="0"/>
        <w:adjustRightInd w:val="0"/>
        <w:spacing w:line="0" w:lineRule="atLeast"/>
        <w:jc w:val="both"/>
        <w:rPr>
          <w:rFonts w:asciiTheme="minorHAnsi" w:hAnsiTheme="minorHAnsi" w:cstheme="minorHAnsi"/>
          <w:b/>
          <w:color w:val="4E4D4D" w:themeColor="background2"/>
        </w:rPr>
      </w:pPr>
      <w:r w:rsidRPr="00C8240D">
        <w:rPr>
          <w:rFonts w:asciiTheme="minorHAnsi" w:hAnsiTheme="minorHAnsi" w:cstheme="minorHAnsi"/>
          <w:b/>
          <w:color w:val="4E4D4D" w:themeColor="background2"/>
        </w:rPr>
        <w:t>FABRICANTE O DISTRIBUIDOR DE PRODUCTO</w:t>
      </w:r>
      <w:r w:rsidRPr="00C8240D" w:rsidDel="00DB7A2D">
        <w:rPr>
          <w:rFonts w:asciiTheme="minorHAnsi" w:hAnsiTheme="minorHAnsi" w:cstheme="minorHAnsi"/>
          <w:b/>
          <w:color w:val="4E4D4D" w:themeColor="background2"/>
        </w:rPr>
        <w:t xml:space="preserve"> </w:t>
      </w:r>
    </w:p>
    <w:p w14:paraId="5C64F07E" w14:textId="77777777" w:rsidR="005E398C" w:rsidRPr="00F4279E" w:rsidRDefault="005E398C" w:rsidP="00C8240D"/>
    <w:p w14:paraId="5C64F07F" w14:textId="69ED5A0A" w:rsidR="005400BA" w:rsidRPr="00F4279E" w:rsidRDefault="005400BA" w:rsidP="005400BA">
      <w:pPr>
        <w:widowControl w:val="0"/>
        <w:autoSpaceDE w:val="0"/>
        <w:autoSpaceDN w:val="0"/>
        <w:adjustRightInd w:val="0"/>
        <w:jc w:val="both"/>
        <w:rPr>
          <w:rFonts w:ascii="Arial" w:hAnsi="Arial" w:cs="Arial"/>
          <w:color w:val="4E4D4D" w:themeColor="background2"/>
          <w:w w:val="103"/>
        </w:rPr>
      </w:pPr>
      <w:r w:rsidRPr="00F4279E">
        <w:rPr>
          <w:rFonts w:ascii="Arial" w:hAnsi="Arial" w:cs="Arial"/>
          <w:color w:val="4E4D4D" w:themeColor="background2"/>
          <w:spacing w:val="-1"/>
        </w:rPr>
        <w:t>Todas las plantas de producción o distribución de</w:t>
      </w:r>
      <w:r w:rsidR="00347014" w:rsidRPr="00F4279E">
        <w:rPr>
          <w:rFonts w:ascii="Arial" w:hAnsi="Arial" w:cs="Arial"/>
          <w:color w:val="4E4D4D" w:themeColor="background2"/>
          <w:spacing w:val="-1"/>
        </w:rPr>
        <w:t xml:space="preserve"> agua </w:t>
      </w:r>
      <w:r w:rsidR="009016D3">
        <w:rPr>
          <w:rFonts w:ascii="Arial" w:hAnsi="Arial" w:cs="Arial"/>
          <w:color w:val="4E4D4D" w:themeColor="background2"/>
          <w:spacing w:val="-1"/>
        </w:rPr>
        <w:t xml:space="preserve">tratada </w:t>
      </w:r>
      <w:r w:rsidR="00347014" w:rsidRPr="00F4279E">
        <w:rPr>
          <w:rFonts w:ascii="Arial" w:hAnsi="Arial" w:cs="Arial"/>
          <w:color w:val="4E4D4D" w:themeColor="background2"/>
          <w:spacing w:val="-1"/>
        </w:rPr>
        <w:t>potable envasada</w:t>
      </w:r>
      <w:r w:rsidRPr="00F4279E">
        <w:rPr>
          <w:rFonts w:ascii="Arial" w:hAnsi="Arial" w:cs="Arial"/>
          <w:color w:val="4E4D4D" w:themeColor="background2"/>
          <w:spacing w:val="-1"/>
        </w:rPr>
        <w:t xml:space="preserve"> deberán contar con concepto higiénico sanitario favorable o favorable con observaciones, tanto para la presentación de la oferta como para la ejecución de las órdenes de compra. La vigencia de dicho concepto no deberá superar los 180 días calendario</w:t>
      </w:r>
      <w:r w:rsidRPr="00F4279E">
        <w:rPr>
          <w:rFonts w:ascii="Arial" w:hAnsi="Arial" w:cs="Arial"/>
          <w:color w:val="4E4D4D" w:themeColor="background2"/>
          <w:spacing w:val="19"/>
        </w:rPr>
        <w:t xml:space="preserve"> </w:t>
      </w:r>
      <w:r w:rsidRPr="00F4279E">
        <w:rPr>
          <w:rFonts w:ascii="Arial" w:hAnsi="Arial" w:cs="Arial"/>
          <w:color w:val="4E4D4D" w:themeColor="background2"/>
        </w:rPr>
        <w:t>al</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spacing w:val="-1"/>
        </w:rPr>
        <w:t>r</w:t>
      </w:r>
      <w:r w:rsidRPr="00F4279E">
        <w:rPr>
          <w:rFonts w:ascii="Arial" w:hAnsi="Arial" w:cs="Arial"/>
          <w:color w:val="4E4D4D" w:themeColor="background2"/>
        </w:rPr>
        <w:t>e</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 la Licitación Pública</w:t>
      </w:r>
      <w:r w:rsidR="00405555">
        <w:rPr>
          <w:rFonts w:ascii="Arial" w:hAnsi="Arial" w:cs="Arial"/>
          <w:color w:val="4E4D4D" w:themeColor="background2"/>
        </w:rPr>
        <w:t>.</w:t>
      </w:r>
      <w:r w:rsidRPr="00F4279E">
        <w:rPr>
          <w:rFonts w:ascii="Arial" w:hAnsi="Arial" w:cs="Arial"/>
          <w:color w:val="4E4D4D" w:themeColor="background2"/>
        </w:rPr>
        <w:t xml:space="preserve"> </w:t>
      </w:r>
      <w:r w:rsidR="0095175A" w:rsidRPr="00F4279E">
        <w:rPr>
          <w:rFonts w:ascii="Arial" w:hAnsi="Arial" w:cs="Arial"/>
          <w:color w:val="4E4D4D" w:themeColor="background2"/>
          <w:spacing w:val="2"/>
        </w:rPr>
        <w:t>E</w:t>
      </w:r>
      <w:r w:rsidR="0095175A" w:rsidRPr="00F4279E">
        <w:rPr>
          <w:rFonts w:ascii="Arial" w:hAnsi="Arial" w:cs="Arial"/>
          <w:color w:val="4E4D4D" w:themeColor="background2"/>
        </w:rPr>
        <w:t>n</w:t>
      </w:r>
      <w:r w:rsidR="0095175A" w:rsidRPr="00F4279E">
        <w:rPr>
          <w:rFonts w:ascii="Arial" w:hAnsi="Arial" w:cs="Arial"/>
          <w:color w:val="4E4D4D" w:themeColor="background2"/>
          <w:spacing w:val="51"/>
        </w:rPr>
        <w:t xml:space="preserve"> </w:t>
      </w:r>
      <w:r w:rsidR="0095175A" w:rsidRPr="00F4279E">
        <w:rPr>
          <w:rFonts w:ascii="Arial" w:hAnsi="Arial" w:cs="Arial"/>
          <w:color w:val="4E4D4D" w:themeColor="background2"/>
          <w:spacing w:val="-1"/>
        </w:rPr>
        <w:t>c</w:t>
      </w:r>
      <w:r w:rsidR="0095175A" w:rsidRPr="00F4279E">
        <w:rPr>
          <w:rFonts w:ascii="Arial" w:hAnsi="Arial" w:cs="Arial"/>
          <w:color w:val="4E4D4D" w:themeColor="background2"/>
          <w:spacing w:val="2"/>
        </w:rPr>
        <w:t>a</w:t>
      </w:r>
      <w:r w:rsidR="0095175A" w:rsidRPr="00F4279E">
        <w:rPr>
          <w:rFonts w:ascii="Arial" w:hAnsi="Arial" w:cs="Arial"/>
          <w:color w:val="4E4D4D" w:themeColor="background2"/>
          <w:spacing w:val="-1"/>
        </w:rPr>
        <w:t>s</w:t>
      </w:r>
      <w:r w:rsidR="0095175A" w:rsidRPr="00F4279E">
        <w:rPr>
          <w:rFonts w:ascii="Arial" w:hAnsi="Arial" w:cs="Arial"/>
          <w:color w:val="4E4D4D" w:themeColor="background2"/>
        </w:rPr>
        <w:t>o de que</w:t>
      </w:r>
      <w:r w:rsidRPr="00F4279E">
        <w:rPr>
          <w:rFonts w:ascii="Arial" w:hAnsi="Arial" w:cs="Arial"/>
          <w:color w:val="4E4D4D" w:themeColor="background2"/>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 xml:space="preserve">l </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2"/>
        </w:rPr>
        <w:t>r</w:t>
      </w:r>
      <w:r w:rsidRPr="00F4279E">
        <w:rPr>
          <w:rFonts w:ascii="Arial" w:hAnsi="Arial" w:cs="Arial"/>
          <w:color w:val="4E4D4D" w:themeColor="background2"/>
        </w:rPr>
        <w:t xml:space="preserve">e </w:t>
      </w:r>
      <w:r w:rsidRPr="00F4279E">
        <w:rPr>
          <w:rFonts w:ascii="Arial" w:hAnsi="Arial" w:cs="Arial"/>
          <w:color w:val="4E4D4D" w:themeColor="background2"/>
          <w:spacing w:val="-1"/>
          <w:w w:val="102"/>
        </w:rPr>
        <w:t>se</w:t>
      </w:r>
      <w:r w:rsidRPr="00F4279E">
        <w:rPr>
          <w:rFonts w:ascii="Arial" w:hAnsi="Arial" w:cs="Arial"/>
          <w:color w:val="4E4D4D" w:themeColor="background2"/>
          <w:w w:val="102"/>
        </w:rPr>
        <w:t xml:space="preserve">a </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3"/>
        </w:rPr>
        <w:t>r</w:t>
      </w:r>
      <w:r w:rsidRPr="00F4279E">
        <w:rPr>
          <w:rFonts w:ascii="Arial" w:hAnsi="Arial" w:cs="Arial"/>
          <w:color w:val="4E4D4D" w:themeColor="background2"/>
          <w:spacing w:val="4"/>
        </w:rPr>
        <w:t>g</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spacing w:val="-2"/>
        </w:rPr>
        <w:t>o</w:t>
      </w:r>
      <w:r w:rsidRPr="00F4279E">
        <w:rPr>
          <w:rFonts w:ascii="Arial" w:hAnsi="Arial" w:cs="Arial"/>
          <w:color w:val="4E4D4D" w:themeColor="background2"/>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1"/>
        </w:rPr>
        <w:t xml:space="preserve"> </w:t>
      </w:r>
      <w:r w:rsidRPr="00F4279E">
        <w:rPr>
          <w:rFonts w:ascii="Arial" w:hAnsi="Arial" w:cs="Arial"/>
          <w:color w:val="4E4D4D" w:themeColor="background2"/>
          <w:spacing w:val="-3"/>
        </w:rPr>
        <w:t>c</w:t>
      </w:r>
      <w:r w:rsidRPr="00F4279E">
        <w:rPr>
          <w:rFonts w:ascii="Arial" w:hAnsi="Arial" w:cs="Arial"/>
          <w:color w:val="4E4D4D" w:themeColor="background2"/>
          <w:spacing w:val="2"/>
        </w:rPr>
        <w:t>u</w:t>
      </w:r>
      <w:r w:rsidRPr="00F4279E">
        <w:rPr>
          <w:rFonts w:ascii="Arial" w:hAnsi="Arial" w:cs="Arial"/>
          <w:color w:val="4E4D4D" w:themeColor="background2"/>
          <w:spacing w:val="1"/>
        </w:rPr>
        <w:t>m</w:t>
      </w:r>
      <w:r w:rsidRPr="00F4279E">
        <w:rPr>
          <w:rFonts w:ascii="Arial" w:hAnsi="Arial" w:cs="Arial"/>
          <w:color w:val="4E4D4D" w:themeColor="background2"/>
        </w:rPr>
        <w:t>p</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1"/>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 xml:space="preserve">o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51"/>
        </w:rPr>
        <w:t xml:space="preserve"> </w:t>
      </w:r>
      <w:r w:rsidRPr="00F4279E">
        <w:rPr>
          <w:rFonts w:ascii="Arial" w:hAnsi="Arial" w:cs="Arial"/>
          <w:color w:val="4E4D4D" w:themeColor="background2"/>
        </w:rPr>
        <w:t>la</w:t>
      </w:r>
      <w:r w:rsidRPr="00F4279E">
        <w:rPr>
          <w:rFonts w:ascii="Arial" w:hAnsi="Arial" w:cs="Arial"/>
          <w:color w:val="4E4D4D" w:themeColor="background2"/>
          <w:spacing w:val="52"/>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3"/>
        </w:rPr>
        <w:t>n</w:t>
      </w:r>
      <w:r w:rsidRPr="00F4279E">
        <w:rPr>
          <w:rFonts w:ascii="Arial" w:hAnsi="Arial" w:cs="Arial"/>
          <w:color w:val="4E4D4D" w:themeColor="background2"/>
          <w:spacing w:val="2"/>
        </w:rPr>
        <w:t>di</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 xml:space="preserve">n </w:t>
      </w:r>
      <w:r w:rsidRPr="00F4279E">
        <w:rPr>
          <w:rFonts w:ascii="Arial" w:hAnsi="Arial" w:cs="Arial"/>
          <w:color w:val="4E4D4D" w:themeColor="background2"/>
          <w:spacing w:val="4"/>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2"/>
        </w:rPr>
        <w:t>o</w:t>
      </w:r>
      <w:r w:rsidRPr="00F4279E">
        <w:rPr>
          <w:rFonts w:ascii="Arial" w:hAnsi="Arial" w:cs="Arial"/>
          <w:color w:val="4E4D4D" w:themeColor="background2"/>
          <w:spacing w:val="-1"/>
        </w:rPr>
        <w:t>n</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rPr>
        <w:t xml:space="preserve">a </w:t>
      </w:r>
      <w:r w:rsidRPr="00F4279E">
        <w:rPr>
          <w:rFonts w:ascii="Arial" w:hAnsi="Arial" w:cs="Arial"/>
          <w:color w:val="4E4D4D" w:themeColor="background2"/>
          <w:spacing w:val="2"/>
        </w:rPr>
        <w:t>c</w:t>
      </w:r>
      <w:r w:rsidRPr="00F4279E">
        <w:rPr>
          <w:rFonts w:ascii="Arial" w:hAnsi="Arial" w:cs="Arial"/>
          <w:color w:val="4E4D4D" w:themeColor="background2"/>
        </w:rPr>
        <w:t>on la</w:t>
      </w:r>
      <w:r w:rsidRPr="00F4279E">
        <w:rPr>
          <w:rFonts w:ascii="Arial" w:hAnsi="Arial" w:cs="Arial"/>
          <w:color w:val="4E4D4D" w:themeColor="background2"/>
          <w:spacing w:val="52"/>
        </w:rPr>
        <w:t xml:space="preserve"> </w:t>
      </w:r>
      <w:r w:rsidRPr="00F4279E">
        <w:rPr>
          <w:rFonts w:ascii="Arial" w:hAnsi="Arial" w:cs="Arial"/>
          <w:color w:val="4E4D4D" w:themeColor="background2"/>
          <w:spacing w:val="1"/>
        </w:rPr>
        <w:t xml:space="preserve">fecha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 xml:space="preserve">l </w:t>
      </w:r>
      <w:r w:rsidRPr="00F4279E">
        <w:rPr>
          <w:rFonts w:ascii="Arial" w:hAnsi="Arial" w:cs="Arial"/>
          <w:color w:val="4E4D4D" w:themeColor="background2"/>
          <w:spacing w:val="-2"/>
          <w:w w:val="102"/>
        </w:rPr>
        <w:t>concepto sanitario</w:t>
      </w:r>
      <w:r w:rsidRPr="00F4279E">
        <w:rPr>
          <w:rFonts w:ascii="Arial" w:hAnsi="Arial" w:cs="Arial"/>
          <w:color w:val="4E4D4D" w:themeColor="background2"/>
        </w:rPr>
        <w:t>,</w:t>
      </w:r>
      <w:r w:rsidRPr="00F4279E">
        <w:rPr>
          <w:rFonts w:ascii="Arial" w:hAnsi="Arial" w:cs="Arial"/>
          <w:color w:val="4E4D4D" w:themeColor="background2"/>
          <w:spacing w:val="45"/>
        </w:rPr>
        <w:t xml:space="preserve"> </w:t>
      </w:r>
      <w:r w:rsidRPr="00F4279E">
        <w:rPr>
          <w:rFonts w:ascii="Arial" w:hAnsi="Arial" w:cs="Arial"/>
          <w:color w:val="4E4D4D" w:themeColor="background2"/>
          <w:spacing w:val="4"/>
          <w:w w:val="115"/>
        </w:rPr>
        <w:t>s</w:t>
      </w:r>
      <w:r w:rsidRPr="00F4279E">
        <w:rPr>
          <w:rFonts w:ascii="Arial" w:hAnsi="Arial" w:cs="Arial"/>
          <w:color w:val="4E4D4D" w:themeColor="background2"/>
          <w:spacing w:val="-2"/>
        </w:rPr>
        <w:t>e</w:t>
      </w:r>
      <w:r w:rsidRPr="00F4279E">
        <w:rPr>
          <w:rFonts w:ascii="Arial" w:hAnsi="Arial" w:cs="Arial"/>
          <w:color w:val="4E4D4D" w:themeColor="background2"/>
          <w:w w:val="108"/>
        </w:rPr>
        <w:t>r</w:t>
      </w:r>
      <w:r w:rsidRPr="00F4279E">
        <w:rPr>
          <w:rFonts w:ascii="Arial" w:hAnsi="Arial" w:cs="Arial"/>
          <w:color w:val="4E4D4D" w:themeColor="background2"/>
          <w:w w:val="98"/>
        </w:rPr>
        <w:t xml:space="preserve">á </w:t>
      </w:r>
      <w:r w:rsidRPr="00F4279E">
        <w:rPr>
          <w:rFonts w:ascii="Arial" w:hAnsi="Arial" w:cs="Arial"/>
          <w:color w:val="4E4D4D" w:themeColor="background2"/>
          <w:spacing w:val="1"/>
        </w:rPr>
        <w:lastRenderedPageBreak/>
        <w:t>e</w:t>
      </w:r>
      <w:r w:rsidRPr="00F4279E">
        <w:rPr>
          <w:rFonts w:ascii="Arial" w:hAnsi="Arial" w:cs="Arial"/>
          <w:color w:val="4E4D4D" w:themeColor="background2"/>
          <w:spacing w:val="-1"/>
        </w:rPr>
        <w:t>val</w:t>
      </w:r>
      <w:r w:rsidRPr="00F4279E">
        <w:rPr>
          <w:rFonts w:ascii="Arial" w:hAnsi="Arial" w:cs="Arial"/>
          <w:color w:val="4E4D4D" w:themeColor="background2"/>
          <w:spacing w:val="4"/>
        </w:rPr>
        <w:t>u</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rPr>
        <w:t>n</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b</w:t>
      </w:r>
      <w:r w:rsidRPr="00F4279E">
        <w:rPr>
          <w:rFonts w:ascii="Arial" w:hAnsi="Arial" w:cs="Arial"/>
          <w:color w:val="4E4D4D" w:themeColor="background2"/>
          <w:spacing w:val="-3"/>
        </w:rPr>
        <w:t>a</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4"/>
        </w:rPr>
        <w:t xml:space="preserve"> </w:t>
      </w:r>
      <w:r w:rsidRPr="00F4279E">
        <w:rPr>
          <w:rFonts w:ascii="Arial" w:hAnsi="Arial" w:cs="Arial"/>
          <w:color w:val="4E4D4D" w:themeColor="background2"/>
          <w:spacing w:val="-1"/>
        </w:rPr>
        <w:t>l</w:t>
      </w:r>
      <w:r w:rsidRPr="00F4279E">
        <w:rPr>
          <w:rFonts w:ascii="Arial" w:hAnsi="Arial" w:cs="Arial"/>
          <w:color w:val="4E4D4D" w:themeColor="background2"/>
        </w:rPr>
        <w:t>a</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p</w:t>
      </w:r>
      <w:r w:rsidRPr="00F4279E">
        <w:rPr>
          <w:rFonts w:ascii="Arial" w:hAnsi="Arial" w:cs="Arial"/>
          <w:color w:val="4E4D4D" w:themeColor="background2"/>
        </w:rPr>
        <w:t>r</w:t>
      </w:r>
      <w:r w:rsidRPr="00F4279E">
        <w:rPr>
          <w:rFonts w:ascii="Arial" w:hAnsi="Arial" w:cs="Arial"/>
          <w:color w:val="4E4D4D" w:themeColor="background2"/>
          <w:spacing w:val="2"/>
        </w:rPr>
        <w:t>i</w:t>
      </w:r>
      <w:r w:rsidRPr="00F4279E">
        <w:rPr>
          <w:rFonts w:ascii="Arial" w:hAnsi="Arial" w:cs="Arial"/>
          <w:color w:val="4E4D4D" w:themeColor="background2"/>
        </w:rPr>
        <w:t>m</w:t>
      </w:r>
      <w:r w:rsidRPr="00F4279E">
        <w:rPr>
          <w:rFonts w:ascii="Arial" w:hAnsi="Arial" w:cs="Arial"/>
          <w:color w:val="4E4D4D" w:themeColor="background2"/>
          <w:spacing w:val="-2"/>
        </w:rPr>
        <w:t>e</w:t>
      </w:r>
      <w:r w:rsidRPr="00F4279E">
        <w:rPr>
          <w:rFonts w:ascii="Arial" w:hAnsi="Arial" w:cs="Arial"/>
          <w:color w:val="4E4D4D" w:themeColor="background2"/>
        </w:rPr>
        <w:t>ra</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3"/>
        </w:rPr>
        <w:t>f</w:t>
      </w:r>
      <w:r w:rsidRPr="00F4279E">
        <w:rPr>
          <w:rFonts w:ascii="Arial" w:hAnsi="Arial" w:cs="Arial"/>
          <w:color w:val="4E4D4D" w:themeColor="background2"/>
          <w:spacing w:val="-2"/>
        </w:rPr>
        <w:t>e</w:t>
      </w:r>
      <w:r w:rsidRPr="00F4279E">
        <w:rPr>
          <w:rFonts w:ascii="Arial" w:hAnsi="Arial" w:cs="Arial"/>
          <w:color w:val="4E4D4D" w:themeColor="background2"/>
          <w:spacing w:val="1"/>
        </w:rPr>
        <w:t>ch</w:t>
      </w:r>
      <w:r w:rsidRPr="00F4279E">
        <w:rPr>
          <w:rFonts w:ascii="Arial" w:hAnsi="Arial" w:cs="Arial"/>
          <w:color w:val="4E4D4D" w:themeColor="background2"/>
        </w:rPr>
        <w:t>a</w:t>
      </w:r>
      <w:r w:rsidRPr="00F4279E">
        <w:rPr>
          <w:rFonts w:ascii="Arial" w:hAnsi="Arial" w:cs="Arial"/>
          <w:color w:val="4E4D4D" w:themeColor="background2"/>
          <w:spacing w:val="-5"/>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c</w:t>
      </w:r>
      <w:r w:rsidRPr="00F4279E">
        <w:rPr>
          <w:rFonts w:ascii="Arial" w:hAnsi="Arial" w:cs="Arial"/>
          <w:color w:val="4E4D4D" w:themeColor="background2"/>
          <w:spacing w:val="-1"/>
        </w:rPr>
        <w:t>i</w:t>
      </w:r>
      <w:r w:rsidRPr="00F4279E">
        <w:rPr>
          <w:rFonts w:ascii="Arial" w:hAnsi="Arial" w:cs="Arial"/>
          <w:color w:val="4E4D4D" w:themeColor="background2"/>
          <w:spacing w:val="1"/>
        </w:rPr>
        <w:t>e</w:t>
      </w:r>
      <w:r w:rsidRPr="00F4279E">
        <w:rPr>
          <w:rFonts w:ascii="Arial" w:hAnsi="Arial" w:cs="Arial"/>
          <w:color w:val="4E4D4D" w:themeColor="background2"/>
        </w:rPr>
        <w:t>rre</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1"/>
        </w:rPr>
        <w:t>p</w:t>
      </w:r>
      <w:r w:rsidRPr="00F4279E">
        <w:rPr>
          <w:rFonts w:ascii="Arial" w:hAnsi="Arial" w:cs="Arial"/>
          <w:color w:val="4E4D4D" w:themeColor="background2"/>
          <w:spacing w:val="1"/>
        </w:rPr>
        <w:t>u</w:t>
      </w:r>
      <w:r w:rsidRPr="00F4279E">
        <w:rPr>
          <w:rFonts w:ascii="Arial" w:hAnsi="Arial" w:cs="Arial"/>
          <w:color w:val="4E4D4D" w:themeColor="background2"/>
          <w:spacing w:val="-1"/>
        </w:rPr>
        <w:t>bl</w:t>
      </w:r>
      <w:r w:rsidRPr="00F4279E">
        <w:rPr>
          <w:rFonts w:ascii="Arial" w:hAnsi="Arial" w:cs="Arial"/>
          <w:color w:val="4E4D4D" w:themeColor="background2"/>
          <w:spacing w:val="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a</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4"/>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rPr>
        <w:t>pl</w:t>
      </w:r>
      <w:r w:rsidRPr="00F4279E">
        <w:rPr>
          <w:rFonts w:ascii="Arial" w:hAnsi="Arial" w:cs="Arial"/>
          <w:color w:val="4E4D4D" w:themeColor="background2"/>
          <w:spacing w:val="2"/>
        </w:rPr>
        <w:t>i</w:t>
      </w:r>
      <w:r w:rsidRPr="00F4279E">
        <w:rPr>
          <w:rFonts w:ascii="Arial" w:hAnsi="Arial" w:cs="Arial"/>
          <w:color w:val="4E4D4D" w:themeColor="background2"/>
          <w:spacing w:val="1"/>
        </w:rPr>
        <w:t>e</w:t>
      </w:r>
      <w:r w:rsidRPr="00F4279E">
        <w:rPr>
          <w:rFonts w:ascii="Arial" w:hAnsi="Arial" w:cs="Arial"/>
          <w:color w:val="4E4D4D" w:themeColor="background2"/>
          <w:spacing w:val="2"/>
        </w:rPr>
        <w:t>g</w:t>
      </w:r>
      <w:r w:rsidRPr="00F4279E">
        <w:rPr>
          <w:rFonts w:ascii="Arial" w:hAnsi="Arial" w:cs="Arial"/>
          <w:color w:val="4E4D4D" w:themeColor="background2"/>
        </w:rPr>
        <w:t>o</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1"/>
          <w:w w:val="98"/>
        </w:rPr>
        <w:t>d</w:t>
      </w:r>
      <w:r w:rsidRPr="00F4279E">
        <w:rPr>
          <w:rFonts w:ascii="Arial" w:hAnsi="Arial" w:cs="Arial"/>
          <w:color w:val="4E4D4D" w:themeColor="background2"/>
          <w:spacing w:val="1"/>
        </w:rPr>
        <w:t>e</w:t>
      </w:r>
      <w:r w:rsidRPr="00F4279E">
        <w:rPr>
          <w:rFonts w:ascii="Arial" w:hAnsi="Arial" w:cs="Arial"/>
          <w:color w:val="4E4D4D" w:themeColor="background2"/>
          <w:spacing w:val="1"/>
          <w:w w:val="91"/>
        </w:rPr>
        <w:t>f</w:t>
      </w:r>
      <w:r w:rsidRPr="00F4279E">
        <w:rPr>
          <w:rFonts w:ascii="Arial" w:hAnsi="Arial" w:cs="Arial"/>
          <w:color w:val="4E4D4D" w:themeColor="background2"/>
          <w:spacing w:val="2"/>
          <w:w w:val="122"/>
        </w:rPr>
        <w:t>i</w:t>
      </w:r>
      <w:r w:rsidRPr="00F4279E">
        <w:rPr>
          <w:rFonts w:ascii="Arial" w:hAnsi="Arial" w:cs="Arial"/>
          <w:color w:val="4E4D4D" w:themeColor="background2"/>
          <w:spacing w:val="-1"/>
        </w:rPr>
        <w:t>n</w:t>
      </w:r>
      <w:r w:rsidRPr="00F4279E">
        <w:rPr>
          <w:rFonts w:ascii="Arial" w:hAnsi="Arial" w:cs="Arial"/>
          <w:color w:val="4E4D4D" w:themeColor="background2"/>
          <w:spacing w:val="2"/>
          <w:w w:val="122"/>
        </w:rPr>
        <w:t>i</w:t>
      </w:r>
      <w:r w:rsidRPr="00F4279E">
        <w:rPr>
          <w:rFonts w:ascii="Arial" w:hAnsi="Arial" w:cs="Arial"/>
          <w:color w:val="4E4D4D" w:themeColor="background2"/>
          <w:w w:val="90"/>
        </w:rPr>
        <w:t>t</w:t>
      </w:r>
      <w:r w:rsidRPr="00F4279E">
        <w:rPr>
          <w:rFonts w:ascii="Arial" w:hAnsi="Arial" w:cs="Arial"/>
          <w:color w:val="4E4D4D" w:themeColor="background2"/>
          <w:spacing w:val="2"/>
          <w:w w:val="122"/>
        </w:rPr>
        <w:t>i</w:t>
      </w:r>
      <w:r w:rsidRPr="00F4279E">
        <w:rPr>
          <w:rFonts w:ascii="Arial" w:hAnsi="Arial" w:cs="Arial"/>
          <w:color w:val="4E4D4D" w:themeColor="background2"/>
          <w:spacing w:val="-1"/>
          <w:w w:val="103"/>
        </w:rPr>
        <w:t>v</w:t>
      </w:r>
      <w:r w:rsidRPr="00F4279E">
        <w:rPr>
          <w:rFonts w:ascii="Arial" w:hAnsi="Arial" w:cs="Arial"/>
          <w:color w:val="4E4D4D" w:themeColor="background2"/>
          <w:spacing w:val="-2"/>
          <w:w w:val="99"/>
        </w:rPr>
        <w:t>o</w:t>
      </w:r>
      <w:r w:rsidRPr="00F4279E">
        <w:rPr>
          <w:rFonts w:ascii="Arial" w:hAnsi="Arial" w:cs="Arial"/>
          <w:color w:val="4E4D4D" w:themeColor="background2"/>
          <w:w w:val="103"/>
        </w:rPr>
        <w:t xml:space="preserve">. </w:t>
      </w:r>
    </w:p>
    <w:p w14:paraId="5C64F080" w14:textId="77777777" w:rsidR="005400BA" w:rsidRPr="00F4279E" w:rsidRDefault="005400BA" w:rsidP="005400BA">
      <w:pPr>
        <w:widowControl w:val="0"/>
        <w:autoSpaceDE w:val="0"/>
        <w:autoSpaceDN w:val="0"/>
        <w:adjustRightInd w:val="0"/>
        <w:jc w:val="both"/>
        <w:rPr>
          <w:rFonts w:ascii="Arial" w:hAnsi="Arial" w:cs="Arial"/>
          <w:color w:val="4E4D4D" w:themeColor="background2"/>
          <w:spacing w:val="22"/>
        </w:rPr>
      </w:pPr>
    </w:p>
    <w:p w14:paraId="5C64F081" w14:textId="1F12221C" w:rsidR="005400BA" w:rsidRDefault="005400BA" w:rsidP="005400BA">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3"/>
        </w:rPr>
        <w:t>S</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rPr>
        <w:t>á</w:t>
      </w:r>
      <w:r w:rsidRPr="00F4279E">
        <w:rPr>
          <w:rFonts w:ascii="Arial" w:hAnsi="Arial" w:cs="Arial"/>
          <w:color w:val="4E4D4D" w:themeColor="background2"/>
          <w:spacing w:val="6"/>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sp</w:t>
      </w:r>
      <w:r w:rsidRPr="00F4279E">
        <w:rPr>
          <w:rFonts w:ascii="Arial" w:hAnsi="Arial" w:cs="Arial"/>
          <w:color w:val="4E4D4D" w:themeColor="background2"/>
          <w:spacing w:val="-2"/>
        </w:rPr>
        <w:t>o</w:t>
      </w:r>
      <w:r w:rsidRPr="00F4279E">
        <w:rPr>
          <w:rFonts w:ascii="Arial" w:hAnsi="Arial" w:cs="Arial"/>
          <w:color w:val="4E4D4D" w:themeColor="background2"/>
          <w:spacing w:val="2"/>
        </w:rPr>
        <w:t>n</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rPr>
        <w:t>b</w:t>
      </w:r>
      <w:r w:rsidRPr="00F4279E">
        <w:rPr>
          <w:rFonts w:ascii="Arial" w:hAnsi="Arial" w:cs="Arial"/>
          <w:color w:val="4E4D4D" w:themeColor="background2"/>
          <w:spacing w:val="2"/>
        </w:rPr>
        <w:t>i</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Pr="00F4279E">
        <w:rPr>
          <w:rFonts w:ascii="Arial" w:hAnsi="Arial" w:cs="Arial"/>
          <w:color w:val="4E4D4D" w:themeColor="background2"/>
          <w:spacing w:val="2"/>
        </w:rPr>
        <w:t>a</w:t>
      </w:r>
      <w:r w:rsidRPr="00F4279E">
        <w:rPr>
          <w:rFonts w:ascii="Arial" w:hAnsi="Arial" w:cs="Arial"/>
          <w:color w:val="4E4D4D" w:themeColor="background2"/>
        </w:rPr>
        <w:t>d</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 proveedor</w:t>
      </w:r>
      <w:r w:rsidRPr="00F4279E">
        <w:rPr>
          <w:rFonts w:ascii="Arial" w:hAnsi="Arial" w:cs="Arial"/>
          <w:color w:val="4E4D4D" w:themeColor="background2"/>
          <w:spacing w:val="13"/>
        </w:rPr>
        <w:t xml:space="preserve"> </w:t>
      </w:r>
      <w:r w:rsidRPr="00F4279E">
        <w:rPr>
          <w:rFonts w:ascii="Arial" w:hAnsi="Arial" w:cs="Arial"/>
          <w:color w:val="4E4D4D" w:themeColor="background2"/>
        </w:rPr>
        <w:t>p</w:t>
      </w:r>
      <w:r w:rsidRPr="00F4279E">
        <w:rPr>
          <w:rFonts w:ascii="Arial" w:hAnsi="Arial" w:cs="Arial"/>
          <w:color w:val="4E4D4D" w:themeColor="background2"/>
          <w:spacing w:val="-1"/>
        </w:rPr>
        <w:t>r</w:t>
      </w:r>
      <w:r w:rsidRPr="00F4279E">
        <w:rPr>
          <w:rFonts w:ascii="Arial" w:hAnsi="Arial" w:cs="Arial"/>
          <w:color w:val="4E4D4D" w:themeColor="background2"/>
        </w:rPr>
        <w:t>op</w:t>
      </w:r>
      <w:r w:rsidRPr="00F4279E">
        <w:rPr>
          <w:rFonts w:ascii="Arial" w:hAnsi="Arial" w:cs="Arial"/>
          <w:color w:val="4E4D4D" w:themeColor="background2"/>
          <w:spacing w:val="1"/>
        </w:rPr>
        <w:t>e</w:t>
      </w:r>
      <w:r w:rsidRPr="00F4279E">
        <w:rPr>
          <w:rFonts w:ascii="Arial" w:hAnsi="Arial" w:cs="Arial"/>
          <w:color w:val="4E4D4D" w:themeColor="background2"/>
          <w:spacing w:val="-1"/>
        </w:rPr>
        <w:t>nd</w:t>
      </w:r>
      <w:r w:rsidRPr="00F4279E">
        <w:rPr>
          <w:rFonts w:ascii="Arial" w:hAnsi="Arial" w:cs="Arial"/>
          <w:color w:val="4E4D4D" w:themeColor="background2"/>
          <w:spacing w:val="1"/>
        </w:rPr>
        <w:t>e</w:t>
      </w:r>
      <w:r w:rsidRPr="00F4279E">
        <w:rPr>
          <w:rFonts w:ascii="Arial" w:hAnsi="Arial" w:cs="Arial"/>
          <w:color w:val="4E4D4D" w:themeColor="background2"/>
        </w:rPr>
        <w:t>r,</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spacing w:val="2"/>
        </w:rPr>
        <w:t>rq</w:t>
      </w:r>
      <w:r w:rsidRPr="00F4279E">
        <w:rPr>
          <w:rFonts w:ascii="Arial" w:hAnsi="Arial" w:cs="Arial"/>
          <w:color w:val="4E4D4D" w:themeColor="background2"/>
        </w:rPr>
        <w:t>ue</w:t>
      </w:r>
      <w:r w:rsidRPr="00F4279E">
        <w:rPr>
          <w:rFonts w:ascii="Arial" w:hAnsi="Arial" w:cs="Arial"/>
          <w:color w:val="4E4D4D" w:themeColor="background2"/>
          <w:spacing w:val="14"/>
        </w:rPr>
        <w:t xml:space="preserve"> </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rPr>
        <w:t xml:space="preserve">s </w:t>
      </w:r>
      <w:r w:rsidRPr="00F4279E">
        <w:rPr>
          <w:rFonts w:ascii="Arial" w:hAnsi="Arial" w:cs="Arial"/>
          <w:color w:val="4E4D4D" w:themeColor="background2"/>
          <w:spacing w:val="2"/>
        </w:rPr>
        <w:t>p</w:t>
      </w:r>
      <w:r w:rsidRPr="00F4279E">
        <w:rPr>
          <w:rFonts w:ascii="Arial" w:hAnsi="Arial" w:cs="Arial"/>
          <w:color w:val="4E4D4D" w:themeColor="background2"/>
        </w:rPr>
        <w:t>l</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as</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spacing w:val="-2"/>
        </w:rPr>
        <w:t>o</w:t>
      </w:r>
      <w:r w:rsidRPr="00F4279E">
        <w:rPr>
          <w:rFonts w:ascii="Arial" w:hAnsi="Arial" w:cs="Arial"/>
          <w:color w:val="4E4D4D" w:themeColor="background2"/>
          <w:spacing w:val="2"/>
        </w:rPr>
        <w:t>du</w:t>
      </w:r>
      <w:r w:rsidRPr="00F4279E">
        <w:rPr>
          <w:rFonts w:ascii="Arial" w:hAnsi="Arial" w:cs="Arial"/>
          <w:color w:val="4E4D4D" w:themeColor="background2"/>
          <w:spacing w:val="-1"/>
        </w:rPr>
        <w:t>cc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37"/>
        </w:rPr>
        <w:t xml:space="preserve"> </w:t>
      </w:r>
      <w:r w:rsidR="00AB7D1A" w:rsidRPr="00F4279E">
        <w:rPr>
          <w:rFonts w:ascii="Arial" w:hAnsi="Arial" w:cs="Arial"/>
          <w:color w:val="4E4D4D" w:themeColor="background2"/>
          <w:spacing w:val="37"/>
        </w:rPr>
        <w:t xml:space="preserve">o </w:t>
      </w:r>
      <w:r w:rsidR="00C31446" w:rsidRPr="00F4279E">
        <w:rPr>
          <w:rFonts w:ascii="Arial" w:hAnsi="Arial" w:cs="Arial"/>
          <w:color w:val="4E4D4D" w:themeColor="background2"/>
          <w:spacing w:val="-1"/>
        </w:rPr>
        <w:t>distribución</w:t>
      </w:r>
      <w:r w:rsidR="00C31446" w:rsidRPr="00F4279E">
        <w:rPr>
          <w:rFonts w:ascii="Arial" w:hAnsi="Arial" w:cs="Arial"/>
          <w:color w:val="4E4D4D" w:themeColor="background2"/>
          <w:spacing w:val="37"/>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22"/>
        </w:rPr>
        <w:t xml:space="preserve"> </w:t>
      </w:r>
      <w:r w:rsidR="00C31446" w:rsidRPr="00F4279E">
        <w:rPr>
          <w:rFonts w:ascii="Arial" w:hAnsi="Arial" w:cs="Arial"/>
          <w:color w:val="4E4D4D" w:themeColor="background2"/>
          <w:spacing w:val="22"/>
        </w:rPr>
        <w:t>agua</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4"/>
        </w:rPr>
        <w:t>e</w:t>
      </w:r>
      <w:r w:rsidRPr="00F4279E">
        <w:rPr>
          <w:rFonts w:ascii="Arial" w:hAnsi="Arial" w:cs="Arial"/>
          <w:color w:val="4E4D4D" w:themeColor="background2"/>
          <w:spacing w:val="-1"/>
        </w:rPr>
        <w:t>n</w:t>
      </w:r>
      <w:r w:rsidRPr="00F4279E">
        <w:rPr>
          <w:rFonts w:ascii="Arial" w:hAnsi="Arial" w:cs="Arial"/>
          <w:color w:val="4E4D4D" w:themeColor="background2"/>
          <w:spacing w:val="4"/>
        </w:rPr>
        <w:t>g</w:t>
      </w:r>
      <w:r w:rsidRPr="00F4279E">
        <w:rPr>
          <w:rFonts w:ascii="Arial" w:hAnsi="Arial" w:cs="Arial"/>
          <w:color w:val="4E4D4D" w:themeColor="background2"/>
        </w:rPr>
        <w:t>an</w:t>
      </w:r>
      <w:r w:rsidRPr="00F4279E">
        <w:rPr>
          <w:rFonts w:ascii="Arial" w:hAnsi="Arial" w:cs="Arial"/>
          <w:color w:val="4E4D4D" w:themeColor="background2"/>
          <w:spacing w:val="39"/>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u</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e</w:t>
      </w:r>
      <w:r w:rsidRPr="00F4279E">
        <w:rPr>
          <w:rFonts w:ascii="Arial" w:hAnsi="Arial" w:cs="Arial"/>
          <w:color w:val="4E4D4D" w:themeColor="background2"/>
          <w:spacing w:val="31"/>
        </w:rPr>
        <w:t xml:space="preserve"> </w:t>
      </w:r>
      <w:r w:rsidRPr="00F4279E">
        <w:rPr>
          <w:rFonts w:ascii="Arial" w:hAnsi="Arial" w:cs="Arial"/>
          <w:color w:val="4E4D4D" w:themeColor="background2"/>
        </w:rPr>
        <w:t>la</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j</w:t>
      </w:r>
      <w:r w:rsidRPr="00F4279E">
        <w:rPr>
          <w:rFonts w:ascii="Arial" w:hAnsi="Arial" w:cs="Arial"/>
          <w:color w:val="4E4D4D" w:themeColor="background2"/>
          <w:spacing w:val="-1"/>
        </w:rPr>
        <w:t>e</w:t>
      </w:r>
      <w:r w:rsidRPr="00F4279E">
        <w:rPr>
          <w:rFonts w:ascii="Arial" w:hAnsi="Arial" w:cs="Arial"/>
          <w:color w:val="4E4D4D" w:themeColor="background2"/>
          <w:spacing w:val="2"/>
        </w:rPr>
        <w:t>c</w:t>
      </w:r>
      <w:r w:rsidRPr="00F4279E">
        <w:rPr>
          <w:rFonts w:ascii="Arial" w:hAnsi="Arial" w:cs="Arial"/>
          <w:color w:val="4E4D4D" w:themeColor="background2"/>
        </w:rPr>
        <w:t>u</w:t>
      </w:r>
      <w:r w:rsidRPr="00F4279E">
        <w:rPr>
          <w:rFonts w:ascii="Arial" w:hAnsi="Arial" w:cs="Arial"/>
          <w:color w:val="4E4D4D" w:themeColor="background2"/>
          <w:spacing w:val="-3"/>
        </w:rPr>
        <w:t>c</w:t>
      </w:r>
      <w:r w:rsidRPr="00F4279E">
        <w:rPr>
          <w:rFonts w:ascii="Arial" w:hAnsi="Arial" w:cs="Arial"/>
          <w:color w:val="4E4D4D" w:themeColor="background2"/>
          <w:spacing w:val="4"/>
        </w:rPr>
        <w:t>i</w:t>
      </w:r>
      <w:r w:rsidRPr="00F4279E">
        <w:rPr>
          <w:rFonts w:ascii="Arial" w:hAnsi="Arial" w:cs="Arial"/>
          <w:color w:val="4E4D4D" w:themeColor="background2"/>
          <w:spacing w:val="-2"/>
        </w:rPr>
        <w:t>ó</w:t>
      </w:r>
      <w:r w:rsidRPr="00F4279E">
        <w:rPr>
          <w:rFonts w:ascii="Arial" w:hAnsi="Arial" w:cs="Arial"/>
          <w:color w:val="4E4D4D" w:themeColor="background2"/>
        </w:rPr>
        <w:t>n</w:t>
      </w:r>
      <w:r w:rsidRPr="00F4279E">
        <w:rPr>
          <w:rFonts w:ascii="Arial" w:hAnsi="Arial" w:cs="Arial"/>
          <w:color w:val="4E4D4D" w:themeColor="background2"/>
          <w:spacing w:val="37"/>
        </w:rPr>
        <w:t xml:space="preserve"> </w:t>
      </w:r>
      <w:r w:rsidRPr="00F4279E">
        <w:rPr>
          <w:rFonts w:ascii="Arial" w:hAnsi="Arial" w:cs="Arial"/>
          <w:color w:val="4E4D4D" w:themeColor="background2"/>
          <w:spacing w:val="2"/>
        </w:rPr>
        <w:t xml:space="preserve">de </w:t>
      </w:r>
      <w:r w:rsidRPr="00F4279E">
        <w:rPr>
          <w:rFonts w:ascii="Arial" w:hAnsi="Arial" w:cs="Arial"/>
          <w:color w:val="4E4D4D" w:themeColor="background2"/>
          <w:spacing w:val="-1"/>
        </w:rPr>
        <w:t>la orden de compra</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3"/>
        </w:rPr>
        <w:t>c</w:t>
      </w:r>
      <w:r w:rsidRPr="00F4279E">
        <w:rPr>
          <w:rFonts w:ascii="Arial" w:hAnsi="Arial" w:cs="Arial"/>
          <w:color w:val="4E4D4D" w:themeColor="background2"/>
          <w:spacing w:val="3"/>
        </w:rPr>
        <w:t>o</w:t>
      </w:r>
      <w:r w:rsidRPr="00F4279E">
        <w:rPr>
          <w:rFonts w:ascii="Arial" w:hAnsi="Arial" w:cs="Arial"/>
          <w:color w:val="4E4D4D" w:themeColor="background2"/>
          <w:spacing w:val="2"/>
        </w:rPr>
        <w:t>n</w:t>
      </w:r>
      <w:r w:rsidRPr="00F4279E">
        <w:rPr>
          <w:rFonts w:ascii="Arial" w:hAnsi="Arial" w:cs="Arial"/>
          <w:color w:val="4E4D4D" w:themeColor="background2"/>
          <w:spacing w:val="-3"/>
        </w:rPr>
        <w:t>c</w:t>
      </w:r>
      <w:r w:rsidRPr="00F4279E">
        <w:rPr>
          <w:rFonts w:ascii="Arial" w:hAnsi="Arial" w:cs="Arial"/>
          <w:color w:val="4E4D4D" w:themeColor="background2"/>
          <w:spacing w:val="1"/>
        </w:rPr>
        <w:t>e</w:t>
      </w:r>
      <w:r w:rsidRPr="00F4279E">
        <w:rPr>
          <w:rFonts w:ascii="Arial" w:hAnsi="Arial" w:cs="Arial"/>
          <w:color w:val="4E4D4D" w:themeColor="background2"/>
        </w:rPr>
        <w:t>p</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0"/>
        </w:rPr>
        <w:t xml:space="preserve"> </w:t>
      </w:r>
      <w:r w:rsidRPr="00F4279E">
        <w:rPr>
          <w:rFonts w:ascii="Arial" w:hAnsi="Arial" w:cs="Arial"/>
          <w:color w:val="4E4D4D" w:themeColor="background2"/>
          <w:spacing w:val="-3"/>
        </w:rPr>
        <w:t>h</w:t>
      </w:r>
      <w:r w:rsidRPr="00F4279E">
        <w:rPr>
          <w:rFonts w:ascii="Arial" w:hAnsi="Arial" w:cs="Arial"/>
          <w:color w:val="4E4D4D" w:themeColor="background2"/>
        </w:rPr>
        <w:t>i</w:t>
      </w:r>
      <w:r w:rsidRPr="00F4279E">
        <w:rPr>
          <w:rFonts w:ascii="Arial" w:hAnsi="Arial" w:cs="Arial"/>
          <w:color w:val="4E4D4D" w:themeColor="background2"/>
          <w:spacing w:val="2"/>
        </w:rPr>
        <w:t>gi</w:t>
      </w:r>
      <w:r w:rsidRPr="00F4279E">
        <w:rPr>
          <w:rFonts w:ascii="Arial" w:hAnsi="Arial" w:cs="Arial"/>
          <w:color w:val="4E4D4D" w:themeColor="background2"/>
          <w:spacing w:val="-1"/>
        </w:rPr>
        <w:t>én</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rPr>
        <w:t>o</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s</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rPr>
        <w:t>i</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1"/>
        </w:rPr>
        <w:t>f</w:t>
      </w:r>
      <w:r w:rsidRPr="00F4279E">
        <w:rPr>
          <w:rFonts w:ascii="Arial" w:hAnsi="Arial" w:cs="Arial"/>
          <w:color w:val="4E4D4D" w:themeColor="background2"/>
        </w:rPr>
        <w:t>a</w:t>
      </w:r>
      <w:r w:rsidRPr="00F4279E">
        <w:rPr>
          <w:rFonts w:ascii="Arial" w:hAnsi="Arial" w:cs="Arial"/>
          <w:color w:val="4E4D4D" w:themeColor="background2"/>
          <w:spacing w:val="1"/>
        </w:rPr>
        <w:t>v</w:t>
      </w:r>
      <w:r w:rsidRPr="00F4279E">
        <w:rPr>
          <w:rFonts w:ascii="Arial" w:hAnsi="Arial" w:cs="Arial"/>
          <w:color w:val="4E4D4D" w:themeColor="background2"/>
        </w:rPr>
        <w:t>o</w:t>
      </w:r>
      <w:r w:rsidRPr="00F4279E">
        <w:rPr>
          <w:rFonts w:ascii="Arial" w:hAnsi="Arial" w:cs="Arial"/>
          <w:color w:val="4E4D4D" w:themeColor="background2"/>
          <w:spacing w:val="-1"/>
        </w:rPr>
        <w:t>r</w:t>
      </w:r>
      <w:r w:rsidRPr="00F4279E">
        <w:rPr>
          <w:rFonts w:ascii="Arial" w:hAnsi="Arial" w:cs="Arial"/>
          <w:color w:val="4E4D4D" w:themeColor="background2"/>
          <w:spacing w:val="2"/>
        </w:rPr>
        <w:t>a</w:t>
      </w:r>
      <w:r w:rsidRPr="00F4279E">
        <w:rPr>
          <w:rFonts w:ascii="Arial" w:hAnsi="Arial" w:cs="Arial"/>
          <w:color w:val="4E4D4D" w:themeColor="background2"/>
        </w:rPr>
        <w:t>b</w:t>
      </w:r>
      <w:r w:rsidRPr="00F4279E">
        <w:rPr>
          <w:rFonts w:ascii="Arial" w:hAnsi="Arial" w:cs="Arial"/>
          <w:color w:val="4E4D4D" w:themeColor="background2"/>
          <w:spacing w:val="2"/>
        </w:rPr>
        <w:t>l</w:t>
      </w:r>
      <w:r w:rsidRPr="00F4279E">
        <w:rPr>
          <w:rFonts w:ascii="Arial" w:hAnsi="Arial" w:cs="Arial"/>
          <w:color w:val="4E4D4D" w:themeColor="background2"/>
        </w:rPr>
        <w:t>e o favorable con observaciones;</w:t>
      </w:r>
      <w:r w:rsidR="005C2C5F">
        <w:rPr>
          <w:rFonts w:ascii="Arial" w:hAnsi="Arial" w:cs="Arial"/>
          <w:color w:val="4E4D4D" w:themeColor="background2"/>
        </w:rPr>
        <w:t xml:space="preserve"> además de tener el concepto sanitario renovado cada 180 días durante la ejecución</w:t>
      </w:r>
      <w:r w:rsidR="00214585">
        <w:rPr>
          <w:rFonts w:ascii="Arial" w:hAnsi="Arial" w:cs="Arial"/>
          <w:color w:val="4E4D4D" w:themeColor="background2"/>
        </w:rPr>
        <w:t xml:space="preserve"> vigente a la orden de compra</w:t>
      </w:r>
      <w:r w:rsidR="005C2C5F">
        <w:rPr>
          <w:rFonts w:ascii="Arial" w:hAnsi="Arial" w:cs="Arial"/>
          <w:color w:val="4E4D4D" w:themeColor="background2"/>
        </w:rPr>
        <w:t xml:space="preserve">, </w:t>
      </w:r>
      <w:r w:rsidR="005C2C5F" w:rsidRPr="00F4279E">
        <w:rPr>
          <w:rFonts w:ascii="Arial" w:hAnsi="Arial" w:cs="Arial"/>
          <w:color w:val="4E4D4D" w:themeColor="background2"/>
          <w:spacing w:val="23"/>
        </w:rPr>
        <w:t>la</w:t>
      </w:r>
      <w:r w:rsidRPr="00F4279E">
        <w:rPr>
          <w:rFonts w:ascii="Arial" w:hAnsi="Arial" w:cs="Arial"/>
          <w:color w:val="4E4D4D" w:themeColor="background2"/>
          <w:spacing w:val="2"/>
        </w:rPr>
        <w:t xml:space="preserve"> </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n</w:t>
      </w:r>
      <w:r w:rsidRPr="00F4279E">
        <w:rPr>
          <w:rFonts w:ascii="Arial" w:hAnsi="Arial" w:cs="Arial"/>
          <w:color w:val="4E4D4D" w:themeColor="background2"/>
          <w:spacing w:val="4"/>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spacing w:val="2"/>
          <w:w w:val="102"/>
        </w:rPr>
        <w:t>r</w:t>
      </w:r>
      <w:r w:rsidRPr="00F4279E">
        <w:rPr>
          <w:rFonts w:ascii="Arial" w:hAnsi="Arial" w:cs="Arial"/>
          <w:color w:val="4E4D4D" w:themeColor="background2"/>
          <w:spacing w:val="3"/>
          <w:w w:val="102"/>
        </w:rPr>
        <w:t>v</w:t>
      </w:r>
      <w:r w:rsidRPr="00F4279E">
        <w:rPr>
          <w:rFonts w:ascii="Arial" w:hAnsi="Arial" w:cs="Arial"/>
          <w:color w:val="4E4D4D" w:themeColor="background2"/>
          <w:spacing w:val="-1"/>
          <w:w w:val="102"/>
        </w:rPr>
        <w:t>e</w:t>
      </w:r>
      <w:r w:rsidRPr="00F4279E">
        <w:rPr>
          <w:rFonts w:ascii="Arial" w:hAnsi="Arial" w:cs="Arial"/>
          <w:color w:val="4E4D4D" w:themeColor="background2"/>
          <w:spacing w:val="-3"/>
          <w:w w:val="102"/>
        </w:rPr>
        <w:t>n</w:t>
      </w:r>
      <w:r w:rsidRPr="00F4279E">
        <w:rPr>
          <w:rFonts w:ascii="Arial" w:hAnsi="Arial" w:cs="Arial"/>
          <w:color w:val="4E4D4D" w:themeColor="background2"/>
          <w:spacing w:val="4"/>
          <w:w w:val="102"/>
        </w:rPr>
        <w:t>t</w:t>
      </w:r>
      <w:r w:rsidRPr="00F4279E">
        <w:rPr>
          <w:rFonts w:ascii="Arial" w:hAnsi="Arial" w:cs="Arial"/>
          <w:color w:val="4E4D4D" w:themeColor="background2"/>
          <w:w w:val="102"/>
        </w:rPr>
        <w:t>o</w:t>
      </w:r>
      <w:r w:rsidRPr="00F4279E">
        <w:rPr>
          <w:rFonts w:ascii="Arial" w:hAnsi="Arial" w:cs="Arial"/>
          <w:color w:val="4E4D4D" w:themeColor="background2"/>
          <w:spacing w:val="-1"/>
          <w:w w:val="102"/>
        </w:rPr>
        <w:t>r</w:t>
      </w:r>
      <w:r w:rsidRPr="00F4279E">
        <w:rPr>
          <w:rFonts w:ascii="Arial" w:hAnsi="Arial" w:cs="Arial"/>
          <w:color w:val="4E4D4D" w:themeColor="background2"/>
          <w:spacing w:val="-3"/>
          <w:w w:val="102"/>
        </w:rPr>
        <w:t>í</w:t>
      </w:r>
      <w:r w:rsidRPr="00F4279E">
        <w:rPr>
          <w:rFonts w:ascii="Arial" w:hAnsi="Arial" w:cs="Arial"/>
          <w:color w:val="4E4D4D" w:themeColor="background2"/>
          <w:w w:val="102"/>
        </w:rPr>
        <w:t xml:space="preserve">a </w:t>
      </w:r>
      <w:r w:rsidRPr="00F4279E">
        <w:rPr>
          <w:rFonts w:ascii="Arial" w:hAnsi="Arial" w:cs="Arial"/>
          <w:color w:val="4E4D4D" w:themeColor="background2"/>
          <w:spacing w:val="3"/>
        </w:rPr>
        <w:t>v</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2"/>
        </w:rPr>
        <w:t>f</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rPr>
        <w:t>a</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c</w:t>
      </w:r>
      <w:r w:rsidRPr="00F4279E">
        <w:rPr>
          <w:rFonts w:ascii="Arial" w:hAnsi="Arial" w:cs="Arial"/>
          <w:color w:val="4E4D4D" w:themeColor="background2"/>
          <w:spacing w:val="-2"/>
        </w:rPr>
        <w:t>o</w:t>
      </w:r>
      <w:r w:rsidRPr="00F4279E">
        <w:rPr>
          <w:rFonts w:ascii="Arial" w:hAnsi="Arial" w:cs="Arial"/>
          <w:color w:val="4E4D4D" w:themeColor="background2"/>
          <w:spacing w:val="2"/>
        </w:rPr>
        <w:t>n</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 xml:space="preserve">ón </w:t>
      </w:r>
      <w:r w:rsidRPr="00F4279E">
        <w:rPr>
          <w:rFonts w:ascii="Arial" w:hAnsi="Arial" w:cs="Arial"/>
          <w:color w:val="4E4D4D" w:themeColor="background2"/>
          <w:spacing w:val="-1"/>
        </w:rPr>
        <w:t>y en caso de conceptos desfavorables aplicara los descuentos a que haya lugar sin perjuicios de proce</w:t>
      </w:r>
      <w:r w:rsidR="00C31446" w:rsidRPr="00F4279E">
        <w:rPr>
          <w:rFonts w:ascii="Arial" w:hAnsi="Arial" w:cs="Arial"/>
          <w:color w:val="4E4D4D" w:themeColor="background2"/>
          <w:spacing w:val="-1"/>
        </w:rPr>
        <w:t>so sancionatorios por Colombia Compra E</w:t>
      </w:r>
      <w:r w:rsidRPr="00F4279E">
        <w:rPr>
          <w:rFonts w:ascii="Arial" w:hAnsi="Arial" w:cs="Arial"/>
          <w:color w:val="4E4D4D" w:themeColor="background2"/>
          <w:spacing w:val="-1"/>
        </w:rPr>
        <w:t xml:space="preserve">ficiente. </w:t>
      </w:r>
    </w:p>
    <w:p w14:paraId="09B0D79E" w14:textId="77777777" w:rsidR="005C2C5F" w:rsidRDefault="005C2C5F" w:rsidP="005400BA">
      <w:pPr>
        <w:widowControl w:val="0"/>
        <w:autoSpaceDE w:val="0"/>
        <w:autoSpaceDN w:val="0"/>
        <w:adjustRightInd w:val="0"/>
        <w:jc w:val="both"/>
        <w:rPr>
          <w:rFonts w:ascii="Arial" w:hAnsi="Arial" w:cs="Arial"/>
          <w:color w:val="4E4D4D" w:themeColor="background2"/>
          <w:spacing w:val="-1"/>
        </w:rPr>
      </w:pPr>
    </w:p>
    <w:p w14:paraId="604C85EA" w14:textId="77777777" w:rsidR="005C2C5F" w:rsidRPr="00F4279E" w:rsidRDefault="005C2C5F" w:rsidP="005400BA">
      <w:pPr>
        <w:widowControl w:val="0"/>
        <w:autoSpaceDE w:val="0"/>
        <w:autoSpaceDN w:val="0"/>
        <w:adjustRightInd w:val="0"/>
        <w:jc w:val="both"/>
        <w:rPr>
          <w:rFonts w:ascii="Arial" w:hAnsi="Arial" w:cs="Arial"/>
          <w:color w:val="4E4D4D" w:themeColor="background2"/>
          <w:spacing w:val="-1"/>
        </w:rPr>
      </w:pPr>
    </w:p>
    <w:p w14:paraId="5C64F082" w14:textId="77777777" w:rsidR="00E615DF" w:rsidRPr="00F4279E" w:rsidRDefault="00E615DF" w:rsidP="00E615DF">
      <w:pPr>
        <w:autoSpaceDE w:val="0"/>
        <w:autoSpaceDN w:val="0"/>
        <w:spacing w:line="0" w:lineRule="atLeast"/>
        <w:jc w:val="both"/>
        <w:rPr>
          <w:rFonts w:ascii="Arial" w:hAnsi="Arial" w:cs="Arial"/>
          <w:color w:val="4E4D4D" w:themeColor="background2"/>
          <w:spacing w:val="-3"/>
          <w:highlight w:val="yellow"/>
        </w:rPr>
      </w:pPr>
    </w:p>
    <w:p w14:paraId="5C64F083" w14:textId="77777777" w:rsidR="00F1076E" w:rsidRPr="00F4279E" w:rsidRDefault="00F1076E" w:rsidP="001974DD">
      <w:pPr>
        <w:widowControl w:val="0"/>
        <w:autoSpaceDE w:val="0"/>
        <w:autoSpaceDN w:val="0"/>
        <w:adjustRightInd w:val="0"/>
        <w:spacing w:line="0" w:lineRule="atLeast"/>
        <w:jc w:val="both"/>
        <w:rPr>
          <w:rFonts w:ascii="Arial" w:hAnsi="Arial" w:cs="Arial"/>
          <w:color w:val="4E4D4D" w:themeColor="background2"/>
        </w:rPr>
      </w:pPr>
    </w:p>
    <w:p w14:paraId="5C64F084" w14:textId="022634A0" w:rsidR="005E398C" w:rsidRPr="00F4279E" w:rsidRDefault="00F84E41" w:rsidP="00C8240D">
      <w:pPr>
        <w:pStyle w:val="Prrafodelista"/>
        <w:widowControl w:val="0"/>
        <w:numPr>
          <w:ilvl w:val="0"/>
          <w:numId w:val="24"/>
        </w:numPr>
        <w:autoSpaceDE w:val="0"/>
        <w:autoSpaceDN w:val="0"/>
        <w:adjustRightInd w:val="0"/>
        <w:spacing w:line="0" w:lineRule="atLeast"/>
        <w:jc w:val="both"/>
        <w:rPr>
          <w:rFonts w:ascii="Arial" w:hAnsi="Arial" w:cs="Arial"/>
          <w:b/>
          <w:color w:val="4E4D4D" w:themeColor="background2"/>
          <w:spacing w:val="1"/>
          <w:lang w:val="es-CO"/>
        </w:rPr>
      </w:pPr>
      <w:r w:rsidRPr="00F4279E">
        <w:rPr>
          <w:rFonts w:ascii="Arial" w:hAnsi="Arial" w:cs="Arial"/>
          <w:b/>
          <w:color w:val="4E4D4D" w:themeColor="background2"/>
        </w:rPr>
        <w:t>LOGÍ</w:t>
      </w:r>
      <w:r w:rsidR="00400D3A" w:rsidRPr="00F4279E">
        <w:rPr>
          <w:rFonts w:ascii="Arial" w:hAnsi="Arial" w:cs="Arial"/>
          <w:b/>
          <w:color w:val="4E4D4D" w:themeColor="background2"/>
        </w:rPr>
        <w:t xml:space="preserve">STICA DE </w:t>
      </w:r>
      <w:r w:rsidR="005A7962" w:rsidRPr="00F4279E">
        <w:rPr>
          <w:rFonts w:ascii="Arial" w:hAnsi="Arial" w:cs="Arial"/>
          <w:b/>
          <w:color w:val="4E4D4D" w:themeColor="background2"/>
        </w:rPr>
        <w:t xml:space="preserve">ENTREGA </w:t>
      </w:r>
      <w:r w:rsidR="00610B93" w:rsidRPr="00F4279E">
        <w:rPr>
          <w:rFonts w:ascii="Arial" w:hAnsi="Arial" w:cs="Arial"/>
          <w:b/>
          <w:color w:val="4E4D4D" w:themeColor="background2"/>
          <w:spacing w:val="1"/>
          <w:lang w:val="es-CO"/>
        </w:rPr>
        <w:t>DE</w:t>
      </w:r>
      <w:r w:rsidR="001E0AD1" w:rsidRPr="00F4279E">
        <w:rPr>
          <w:rFonts w:ascii="Arial" w:hAnsi="Arial" w:cs="Arial"/>
          <w:b/>
          <w:color w:val="4E4D4D" w:themeColor="background2"/>
          <w:spacing w:val="1"/>
          <w:lang w:val="es-CO"/>
        </w:rPr>
        <w:t xml:space="preserve">L </w:t>
      </w:r>
      <w:r w:rsidR="00141BF8" w:rsidRPr="00F4279E">
        <w:rPr>
          <w:rFonts w:ascii="Arial" w:hAnsi="Arial" w:cs="Arial"/>
          <w:b/>
          <w:color w:val="4E4D4D" w:themeColor="background2"/>
          <w:spacing w:val="1"/>
          <w:lang w:val="es-CO"/>
        </w:rPr>
        <w:t>AGUA</w:t>
      </w:r>
      <w:r w:rsidR="00D05D71" w:rsidRPr="00F4279E">
        <w:rPr>
          <w:rFonts w:ascii="Arial" w:hAnsi="Arial" w:cs="Arial"/>
          <w:b/>
          <w:color w:val="4E4D4D" w:themeColor="background2"/>
          <w:spacing w:val="1"/>
          <w:lang w:val="es-CO"/>
        </w:rPr>
        <w:t xml:space="preserve"> </w:t>
      </w:r>
      <w:r w:rsidR="009016D3">
        <w:rPr>
          <w:rFonts w:ascii="Arial" w:hAnsi="Arial" w:cs="Arial"/>
          <w:b/>
          <w:color w:val="4E4D4D" w:themeColor="background2"/>
          <w:spacing w:val="1"/>
          <w:lang w:val="es-CO"/>
        </w:rPr>
        <w:t xml:space="preserve">TRATADA </w:t>
      </w:r>
      <w:r w:rsidR="00D05D71" w:rsidRPr="00F4279E">
        <w:rPr>
          <w:rFonts w:ascii="Arial" w:hAnsi="Arial" w:cs="Arial"/>
          <w:b/>
          <w:color w:val="4E4D4D" w:themeColor="background2"/>
          <w:spacing w:val="1"/>
          <w:lang w:val="es-CO"/>
        </w:rPr>
        <w:t>POT</w:t>
      </w:r>
      <w:r w:rsidR="006B4D14" w:rsidRPr="00F4279E">
        <w:rPr>
          <w:rFonts w:ascii="Arial" w:hAnsi="Arial" w:cs="Arial"/>
          <w:b/>
          <w:color w:val="4E4D4D" w:themeColor="background2"/>
          <w:spacing w:val="1"/>
          <w:lang w:val="es-CO"/>
        </w:rPr>
        <w:t>ABLE ENVASADA</w:t>
      </w:r>
    </w:p>
    <w:p w14:paraId="5C64F085" w14:textId="77777777" w:rsidR="00400D3A" w:rsidRPr="00F4279E" w:rsidRDefault="00400D3A" w:rsidP="00400D3A">
      <w:pPr>
        <w:pStyle w:val="Prrafodelista"/>
        <w:widowControl w:val="0"/>
        <w:autoSpaceDE w:val="0"/>
        <w:autoSpaceDN w:val="0"/>
        <w:adjustRightInd w:val="0"/>
        <w:spacing w:line="0" w:lineRule="atLeast"/>
        <w:ind w:left="720"/>
        <w:jc w:val="both"/>
        <w:rPr>
          <w:rFonts w:ascii="Arial" w:hAnsi="Arial" w:cs="Arial"/>
          <w:b/>
          <w:color w:val="4E4D4D" w:themeColor="background2"/>
          <w:spacing w:val="1"/>
          <w:lang w:val="es-CO"/>
        </w:rPr>
      </w:pPr>
    </w:p>
    <w:p w14:paraId="5C64F086" w14:textId="4F6D180B" w:rsidR="00400D3A" w:rsidRPr="00F4279E" w:rsidRDefault="00400D3A" w:rsidP="00400D3A">
      <w:pPr>
        <w:widowControl w:val="0"/>
        <w:autoSpaceDE w:val="0"/>
        <w:autoSpaceDN w:val="0"/>
        <w:adjustRightInd w:val="0"/>
        <w:jc w:val="both"/>
        <w:rPr>
          <w:rFonts w:ascii="Arial" w:hAnsi="Arial" w:cs="Arial"/>
          <w:color w:val="4E4D4D" w:themeColor="background2"/>
          <w:spacing w:val="-3"/>
        </w:rPr>
      </w:pPr>
      <w:r w:rsidRPr="00F4279E">
        <w:rPr>
          <w:rFonts w:ascii="Arial" w:hAnsi="Arial" w:cs="Arial"/>
          <w:color w:val="4E4D4D" w:themeColor="background2"/>
          <w:spacing w:val="-3"/>
        </w:rPr>
        <w:t xml:space="preserve">El proveedor deberá garantizar la entrega del agua que se requiera por la dinámica propia del programa y las necesidades de los colegios oficiales. </w:t>
      </w:r>
    </w:p>
    <w:p w14:paraId="5C64F087" w14:textId="77777777" w:rsidR="00400D3A" w:rsidRPr="00F4279E" w:rsidRDefault="00400D3A" w:rsidP="00400D3A">
      <w:pPr>
        <w:widowControl w:val="0"/>
        <w:autoSpaceDE w:val="0"/>
        <w:autoSpaceDN w:val="0"/>
        <w:adjustRightInd w:val="0"/>
        <w:jc w:val="both"/>
        <w:rPr>
          <w:rFonts w:ascii="Arial" w:hAnsi="Arial" w:cs="Arial"/>
          <w:color w:val="4E4D4D" w:themeColor="background2"/>
          <w:spacing w:val="-3"/>
        </w:rPr>
      </w:pPr>
    </w:p>
    <w:p w14:paraId="5C64F088" w14:textId="0F56A079" w:rsidR="00400D3A" w:rsidRPr="00F4279E" w:rsidRDefault="00400D3A" w:rsidP="00400D3A">
      <w:pPr>
        <w:widowControl w:val="0"/>
        <w:autoSpaceDE w:val="0"/>
        <w:autoSpaceDN w:val="0"/>
        <w:adjustRightInd w:val="0"/>
        <w:jc w:val="both"/>
        <w:rPr>
          <w:rFonts w:ascii="Arial" w:hAnsi="Arial" w:cs="Arial"/>
          <w:color w:val="4E4D4D" w:themeColor="background2"/>
          <w:spacing w:val="-3"/>
        </w:rPr>
      </w:pPr>
      <w:r w:rsidRPr="00F4279E">
        <w:rPr>
          <w:rFonts w:ascii="Arial" w:hAnsi="Arial" w:cs="Arial"/>
          <w:color w:val="4E4D4D" w:themeColor="background2"/>
          <w:spacing w:val="-3"/>
        </w:rPr>
        <w:t xml:space="preserve">El proveedor deberá transportar el agua </w:t>
      </w:r>
      <w:r w:rsidR="009016D3">
        <w:rPr>
          <w:rFonts w:ascii="Arial" w:hAnsi="Arial" w:cs="Arial"/>
          <w:color w:val="4E4D4D" w:themeColor="background2"/>
          <w:spacing w:val="-3"/>
        </w:rPr>
        <w:t xml:space="preserve">tratada </w:t>
      </w:r>
      <w:r w:rsidRPr="00F4279E">
        <w:rPr>
          <w:rFonts w:ascii="Arial" w:hAnsi="Arial" w:cs="Arial"/>
          <w:color w:val="4E4D4D" w:themeColor="background2"/>
          <w:spacing w:val="-3"/>
        </w:rPr>
        <w:t xml:space="preserve">potable envasada en canastillas plásticas de grado alimenticio que permitan la adecuada distribución y entrega al </w:t>
      </w:r>
      <w:r w:rsidR="00772E12" w:rsidRPr="00F4279E">
        <w:rPr>
          <w:rFonts w:ascii="Arial" w:hAnsi="Arial" w:cs="Arial"/>
          <w:color w:val="4E4D4D" w:themeColor="background2"/>
          <w:spacing w:val="-3"/>
        </w:rPr>
        <w:t>proveedor</w:t>
      </w:r>
      <w:r w:rsidRPr="00F4279E">
        <w:rPr>
          <w:rFonts w:ascii="Arial" w:hAnsi="Arial" w:cs="Arial"/>
          <w:color w:val="4E4D4D" w:themeColor="background2"/>
          <w:spacing w:val="-3"/>
        </w:rPr>
        <w:t xml:space="preserve"> logístico de acuerdo con el embalaje utilizado para el alimento. </w:t>
      </w:r>
    </w:p>
    <w:p w14:paraId="5C64F089" w14:textId="77777777" w:rsidR="00400D3A" w:rsidRPr="00F4279E" w:rsidRDefault="00400D3A" w:rsidP="00400D3A">
      <w:pPr>
        <w:widowControl w:val="0"/>
        <w:autoSpaceDE w:val="0"/>
        <w:autoSpaceDN w:val="0"/>
        <w:adjustRightInd w:val="0"/>
        <w:spacing w:line="0" w:lineRule="atLeast"/>
        <w:jc w:val="both"/>
        <w:rPr>
          <w:rFonts w:ascii="Arial" w:hAnsi="Arial" w:cs="Arial"/>
          <w:b/>
          <w:color w:val="4E4D4D" w:themeColor="background2"/>
          <w:spacing w:val="1"/>
          <w:lang w:val="es-CO"/>
        </w:rPr>
      </w:pPr>
    </w:p>
    <w:p w14:paraId="5C64F08A" w14:textId="03C0F36D" w:rsidR="00400D3A" w:rsidRPr="00F4279E" w:rsidRDefault="00400D3A" w:rsidP="00400D3A">
      <w:pPr>
        <w:autoSpaceDE w:val="0"/>
        <w:autoSpaceDN w:val="0"/>
        <w:spacing w:line="0" w:lineRule="atLeast"/>
        <w:jc w:val="both"/>
        <w:rPr>
          <w:rFonts w:ascii="Arial" w:hAnsi="Arial" w:cs="Arial"/>
          <w:color w:val="4E4D4D" w:themeColor="background2"/>
          <w:spacing w:val="-3"/>
        </w:rPr>
      </w:pPr>
      <w:r w:rsidRPr="00F4279E">
        <w:rPr>
          <w:rFonts w:ascii="Arial" w:hAnsi="Arial" w:cs="Arial"/>
          <w:color w:val="4E4D4D" w:themeColor="background2"/>
          <w:spacing w:val="-3"/>
        </w:rPr>
        <w:t xml:space="preserve">El agua </w:t>
      </w:r>
      <w:r w:rsidR="009016D3">
        <w:rPr>
          <w:rFonts w:ascii="Arial" w:hAnsi="Arial" w:cs="Arial"/>
          <w:color w:val="4E4D4D" w:themeColor="background2"/>
          <w:spacing w:val="-3"/>
        </w:rPr>
        <w:t>tratada potable envasada</w:t>
      </w:r>
      <w:r w:rsidRPr="00F4279E">
        <w:rPr>
          <w:rFonts w:ascii="Arial" w:hAnsi="Arial" w:cs="Arial"/>
          <w:color w:val="4E4D4D" w:themeColor="background2"/>
          <w:spacing w:val="-3"/>
        </w:rPr>
        <w:t xml:space="preserve"> debe entregarse al </w:t>
      </w:r>
      <w:r w:rsidR="00772E12" w:rsidRPr="00F4279E">
        <w:rPr>
          <w:rFonts w:ascii="Arial" w:hAnsi="Arial" w:cs="Arial"/>
          <w:color w:val="4E4D4D" w:themeColor="background2"/>
          <w:spacing w:val="-3"/>
        </w:rPr>
        <w:t>proveedor</w:t>
      </w:r>
      <w:r w:rsidRPr="00F4279E">
        <w:rPr>
          <w:rFonts w:ascii="Arial" w:hAnsi="Arial" w:cs="Arial"/>
          <w:color w:val="4E4D4D" w:themeColor="background2"/>
          <w:spacing w:val="-3"/>
        </w:rPr>
        <w:t xml:space="preserve"> logístico con el certificado microbiológico de liberación expedido por el laboratorio.</w:t>
      </w:r>
    </w:p>
    <w:p w14:paraId="5C64F08B" w14:textId="77777777" w:rsidR="00400D3A" w:rsidRPr="00F4279E" w:rsidRDefault="00400D3A" w:rsidP="00400D3A">
      <w:pPr>
        <w:pStyle w:val="Prrafodelista"/>
        <w:autoSpaceDE w:val="0"/>
        <w:autoSpaceDN w:val="0"/>
        <w:spacing w:line="0" w:lineRule="atLeast"/>
        <w:ind w:left="720"/>
        <w:jc w:val="both"/>
        <w:rPr>
          <w:rFonts w:ascii="Arial" w:hAnsi="Arial" w:cs="Arial"/>
          <w:color w:val="4E4D4D" w:themeColor="background2"/>
          <w:spacing w:val="-3"/>
        </w:rPr>
      </w:pPr>
    </w:p>
    <w:p w14:paraId="5C64F08C" w14:textId="019F5054" w:rsidR="00CF15B2" w:rsidRPr="00F4279E" w:rsidRDefault="00992F0F" w:rsidP="00992F0F">
      <w:pPr>
        <w:widowControl w:val="0"/>
        <w:autoSpaceDE w:val="0"/>
        <w:autoSpaceDN w:val="0"/>
        <w:adjustRightInd w:val="0"/>
        <w:jc w:val="both"/>
        <w:rPr>
          <w:rFonts w:ascii="Arial" w:hAnsi="Arial" w:cs="Arial"/>
          <w:color w:val="4E4D4D" w:themeColor="background2"/>
          <w:spacing w:val="-3"/>
        </w:rPr>
      </w:pPr>
      <w:r w:rsidRPr="00F4279E">
        <w:rPr>
          <w:rFonts w:ascii="Arial" w:hAnsi="Arial" w:cs="Arial"/>
          <w:color w:val="4E4D4D" w:themeColor="background2"/>
          <w:spacing w:val="-3"/>
        </w:rPr>
        <w:t xml:space="preserve">El número de unidades a entregar de agua </w:t>
      </w:r>
      <w:r w:rsidR="009016D3">
        <w:rPr>
          <w:rFonts w:ascii="Arial" w:hAnsi="Arial" w:cs="Arial"/>
          <w:color w:val="4E4D4D" w:themeColor="background2"/>
          <w:spacing w:val="-3"/>
        </w:rPr>
        <w:t xml:space="preserve">tratada </w:t>
      </w:r>
      <w:r w:rsidRPr="00F4279E">
        <w:rPr>
          <w:rFonts w:ascii="Arial" w:hAnsi="Arial" w:cs="Arial"/>
          <w:color w:val="4E4D4D" w:themeColor="background2"/>
          <w:spacing w:val="-3"/>
        </w:rPr>
        <w:t xml:space="preserve">potable envasada al proveedor </w:t>
      </w:r>
      <w:r w:rsidR="0095175A" w:rsidRPr="00F4279E">
        <w:rPr>
          <w:rFonts w:ascii="Arial" w:hAnsi="Arial" w:cs="Arial"/>
          <w:color w:val="4E4D4D" w:themeColor="background2"/>
          <w:spacing w:val="-3"/>
        </w:rPr>
        <w:t>logístico</w:t>
      </w:r>
      <w:r w:rsidRPr="00F4279E">
        <w:rPr>
          <w:rFonts w:ascii="Arial" w:hAnsi="Arial" w:cs="Arial"/>
          <w:color w:val="4E4D4D" w:themeColor="background2"/>
          <w:spacing w:val="-3"/>
        </w:rPr>
        <w:t xml:space="preserve"> </w:t>
      </w:r>
      <w:r w:rsidR="00D342C3" w:rsidRPr="00F4279E">
        <w:rPr>
          <w:rFonts w:ascii="Arial" w:hAnsi="Arial" w:cs="Arial"/>
          <w:color w:val="4E4D4D" w:themeColor="background2"/>
          <w:spacing w:val="-3"/>
        </w:rPr>
        <w:t>será</w:t>
      </w:r>
      <w:r w:rsidRPr="00F4279E">
        <w:rPr>
          <w:rFonts w:ascii="Arial" w:hAnsi="Arial" w:cs="Arial"/>
          <w:color w:val="4E4D4D" w:themeColor="background2"/>
          <w:spacing w:val="-3"/>
        </w:rPr>
        <w:t xml:space="preserve"> de 3 bolsatinas de cuarenta</w:t>
      </w:r>
      <w:r w:rsidR="00A370D4" w:rsidRPr="00F4279E">
        <w:rPr>
          <w:rFonts w:ascii="Arial" w:hAnsi="Arial" w:cs="Arial"/>
          <w:color w:val="4E4D4D" w:themeColor="background2"/>
          <w:spacing w:val="-3"/>
        </w:rPr>
        <w:t xml:space="preserve"> (40)</w:t>
      </w:r>
      <w:r w:rsidRPr="00F4279E">
        <w:rPr>
          <w:rFonts w:ascii="Arial" w:hAnsi="Arial" w:cs="Arial"/>
          <w:color w:val="4E4D4D" w:themeColor="background2"/>
          <w:spacing w:val="-3"/>
        </w:rPr>
        <w:t xml:space="preserve"> unidades por canastillas</w:t>
      </w:r>
      <w:r w:rsidR="00D342C3" w:rsidRPr="00F4279E">
        <w:rPr>
          <w:rFonts w:ascii="Arial" w:hAnsi="Arial" w:cs="Arial"/>
          <w:color w:val="4E4D4D" w:themeColor="background2"/>
          <w:spacing w:val="-3"/>
        </w:rPr>
        <w:t xml:space="preserve"> (120 unidades)</w:t>
      </w:r>
      <w:r w:rsidR="00CF15B2" w:rsidRPr="00F4279E">
        <w:rPr>
          <w:rFonts w:ascii="Arial" w:hAnsi="Arial" w:cs="Arial"/>
          <w:color w:val="4E4D4D" w:themeColor="background2"/>
          <w:spacing w:val="-3"/>
        </w:rPr>
        <w:t xml:space="preserve"> </w:t>
      </w:r>
      <w:r w:rsidR="0095175A" w:rsidRPr="00F4279E">
        <w:rPr>
          <w:rFonts w:ascii="Arial" w:hAnsi="Arial" w:cs="Arial"/>
          <w:color w:val="4E4D4D" w:themeColor="background2"/>
          <w:spacing w:val="-3"/>
        </w:rPr>
        <w:t>máximo</w:t>
      </w:r>
      <w:r w:rsidRPr="00F4279E">
        <w:rPr>
          <w:rFonts w:ascii="Arial" w:hAnsi="Arial" w:cs="Arial"/>
          <w:color w:val="4E4D4D" w:themeColor="background2"/>
          <w:spacing w:val="-3"/>
        </w:rPr>
        <w:t>.</w:t>
      </w:r>
    </w:p>
    <w:p w14:paraId="5C64F08D" w14:textId="77777777" w:rsidR="00CF15B2" w:rsidRPr="00F4279E" w:rsidRDefault="00CF15B2" w:rsidP="00992F0F">
      <w:pPr>
        <w:widowControl w:val="0"/>
        <w:autoSpaceDE w:val="0"/>
        <w:autoSpaceDN w:val="0"/>
        <w:adjustRightInd w:val="0"/>
        <w:jc w:val="both"/>
        <w:rPr>
          <w:rFonts w:ascii="Arial" w:hAnsi="Arial" w:cs="Arial"/>
          <w:color w:val="4E4D4D" w:themeColor="background2"/>
          <w:spacing w:val="-3"/>
        </w:rPr>
      </w:pPr>
    </w:p>
    <w:p w14:paraId="5C64F08E" w14:textId="77777777" w:rsidR="00CF15B2" w:rsidRPr="00F4279E" w:rsidRDefault="00CF15B2" w:rsidP="00CF15B2">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Nota: En caso de ser seleccionado, el proveedor debe informar a la interventoría el número de unidades a entregar por canastillas, en el caso que el proveedor entregue por debajo de las unidades máximas. Estas unidades reportadas deben mantenerse para la ejecución </w:t>
      </w:r>
    </w:p>
    <w:p w14:paraId="5C64F08F" w14:textId="77777777" w:rsidR="00992F0F" w:rsidRPr="00F4279E" w:rsidRDefault="00992F0F" w:rsidP="00992F0F">
      <w:pPr>
        <w:widowControl w:val="0"/>
        <w:autoSpaceDE w:val="0"/>
        <w:autoSpaceDN w:val="0"/>
        <w:adjustRightInd w:val="0"/>
        <w:jc w:val="both"/>
        <w:rPr>
          <w:rFonts w:ascii="Arial" w:hAnsi="Arial" w:cs="Arial"/>
          <w:color w:val="4E4D4D" w:themeColor="background2"/>
          <w:spacing w:val="-3"/>
        </w:rPr>
      </w:pPr>
    </w:p>
    <w:p w14:paraId="5C64F090" w14:textId="77777777" w:rsidR="00D342C3" w:rsidRPr="00F4279E" w:rsidRDefault="00D342C3" w:rsidP="00D342C3">
      <w:pPr>
        <w:widowControl w:val="0"/>
        <w:autoSpaceDE w:val="0"/>
        <w:autoSpaceDN w:val="0"/>
        <w:adjustRightInd w:val="0"/>
        <w:spacing w:line="0" w:lineRule="atLeast"/>
        <w:ind w:right="186"/>
        <w:jc w:val="both"/>
        <w:rPr>
          <w:rFonts w:ascii="Arial" w:hAnsi="Arial" w:cs="Arial"/>
          <w:color w:val="4E4D4D" w:themeColor="background2"/>
          <w:spacing w:val="2"/>
        </w:rPr>
      </w:pPr>
    </w:p>
    <w:p w14:paraId="5C64F091" w14:textId="4C96FE14" w:rsidR="00D342C3" w:rsidRPr="00F4279E" w:rsidRDefault="00D342C3" w:rsidP="00D342C3">
      <w:pPr>
        <w:widowControl w:val="0"/>
        <w:autoSpaceDE w:val="0"/>
        <w:autoSpaceDN w:val="0"/>
        <w:adjustRightInd w:val="0"/>
        <w:spacing w:line="0" w:lineRule="atLeast"/>
        <w:ind w:right="186"/>
        <w:jc w:val="both"/>
        <w:rPr>
          <w:rFonts w:ascii="Arial" w:hAnsi="Arial" w:cs="Arial"/>
          <w:color w:val="4E4D4D" w:themeColor="background2"/>
          <w:spacing w:val="2"/>
        </w:rPr>
      </w:pPr>
      <w:r w:rsidRPr="00F4279E">
        <w:rPr>
          <w:rFonts w:ascii="Arial" w:hAnsi="Arial" w:cs="Arial"/>
          <w:color w:val="4E4D4D" w:themeColor="background2"/>
          <w:spacing w:val="2"/>
        </w:rPr>
        <w:t>El agua</w:t>
      </w:r>
      <w:r w:rsidR="009016D3">
        <w:rPr>
          <w:rFonts w:ascii="Arial" w:hAnsi="Arial" w:cs="Arial"/>
          <w:color w:val="4E4D4D" w:themeColor="background2"/>
          <w:spacing w:val="2"/>
        </w:rPr>
        <w:t xml:space="preserve"> tratada potable envasada</w:t>
      </w:r>
      <w:r w:rsidRPr="00F4279E">
        <w:rPr>
          <w:rFonts w:ascii="Arial" w:hAnsi="Arial" w:cs="Arial"/>
          <w:color w:val="4E4D4D" w:themeColor="background2"/>
          <w:spacing w:val="2"/>
        </w:rPr>
        <w:t xml:space="preserve"> se entregará en su empaque primario (200 a 300 ml para los tres tipos A, B y C) a temperatura ambiente </w:t>
      </w:r>
      <w:r w:rsidR="00F67688" w:rsidRPr="00F4279E">
        <w:rPr>
          <w:rFonts w:ascii="Arial" w:hAnsi="Arial" w:cs="Arial"/>
          <w:color w:val="4E4D4D" w:themeColor="background2"/>
          <w:spacing w:val="2"/>
        </w:rPr>
        <w:t>o refrigerada</w:t>
      </w:r>
      <w:r w:rsidRPr="00F4279E">
        <w:rPr>
          <w:rFonts w:ascii="Arial" w:hAnsi="Arial" w:cs="Arial"/>
          <w:color w:val="4E4D4D" w:themeColor="background2"/>
          <w:spacing w:val="2"/>
        </w:rPr>
        <w:t>.</w:t>
      </w:r>
    </w:p>
    <w:p w14:paraId="5C64F092" w14:textId="77777777" w:rsidR="009D269B" w:rsidRPr="00F4279E" w:rsidRDefault="009D269B" w:rsidP="009D269B">
      <w:pPr>
        <w:pStyle w:val="BodyText28"/>
        <w:rPr>
          <w:rFonts w:cs="Arial"/>
          <w:color w:val="4E4D4D" w:themeColor="background2"/>
          <w:lang w:val="es-ES" w:eastAsia="es-ES"/>
        </w:rPr>
      </w:pPr>
    </w:p>
    <w:p w14:paraId="5C64F093" w14:textId="77777777" w:rsidR="009D269B" w:rsidRPr="00F4279E" w:rsidRDefault="009D269B" w:rsidP="009D269B">
      <w:pPr>
        <w:pStyle w:val="BodyText28"/>
        <w:rPr>
          <w:rFonts w:cs="Arial"/>
          <w:color w:val="4E4D4D" w:themeColor="background2"/>
          <w:lang w:val="es-ES" w:eastAsia="es-ES"/>
        </w:rPr>
      </w:pPr>
      <w:r w:rsidRPr="00F4279E">
        <w:rPr>
          <w:rFonts w:cs="Arial"/>
          <w:color w:val="4E4D4D" w:themeColor="background2"/>
          <w:lang w:val="es-ES" w:eastAsia="es-ES"/>
        </w:rPr>
        <w:t xml:space="preserve">El Proveedor de alimentos, deberá garantizar </w:t>
      </w:r>
      <w:r w:rsidR="00F84E41" w:rsidRPr="00F4279E">
        <w:rPr>
          <w:rFonts w:cs="Arial"/>
          <w:color w:val="4E4D4D" w:themeColor="background2"/>
          <w:lang w:val="es-ES" w:eastAsia="es-ES"/>
        </w:rPr>
        <w:t>que,</w:t>
      </w:r>
      <w:r w:rsidRPr="00F4279E">
        <w:rPr>
          <w:rFonts w:cs="Arial"/>
          <w:color w:val="4E4D4D" w:themeColor="background2"/>
          <w:lang w:val="es-ES" w:eastAsia="es-ES"/>
        </w:rPr>
        <w:t xml:space="preserve"> durante la entrega de los alimentos, estos cuenten con resultados microbiológicos de liberación completa de cada lote, acorde a la normatividad vigente.</w:t>
      </w:r>
    </w:p>
    <w:p w14:paraId="5C64F094" w14:textId="77777777" w:rsidR="00AB26F4" w:rsidRPr="00F4279E" w:rsidRDefault="00AB26F4" w:rsidP="009D269B">
      <w:pPr>
        <w:pStyle w:val="BodyText28"/>
        <w:rPr>
          <w:rFonts w:cs="Arial"/>
          <w:color w:val="4E4D4D" w:themeColor="background2"/>
          <w:lang w:val="es-ES" w:eastAsia="es-ES"/>
        </w:rPr>
      </w:pPr>
    </w:p>
    <w:p w14:paraId="5C64F095" w14:textId="77777777" w:rsidR="00AB26F4" w:rsidRDefault="00AB26F4" w:rsidP="00AB26F4">
      <w:pPr>
        <w:jc w:val="both"/>
        <w:rPr>
          <w:rFonts w:ascii="Arial" w:hAnsi="Arial" w:cs="Arial"/>
          <w:color w:val="4E4D4D" w:themeColor="background2"/>
        </w:rPr>
      </w:pPr>
      <w:r w:rsidRPr="00F4279E">
        <w:rPr>
          <w:rFonts w:ascii="Arial" w:hAnsi="Arial" w:cs="Arial"/>
          <w:color w:val="4E4D4D" w:themeColor="background2"/>
        </w:rPr>
        <w:t xml:space="preserve">Las planillas de recepción de alimentos, deberán ser diligenciadas por el Proveedor Logístico y entregadas al proveedor de alimentos en un máximo de 48 horas a partir de la recepción de los mismos, con las respectivas firmas de satisfacción del </w:t>
      </w:r>
      <w:r w:rsidR="00772E12" w:rsidRPr="00F4279E">
        <w:rPr>
          <w:rFonts w:ascii="Arial" w:hAnsi="Arial" w:cs="Arial"/>
          <w:color w:val="4E4D4D" w:themeColor="background2"/>
        </w:rPr>
        <w:t>proveedor</w:t>
      </w:r>
      <w:r w:rsidRPr="00F4279E">
        <w:rPr>
          <w:rFonts w:ascii="Arial" w:hAnsi="Arial" w:cs="Arial"/>
          <w:color w:val="4E4D4D" w:themeColor="background2"/>
        </w:rPr>
        <w:t xml:space="preserve"> y el visto bueno de la interventoría.</w:t>
      </w:r>
    </w:p>
    <w:p w14:paraId="7CB3DEE1" w14:textId="77777777" w:rsidR="00A46FE5" w:rsidRDefault="00A46FE5" w:rsidP="00AB26F4">
      <w:pPr>
        <w:jc w:val="both"/>
        <w:rPr>
          <w:rFonts w:ascii="Arial" w:hAnsi="Arial" w:cs="Arial"/>
          <w:color w:val="4E4D4D" w:themeColor="background2"/>
        </w:rPr>
      </w:pPr>
    </w:p>
    <w:p w14:paraId="1AABE1C7" w14:textId="59419C27" w:rsidR="00A46FE5" w:rsidRPr="00F4279E" w:rsidRDefault="00A46FE5" w:rsidP="00AB26F4">
      <w:pPr>
        <w:jc w:val="both"/>
        <w:rPr>
          <w:rFonts w:ascii="Arial" w:hAnsi="Arial" w:cs="Arial"/>
          <w:color w:val="4E4D4D" w:themeColor="background2"/>
        </w:rPr>
      </w:pPr>
      <w:r>
        <w:rPr>
          <w:rFonts w:asciiTheme="minorHAnsi" w:hAnsiTheme="minorHAnsi" w:cstheme="minorHAnsi"/>
          <w:color w:val="4E4D4D" w:themeColor="background2"/>
        </w:rPr>
        <w:t>NOTA: El proveedor verificará el proceso LP-AG-153-2017 con su respectiva adjudicación.</w:t>
      </w:r>
    </w:p>
    <w:p w14:paraId="5C64F096" w14:textId="77777777" w:rsidR="00AB26F4" w:rsidRPr="00F4279E" w:rsidRDefault="00AB26F4" w:rsidP="00AB26F4">
      <w:pPr>
        <w:widowControl w:val="0"/>
        <w:autoSpaceDE w:val="0"/>
        <w:autoSpaceDN w:val="0"/>
        <w:adjustRightInd w:val="0"/>
        <w:jc w:val="both"/>
        <w:rPr>
          <w:rFonts w:ascii="Arial" w:hAnsi="Arial" w:cs="Arial"/>
          <w:color w:val="4E4D4D" w:themeColor="background2"/>
        </w:rPr>
      </w:pPr>
    </w:p>
    <w:p w14:paraId="5C64F097" w14:textId="77777777" w:rsidR="00F84E41" w:rsidRPr="00F4279E" w:rsidRDefault="00F84E41" w:rsidP="00992F0F">
      <w:pPr>
        <w:widowControl w:val="0"/>
        <w:autoSpaceDE w:val="0"/>
        <w:autoSpaceDN w:val="0"/>
        <w:adjustRightInd w:val="0"/>
        <w:jc w:val="both"/>
        <w:rPr>
          <w:rFonts w:ascii="Arial" w:hAnsi="Arial" w:cs="Arial"/>
          <w:color w:val="4E4D4D" w:themeColor="background2"/>
          <w:spacing w:val="-3"/>
        </w:rPr>
      </w:pPr>
    </w:p>
    <w:p w14:paraId="5C64F098" w14:textId="50900C8A" w:rsidR="007E3935" w:rsidRPr="00F4279E" w:rsidRDefault="00C02D07" w:rsidP="00992F0F">
      <w:pPr>
        <w:widowControl w:val="0"/>
        <w:autoSpaceDE w:val="0"/>
        <w:autoSpaceDN w:val="0"/>
        <w:adjustRightInd w:val="0"/>
        <w:jc w:val="both"/>
        <w:rPr>
          <w:rFonts w:ascii="Arial" w:hAnsi="Arial" w:cs="Arial"/>
          <w:b/>
          <w:color w:val="4E4D4D" w:themeColor="background2"/>
        </w:rPr>
      </w:pPr>
      <w:r>
        <w:rPr>
          <w:rFonts w:ascii="Arial" w:hAnsi="Arial" w:cs="Arial"/>
          <w:b/>
          <w:color w:val="4E4D4D" w:themeColor="background2"/>
          <w:spacing w:val="1"/>
          <w:lang w:val="es-CO"/>
        </w:rPr>
        <w:t xml:space="preserve">5.1 </w:t>
      </w:r>
      <w:r w:rsidR="007E3935" w:rsidRPr="00F4279E">
        <w:rPr>
          <w:rFonts w:ascii="Arial" w:hAnsi="Arial" w:cs="Arial"/>
          <w:b/>
          <w:color w:val="4E4D4D" w:themeColor="background2"/>
          <w:spacing w:val="1"/>
          <w:lang w:val="es-CO"/>
        </w:rPr>
        <w:t>EMPAQUE</w:t>
      </w:r>
      <w:r w:rsidR="007E3935" w:rsidRPr="00F4279E">
        <w:rPr>
          <w:rFonts w:ascii="Arial" w:hAnsi="Arial" w:cs="Arial"/>
          <w:b/>
          <w:color w:val="4E4D4D" w:themeColor="background2"/>
          <w:spacing w:val="-9"/>
        </w:rPr>
        <w:t xml:space="preserve"> </w:t>
      </w:r>
    </w:p>
    <w:p w14:paraId="5C64F099" w14:textId="77777777" w:rsidR="007E3935" w:rsidRPr="00F4279E" w:rsidRDefault="007E3935" w:rsidP="001974DD">
      <w:pPr>
        <w:widowControl w:val="0"/>
        <w:autoSpaceDE w:val="0"/>
        <w:autoSpaceDN w:val="0"/>
        <w:adjustRightInd w:val="0"/>
        <w:spacing w:line="0" w:lineRule="atLeast"/>
        <w:jc w:val="both"/>
        <w:rPr>
          <w:rFonts w:ascii="Arial" w:hAnsi="Arial" w:cs="Arial"/>
          <w:color w:val="4E4D4D" w:themeColor="background2"/>
        </w:rPr>
      </w:pPr>
    </w:p>
    <w:p w14:paraId="5C64F09A"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spacing w:val="1"/>
        </w:rPr>
        <w:t>P</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w:t>
      </w:r>
      <w:r w:rsidRPr="00F4279E">
        <w:rPr>
          <w:rFonts w:ascii="Arial" w:hAnsi="Arial" w:cs="Arial"/>
          <w:color w:val="4E4D4D" w:themeColor="background2"/>
          <w:spacing w:val="-1"/>
        </w:rPr>
        <w:t>ns</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3"/>
        </w:rPr>
        <w:t>v</w:t>
      </w:r>
      <w:r w:rsidRPr="00F4279E">
        <w:rPr>
          <w:rFonts w:ascii="Arial" w:hAnsi="Arial" w:cs="Arial"/>
          <w:color w:val="4E4D4D" w:themeColor="background2"/>
        </w:rPr>
        <w:t>ar</w:t>
      </w:r>
      <w:r w:rsidRPr="00F4279E">
        <w:rPr>
          <w:rFonts w:ascii="Arial" w:hAnsi="Arial" w:cs="Arial"/>
          <w:color w:val="4E4D4D" w:themeColor="background2"/>
          <w:spacing w:val="20"/>
        </w:rPr>
        <w:t xml:space="preserve"> </w:t>
      </w:r>
      <w:r w:rsidRPr="00F4279E">
        <w:rPr>
          <w:rFonts w:ascii="Arial" w:hAnsi="Arial" w:cs="Arial"/>
          <w:color w:val="4E4D4D" w:themeColor="background2"/>
        </w:rPr>
        <w:t>la</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rPr>
        <w:t>ad</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1"/>
        </w:rPr>
        <w:t>f</w:t>
      </w:r>
      <w:r w:rsidRPr="00F4279E">
        <w:rPr>
          <w:rFonts w:ascii="Arial" w:hAnsi="Arial" w:cs="Arial"/>
          <w:color w:val="4E4D4D" w:themeColor="background2"/>
          <w:spacing w:val="2"/>
        </w:rPr>
        <w:t>í</w:t>
      </w:r>
      <w:r w:rsidRPr="00F4279E">
        <w:rPr>
          <w:rFonts w:ascii="Arial" w:hAnsi="Arial" w:cs="Arial"/>
          <w:color w:val="4E4D4D" w:themeColor="background2"/>
          <w:spacing w:val="-1"/>
        </w:rPr>
        <w:t>s</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14"/>
        </w:rPr>
        <w:t xml:space="preserve"> </w:t>
      </w:r>
      <w:r w:rsidRPr="00F4279E">
        <w:rPr>
          <w:rFonts w:ascii="Arial" w:hAnsi="Arial" w:cs="Arial"/>
          <w:color w:val="4E4D4D" w:themeColor="background2"/>
        </w:rPr>
        <w:t>y</w:t>
      </w:r>
      <w:r w:rsidRPr="00F4279E">
        <w:rPr>
          <w:rFonts w:ascii="Arial" w:hAnsi="Arial" w:cs="Arial"/>
          <w:color w:val="4E4D4D" w:themeColor="background2"/>
          <w:spacing w:val="2"/>
        </w:rPr>
        <w:t xml:space="preserve"> </w:t>
      </w:r>
      <w:r w:rsidRPr="00F4279E">
        <w:rPr>
          <w:rFonts w:ascii="Arial" w:hAnsi="Arial" w:cs="Arial"/>
          <w:color w:val="4E4D4D" w:themeColor="background2"/>
          <w:spacing w:val="-2"/>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c</w:t>
      </w:r>
      <w:r w:rsidRPr="00F4279E">
        <w:rPr>
          <w:rFonts w:ascii="Arial" w:hAnsi="Arial" w:cs="Arial"/>
          <w:color w:val="4E4D4D" w:themeColor="background2"/>
          <w:spacing w:val="2"/>
        </w:rPr>
        <w:t>r</w:t>
      </w:r>
      <w:r w:rsidRPr="00F4279E">
        <w:rPr>
          <w:rFonts w:ascii="Arial" w:hAnsi="Arial" w:cs="Arial"/>
          <w:color w:val="4E4D4D" w:themeColor="background2"/>
          <w:spacing w:val="-2"/>
        </w:rPr>
        <w:t>o</w:t>
      </w:r>
      <w:r w:rsidRPr="00F4279E">
        <w:rPr>
          <w:rFonts w:ascii="Arial" w:hAnsi="Arial" w:cs="Arial"/>
          <w:color w:val="4E4D4D" w:themeColor="background2"/>
          <w:spacing w:val="2"/>
        </w:rPr>
        <w:t>b</w:t>
      </w:r>
      <w:r w:rsidRPr="00F4279E">
        <w:rPr>
          <w:rFonts w:ascii="Arial" w:hAnsi="Arial" w:cs="Arial"/>
          <w:color w:val="4E4D4D" w:themeColor="background2"/>
        </w:rPr>
        <w:t>io</w:t>
      </w:r>
      <w:r w:rsidRPr="00F4279E">
        <w:rPr>
          <w:rFonts w:ascii="Arial" w:hAnsi="Arial" w:cs="Arial"/>
          <w:color w:val="4E4D4D" w:themeColor="background2"/>
          <w:spacing w:val="2"/>
        </w:rPr>
        <w:t>l</w:t>
      </w:r>
      <w:r w:rsidRPr="00F4279E">
        <w:rPr>
          <w:rFonts w:ascii="Arial" w:hAnsi="Arial" w:cs="Arial"/>
          <w:color w:val="4E4D4D" w:themeColor="background2"/>
          <w:spacing w:val="-2"/>
        </w:rPr>
        <w:t>ó</w:t>
      </w:r>
      <w:r w:rsidRPr="00F4279E">
        <w:rPr>
          <w:rFonts w:ascii="Arial" w:hAnsi="Arial" w:cs="Arial"/>
          <w:color w:val="4E4D4D" w:themeColor="background2"/>
          <w:spacing w:val="4"/>
        </w:rPr>
        <w:t>g</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a</w:t>
      </w:r>
      <w:r w:rsidRPr="00F4279E">
        <w:rPr>
          <w:rFonts w:ascii="Arial" w:hAnsi="Arial" w:cs="Arial"/>
          <w:color w:val="4E4D4D" w:themeColor="background2"/>
          <w:spacing w:val="33"/>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4"/>
        </w:rPr>
        <w:t>g</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spacing w:val="2"/>
        </w:rPr>
        <w:t>ti</w:t>
      </w:r>
      <w:r w:rsidRPr="00F4279E">
        <w:rPr>
          <w:rFonts w:ascii="Arial" w:hAnsi="Arial" w:cs="Arial"/>
          <w:color w:val="4E4D4D" w:themeColor="background2"/>
          <w:spacing w:val="-1"/>
        </w:rPr>
        <w:t>z</w:t>
      </w:r>
      <w:r w:rsidRPr="00F4279E">
        <w:rPr>
          <w:rFonts w:ascii="Arial" w:hAnsi="Arial" w:cs="Arial"/>
          <w:color w:val="4E4D4D" w:themeColor="background2"/>
        </w:rPr>
        <w:t>ar</w:t>
      </w:r>
      <w:r w:rsidRPr="00F4279E">
        <w:rPr>
          <w:rFonts w:ascii="Arial" w:hAnsi="Arial" w:cs="Arial"/>
          <w:color w:val="4E4D4D" w:themeColor="background2"/>
          <w:spacing w:val="21"/>
        </w:rPr>
        <w:t xml:space="preserve"> </w:t>
      </w:r>
      <w:r w:rsidRPr="00F4279E">
        <w:rPr>
          <w:rFonts w:ascii="Arial" w:hAnsi="Arial" w:cs="Arial"/>
          <w:color w:val="4E4D4D" w:themeColor="background2"/>
        </w:rPr>
        <w:t>la</w:t>
      </w:r>
      <w:r w:rsidRPr="00F4279E">
        <w:rPr>
          <w:rFonts w:ascii="Arial" w:hAnsi="Arial" w:cs="Arial"/>
          <w:color w:val="4E4D4D" w:themeColor="background2"/>
          <w:spacing w:val="6"/>
        </w:rPr>
        <w:t xml:space="preserve"> </w:t>
      </w:r>
      <w:r w:rsidRPr="00F4279E">
        <w:rPr>
          <w:rFonts w:ascii="Arial" w:hAnsi="Arial" w:cs="Arial"/>
          <w:color w:val="4E4D4D" w:themeColor="background2"/>
        </w:rPr>
        <w:t>i</w:t>
      </w:r>
      <w:r w:rsidRPr="00F4279E">
        <w:rPr>
          <w:rFonts w:ascii="Arial" w:hAnsi="Arial" w:cs="Arial"/>
          <w:color w:val="4E4D4D" w:themeColor="background2"/>
          <w:spacing w:val="-1"/>
        </w:rPr>
        <w:t>n</w:t>
      </w:r>
      <w:r w:rsidRPr="00F4279E">
        <w:rPr>
          <w:rFonts w:ascii="Arial" w:hAnsi="Arial" w:cs="Arial"/>
          <w:color w:val="4E4D4D" w:themeColor="background2"/>
        </w:rPr>
        <w:t>o</w:t>
      </w:r>
      <w:r w:rsidRPr="00F4279E">
        <w:rPr>
          <w:rFonts w:ascii="Arial" w:hAnsi="Arial" w:cs="Arial"/>
          <w:color w:val="4E4D4D" w:themeColor="background2"/>
          <w:spacing w:val="-1"/>
        </w:rPr>
        <w:t>c</w:t>
      </w:r>
      <w:r w:rsidRPr="00F4279E">
        <w:rPr>
          <w:rFonts w:ascii="Arial" w:hAnsi="Arial" w:cs="Arial"/>
          <w:color w:val="4E4D4D" w:themeColor="background2"/>
        </w:rPr>
        <w:t>ui</w:t>
      </w:r>
      <w:r w:rsidRPr="00F4279E">
        <w:rPr>
          <w:rFonts w:ascii="Arial" w:hAnsi="Arial" w:cs="Arial"/>
          <w:color w:val="4E4D4D" w:themeColor="background2"/>
          <w:spacing w:val="2"/>
        </w:rPr>
        <w:t>da</w:t>
      </w:r>
      <w:r w:rsidRPr="00F4279E">
        <w:rPr>
          <w:rFonts w:ascii="Arial" w:hAnsi="Arial" w:cs="Arial"/>
          <w:color w:val="4E4D4D" w:themeColor="background2"/>
        </w:rPr>
        <w:t>d</w:t>
      </w:r>
      <w:r w:rsidRPr="00F4279E">
        <w:rPr>
          <w:rFonts w:ascii="Arial" w:hAnsi="Arial" w:cs="Arial"/>
          <w:color w:val="4E4D4D" w:themeColor="background2"/>
          <w:spacing w:val="18"/>
        </w:rPr>
        <w:t xml:space="preserve"> </w:t>
      </w:r>
      <w:r w:rsidR="005A7962" w:rsidRPr="00F4279E">
        <w:rPr>
          <w:rFonts w:ascii="Arial" w:hAnsi="Arial" w:cs="Arial"/>
          <w:color w:val="4E4D4D" w:themeColor="background2"/>
          <w:spacing w:val="-1"/>
        </w:rPr>
        <w:t>del agua</w:t>
      </w:r>
      <w:r w:rsidRPr="00F4279E">
        <w:rPr>
          <w:rFonts w:ascii="Arial" w:hAnsi="Arial" w:cs="Arial"/>
          <w:color w:val="4E4D4D" w:themeColor="background2"/>
          <w:w w:val="102"/>
        </w:rPr>
        <w:t xml:space="preserve">, </w:t>
      </w:r>
      <w:r w:rsidR="005A7962" w:rsidRPr="00F4279E">
        <w:rPr>
          <w:rFonts w:ascii="Arial" w:hAnsi="Arial" w:cs="Arial"/>
          <w:color w:val="4E4D4D" w:themeColor="background2"/>
          <w:spacing w:val="-1"/>
        </w:rPr>
        <w:t xml:space="preserve">esta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á</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rPr>
        <w:t>r</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2"/>
        </w:rPr>
        <w:t>i</w:t>
      </w:r>
      <w:r w:rsidRPr="00F4279E">
        <w:rPr>
          <w:rFonts w:ascii="Arial" w:hAnsi="Arial" w:cs="Arial"/>
          <w:color w:val="4E4D4D" w:themeColor="background2"/>
          <w:spacing w:val="-1"/>
        </w:rPr>
        <w:t>d</w:t>
      </w:r>
      <w:r w:rsidR="005A7962" w:rsidRPr="00F4279E">
        <w:rPr>
          <w:rFonts w:ascii="Arial" w:hAnsi="Arial" w:cs="Arial"/>
          <w:color w:val="4E4D4D" w:themeColor="background2"/>
        </w:rPr>
        <w:t>a</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spacing w:val="2"/>
        </w:rPr>
        <w:t>r</w:t>
      </w:r>
      <w:r w:rsidRPr="00F4279E">
        <w:rPr>
          <w:rFonts w:ascii="Arial" w:hAnsi="Arial" w:cs="Arial"/>
          <w:color w:val="4E4D4D" w:themeColor="background2"/>
        </w:rPr>
        <w:t>o</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18"/>
        </w:rPr>
        <w:t xml:space="preserve"> </w:t>
      </w:r>
      <w:r w:rsidRPr="00F4279E">
        <w:rPr>
          <w:rFonts w:ascii="Arial" w:hAnsi="Arial" w:cs="Arial"/>
          <w:color w:val="4E4D4D" w:themeColor="background2"/>
          <w:spacing w:val="-3"/>
        </w:rPr>
        <w:t>u</w:t>
      </w:r>
      <w:r w:rsidRPr="00F4279E">
        <w:rPr>
          <w:rFonts w:ascii="Arial" w:hAnsi="Arial" w:cs="Arial"/>
          <w:color w:val="4E4D4D" w:themeColor="background2"/>
        </w:rPr>
        <w:t>n</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1"/>
        </w:rPr>
        <w:t>em</w:t>
      </w:r>
      <w:r w:rsidRPr="00F4279E">
        <w:rPr>
          <w:rFonts w:ascii="Arial" w:hAnsi="Arial" w:cs="Arial"/>
          <w:color w:val="4E4D4D" w:themeColor="background2"/>
        </w:rPr>
        <w:t>p</w:t>
      </w:r>
      <w:r w:rsidRPr="00F4279E">
        <w:rPr>
          <w:rFonts w:ascii="Arial" w:hAnsi="Arial" w:cs="Arial"/>
          <w:color w:val="4E4D4D" w:themeColor="background2"/>
          <w:spacing w:val="2"/>
        </w:rPr>
        <w:t>aq</w:t>
      </w:r>
      <w:r w:rsidRPr="00F4279E">
        <w:rPr>
          <w:rFonts w:ascii="Arial" w:hAnsi="Arial" w:cs="Arial"/>
          <w:color w:val="4E4D4D" w:themeColor="background2"/>
        </w:rPr>
        <w:t>ue</w:t>
      </w:r>
      <w:r w:rsidRPr="00F4279E">
        <w:rPr>
          <w:rFonts w:ascii="Arial" w:hAnsi="Arial" w:cs="Arial"/>
          <w:color w:val="4E4D4D" w:themeColor="background2"/>
          <w:spacing w:val="33"/>
        </w:rPr>
        <w:t xml:space="preserve"> </w:t>
      </w:r>
      <w:r w:rsidRPr="00F4279E">
        <w:rPr>
          <w:rFonts w:ascii="Arial" w:hAnsi="Arial" w:cs="Arial"/>
          <w:color w:val="4E4D4D" w:themeColor="background2"/>
        </w:rPr>
        <w:t>p</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3"/>
        </w:rPr>
        <w:t>o</w:t>
      </w:r>
      <w:r w:rsidR="001E0AD1" w:rsidRPr="00F4279E">
        <w:rPr>
          <w:rFonts w:ascii="Arial" w:hAnsi="Arial" w:cs="Arial"/>
          <w:color w:val="4E4D4D" w:themeColor="background2"/>
          <w:spacing w:val="3"/>
        </w:rPr>
        <w:t>.</w:t>
      </w:r>
    </w:p>
    <w:p w14:paraId="5C64F09B"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p>
    <w:p w14:paraId="5C64F09C" w14:textId="1C42FAC5"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w w:val="102"/>
        </w:rPr>
      </w:pP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m</w:t>
      </w:r>
      <w:r w:rsidRPr="00F4279E">
        <w:rPr>
          <w:rFonts w:ascii="Arial" w:hAnsi="Arial" w:cs="Arial"/>
          <w:color w:val="4E4D4D" w:themeColor="background2"/>
          <w:spacing w:val="2"/>
        </w:rPr>
        <w:t>a</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spacing w:val="-4"/>
        </w:rPr>
        <w:t>e</w:t>
      </w:r>
      <w:r w:rsidRPr="00F4279E">
        <w:rPr>
          <w:rFonts w:ascii="Arial" w:hAnsi="Arial" w:cs="Arial"/>
          <w:color w:val="4E4D4D" w:themeColor="background2"/>
        </w:rPr>
        <w:t>s de empaque o envasado</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7"/>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s</w:t>
      </w:r>
      <w:r w:rsidRPr="00F4279E">
        <w:rPr>
          <w:rFonts w:ascii="Arial" w:hAnsi="Arial" w:cs="Arial"/>
          <w:color w:val="4E4D4D" w:themeColor="background2"/>
          <w:spacing w:val="1"/>
        </w:rPr>
        <w:t>e</w:t>
      </w:r>
      <w:r w:rsidRPr="00F4279E">
        <w:rPr>
          <w:rFonts w:ascii="Arial" w:hAnsi="Arial" w:cs="Arial"/>
          <w:color w:val="4E4D4D" w:themeColor="background2"/>
        </w:rPr>
        <w:t>r</w:t>
      </w:r>
      <w:r w:rsidRPr="00F4279E">
        <w:rPr>
          <w:rFonts w:ascii="Arial" w:hAnsi="Arial" w:cs="Arial"/>
          <w:color w:val="4E4D4D" w:themeColor="background2"/>
          <w:spacing w:val="3"/>
        </w:rPr>
        <w:t xml:space="preserve"> </w:t>
      </w:r>
      <w:r w:rsidRPr="00F4279E">
        <w:rPr>
          <w:rFonts w:ascii="Arial" w:hAnsi="Arial" w:cs="Arial"/>
          <w:color w:val="4E4D4D" w:themeColor="background2"/>
          <w:spacing w:val="4"/>
        </w:rPr>
        <w:t>t</w:t>
      </w:r>
      <w:r w:rsidRPr="00F4279E">
        <w:rPr>
          <w:rFonts w:ascii="Arial" w:hAnsi="Arial" w:cs="Arial"/>
          <w:color w:val="4E4D4D" w:themeColor="background2"/>
        </w:rPr>
        <w:t>ó</w:t>
      </w:r>
      <w:r w:rsidRPr="00F4279E">
        <w:rPr>
          <w:rFonts w:ascii="Arial" w:hAnsi="Arial" w:cs="Arial"/>
          <w:color w:val="4E4D4D" w:themeColor="background2"/>
          <w:spacing w:val="1"/>
        </w:rPr>
        <w:t>x</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rPr>
        <w:t>os</w:t>
      </w:r>
      <w:r w:rsidRPr="00F4279E">
        <w:rPr>
          <w:rFonts w:ascii="Arial" w:hAnsi="Arial" w:cs="Arial"/>
          <w:color w:val="4E4D4D" w:themeColor="background2"/>
          <w:spacing w:val="16"/>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b</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2"/>
        </w:rPr>
        <w:t>s</w:t>
      </w:r>
      <w:r w:rsidRPr="00F4279E">
        <w:rPr>
          <w:rFonts w:ascii="Arial" w:hAnsi="Arial" w:cs="Arial"/>
          <w:color w:val="4E4D4D" w:themeColor="background2"/>
          <w:spacing w:val="4"/>
        </w:rPr>
        <w:t>t</w:t>
      </w:r>
      <w:r w:rsidRPr="00F4279E">
        <w:rPr>
          <w:rFonts w:ascii="Arial" w:hAnsi="Arial" w:cs="Arial"/>
          <w:color w:val="4E4D4D" w:themeColor="background2"/>
        </w:rPr>
        <w:t>ar</w:t>
      </w:r>
      <w:r w:rsidRPr="00F4279E">
        <w:rPr>
          <w:rFonts w:ascii="Arial" w:hAnsi="Arial" w:cs="Arial"/>
          <w:color w:val="4E4D4D" w:themeColor="background2"/>
          <w:spacing w:val="10"/>
        </w:rPr>
        <w:t xml:space="preserve"> </w:t>
      </w:r>
      <w:r w:rsidRPr="00F4279E">
        <w:rPr>
          <w:rFonts w:ascii="Arial" w:hAnsi="Arial" w:cs="Arial"/>
          <w:color w:val="4E4D4D" w:themeColor="background2"/>
        </w:rPr>
        <w:t>p</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1"/>
        </w:rPr>
        <w:t>m</w:t>
      </w:r>
      <w:r w:rsidRPr="00F4279E">
        <w:rPr>
          <w:rFonts w:ascii="Arial" w:hAnsi="Arial" w:cs="Arial"/>
          <w:color w:val="4E4D4D" w:themeColor="background2"/>
        </w:rPr>
        <w:t>i</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18"/>
        </w:rPr>
        <w:t xml:space="preserve"> </w:t>
      </w:r>
      <w:r w:rsidRPr="00F4279E">
        <w:rPr>
          <w:rFonts w:ascii="Arial" w:hAnsi="Arial" w:cs="Arial"/>
          <w:color w:val="4E4D4D" w:themeColor="background2"/>
        </w:rPr>
        <w:t>por</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w w:val="102"/>
        </w:rPr>
        <w:t>a</w:t>
      </w:r>
      <w:r w:rsidRPr="00F4279E">
        <w:rPr>
          <w:rFonts w:ascii="Arial" w:hAnsi="Arial" w:cs="Arial"/>
          <w:color w:val="4E4D4D" w:themeColor="background2"/>
          <w:w w:val="102"/>
        </w:rPr>
        <w:t>u</w:t>
      </w:r>
      <w:r w:rsidRPr="00F4279E">
        <w:rPr>
          <w:rFonts w:ascii="Arial" w:hAnsi="Arial" w:cs="Arial"/>
          <w:color w:val="4E4D4D" w:themeColor="background2"/>
          <w:spacing w:val="4"/>
          <w:w w:val="102"/>
        </w:rPr>
        <w:t>t</w:t>
      </w:r>
      <w:r w:rsidRPr="00F4279E">
        <w:rPr>
          <w:rFonts w:ascii="Arial" w:hAnsi="Arial" w:cs="Arial"/>
          <w:color w:val="4E4D4D" w:themeColor="background2"/>
          <w:w w:val="102"/>
        </w:rPr>
        <w:t>o</w:t>
      </w:r>
      <w:r w:rsidRPr="00F4279E">
        <w:rPr>
          <w:rFonts w:ascii="Arial" w:hAnsi="Arial" w:cs="Arial"/>
          <w:color w:val="4E4D4D" w:themeColor="background2"/>
          <w:spacing w:val="-1"/>
          <w:w w:val="102"/>
        </w:rPr>
        <w:t>r</w:t>
      </w:r>
      <w:r w:rsidRPr="00F4279E">
        <w:rPr>
          <w:rFonts w:ascii="Arial" w:hAnsi="Arial" w:cs="Arial"/>
          <w:color w:val="4E4D4D" w:themeColor="background2"/>
          <w:w w:val="102"/>
        </w:rPr>
        <w:t>i</w:t>
      </w:r>
      <w:r w:rsidRPr="00F4279E">
        <w:rPr>
          <w:rFonts w:ascii="Arial" w:hAnsi="Arial" w:cs="Arial"/>
          <w:color w:val="4E4D4D" w:themeColor="background2"/>
          <w:spacing w:val="2"/>
          <w:w w:val="101"/>
        </w:rPr>
        <w:t>d</w:t>
      </w:r>
      <w:r w:rsidRPr="00F4279E">
        <w:rPr>
          <w:rFonts w:ascii="Arial" w:hAnsi="Arial" w:cs="Arial"/>
          <w:color w:val="4E4D4D" w:themeColor="background2"/>
          <w:w w:val="102"/>
        </w:rPr>
        <w:t>a</w:t>
      </w:r>
      <w:r w:rsidRPr="00F4279E">
        <w:rPr>
          <w:rFonts w:ascii="Arial" w:hAnsi="Arial" w:cs="Arial"/>
          <w:color w:val="4E4D4D" w:themeColor="background2"/>
          <w:w w:val="101"/>
        </w:rPr>
        <w:t xml:space="preserve">d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spacing w:val="-1"/>
        </w:rPr>
        <w:t>e</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rPr>
        <w:t xml:space="preserve">. </w:t>
      </w:r>
      <w:r w:rsidRPr="00F4279E">
        <w:rPr>
          <w:rFonts w:ascii="Arial" w:hAnsi="Arial" w:cs="Arial"/>
          <w:color w:val="4E4D4D" w:themeColor="background2"/>
          <w:spacing w:val="-1"/>
        </w:rPr>
        <w:t>L</w:t>
      </w:r>
      <w:r w:rsidRPr="00F4279E">
        <w:rPr>
          <w:rFonts w:ascii="Arial" w:hAnsi="Arial" w:cs="Arial"/>
          <w:color w:val="4E4D4D" w:themeColor="background2"/>
          <w:spacing w:val="-2"/>
        </w:rPr>
        <w:t>o</w:t>
      </w:r>
      <w:r w:rsidRPr="00F4279E">
        <w:rPr>
          <w:rFonts w:ascii="Arial" w:hAnsi="Arial" w:cs="Arial"/>
          <w:color w:val="4E4D4D" w:themeColor="background2"/>
        </w:rPr>
        <w:t xml:space="preserve">s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2"/>
        </w:rPr>
        <w:t>pi</w:t>
      </w:r>
      <w:r w:rsidRPr="00F4279E">
        <w:rPr>
          <w:rFonts w:ascii="Arial" w:hAnsi="Arial" w:cs="Arial"/>
          <w:color w:val="4E4D4D" w:themeColor="background2"/>
          <w:spacing w:val="1"/>
        </w:rPr>
        <w:t>e</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spacing w:val="-1"/>
        </w:rPr>
        <w:t>e</w:t>
      </w:r>
      <w:r w:rsidRPr="00F4279E">
        <w:rPr>
          <w:rFonts w:ascii="Arial" w:hAnsi="Arial" w:cs="Arial"/>
          <w:color w:val="4E4D4D" w:themeColor="background2"/>
        </w:rPr>
        <w:t>s y</w:t>
      </w:r>
      <w:r w:rsidRPr="00F4279E">
        <w:rPr>
          <w:rFonts w:ascii="Arial" w:hAnsi="Arial" w:cs="Arial"/>
          <w:color w:val="4E4D4D" w:themeColor="background2"/>
          <w:spacing w:val="47"/>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em</w:t>
      </w:r>
      <w:r w:rsidRPr="00F4279E">
        <w:rPr>
          <w:rFonts w:ascii="Arial" w:hAnsi="Arial" w:cs="Arial"/>
          <w:color w:val="4E4D4D" w:themeColor="background2"/>
          <w:spacing w:val="2"/>
        </w:rPr>
        <w:t>á</w:t>
      </w:r>
      <w:r w:rsidRPr="00F4279E">
        <w:rPr>
          <w:rFonts w:ascii="Arial" w:hAnsi="Arial" w:cs="Arial"/>
          <w:color w:val="4E4D4D" w:themeColor="background2"/>
        </w:rPr>
        <w:t xml:space="preserve">s </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2"/>
        </w:rPr>
        <w:t>a</w:t>
      </w:r>
      <w:r w:rsidRPr="00F4279E">
        <w:rPr>
          <w:rFonts w:ascii="Arial" w:hAnsi="Arial" w:cs="Arial"/>
          <w:color w:val="4E4D4D" w:themeColor="background2"/>
          <w:spacing w:val="-3"/>
        </w:rPr>
        <w:t>l</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
        </w:rPr>
        <w:t xml:space="preserve"> em</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q</w:t>
      </w:r>
      <w:r w:rsidRPr="00F4279E">
        <w:rPr>
          <w:rFonts w:ascii="Arial" w:hAnsi="Arial" w:cs="Arial"/>
          <w:color w:val="4E4D4D" w:themeColor="background2"/>
          <w:spacing w:val="-3"/>
        </w:rPr>
        <w:t>u</w:t>
      </w:r>
      <w:r w:rsidRPr="00F4279E">
        <w:rPr>
          <w:rFonts w:ascii="Arial" w:hAnsi="Arial" w:cs="Arial"/>
          <w:color w:val="4E4D4D" w:themeColor="background2"/>
        </w:rPr>
        <w:t xml:space="preserve">e </w:t>
      </w:r>
      <w:r w:rsidRPr="00F4279E">
        <w:rPr>
          <w:rFonts w:ascii="Arial" w:hAnsi="Arial" w:cs="Arial"/>
          <w:color w:val="4E4D4D" w:themeColor="background2"/>
          <w:spacing w:val="-1"/>
        </w:rPr>
        <w:t>s</w:t>
      </w:r>
      <w:r w:rsidRPr="00F4279E">
        <w:rPr>
          <w:rFonts w:ascii="Arial" w:hAnsi="Arial" w:cs="Arial"/>
          <w:color w:val="4E4D4D" w:themeColor="background2"/>
          <w:spacing w:val="-2"/>
        </w:rPr>
        <w:t>o</w:t>
      </w:r>
      <w:r w:rsidRPr="00F4279E">
        <w:rPr>
          <w:rFonts w:ascii="Arial" w:hAnsi="Arial" w:cs="Arial"/>
          <w:color w:val="4E4D4D" w:themeColor="background2"/>
          <w:spacing w:val="2"/>
        </w:rPr>
        <w:t>l</w:t>
      </w:r>
      <w:r w:rsidRPr="00F4279E">
        <w:rPr>
          <w:rFonts w:ascii="Arial" w:hAnsi="Arial" w:cs="Arial"/>
          <w:color w:val="4E4D4D" w:themeColor="background2"/>
        </w:rPr>
        <w:t>o</w:t>
      </w:r>
      <w:r w:rsidRPr="00F4279E">
        <w:rPr>
          <w:rFonts w:ascii="Arial" w:hAnsi="Arial" w:cs="Arial"/>
          <w:color w:val="4E4D4D" w:themeColor="background2"/>
          <w:spacing w:val="3"/>
        </w:rPr>
        <w:t xml:space="preserve"> </w:t>
      </w:r>
      <w:r w:rsidRPr="00F4279E">
        <w:rPr>
          <w:rFonts w:ascii="Arial" w:hAnsi="Arial" w:cs="Arial"/>
          <w:color w:val="4E4D4D" w:themeColor="background2"/>
          <w:spacing w:val="2"/>
        </w:rPr>
        <w:t>s</w:t>
      </w:r>
      <w:r w:rsidRPr="00F4279E">
        <w:rPr>
          <w:rFonts w:ascii="Arial" w:hAnsi="Arial" w:cs="Arial"/>
          <w:color w:val="4E4D4D" w:themeColor="background2"/>
        </w:rPr>
        <w:t xml:space="preserve">e </w:t>
      </w:r>
      <w:r w:rsidRPr="00F4279E">
        <w:rPr>
          <w:rFonts w:ascii="Arial" w:hAnsi="Arial" w:cs="Arial"/>
          <w:color w:val="4E4D4D" w:themeColor="background2"/>
          <w:spacing w:val="-1"/>
        </w:rPr>
        <w:t>f</w:t>
      </w:r>
      <w:r w:rsidRPr="00F4279E">
        <w:rPr>
          <w:rFonts w:ascii="Arial" w:hAnsi="Arial" w:cs="Arial"/>
          <w:color w:val="4E4D4D" w:themeColor="background2"/>
        </w:rPr>
        <w:t>a</w:t>
      </w:r>
      <w:r w:rsidRPr="00F4279E">
        <w:rPr>
          <w:rFonts w:ascii="Arial" w:hAnsi="Arial" w:cs="Arial"/>
          <w:color w:val="4E4D4D" w:themeColor="background2"/>
          <w:spacing w:val="2"/>
        </w:rPr>
        <w:t>b</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4"/>
        </w:rPr>
        <w:t>á</w:t>
      </w:r>
      <w:r w:rsidRPr="00F4279E">
        <w:rPr>
          <w:rFonts w:ascii="Arial" w:hAnsi="Arial" w:cs="Arial"/>
          <w:color w:val="4E4D4D" w:themeColor="background2"/>
        </w:rPr>
        <w:t xml:space="preserve">n </w:t>
      </w:r>
      <w:r w:rsidRPr="00F4279E">
        <w:rPr>
          <w:rFonts w:ascii="Arial" w:hAnsi="Arial" w:cs="Arial"/>
          <w:color w:val="4E4D4D" w:themeColor="background2"/>
          <w:spacing w:val="2"/>
          <w:w w:val="102"/>
        </w:rPr>
        <w:t>c</w:t>
      </w:r>
      <w:r w:rsidRPr="00F4279E">
        <w:rPr>
          <w:rFonts w:ascii="Arial" w:hAnsi="Arial" w:cs="Arial"/>
          <w:color w:val="4E4D4D" w:themeColor="background2"/>
          <w:spacing w:val="-2"/>
          <w:w w:val="102"/>
        </w:rPr>
        <w:t>o</w:t>
      </w:r>
      <w:r w:rsidRPr="00F4279E">
        <w:rPr>
          <w:rFonts w:ascii="Arial" w:hAnsi="Arial" w:cs="Arial"/>
          <w:color w:val="4E4D4D" w:themeColor="background2"/>
          <w:w w:val="102"/>
        </w:rPr>
        <w:t xml:space="preserve">n </w:t>
      </w:r>
      <w:r w:rsidRPr="00F4279E">
        <w:rPr>
          <w:rFonts w:ascii="Arial" w:hAnsi="Arial" w:cs="Arial"/>
          <w:color w:val="4E4D4D" w:themeColor="background2"/>
          <w:spacing w:val="-1"/>
        </w:rPr>
        <w:lastRenderedPageBreak/>
        <w:t>s</w:t>
      </w:r>
      <w:r w:rsidRPr="00F4279E">
        <w:rPr>
          <w:rFonts w:ascii="Arial" w:hAnsi="Arial" w:cs="Arial"/>
          <w:color w:val="4E4D4D" w:themeColor="background2"/>
        </w:rPr>
        <w:t>u</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3"/>
        </w:rPr>
        <w:t>n</w:t>
      </w:r>
      <w:r w:rsidRPr="00F4279E">
        <w:rPr>
          <w:rFonts w:ascii="Arial" w:hAnsi="Arial" w:cs="Arial"/>
          <w:color w:val="4E4D4D" w:themeColor="background2"/>
          <w:spacing w:val="-1"/>
        </w:rPr>
        <w:t>c</w:t>
      </w:r>
      <w:r w:rsidRPr="00F4279E">
        <w:rPr>
          <w:rFonts w:ascii="Arial" w:hAnsi="Arial" w:cs="Arial"/>
          <w:color w:val="4E4D4D" w:themeColor="background2"/>
          <w:spacing w:val="2"/>
        </w:rPr>
        <w:t>i</w:t>
      </w:r>
      <w:r w:rsidRPr="00F4279E">
        <w:rPr>
          <w:rFonts w:ascii="Arial" w:hAnsi="Arial" w:cs="Arial"/>
          <w:color w:val="4E4D4D" w:themeColor="background2"/>
        </w:rPr>
        <w:t>as</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2"/>
        </w:rPr>
        <w:t>i</w:t>
      </w:r>
      <w:r w:rsidRPr="00F4279E">
        <w:rPr>
          <w:rFonts w:ascii="Arial" w:hAnsi="Arial" w:cs="Arial"/>
          <w:color w:val="4E4D4D" w:themeColor="background2"/>
          <w:spacing w:val="-1"/>
        </w:rPr>
        <w:t>n</w:t>
      </w:r>
      <w:r w:rsidRPr="00F4279E">
        <w:rPr>
          <w:rFonts w:ascii="Arial" w:hAnsi="Arial" w:cs="Arial"/>
          <w:color w:val="4E4D4D" w:themeColor="background2"/>
          <w:spacing w:val="3"/>
        </w:rPr>
        <w:t>o</w:t>
      </w:r>
      <w:r w:rsidRPr="00F4279E">
        <w:rPr>
          <w:rFonts w:ascii="Arial" w:hAnsi="Arial" w:cs="Arial"/>
          <w:color w:val="4E4D4D" w:themeColor="background2"/>
          <w:spacing w:val="2"/>
        </w:rPr>
        <w:t>c</w:t>
      </w:r>
      <w:r w:rsidRPr="00F4279E">
        <w:rPr>
          <w:rFonts w:ascii="Arial" w:hAnsi="Arial" w:cs="Arial"/>
          <w:color w:val="4E4D4D" w:themeColor="background2"/>
          <w:spacing w:val="-3"/>
        </w:rPr>
        <w:t>u</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17"/>
        </w:rPr>
        <w:t xml:space="preserve"> </w:t>
      </w:r>
      <w:r w:rsidRPr="00F4279E">
        <w:rPr>
          <w:rFonts w:ascii="Arial" w:hAnsi="Arial" w:cs="Arial"/>
          <w:color w:val="4E4D4D" w:themeColor="background2"/>
        </w:rPr>
        <w:t>y a</w:t>
      </w:r>
      <w:r w:rsidRPr="00F4279E">
        <w:rPr>
          <w:rFonts w:ascii="Arial" w:hAnsi="Arial" w:cs="Arial"/>
          <w:color w:val="4E4D4D" w:themeColor="background2"/>
          <w:spacing w:val="2"/>
        </w:rPr>
        <w:t>pr</w:t>
      </w:r>
      <w:r w:rsidRPr="00F4279E">
        <w:rPr>
          <w:rFonts w:ascii="Arial" w:hAnsi="Arial" w:cs="Arial"/>
          <w:color w:val="4E4D4D" w:themeColor="background2"/>
        </w:rPr>
        <w:t>op</w:t>
      </w:r>
      <w:r w:rsidRPr="00F4279E">
        <w:rPr>
          <w:rFonts w:ascii="Arial" w:hAnsi="Arial" w:cs="Arial"/>
          <w:color w:val="4E4D4D" w:themeColor="background2"/>
          <w:spacing w:val="2"/>
        </w:rPr>
        <w:t>i</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rPr>
        <w:t>as</w:t>
      </w:r>
      <w:r w:rsidRPr="00F4279E">
        <w:rPr>
          <w:rFonts w:ascii="Arial" w:hAnsi="Arial" w:cs="Arial"/>
          <w:color w:val="4E4D4D" w:themeColor="background2"/>
          <w:spacing w:val="23"/>
        </w:rPr>
        <w:t xml:space="preserve"> </w:t>
      </w:r>
      <w:r w:rsidRPr="00F4279E">
        <w:rPr>
          <w:rFonts w:ascii="Arial" w:hAnsi="Arial" w:cs="Arial"/>
          <w:color w:val="4E4D4D" w:themeColor="background2"/>
        </w:rPr>
        <w:t>a</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8"/>
        </w:rPr>
        <w:t xml:space="preserve"> </w:t>
      </w:r>
      <w:r w:rsidRPr="00F4279E">
        <w:rPr>
          <w:rFonts w:ascii="Arial" w:hAnsi="Arial" w:cs="Arial"/>
          <w:color w:val="4E4D4D" w:themeColor="background2"/>
          <w:spacing w:val="-3"/>
        </w:rPr>
        <w:t>u</w:t>
      </w:r>
      <w:r w:rsidRPr="00F4279E">
        <w:rPr>
          <w:rFonts w:ascii="Arial" w:hAnsi="Arial" w:cs="Arial"/>
          <w:color w:val="4E4D4D" w:themeColor="background2"/>
          <w:spacing w:val="2"/>
        </w:rPr>
        <w:t>s</w:t>
      </w:r>
      <w:r w:rsidRPr="00F4279E">
        <w:rPr>
          <w:rFonts w:ascii="Arial" w:hAnsi="Arial" w:cs="Arial"/>
          <w:color w:val="4E4D4D" w:themeColor="background2"/>
        </w:rPr>
        <w:t>os</w:t>
      </w:r>
      <w:r w:rsidRPr="00F4279E">
        <w:rPr>
          <w:rFonts w:ascii="Arial" w:hAnsi="Arial" w:cs="Arial"/>
          <w:color w:val="4E4D4D" w:themeColor="background2"/>
          <w:spacing w:val="8"/>
        </w:rPr>
        <w:t xml:space="preserve"> </w:t>
      </w:r>
      <w:r w:rsidRPr="00F4279E">
        <w:rPr>
          <w:rFonts w:ascii="Arial" w:hAnsi="Arial" w:cs="Arial"/>
          <w:color w:val="4E4D4D" w:themeColor="background2"/>
        </w:rPr>
        <w:t>a</w:t>
      </w:r>
      <w:r w:rsidRPr="00F4279E">
        <w:rPr>
          <w:rFonts w:ascii="Arial" w:hAnsi="Arial" w:cs="Arial"/>
          <w:color w:val="4E4D4D" w:themeColor="background2"/>
          <w:spacing w:val="6"/>
        </w:rPr>
        <w:t xml:space="preserve"> </w:t>
      </w:r>
      <w:r w:rsidRPr="00F4279E">
        <w:rPr>
          <w:rFonts w:ascii="Arial" w:hAnsi="Arial" w:cs="Arial"/>
          <w:color w:val="4E4D4D" w:themeColor="background2"/>
        </w:rPr>
        <w:t>los</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q</w:t>
      </w:r>
      <w:r w:rsidRPr="00F4279E">
        <w:rPr>
          <w:rFonts w:ascii="Arial" w:hAnsi="Arial" w:cs="Arial"/>
          <w:color w:val="4E4D4D" w:themeColor="background2"/>
          <w:spacing w:val="-2"/>
        </w:rPr>
        <w:t>u</w:t>
      </w:r>
      <w:r w:rsidRPr="00F4279E">
        <w:rPr>
          <w:rFonts w:ascii="Arial" w:hAnsi="Arial" w:cs="Arial"/>
          <w:color w:val="4E4D4D" w:themeColor="background2"/>
        </w:rPr>
        <w:t>e</w:t>
      </w:r>
      <w:r w:rsidRPr="00F4279E">
        <w:rPr>
          <w:rFonts w:ascii="Arial" w:hAnsi="Arial" w:cs="Arial"/>
          <w:color w:val="4E4D4D" w:themeColor="background2"/>
          <w:spacing w:val="9"/>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4"/>
        </w:rPr>
        <w:t>t</w:t>
      </w:r>
      <w:r w:rsidRPr="00F4279E">
        <w:rPr>
          <w:rFonts w:ascii="Arial" w:hAnsi="Arial" w:cs="Arial"/>
          <w:color w:val="4E4D4D" w:themeColor="background2"/>
          <w:spacing w:val="2"/>
        </w:rPr>
        <w:t>i</w:t>
      </w:r>
      <w:r w:rsidRPr="00F4279E">
        <w:rPr>
          <w:rFonts w:ascii="Arial" w:hAnsi="Arial" w:cs="Arial"/>
          <w:color w:val="4E4D4D" w:themeColor="background2"/>
          <w:spacing w:val="-1"/>
        </w:rPr>
        <w:t>n</w:t>
      </w:r>
      <w:r w:rsidRPr="00F4279E">
        <w:rPr>
          <w:rFonts w:ascii="Arial" w:hAnsi="Arial" w:cs="Arial"/>
          <w:color w:val="4E4D4D" w:themeColor="background2"/>
        </w:rPr>
        <w:t>a</w:t>
      </w:r>
      <w:r w:rsidRPr="00F4279E">
        <w:rPr>
          <w:rFonts w:ascii="Arial" w:hAnsi="Arial" w:cs="Arial"/>
          <w:color w:val="4E4D4D" w:themeColor="background2"/>
          <w:spacing w:val="-1"/>
        </w:rPr>
        <w:t>n</w:t>
      </w:r>
      <w:r w:rsidRPr="00F4279E">
        <w:rPr>
          <w:rFonts w:ascii="Arial" w:hAnsi="Arial" w:cs="Arial"/>
          <w:color w:val="4E4D4D" w:themeColor="background2"/>
        </w:rPr>
        <w:t>.</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4"/>
        </w:rPr>
        <w:t xml:space="preserve"> </w:t>
      </w:r>
      <w:r w:rsidRPr="00F4279E">
        <w:rPr>
          <w:rFonts w:ascii="Arial" w:hAnsi="Arial" w:cs="Arial"/>
          <w:color w:val="4E4D4D" w:themeColor="background2"/>
        </w:rPr>
        <w:t>u</w:t>
      </w:r>
      <w:r w:rsidRPr="00F4279E">
        <w:rPr>
          <w:rFonts w:ascii="Arial" w:hAnsi="Arial" w:cs="Arial"/>
          <w:color w:val="4E4D4D" w:themeColor="background2"/>
          <w:spacing w:val="4"/>
        </w:rPr>
        <w:t>t</w:t>
      </w:r>
      <w:r w:rsidRPr="00F4279E">
        <w:rPr>
          <w:rFonts w:ascii="Arial" w:hAnsi="Arial" w:cs="Arial"/>
          <w:color w:val="4E4D4D" w:themeColor="background2"/>
          <w:spacing w:val="2"/>
        </w:rPr>
        <w:t>i</w:t>
      </w:r>
      <w:r w:rsidRPr="00F4279E">
        <w:rPr>
          <w:rFonts w:ascii="Arial" w:hAnsi="Arial" w:cs="Arial"/>
          <w:color w:val="4E4D4D" w:themeColor="background2"/>
          <w:spacing w:val="-3"/>
        </w:rPr>
        <w:t>l</w:t>
      </w:r>
      <w:r w:rsidRPr="00F4279E">
        <w:rPr>
          <w:rFonts w:ascii="Arial" w:hAnsi="Arial" w:cs="Arial"/>
          <w:color w:val="4E4D4D" w:themeColor="background2"/>
        </w:rPr>
        <w:t>i</w:t>
      </w:r>
      <w:r w:rsidRPr="00F4279E">
        <w:rPr>
          <w:rFonts w:ascii="Arial" w:hAnsi="Arial" w:cs="Arial"/>
          <w:color w:val="4E4D4D" w:themeColor="background2"/>
          <w:spacing w:val="-1"/>
        </w:rPr>
        <w:t>z</w:t>
      </w:r>
      <w:r w:rsidRPr="00F4279E">
        <w:rPr>
          <w:rFonts w:ascii="Arial" w:hAnsi="Arial" w:cs="Arial"/>
          <w:color w:val="4E4D4D" w:themeColor="background2"/>
        </w:rPr>
        <w:t>ar</w:t>
      </w:r>
      <w:r w:rsidRPr="00F4279E">
        <w:rPr>
          <w:rFonts w:ascii="Arial" w:hAnsi="Arial" w:cs="Arial"/>
          <w:color w:val="4E4D4D" w:themeColor="background2"/>
          <w:spacing w:val="14"/>
        </w:rPr>
        <w:t xml:space="preserve"> </w:t>
      </w:r>
      <w:r w:rsidRPr="00F4279E">
        <w:rPr>
          <w:rFonts w:ascii="Arial" w:hAnsi="Arial" w:cs="Arial"/>
          <w:color w:val="4E4D4D" w:themeColor="background2"/>
          <w:w w:val="102"/>
        </w:rPr>
        <w:t>i</w:t>
      </w:r>
      <w:r w:rsidRPr="00F4279E">
        <w:rPr>
          <w:rFonts w:ascii="Arial" w:hAnsi="Arial" w:cs="Arial"/>
          <w:color w:val="4E4D4D" w:themeColor="background2"/>
          <w:spacing w:val="-1"/>
          <w:w w:val="102"/>
        </w:rPr>
        <w:t>ns</w:t>
      </w:r>
      <w:r w:rsidRPr="00F4279E">
        <w:rPr>
          <w:rFonts w:ascii="Arial" w:hAnsi="Arial" w:cs="Arial"/>
          <w:color w:val="4E4D4D" w:themeColor="background2"/>
          <w:spacing w:val="4"/>
          <w:w w:val="102"/>
        </w:rPr>
        <w:t>t</w:t>
      </w:r>
      <w:r w:rsidRPr="00F4279E">
        <w:rPr>
          <w:rFonts w:ascii="Arial" w:hAnsi="Arial" w:cs="Arial"/>
          <w:color w:val="4E4D4D" w:themeColor="background2"/>
          <w:spacing w:val="2"/>
          <w:w w:val="102"/>
        </w:rPr>
        <w:t>r</w:t>
      </w:r>
      <w:r w:rsidRPr="00F4279E">
        <w:rPr>
          <w:rFonts w:ascii="Arial" w:hAnsi="Arial" w:cs="Arial"/>
          <w:color w:val="4E4D4D" w:themeColor="background2"/>
          <w:spacing w:val="-3"/>
          <w:w w:val="102"/>
        </w:rPr>
        <w:t>u</w:t>
      </w:r>
      <w:r w:rsidRPr="00F4279E">
        <w:rPr>
          <w:rFonts w:ascii="Arial" w:hAnsi="Arial" w:cs="Arial"/>
          <w:color w:val="4E4D4D" w:themeColor="background2"/>
          <w:spacing w:val="1"/>
          <w:w w:val="102"/>
        </w:rPr>
        <w:t>me</w:t>
      </w:r>
      <w:r w:rsidRPr="00F4279E">
        <w:rPr>
          <w:rFonts w:ascii="Arial" w:hAnsi="Arial" w:cs="Arial"/>
          <w:color w:val="4E4D4D" w:themeColor="background2"/>
          <w:spacing w:val="-1"/>
          <w:w w:val="102"/>
        </w:rPr>
        <w:t>n</w:t>
      </w:r>
      <w:r w:rsidRPr="00F4279E">
        <w:rPr>
          <w:rFonts w:ascii="Arial" w:hAnsi="Arial" w:cs="Arial"/>
          <w:color w:val="4E4D4D" w:themeColor="background2"/>
          <w:spacing w:val="4"/>
          <w:w w:val="102"/>
        </w:rPr>
        <w:t>t</w:t>
      </w:r>
      <w:r w:rsidRPr="00F4279E">
        <w:rPr>
          <w:rFonts w:ascii="Arial" w:hAnsi="Arial" w:cs="Arial"/>
          <w:color w:val="4E4D4D" w:themeColor="background2"/>
          <w:spacing w:val="-2"/>
          <w:w w:val="102"/>
        </w:rPr>
        <w:t>o</w:t>
      </w:r>
      <w:r w:rsidRPr="00F4279E">
        <w:rPr>
          <w:rFonts w:ascii="Arial" w:hAnsi="Arial" w:cs="Arial"/>
          <w:color w:val="4E4D4D" w:themeColor="background2"/>
          <w:spacing w:val="2"/>
          <w:w w:val="102"/>
        </w:rPr>
        <w:t>s</w:t>
      </w:r>
      <w:r w:rsidRPr="00F4279E">
        <w:rPr>
          <w:rFonts w:ascii="Arial" w:hAnsi="Arial" w:cs="Arial"/>
          <w:color w:val="4E4D4D" w:themeColor="background2"/>
          <w:w w:val="102"/>
        </w:rPr>
        <w:t xml:space="preserve">, </w:t>
      </w:r>
      <w:r w:rsidRPr="00F4279E">
        <w:rPr>
          <w:rFonts w:ascii="Arial" w:hAnsi="Arial" w:cs="Arial"/>
          <w:color w:val="4E4D4D" w:themeColor="background2"/>
          <w:spacing w:val="2"/>
        </w:rPr>
        <w:t>i</w:t>
      </w:r>
      <w:r w:rsidRPr="00F4279E">
        <w:rPr>
          <w:rFonts w:ascii="Arial" w:hAnsi="Arial" w:cs="Arial"/>
          <w:color w:val="4E4D4D" w:themeColor="background2"/>
          <w:spacing w:val="1"/>
        </w:rPr>
        <w:t>m</w:t>
      </w:r>
      <w:r w:rsidRPr="00F4279E">
        <w:rPr>
          <w:rFonts w:ascii="Arial" w:hAnsi="Arial" w:cs="Arial"/>
          <w:color w:val="4E4D4D" w:themeColor="background2"/>
        </w:rPr>
        <w:t>á</w:t>
      </w:r>
      <w:r w:rsidRPr="00F4279E">
        <w:rPr>
          <w:rFonts w:ascii="Arial" w:hAnsi="Arial" w:cs="Arial"/>
          <w:color w:val="4E4D4D" w:themeColor="background2"/>
          <w:spacing w:val="4"/>
        </w:rPr>
        <w:t>g</w:t>
      </w:r>
      <w:r w:rsidRPr="00F4279E">
        <w:rPr>
          <w:rFonts w:ascii="Arial" w:hAnsi="Arial" w:cs="Arial"/>
          <w:color w:val="4E4D4D" w:themeColor="background2"/>
          <w:spacing w:val="-1"/>
        </w:rPr>
        <w:t>ene</w:t>
      </w:r>
      <w:r w:rsidRPr="00F4279E">
        <w:rPr>
          <w:rFonts w:ascii="Arial" w:hAnsi="Arial" w:cs="Arial"/>
          <w:color w:val="4E4D4D" w:themeColor="background2"/>
        </w:rPr>
        <w:t>s</w:t>
      </w:r>
      <w:r w:rsidRPr="00F4279E">
        <w:rPr>
          <w:rFonts w:ascii="Arial" w:hAnsi="Arial" w:cs="Arial"/>
          <w:color w:val="4E4D4D" w:themeColor="background2"/>
          <w:spacing w:val="49"/>
        </w:rPr>
        <w:t xml:space="preserve"> </w:t>
      </w:r>
      <w:r w:rsidRPr="00F4279E">
        <w:rPr>
          <w:rFonts w:ascii="Arial" w:hAnsi="Arial" w:cs="Arial"/>
          <w:color w:val="4E4D4D" w:themeColor="background2"/>
        </w:rPr>
        <w:t>o</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me</w:t>
      </w:r>
      <w:r w:rsidRPr="00F4279E">
        <w:rPr>
          <w:rFonts w:ascii="Arial" w:hAnsi="Arial" w:cs="Arial"/>
          <w:color w:val="4E4D4D" w:themeColor="background2"/>
          <w:spacing w:val="-1"/>
        </w:rPr>
        <w:t>ns</w:t>
      </w:r>
      <w:r w:rsidRPr="00F4279E">
        <w:rPr>
          <w:rFonts w:ascii="Arial" w:hAnsi="Arial" w:cs="Arial"/>
          <w:color w:val="4E4D4D" w:themeColor="background2"/>
          <w:spacing w:val="2"/>
        </w:rPr>
        <w:t>a</w:t>
      </w:r>
      <w:r w:rsidRPr="00F4279E">
        <w:rPr>
          <w:rFonts w:ascii="Arial" w:hAnsi="Arial" w:cs="Arial"/>
          <w:color w:val="4E4D4D" w:themeColor="background2"/>
          <w:spacing w:val="-1"/>
        </w:rPr>
        <w:t>j</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8"/>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3"/>
        </w:rPr>
        <w:t>u</w:t>
      </w:r>
      <w:r w:rsidRPr="00F4279E">
        <w:rPr>
          <w:rFonts w:ascii="Arial" w:hAnsi="Arial" w:cs="Arial"/>
          <w:color w:val="4E4D4D" w:themeColor="background2"/>
          <w:spacing w:val="2"/>
        </w:rPr>
        <w:t>b</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3"/>
        </w:rPr>
        <w:t>r</w:t>
      </w:r>
      <w:r w:rsidRPr="00F4279E">
        <w:rPr>
          <w:rFonts w:ascii="Arial" w:hAnsi="Arial" w:cs="Arial"/>
          <w:color w:val="4E4D4D" w:themeColor="background2"/>
          <w:spacing w:val="2"/>
        </w:rPr>
        <w:t>i</w:t>
      </w:r>
      <w:r w:rsidRPr="00F4279E">
        <w:rPr>
          <w:rFonts w:ascii="Arial" w:hAnsi="Arial" w:cs="Arial"/>
          <w:color w:val="4E4D4D" w:themeColor="background2"/>
          <w:spacing w:val="-2"/>
        </w:rPr>
        <w:t>o</w:t>
      </w:r>
      <w:r w:rsidRPr="00F4279E">
        <w:rPr>
          <w:rFonts w:ascii="Arial" w:hAnsi="Arial" w:cs="Arial"/>
          <w:color w:val="4E4D4D" w:themeColor="background2"/>
        </w:rPr>
        <w:t xml:space="preserve">s </w:t>
      </w:r>
      <w:r w:rsidRPr="00F4279E">
        <w:rPr>
          <w:rFonts w:ascii="Arial" w:hAnsi="Arial" w:cs="Arial"/>
          <w:color w:val="4E4D4D" w:themeColor="background2"/>
          <w:spacing w:val="2"/>
        </w:rPr>
        <w:t>q</w:t>
      </w:r>
      <w:r w:rsidRPr="00F4279E">
        <w:rPr>
          <w:rFonts w:ascii="Arial" w:hAnsi="Arial" w:cs="Arial"/>
          <w:color w:val="4E4D4D" w:themeColor="background2"/>
          <w:spacing w:val="-3"/>
        </w:rPr>
        <w:t>u</w:t>
      </w:r>
      <w:r w:rsidRPr="00F4279E">
        <w:rPr>
          <w:rFonts w:ascii="Arial" w:hAnsi="Arial" w:cs="Arial"/>
          <w:color w:val="4E4D4D" w:themeColor="background2"/>
        </w:rPr>
        <w:t>e</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2"/>
        </w:rPr>
        <w:t>i</w:t>
      </w:r>
      <w:r w:rsidRPr="00F4279E">
        <w:rPr>
          <w:rFonts w:ascii="Arial" w:hAnsi="Arial" w:cs="Arial"/>
          <w:color w:val="4E4D4D" w:themeColor="background2"/>
          <w:spacing w:val="-3"/>
        </w:rPr>
        <w:t>n</w:t>
      </w:r>
      <w:r w:rsidRPr="00F4279E">
        <w:rPr>
          <w:rFonts w:ascii="Arial" w:hAnsi="Arial" w:cs="Arial"/>
          <w:color w:val="4E4D4D" w:themeColor="background2"/>
          <w:spacing w:val="2"/>
        </w:rPr>
        <w:t>d</w:t>
      </w:r>
      <w:r w:rsidRPr="00F4279E">
        <w:rPr>
          <w:rFonts w:ascii="Arial" w:hAnsi="Arial" w:cs="Arial"/>
          <w:color w:val="4E4D4D" w:themeColor="background2"/>
        </w:rPr>
        <w:t>u</w:t>
      </w:r>
      <w:r w:rsidRPr="00F4279E">
        <w:rPr>
          <w:rFonts w:ascii="Arial" w:hAnsi="Arial" w:cs="Arial"/>
          <w:color w:val="4E4D4D" w:themeColor="background2"/>
          <w:spacing w:val="2"/>
        </w:rPr>
        <w:t>z</w:t>
      </w:r>
      <w:r w:rsidRPr="00F4279E">
        <w:rPr>
          <w:rFonts w:ascii="Arial" w:hAnsi="Arial" w:cs="Arial"/>
          <w:color w:val="4E4D4D" w:themeColor="background2"/>
          <w:spacing w:val="-1"/>
        </w:rPr>
        <w:t>c</w:t>
      </w:r>
      <w:r w:rsidRPr="00F4279E">
        <w:rPr>
          <w:rFonts w:ascii="Arial" w:hAnsi="Arial" w:cs="Arial"/>
          <w:color w:val="4E4D4D" w:themeColor="background2"/>
          <w:spacing w:val="2"/>
        </w:rPr>
        <w:t>a</w:t>
      </w:r>
      <w:r w:rsidRPr="00F4279E">
        <w:rPr>
          <w:rFonts w:ascii="Arial" w:hAnsi="Arial" w:cs="Arial"/>
          <w:color w:val="4E4D4D" w:themeColor="background2"/>
        </w:rPr>
        <w:t>n</w:t>
      </w:r>
      <w:r w:rsidRPr="00F4279E">
        <w:rPr>
          <w:rFonts w:ascii="Arial" w:hAnsi="Arial" w:cs="Arial"/>
          <w:color w:val="4E4D4D" w:themeColor="background2"/>
          <w:spacing w:val="46"/>
        </w:rPr>
        <w:t xml:space="preserve"> </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34"/>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2"/>
        </w:rPr>
        <w:t>s</w:t>
      </w:r>
      <w:r w:rsidRPr="00F4279E">
        <w:rPr>
          <w:rFonts w:ascii="Arial" w:hAnsi="Arial" w:cs="Arial"/>
          <w:color w:val="4E4D4D" w:themeColor="background2"/>
        </w:rPr>
        <w:t>u</w:t>
      </w:r>
      <w:r w:rsidRPr="00F4279E">
        <w:rPr>
          <w:rFonts w:ascii="Arial" w:hAnsi="Arial" w:cs="Arial"/>
          <w:color w:val="4E4D4D" w:themeColor="background2"/>
          <w:spacing w:val="3"/>
        </w:rPr>
        <w:t>m</w:t>
      </w:r>
      <w:r w:rsidRPr="00F4279E">
        <w:rPr>
          <w:rFonts w:ascii="Arial" w:hAnsi="Arial" w:cs="Arial"/>
          <w:color w:val="4E4D4D" w:themeColor="background2"/>
        </w:rPr>
        <w:t>o</w:t>
      </w:r>
      <w:r w:rsidRPr="00F4279E">
        <w:rPr>
          <w:rFonts w:ascii="Arial" w:hAnsi="Arial" w:cs="Arial"/>
          <w:color w:val="4E4D4D" w:themeColor="background2"/>
          <w:spacing w:val="47"/>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33"/>
        </w:rPr>
        <w:t xml:space="preserve"> </w:t>
      </w:r>
      <w:r w:rsidRPr="00F4279E">
        <w:rPr>
          <w:rFonts w:ascii="Arial" w:hAnsi="Arial" w:cs="Arial"/>
          <w:color w:val="4E4D4D" w:themeColor="background2"/>
          <w:spacing w:val="2"/>
        </w:rPr>
        <w:t>a</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spacing w:val="1"/>
        </w:rPr>
        <w:t>m</w:t>
      </w:r>
      <w:r w:rsidRPr="00F4279E">
        <w:rPr>
          <w:rFonts w:ascii="Arial" w:hAnsi="Arial" w:cs="Arial"/>
          <w:color w:val="4E4D4D" w:themeColor="background2"/>
          <w:spacing w:val="-1"/>
        </w:rPr>
        <w:t>en</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48"/>
        </w:rPr>
        <w:t xml:space="preserve"> </w:t>
      </w:r>
      <w:r w:rsidRPr="00F4279E">
        <w:rPr>
          <w:rFonts w:ascii="Arial" w:hAnsi="Arial" w:cs="Arial"/>
          <w:color w:val="4E4D4D" w:themeColor="background2"/>
        </w:rPr>
        <w:t>i</w:t>
      </w:r>
      <w:r w:rsidRPr="00F4279E">
        <w:rPr>
          <w:rFonts w:ascii="Arial" w:hAnsi="Arial" w:cs="Arial"/>
          <w:color w:val="4E4D4D" w:themeColor="background2"/>
          <w:spacing w:val="-1"/>
        </w:rPr>
        <w:t>nf</w:t>
      </w:r>
      <w:r w:rsidRPr="00F4279E">
        <w:rPr>
          <w:rFonts w:ascii="Arial" w:hAnsi="Arial" w:cs="Arial"/>
          <w:color w:val="4E4D4D" w:themeColor="background2"/>
          <w:spacing w:val="2"/>
        </w:rPr>
        <w:t>a</w:t>
      </w:r>
      <w:r w:rsidRPr="00F4279E">
        <w:rPr>
          <w:rFonts w:ascii="Arial" w:hAnsi="Arial" w:cs="Arial"/>
          <w:color w:val="4E4D4D" w:themeColor="background2"/>
          <w:spacing w:val="-1"/>
        </w:rPr>
        <w:t>n</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2"/>
        </w:rPr>
        <w:t>l</w:t>
      </w:r>
      <w:r w:rsidRPr="00F4279E">
        <w:rPr>
          <w:rFonts w:ascii="Arial" w:hAnsi="Arial" w:cs="Arial"/>
          <w:color w:val="4E4D4D" w:themeColor="background2"/>
          <w:spacing w:val="-1"/>
        </w:rPr>
        <w:t>e</w:t>
      </w:r>
      <w:r w:rsidRPr="00F4279E">
        <w:rPr>
          <w:rFonts w:ascii="Arial" w:hAnsi="Arial" w:cs="Arial"/>
          <w:color w:val="4E4D4D" w:themeColor="background2"/>
        </w:rPr>
        <w:t>s</w:t>
      </w:r>
      <w:r w:rsidRPr="00F4279E">
        <w:rPr>
          <w:rFonts w:ascii="Arial" w:hAnsi="Arial" w:cs="Arial"/>
          <w:color w:val="4E4D4D" w:themeColor="background2"/>
          <w:spacing w:val="48"/>
        </w:rPr>
        <w:t xml:space="preserve"> </w:t>
      </w:r>
      <w:r w:rsidRPr="00F4279E">
        <w:rPr>
          <w:rFonts w:ascii="Arial" w:hAnsi="Arial" w:cs="Arial"/>
          <w:color w:val="4E4D4D" w:themeColor="background2"/>
          <w:w w:val="102"/>
        </w:rPr>
        <w:t>p</w:t>
      </w:r>
      <w:r w:rsidRPr="00F4279E">
        <w:rPr>
          <w:rFonts w:ascii="Arial" w:hAnsi="Arial" w:cs="Arial"/>
          <w:color w:val="4E4D4D" w:themeColor="background2"/>
          <w:spacing w:val="-2"/>
          <w:w w:val="102"/>
        </w:rPr>
        <w:t>o</w:t>
      </w:r>
      <w:r w:rsidRPr="00F4279E">
        <w:rPr>
          <w:rFonts w:ascii="Arial" w:hAnsi="Arial" w:cs="Arial"/>
          <w:color w:val="4E4D4D" w:themeColor="background2"/>
          <w:w w:val="102"/>
        </w:rPr>
        <w:t xml:space="preserve">r </w:t>
      </w:r>
      <w:r w:rsidRPr="00F4279E">
        <w:rPr>
          <w:rFonts w:ascii="Arial" w:hAnsi="Arial" w:cs="Arial"/>
          <w:color w:val="4E4D4D" w:themeColor="background2"/>
          <w:spacing w:val="1"/>
        </w:rPr>
        <w:t>me</w:t>
      </w:r>
      <w:r w:rsidRPr="00F4279E">
        <w:rPr>
          <w:rFonts w:ascii="Arial" w:hAnsi="Arial" w:cs="Arial"/>
          <w:color w:val="4E4D4D" w:themeColor="background2"/>
          <w:spacing w:val="-1"/>
        </w:rPr>
        <w:t>d</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b</w:t>
      </w:r>
      <w:r w:rsidRPr="00F4279E">
        <w:rPr>
          <w:rFonts w:ascii="Arial" w:hAnsi="Arial" w:cs="Arial"/>
          <w:color w:val="4E4D4D" w:themeColor="background2"/>
        </w:rPr>
        <w:t>i</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rPr>
        <w:t>ó</w:t>
      </w:r>
      <w:r w:rsidRPr="00F4279E">
        <w:rPr>
          <w:rFonts w:ascii="Arial" w:hAnsi="Arial" w:cs="Arial"/>
          <w:color w:val="4E4D4D" w:themeColor="background2"/>
          <w:spacing w:val="2"/>
        </w:rPr>
        <w:t>n</w:t>
      </w:r>
      <w:r w:rsidRPr="00F4279E">
        <w:rPr>
          <w:rFonts w:ascii="Arial" w:hAnsi="Arial" w:cs="Arial"/>
          <w:color w:val="4E4D4D" w:themeColor="background2"/>
        </w:rPr>
        <w:t>,</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4"/>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 xml:space="preserve">l </w:t>
      </w:r>
      <w:r w:rsidRPr="00F4279E">
        <w:rPr>
          <w:rFonts w:ascii="Arial" w:hAnsi="Arial" w:cs="Arial"/>
          <w:color w:val="4E4D4D" w:themeColor="background2"/>
          <w:spacing w:val="1"/>
        </w:rPr>
        <w:t>m</w:t>
      </w:r>
      <w:r w:rsidRPr="00F4279E">
        <w:rPr>
          <w:rFonts w:ascii="Arial" w:hAnsi="Arial" w:cs="Arial"/>
          <w:color w:val="4E4D4D" w:themeColor="background2"/>
          <w:spacing w:val="2"/>
        </w:rPr>
        <w:t>ar</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u</w:t>
      </w:r>
      <w:r w:rsidRPr="00F4279E">
        <w:rPr>
          <w:rFonts w:ascii="Arial" w:hAnsi="Arial" w:cs="Arial"/>
          <w:color w:val="4E4D4D" w:themeColor="background2"/>
          <w:spacing w:val="-2"/>
        </w:rPr>
        <w:t>m</w:t>
      </w:r>
      <w:r w:rsidRPr="00F4279E">
        <w:rPr>
          <w:rFonts w:ascii="Arial" w:hAnsi="Arial" w:cs="Arial"/>
          <w:color w:val="4E4D4D" w:themeColor="background2"/>
          <w:spacing w:val="2"/>
        </w:rPr>
        <w:t>pl</w:t>
      </w:r>
      <w:r w:rsidRPr="00F4279E">
        <w:rPr>
          <w:rFonts w:ascii="Arial" w:hAnsi="Arial" w:cs="Arial"/>
          <w:color w:val="4E4D4D" w:themeColor="background2"/>
        </w:rPr>
        <w:t>i</w:t>
      </w:r>
      <w:r w:rsidRPr="00F4279E">
        <w:rPr>
          <w:rFonts w:ascii="Arial" w:hAnsi="Arial" w:cs="Arial"/>
          <w:color w:val="4E4D4D" w:themeColor="background2"/>
          <w:spacing w:val="1"/>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en</w:t>
      </w:r>
      <w:r w:rsidRPr="00F4279E">
        <w:rPr>
          <w:rFonts w:ascii="Arial" w:hAnsi="Arial" w:cs="Arial"/>
          <w:color w:val="4E4D4D" w:themeColor="background2"/>
          <w:spacing w:val="2"/>
        </w:rPr>
        <w:t>t</w:t>
      </w:r>
      <w:r w:rsidRPr="00F4279E">
        <w:rPr>
          <w:rFonts w:ascii="Arial" w:hAnsi="Arial" w:cs="Arial"/>
          <w:color w:val="4E4D4D" w:themeColor="background2"/>
        </w:rPr>
        <w:t>o</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5"/>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ó</w:t>
      </w:r>
      <w:r w:rsidRPr="00F4279E">
        <w:rPr>
          <w:rFonts w:ascii="Arial" w:hAnsi="Arial" w:cs="Arial"/>
          <w:color w:val="4E4D4D" w:themeColor="background2"/>
          <w:spacing w:val="-1"/>
        </w:rPr>
        <w:t>d</w:t>
      </w:r>
      <w:r w:rsidRPr="00F4279E">
        <w:rPr>
          <w:rFonts w:ascii="Arial" w:hAnsi="Arial" w:cs="Arial"/>
          <w:color w:val="4E4D4D" w:themeColor="background2"/>
          <w:spacing w:val="2"/>
        </w:rPr>
        <w:t>ig</w:t>
      </w:r>
      <w:r w:rsidRPr="00F4279E">
        <w:rPr>
          <w:rFonts w:ascii="Arial" w:hAnsi="Arial" w:cs="Arial"/>
          <w:color w:val="4E4D4D" w:themeColor="background2"/>
        </w:rPr>
        <w:t>o</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2"/>
        </w:rPr>
        <w:t xml:space="preserve"> s</w:t>
      </w:r>
      <w:r w:rsidRPr="00F4279E">
        <w:rPr>
          <w:rFonts w:ascii="Arial" w:hAnsi="Arial" w:cs="Arial"/>
          <w:color w:val="4E4D4D" w:themeColor="background2"/>
        </w:rPr>
        <w:t>u</w:t>
      </w:r>
      <w:r w:rsidRPr="00F4279E">
        <w:rPr>
          <w:rFonts w:ascii="Arial" w:hAnsi="Arial" w:cs="Arial"/>
          <w:color w:val="4E4D4D" w:themeColor="background2"/>
          <w:spacing w:val="2"/>
        </w:rPr>
        <w:t>c</w:t>
      </w:r>
      <w:r w:rsidRPr="00F4279E">
        <w:rPr>
          <w:rFonts w:ascii="Arial" w:hAnsi="Arial" w:cs="Arial"/>
          <w:color w:val="4E4D4D" w:themeColor="background2"/>
          <w:spacing w:val="-1"/>
        </w:rPr>
        <w:t>e</w:t>
      </w:r>
      <w:r w:rsidRPr="00F4279E">
        <w:rPr>
          <w:rFonts w:ascii="Arial" w:hAnsi="Arial" w:cs="Arial"/>
          <w:color w:val="4E4D4D" w:themeColor="background2"/>
          <w:spacing w:val="2"/>
        </w:rPr>
        <w:t>dá</w:t>
      </w:r>
      <w:r w:rsidRPr="00F4279E">
        <w:rPr>
          <w:rFonts w:ascii="Arial" w:hAnsi="Arial" w:cs="Arial"/>
          <w:color w:val="4E4D4D" w:themeColor="background2"/>
          <w:spacing w:val="-1"/>
        </w:rPr>
        <w:t>n</w:t>
      </w:r>
      <w:r w:rsidRPr="00F4279E">
        <w:rPr>
          <w:rFonts w:ascii="Arial" w:hAnsi="Arial" w:cs="Arial"/>
          <w:color w:val="4E4D4D" w:themeColor="background2"/>
          <w:spacing w:val="1"/>
        </w:rPr>
        <w:t>e</w:t>
      </w:r>
      <w:r w:rsidRPr="00F4279E">
        <w:rPr>
          <w:rFonts w:ascii="Arial" w:hAnsi="Arial" w:cs="Arial"/>
          <w:color w:val="4E4D4D" w:themeColor="background2"/>
        </w:rPr>
        <w:t>os</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4"/>
        </w:rPr>
        <w:t>d</w:t>
      </w:r>
      <w:r w:rsidRPr="00F4279E">
        <w:rPr>
          <w:rFonts w:ascii="Arial" w:hAnsi="Arial" w:cs="Arial"/>
          <w:color w:val="4E4D4D" w:themeColor="background2"/>
        </w:rPr>
        <w:t>e</w:t>
      </w:r>
      <w:r w:rsidRPr="00F4279E">
        <w:rPr>
          <w:rFonts w:ascii="Arial" w:hAnsi="Arial" w:cs="Arial"/>
          <w:color w:val="4E4D4D" w:themeColor="background2"/>
          <w:spacing w:val="2"/>
        </w:rPr>
        <w:t xml:space="preserve"> </w:t>
      </w:r>
      <w:r w:rsidRPr="00F4279E">
        <w:rPr>
          <w:rFonts w:ascii="Arial" w:hAnsi="Arial" w:cs="Arial"/>
          <w:color w:val="4E4D4D" w:themeColor="background2"/>
        </w:rPr>
        <w:t>la</w:t>
      </w:r>
      <w:r w:rsidRPr="00F4279E">
        <w:rPr>
          <w:rFonts w:ascii="Arial" w:hAnsi="Arial" w:cs="Arial"/>
          <w:color w:val="4E4D4D" w:themeColor="background2"/>
          <w:spacing w:val="2"/>
        </w:rPr>
        <w:t xml:space="preserve"> </w:t>
      </w:r>
      <w:r w:rsidRPr="00F4279E">
        <w:rPr>
          <w:rFonts w:ascii="Arial" w:hAnsi="Arial" w:cs="Arial"/>
          <w:color w:val="4E4D4D" w:themeColor="background2"/>
          <w:spacing w:val="2"/>
          <w:w w:val="102"/>
        </w:rPr>
        <w:t>l</w:t>
      </w:r>
      <w:r w:rsidRPr="00F4279E">
        <w:rPr>
          <w:rFonts w:ascii="Arial" w:hAnsi="Arial" w:cs="Arial"/>
          <w:color w:val="4E4D4D" w:themeColor="background2"/>
          <w:spacing w:val="1"/>
          <w:w w:val="102"/>
        </w:rPr>
        <w:t>e</w:t>
      </w:r>
      <w:r w:rsidRPr="00F4279E">
        <w:rPr>
          <w:rFonts w:ascii="Arial" w:hAnsi="Arial" w:cs="Arial"/>
          <w:color w:val="4E4D4D" w:themeColor="background2"/>
          <w:spacing w:val="2"/>
          <w:w w:val="102"/>
        </w:rPr>
        <w:t>c</w:t>
      </w:r>
      <w:r w:rsidRPr="00F4279E">
        <w:rPr>
          <w:rFonts w:ascii="Arial" w:hAnsi="Arial" w:cs="Arial"/>
          <w:color w:val="4E4D4D" w:themeColor="background2"/>
          <w:spacing w:val="-3"/>
          <w:w w:val="102"/>
        </w:rPr>
        <w:t>h</w:t>
      </w:r>
      <w:r w:rsidRPr="00F4279E">
        <w:rPr>
          <w:rFonts w:ascii="Arial" w:hAnsi="Arial" w:cs="Arial"/>
          <w:color w:val="4E4D4D" w:themeColor="background2"/>
          <w:w w:val="102"/>
        </w:rPr>
        <w:t xml:space="preserve">e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spacing w:val="-3"/>
        </w:rPr>
        <w:t>n</w:t>
      </w:r>
      <w:r w:rsidRPr="00F4279E">
        <w:rPr>
          <w:rFonts w:ascii="Arial" w:hAnsi="Arial" w:cs="Arial"/>
          <w:color w:val="4E4D4D" w:themeColor="background2"/>
          <w:spacing w:val="2"/>
        </w:rPr>
        <w:t>a</w:t>
      </w:r>
      <w:r w:rsidRPr="00F4279E">
        <w:rPr>
          <w:rFonts w:ascii="Arial" w:hAnsi="Arial" w:cs="Arial"/>
          <w:color w:val="4E4D4D" w:themeColor="background2"/>
        </w:rPr>
        <w:t>.</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3"/>
        </w:rPr>
        <w:t>C</w:t>
      </w:r>
      <w:r w:rsidRPr="00F4279E">
        <w:rPr>
          <w:rFonts w:ascii="Arial" w:hAnsi="Arial" w:cs="Arial"/>
          <w:color w:val="4E4D4D" w:themeColor="background2"/>
          <w:spacing w:val="-3"/>
        </w:rPr>
        <w:t>u</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rPr>
        <w:t>l</w:t>
      </w:r>
      <w:r w:rsidRPr="00F4279E">
        <w:rPr>
          <w:rFonts w:ascii="Arial" w:hAnsi="Arial" w:cs="Arial"/>
          <w:color w:val="4E4D4D" w:themeColor="background2"/>
          <w:spacing w:val="2"/>
        </w:rPr>
        <w:t>i</w:t>
      </w:r>
      <w:r w:rsidRPr="00F4279E">
        <w:rPr>
          <w:rFonts w:ascii="Arial" w:hAnsi="Arial" w:cs="Arial"/>
          <w:color w:val="4E4D4D" w:themeColor="background2"/>
        </w:rPr>
        <w:t>r</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2"/>
        </w:rPr>
        <w:t>c</w:t>
      </w:r>
      <w:r w:rsidRPr="00F4279E">
        <w:rPr>
          <w:rFonts w:ascii="Arial" w:hAnsi="Arial" w:cs="Arial"/>
          <w:color w:val="4E4D4D" w:themeColor="background2"/>
        </w:rPr>
        <w:t>on</w:t>
      </w:r>
      <w:r w:rsidRPr="00F4279E">
        <w:rPr>
          <w:rFonts w:ascii="Arial" w:hAnsi="Arial" w:cs="Arial"/>
          <w:color w:val="4E4D4D" w:themeColor="background2"/>
          <w:spacing w:val="14"/>
        </w:rPr>
        <w:t xml:space="preserve"> </w:t>
      </w:r>
      <w:r w:rsidRPr="00F4279E">
        <w:rPr>
          <w:rFonts w:ascii="Arial" w:hAnsi="Arial" w:cs="Arial"/>
          <w:color w:val="4E4D4D" w:themeColor="background2"/>
        </w:rPr>
        <w:t>la</w:t>
      </w:r>
      <w:r w:rsidRPr="00F4279E">
        <w:rPr>
          <w:rFonts w:ascii="Arial" w:hAnsi="Arial" w:cs="Arial"/>
          <w:color w:val="4E4D4D" w:themeColor="background2"/>
          <w:spacing w:val="13"/>
        </w:rPr>
        <w:t xml:space="preserve"> </w:t>
      </w:r>
      <w:r w:rsidRPr="00F4279E">
        <w:rPr>
          <w:rFonts w:ascii="Arial" w:hAnsi="Arial" w:cs="Arial"/>
          <w:color w:val="4E4D4D" w:themeColor="background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s</w:t>
      </w:r>
      <w:r w:rsidRPr="00F4279E">
        <w:rPr>
          <w:rFonts w:ascii="Arial" w:hAnsi="Arial" w:cs="Arial"/>
          <w:color w:val="4E4D4D" w:themeColor="background2"/>
        </w:rPr>
        <w:t>ol</w:t>
      </w:r>
      <w:r w:rsidRPr="00F4279E">
        <w:rPr>
          <w:rFonts w:ascii="Arial" w:hAnsi="Arial" w:cs="Arial"/>
          <w:color w:val="4E4D4D" w:themeColor="background2"/>
          <w:spacing w:val="2"/>
        </w:rPr>
        <w:t>u</w:t>
      </w:r>
      <w:r w:rsidRPr="00F4279E">
        <w:rPr>
          <w:rFonts w:ascii="Arial" w:hAnsi="Arial" w:cs="Arial"/>
          <w:color w:val="4E4D4D" w:themeColor="background2"/>
          <w:spacing w:val="-1"/>
        </w:rPr>
        <w:t>c</w:t>
      </w:r>
      <w:r w:rsidRPr="00F4279E">
        <w:rPr>
          <w:rFonts w:ascii="Arial" w:hAnsi="Arial" w:cs="Arial"/>
          <w:color w:val="4E4D4D" w:themeColor="background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25"/>
        </w:rPr>
        <w:t xml:space="preserve"> </w:t>
      </w:r>
      <w:r w:rsidRPr="00F4279E">
        <w:rPr>
          <w:rFonts w:ascii="Arial" w:hAnsi="Arial" w:cs="Arial"/>
          <w:color w:val="4E4D4D" w:themeColor="background2"/>
          <w:spacing w:val="3"/>
        </w:rPr>
        <w:t>N</w:t>
      </w:r>
      <w:r w:rsidRPr="00F4279E">
        <w:rPr>
          <w:rFonts w:ascii="Arial" w:hAnsi="Arial" w:cs="Arial"/>
          <w:color w:val="4E4D4D" w:themeColor="background2"/>
        </w:rPr>
        <w:t>o.</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3"/>
        </w:rPr>
        <w:t>5</w:t>
      </w:r>
      <w:r w:rsidRPr="00F4279E">
        <w:rPr>
          <w:rFonts w:ascii="Arial" w:hAnsi="Arial" w:cs="Arial"/>
          <w:color w:val="4E4D4D" w:themeColor="background2"/>
          <w:spacing w:val="1"/>
        </w:rPr>
        <w:t>10</w:t>
      </w:r>
      <w:r w:rsidRPr="00F4279E">
        <w:rPr>
          <w:rFonts w:ascii="Arial" w:hAnsi="Arial" w:cs="Arial"/>
          <w:color w:val="4E4D4D" w:themeColor="background2"/>
        </w:rPr>
        <w:t>9</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d</w:t>
      </w:r>
      <w:r w:rsidRPr="00F4279E">
        <w:rPr>
          <w:rFonts w:ascii="Arial" w:hAnsi="Arial" w:cs="Arial"/>
          <w:color w:val="4E4D4D" w:themeColor="background2"/>
        </w:rPr>
        <w:t>e</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3"/>
        </w:rPr>
        <w:t>2</w:t>
      </w:r>
      <w:r w:rsidRPr="00F4279E">
        <w:rPr>
          <w:rFonts w:ascii="Arial" w:hAnsi="Arial" w:cs="Arial"/>
          <w:color w:val="4E4D4D" w:themeColor="background2"/>
          <w:spacing w:val="1"/>
        </w:rPr>
        <w:t>0</w:t>
      </w:r>
      <w:r w:rsidRPr="00F4279E">
        <w:rPr>
          <w:rFonts w:ascii="Arial" w:hAnsi="Arial" w:cs="Arial"/>
          <w:color w:val="4E4D4D" w:themeColor="background2"/>
          <w:spacing w:val="-2"/>
        </w:rPr>
        <w:t>0</w:t>
      </w:r>
      <w:r w:rsidRPr="00F4279E">
        <w:rPr>
          <w:rFonts w:ascii="Arial" w:hAnsi="Arial" w:cs="Arial"/>
          <w:color w:val="4E4D4D" w:themeColor="background2"/>
          <w:spacing w:val="3"/>
        </w:rPr>
        <w:t>5</w:t>
      </w:r>
      <w:r w:rsidRPr="00F4279E">
        <w:rPr>
          <w:rFonts w:ascii="Arial" w:hAnsi="Arial" w:cs="Arial"/>
          <w:color w:val="4E4D4D" w:themeColor="background2"/>
        </w:rPr>
        <w:t>,</w:t>
      </w:r>
      <w:r w:rsidRPr="00F4279E">
        <w:rPr>
          <w:rFonts w:ascii="Arial" w:hAnsi="Arial" w:cs="Arial"/>
          <w:color w:val="4E4D4D" w:themeColor="background2"/>
          <w:spacing w:val="13"/>
        </w:rPr>
        <w:t xml:space="preserve"> </w:t>
      </w:r>
      <w:r w:rsidRPr="00F4279E">
        <w:rPr>
          <w:rFonts w:ascii="Arial" w:hAnsi="Arial" w:cs="Arial"/>
          <w:color w:val="4E4D4D" w:themeColor="background2"/>
        </w:rPr>
        <w:t>p</w:t>
      </w:r>
      <w:r w:rsidRPr="00F4279E">
        <w:rPr>
          <w:rFonts w:ascii="Arial" w:hAnsi="Arial" w:cs="Arial"/>
          <w:color w:val="4E4D4D" w:themeColor="background2"/>
          <w:spacing w:val="3"/>
        </w:rPr>
        <w:t>o</w:t>
      </w:r>
      <w:r w:rsidRPr="00F4279E">
        <w:rPr>
          <w:rFonts w:ascii="Arial" w:hAnsi="Arial" w:cs="Arial"/>
          <w:color w:val="4E4D4D" w:themeColor="background2"/>
        </w:rPr>
        <w:t>r</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me</w:t>
      </w:r>
      <w:r w:rsidRPr="00F4279E">
        <w:rPr>
          <w:rFonts w:ascii="Arial" w:hAnsi="Arial" w:cs="Arial"/>
          <w:color w:val="4E4D4D" w:themeColor="background2"/>
          <w:spacing w:val="-1"/>
        </w:rPr>
        <w:t>d</w:t>
      </w:r>
      <w:r w:rsidRPr="00F4279E">
        <w:rPr>
          <w:rFonts w:ascii="Arial" w:hAnsi="Arial" w:cs="Arial"/>
          <w:color w:val="4E4D4D" w:themeColor="background2"/>
          <w:spacing w:val="4"/>
        </w:rPr>
        <w:t>i</w:t>
      </w:r>
      <w:r w:rsidRPr="00F4279E">
        <w:rPr>
          <w:rFonts w:ascii="Arial" w:hAnsi="Arial" w:cs="Arial"/>
          <w:color w:val="4E4D4D" w:themeColor="background2"/>
        </w:rPr>
        <w:t>o</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3"/>
        </w:rPr>
        <w:t>c</w:t>
      </w:r>
      <w:r w:rsidRPr="00F4279E">
        <w:rPr>
          <w:rFonts w:ascii="Arial" w:hAnsi="Arial" w:cs="Arial"/>
          <w:color w:val="4E4D4D" w:themeColor="background2"/>
          <w:spacing w:val="2"/>
        </w:rPr>
        <w:t>u</w:t>
      </w:r>
      <w:r w:rsidRPr="00F4279E">
        <w:rPr>
          <w:rFonts w:ascii="Arial" w:hAnsi="Arial" w:cs="Arial"/>
          <w:color w:val="4E4D4D" w:themeColor="background2"/>
        </w:rPr>
        <w:t>al</w:t>
      </w:r>
      <w:r w:rsidRPr="00F4279E">
        <w:rPr>
          <w:rFonts w:ascii="Arial" w:hAnsi="Arial" w:cs="Arial"/>
          <w:color w:val="4E4D4D" w:themeColor="background2"/>
          <w:spacing w:val="15"/>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10"/>
        </w:rPr>
        <w:t xml:space="preserve"> </w:t>
      </w:r>
      <w:r w:rsidRPr="00F4279E">
        <w:rPr>
          <w:rFonts w:ascii="Arial" w:hAnsi="Arial" w:cs="Arial"/>
          <w:color w:val="4E4D4D" w:themeColor="background2"/>
          <w:spacing w:val="1"/>
          <w:w w:val="102"/>
        </w:rPr>
        <w:t>e</w:t>
      </w:r>
      <w:r w:rsidRPr="00F4279E">
        <w:rPr>
          <w:rFonts w:ascii="Arial" w:hAnsi="Arial" w:cs="Arial"/>
          <w:color w:val="4E4D4D" w:themeColor="background2"/>
          <w:spacing w:val="-1"/>
          <w:w w:val="102"/>
        </w:rPr>
        <w:t>s</w:t>
      </w:r>
      <w:r w:rsidRPr="00F4279E">
        <w:rPr>
          <w:rFonts w:ascii="Arial" w:hAnsi="Arial" w:cs="Arial"/>
          <w:color w:val="4E4D4D" w:themeColor="background2"/>
          <w:spacing w:val="4"/>
          <w:w w:val="102"/>
        </w:rPr>
        <w:t>t</w:t>
      </w:r>
      <w:r w:rsidRPr="00F4279E">
        <w:rPr>
          <w:rFonts w:ascii="Arial" w:hAnsi="Arial" w:cs="Arial"/>
          <w:color w:val="4E4D4D" w:themeColor="background2"/>
          <w:spacing w:val="2"/>
          <w:w w:val="102"/>
        </w:rPr>
        <w:t>a</w:t>
      </w:r>
      <w:r w:rsidRPr="00F4279E">
        <w:rPr>
          <w:rFonts w:ascii="Arial" w:hAnsi="Arial" w:cs="Arial"/>
          <w:color w:val="4E4D4D" w:themeColor="background2"/>
          <w:w w:val="102"/>
        </w:rPr>
        <w:t>b</w:t>
      </w:r>
      <w:r w:rsidRPr="00F4279E">
        <w:rPr>
          <w:rFonts w:ascii="Arial" w:hAnsi="Arial" w:cs="Arial"/>
          <w:color w:val="4E4D4D" w:themeColor="background2"/>
          <w:spacing w:val="2"/>
          <w:w w:val="102"/>
        </w:rPr>
        <w:t>l</w:t>
      </w:r>
      <w:r w:rsidRPr="00F4279E">
        <w:rPr>
          <w:rFonts w:ascii="Arial" w:hAnsi="Arial" w:cs="Arial"/>
          <w:color w:val="4E4D4D" w:themeColor="background2"/>
          <w:spacing w:val="-1"/>
          <w:w w:val="102"/>
        </w:rPr>
        <w:t>ece</w:t>
      </w:r>
      <w:r w:rsidRPr="00F4279E">
        <w:rPr>
          <w:rFonts w:ascii="Arial" w:hAnsi="Arial" w:cs="Arial"/>
          <w:color w:val="4E4D4D" w:themeColor="background2"/>
          <w:w w:val="102"/>
        </w:rPr>
        <w:t xml:space="preserve">n </w:t>
      </w:r>
      <w:r w:rsidRPr="00F4279E">
        <w:rPr>
          <w:rFonts w:ascii="Arial" w:hAnsi="Arial" w:cs="Arial"/>
          <w:color w:val="4E4D4D" w:themeColor="background2"/>
          <w:spacing w:val="2"/>
        </w:rPr>
        <w:t>l</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6"/>
        </w:rPr>
        <w:t xml:space="preserve"> </w:t>
      </w:r>
      <w:r w:rsidRPr="00F4279E">
        <w:rPr>
          <w:rFonts w:ascii="Arial" w:hAnsi="Arial" w:cs="Arial"/>
          <w:color w:val="4E4D4D" w:themeColor="background2"/>
        </w:rPr>
        <w:t>p</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rPr>
        <w:t>á</w:t>
      </w:r>
      <w:r w:rsidRPr="00F4279E">
        <w:rPr>
          <w:rFonts w:ascii="Arial" w:hAnsi="Arial" w:cs="Arial"/>
          <w:color w:val="4E4D4D" w:themeColor="background2"/>
          <w:spacing w:val="1"/>
        </w:rPr>
        <w:t>me</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rPr>
        <w:t>os</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r</w:t>
      </w:r>
      <w:r w:rsidRPr="00F4279E">
        <w:rPr>
          <w:rFonts w:ascii="Arial" w:hAnsi="Arial" w:cs="Arial"/>
          <w:color w:val="4E4D4D" w:themeColor="background2"/>
        </w:rPr>
        <w:t>a</w:t>
      </w:r>
      <w:r w:rsidRPr="00F4279E">
        <w:rPr>
          <w:rFonts w:ascii="Arial" w:hAnsi="Arial" w:cs="Arial"/>
          <w:color w:val="4E4D4D" w:themeColor="background2"/>
          <w:spacing w:val="8"/>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r</w:t>
      </w:r>
      <w:r w:rsidRPr="00F4279E">
        <w:rPr>
          <w:rFonts w:ascii="Arial" w:hAnsi="Arial" w:cs="Arial"/>
          <w:color w:val="4E4D4D" w:themeColor="background2"/>
        </w:rPr>
        <w:t>o</w:t>
      </w:r>
      <w:r w:rsidRPr="00F4279E">
        <w:rPr>
          <w:rFonts w:ascii="Arial" w:hAnsi="Arial" w:cs="Arial"/>
          <w:color w:val="4E4D4D" w:themeColor="background2"/>
          <w:spacing w:val="4"/>
        </w:rPr>
        <w:t>t</w:t>
      </w:r>
      <w:r w:rsidRPr="00F4279E">
        <w:rPr>
          <w:rFonts w:ascii="Arial" w:hAnsi="Arial" w:cs="Arial"/>
          <w:color w:val="4E4D4D" w:themeColor="background2"/>
        </w:rPr>
        <w:t>ul</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13"/>
        </w:rPr>
        <w:t xml:space="preserve"> </w:t>
      </w:r>
      <w:r w:rsidRPr="00F4279E">
        <w:rPr>
          <w:rFonts w:ascii="Arial" w:hAnsi="Arial" w:cs="Arial"/>
          <w:color w:val="4E4D4D" w:themeColor="background2"/>
        </w:rPr>
        <w:t>o</w:t>
      </w:r>
      <w:r w:rsidRPr="00F4279E">
        <w:rPr>
          <w:rFonts w:ascii="Arial" w:hAnsi="Arial" w:cs="Arial"/>
          <w:color w:val="4E4D4D" w:themeColor="background2"/>
          <w:spacing w:val="1"/>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6"/>
        </w:rPr>
        <w:t>t</w:t>
      </w:r>
      <w:r w:rsidRPr="00F4279E">
        <w:rPr>
          <w:rFonts w:ascii="Arial" w:hAnsi="Arial" w:cs="Arial"/>
          <w:color w:val="4E4D4D" w:themeColor="background2"/>
        </w:rPr>
        <w:t>i</w:t>
      </w:r>
      <w:r w:rsidRPr="00F4279E">
        <w:rPr>
          <w:rFonts w:ascii="Arial" w:hAnsi="Arial" w:cs="Arial"/>
          <w:color w:val="4E4D4D" w:themeColor="background2"/>
          <w:spacing w:val="2"/>
        </w:rPr>
        <w:t>q</w:t>
      </w:r>
      <w:r w:rsidRPr="00F4279E">
        <w:rPr>
          <w:rFonts w:ascii="Arial" w:hAnsi="Arial" w:cs="Arial"/>
          <w:color w:val="4E4D4D" w:themeColor="background2"/>
          <w:spacing w:val="-3"/>
        </w:rPr>
        <w:t>u</w:t>
      </w:r>
      <w:r w:rsidRPr="00F4279E">
        <w:rPr>
          <w:rFonts w:ascii="Arial" w:hAnsi="Arial" w:cs="Arial"/>
          <w:color w:val="4E4D4D" w:themeColor="background2"/>
          <w:spacing w:val="-1"/>
        </w:rPr>
        <w:t>e</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19"/>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4"/>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1"/>
        </w:rPr>
        <w:t>r</w:t>
      </w:r>
      <w:r w:rsidRPr="00F4279E">
        <w:rPr>
          <w:rFonts w:ascii="Arial" w:hAnsi="Arial" w:cs="Arial"/>
          <w:color w:val="4E4D4D" w:themeColor="background2"/>
        </w:rPr>
        <w:t>o</w:t>
      </w:r>
      <w:r w:rsidRPr="00F4279E">
        <w:rPr>
          <w:rFonts w:ascii="Arial" w:hAnsi="Arial" w:cs="Arial"/>
          <w:color w:val="4E4D4D" w:themeColor="background2"/>
          <w:spacing w:val="2"/>
        </w:rPr>
        <w:t>du</w:t>
      </w:r>
      <w:r w:rsidRPr="00F4279E">
        <w:rPr>
          <w:rFonts w:ascii="Arial" w:hAnsi="Arial" w:cs="Arial"/>
          <w:color w:val="4E4D4D" w:themeColor="background2"/>
          <w:spacing w:val="-3"/>
        </w:rPr>
        <w:t>c</w:t>
      </w:r>
      <w:r w:rsidRPr="00F4279E">
        <w:rPr>
          <w:rFonts w:ascii="Arial" w:hAnsi="Arial" w:cs="Arial"/>
          <w:color w:val="4E4D4D" w:themeColor="background2"/>
          <w:spacing w:val="4"/>
        </w:rPr>
        <w:t>t</w:t>
      </w:r>
      <w:r w:rsidRPr="00F4279E">
        <w:rPr>
          <w:rFonts w:ascii="Arial" w:hAnsi="Arial" w:cs="Arial"/>
          <w:color w:val="4E4D4D" w:themeColor="background2"/>
        </w:rPr>
        <w:t>os</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6"/>
        </w:rPr>
        <w:t>t</w:t>
      </w:r>
      <w:r w:rsidRPr="00F4279E">
        <w:rPr>
          <w:rFonts w:ascii="Arial" w:hAnsi="Arial" w:cs="Arial"/>
          <w:color w:val="4E4D4D" w:themeColor="background2"/>
          <w:spacing w:val="-1"/>
        </w:rPr>
        <w:t>e</w:t>
      </w:r>
      <w:r w:rsidRPr="00F4279E">
        <w:rPr>
          <w:rFonts w:ascii="Arial" w:hAnsi="Arial" w:cs="Arial"/>
          <w:color w:val="4E4D4D" w:themeColor="background2"/>
          <w:spacing w:val="2"/>
        </w:rPr>
        <w:t>r</w:t>
      </w:r>
      <w:r w:rsidRPr="00F4279E">
        <w:rPr>
          <w:rFonts w:ascii="Arial" w:hAnsi="Arial" w:cs="Arial"/>
          <w:color w:val="4E4D4D" w:themeColor="background2"/>
          <w:spacing w:val="-2"/>
        </w:rPr>
        <w:t>m</w:t>
      </w:r>
      <w:r w:rsidRPr="00F4279E">
        <w:rPr>
          <w:rFonts w:ascii="Arial" w:hAnsi="Arial" w:cs="Arial"/>
          <w:color w:val="4E4D4D" w:themeColor="background2"/>
          <w:spacing w:val="2"/>
        </w:rPr>
        <w:t>i</w:t>
      </w:r>
      <w:r w:rsidRPr="00F4279E">
        <w:rPr>
          <w:rFonts w:ascii="Arial" w:hAnsi="Arial" w:cs="Arial"/>
          <w:color w:val="4E4D4D" w:themeColor="background2"/>
          <w:spacing w:val="-1"/>
        </w:rPr>
        <w:t>n</w:t>
      </w:r>
      <w:r w:rsidRPr="00F4279E">
        <w:rPr>
          <w:rFonts w:ascii="Arial" w:hAnsi="Arial" w:cs="Arial"/>
          <w:color w:val="4E4D4D" w:themeColor="background2"/>
        </w:rPr>
        <w:t>a</w:t>
      </w:r>
      <w:r w:rsidRPr="00F4279E">
        <w:rPr>
          <w:rFonts w:ascii="Arial" w:hAnsi="Arial" w:cs="Arial"/>
          <w:color w:val="4E4D4D" w:themeColor="background2"/>
          <w:spacing w:val="2"/>
        </w:rPr>
        <w:t>d</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2"/>
        </w:rPr>
        <w:t xml:space="preserve"> </w:t>
      </w:r>
      <w:r w:rsidRPr="00F4279E">
        <w:rPr>
          <w:rFonts w:ascii="Arial" w:hAnsi="Arial" w:cs="Arial"/>
          <w:color w:val="4E4D4D" w:themeColor="background2"/>
        </w:rPr>
        <w:t xml:space="preserve">y </w:t>
      </w:r>
      <w:r w:rsidRPr="00F4279E">
        <w:rPr>
          <w:rFonts w:ascii="Arial" w:hAnsi="Arial" w:cs="Arial"/>
          <w:color w:val="4E4D4D" w:themeColor="background2"/>
          <w:spacing w:val="1"/>
        </w:rPr>
        <w:t>m</w:t>
      </w:r>
      <w:r w:rsidRPr="00F4279E">
        <w:rPr>
          <w:rFonts w:ascii="Arial" w:hAnsi="Arial" w:cs="Arial"/>
          <w:color w:val="4E4D4D" w:themeColor="background2"/>
        </w:rPr>
        <w:t>a</w:t>
      </w:r>
      <w:r w:rsidRPr="00F4279E">
        <w:rPr>
          <w:rFonts w:ascii="Arial" w:hAnsi="Arial" w:cs="Arial"/>
          <w:color w:val="4E4D4D" w:themeColor="background2"/>
          <w:spacing w:val="4"/>
        </w:rPr>
        <w:t>t</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as</w:t>
      </w:r>
      <w:r w:rsidRPr="00F4279E">
        <w:rPr>
          <w:rFonts w:ascii="Arial" w:hAnsi="Arial" w:cs="Arial"/>
          <w:color w:val="4E4D4D" w:themeColor="background2"/>
          <w:spacing w:val="17"/>
        </w:rPr>
        <w:t xml:space="preserve"> </w:t>
      </w:r>
      <w:r w:rsidRPr="00F4279E">
        <w:rPr>
          <w:rFonts w:ascii="Arial" w:hAnsi="Arial" w:cs="Arial"/>
          <w:color w:val="4E4D4D" w:themeColor="background2"/>
          <w:w w:val="102"/>
        </w:rPr>
        <w:t>p</w:t>
      </w:r>
      <w:r w:rsidRPr="00F4279E">
        <w:rPr>
          <w:rFonts w:ascii="Arial" w:hAnsi="Arial" w:cs="Arial"/>
          <w:color w:val="4E4D4D" w:themeColor="background2"/>
          <w:spacing w:val="-1"/>
          <w:w w:val="102"/>
        </w:rPr>
        <w:t>r</w:t>
      </w:r>
      <w:r w:rsidRPr="00F4279E">
        <w:rPr>
          <w:rFonts w:ascii="Arial" w:hAnsi="Arial" w:cs="Arial"/>
          <w:color w:val="4E4D4D" w:themeColor="background2"/>
          <w:spacing w:val="2"/>
          <w:w w:val="102"/>
        </w:rPr>
        <w:t>i</w:t>
      </w:r>
      <w:r w:rsidRPr="00F4279E">
        <w:rPr>
          <w:rFonts w:ascii="Arial" w:hAnsi="Arial" w:cs="Arial"/>
          <w:color w:val="4E4D4D" w:themeColor="background2"/>
          <w:spacing w:val="1"/>
          <w:w w:val="102"/>
        </w:rPr>
        <w:t>m</w:t>
      </w:r>
      <w:r w:rsidRPr="00F4279E">
        <w:rPr>
          <w:rFonts w:ascii="Arial" w:hAnsi="Arial" w:cs="Arial"/>
          <w:color w:val="4E4D4D" w:themeColor="background2"/>
          <w:w w:val="102"/>
        </w:rPr>
        <w:t>a</w:t>
      </w:r>
      <w:r w:rsidRPr="00F4279E">
        <w:rPr>
          <w:rFonts w:ascii="Arial" w:hAnsi="Arial" w:cs="Arial"/>
          <w:color w:val="4E4D4D" w:themeColor="background2"/>
          <w:spacing w:val="2"/>
          <w:w w:val="102"/>
        </w:rPr>
        <w:t>s</w:t>
      </w:r>
      <w:r w:rsidRPr="00F4279E">
        <w:rPr>
          <w:rFonts w:ascii="Arial" w:hAnsi="Arial" w:cs="Arial"/>
          <w:color w:val="4E4D4D" w:themeColor="background2"/>
          <w:w w:val="102"/>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u</w:t>
      </w:r>
      <w:r w:rsidRPr="00F4279E">
        <w:rPr>
          <w:rFonts w:ascii="Arial" w:hAnsi="Arial" w:cs="Arial"/>
          <w:color w:val="4E4D4D" w:themeColor="background2"/>
          <w:spacing w:val="1"/>
        </w:rPr>
        <w:t>m</w:t>
      </w:r>
      <w:r w:rsidRPr="00F4279E">
        <w:rPr>
          <w:rFonts w:ascii="Arial" w:hAnsi="Arial" w:cs="Arial"/>
          <w:color w:val="4E4D4D" w:themeColor="background2"/>
        </w:rPr>
        <w:t>p</w:t>
      </w:r>
      <w:r w:rsidRPr="00F4279E">
        <w:rPr>
          <w:rFonts w:ascii="Arial" w:hAnsi="Arial" w:cs="Arial"/>
          <w:color w:val="4E4D4D" w:themeColor="background2"/>
          <w:spacing w:val="2"/>
        </w:rPr>
        <w:t>l</w:t>
      </w:r>
      <w:r w:rsidRPr="00F4279E">
        <w:rPr>
          <w:rFonts w:ascii="Arial" w:hAnsi="Arial" w:cs="Arial"/>
          <w:color w:val="4E4D4D" w:themeColor="background2"/>
        </w:rPr>
        <w:t>ir</w:t>
      </w:r>
      <w:r w:rsidRPr="00F4279E">
        <w:rPr>
          <w:rFonts w:ascii="Arial" w:hAnsi="Arial" w:cs="Arial"/>
          <w:color w:val="4E4D4D" w:themeColor="background2"/>
          <w:spacing w:val="23"/>
        </w:rPr>
        <w:t xml:space="preserve"> </w:t>
      </w:r>
      <w:r w:rsidRPr="00F4279E">
        <w:rPr>
          <w:rFonts w:ascii="Arial" w:hAnsi="Arial" w:cs="Arial"/>
          <w:color w:val="4E4D4D" w:themeColor="background2"/>
          <w:spacing w:val="-1"/>
        </w:rPr>
        <w:t>c</w:t>
      </w:r>
      <w:r w:rsidRPr="00F4279E">
        <w:rPr>
          <w:rFonts w:ascii="Arial" w:hAnsi="Arial" w:cs="Arial"/>
          <w:color w:val="4E4D4D" w:themeColor="background2"/>
        </w:rPr>
        <w:t>on</w:t>
      </w:r>
      <w:r w:rsidRPr="00F4279E">
        <w:rPr>
          <w:rFonts w:ascii="Arial" w:hAnsi="Arial" w:cs="Arial"/>
          <w:color w:val="4E4D4D" w:themeColor="background2"/>
          <w:spacing w:val="14"/>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re</w:t>
      </w:r>
      <w:r w:rsidRPr="00F4279E">
        <w:rPr>
          <w:rFonts w:ascii="Arial" w:hAnsi="Arial" w:cs="Arial"/>
          <w:color w:val="4E4D4D" w:themeColor="background2"/>
          <w:spacing w:val="2"/>
        </w:rPr>
        <w:t>s</w:t>
      </w:r>
      <w:r w:rsidRPr="00F4279E">
        <w:rPr>
          <w:rFonts w:ascii="Arial" w:hAnsi="Arial" w:cs="Arial"/>
          <w:color w:val="4E4D4D" w:themeColor="background2"/>
          <w:spacing w:val="-2"/>
        </w:rPr>
        <w:t>o</w:t>
      </w:r>
      <w:r w:rsidRPr="00F4279E">
        <w:rPr>
          <w:rFonts w:ascii="Arial" w:hAnsi="Arial" w:cs="Arial"/>
          <w:color w:val="4E4D4D" w:themeColor="background2"/>
          <w:spacing w:val="2"/>
        </w:rPr>
        <w:t>l</w:t>
      </w:r>
      <w:r w:rsidRPr="00F4279E">
        <w:rPr>
          <w:rFonts w:ascii="Arial" w:hAnsi="Arial" w:cs="Arial"/>
          <w:color w:val="4E4D4D" w:themeColor="background2"/>
        </w:rPr>
        <w:t>u</w:t>
      </w:r>
      <w:r w:rsidRPr="00F4279E">
        <w:rPr>
          <w:rFonts w:ascii="Arial" w:hAnsi="Arial" w:cs="Arial"/>
          <w:color w:val="4E4D4D" w:themeColor="background2"/>
          <w:spacing w:val="-1"/>
        </w:rPr>
        <w:t>c</w:t>
      </w:r>
      <w:r w:rsidRPr="00F4279E">
        <w:rPr>
          <w:rFonts w:ascii="Arial" w:hAnsi="Arial" w:cs="Arial"/>
          <w:color w:val="4E4D4D" w:themeColor="background2"/>
          <w:spacing w:val="2"/>
        </w:rPr>
        <w:t>i</w:t>
      </w:r>
      <w:r w:rsidRPr="00F4279E">
        <w:rPr>
          <w:rFonts w:ascii="Arial" w:hAnsi="Arial" w:cs="Arial"/>
          <w:color w:val="4E4D4D" w:themeColor="background2"/>
          <w:spacing w:val="3"/>
        </w:rPr>
        <w:t>ó</w:t>
      </w:r>
      <w:r w:rsidRPr="00F4279E">
        <w:rPr>
          <w:rFonts w:ascii="Arial" w:hAnsi="Arial" w:cs="Arial"/>
          <w:color w:val="4E4D4D" w:themeColor="background2"/>
        </w:rPr>
        <w:t>n</w:t>
      </w:r>
      <w:r w:rsidRPr="00F4279E">
        <w:rPr>
          <w:rFonts w:ascii="Arial" w:hAnsi="Arial" w:cs="Arial"/>
          <w:color w:val="4E4D4D" w:themeColor="background2"/>
          <w:spacing w:val="26"/>
        </w:rPr>
        <w:t xml:space="preserve"> </w:t>
      </w:r>
      <w:r w:rsidRPr="00F4279E">
        <w:rPr>
          <w:rFonts w:ascii="Arial" w:hAnsi="Arial" w:cs="Arial"/>
          <w:color w:val="4E4D4D" w:themeColor="background2"/>
          <w:spacing w:val="1"/>
        </w:rPr>
        <w:t>3</w:t>
      </w:r>
      <w:r w:rsidRPr="00F4279E">
        <w:rPr>
          <w:rFonts w:ascii="Arial" w:hAnsi="Arial" w:cs="Arial"/>
          <w:color w:val="4E4D4D" w:themeColor="background2"/>
          <w:spacing w:val="-2"/>
        </w:rPr>
        <w:t>3</w:t>
      </w:r>
      <w:r w:rsidRPr="00F4279E">
        <w:rPr>
          <w:rFonts w:ascii="Arial" w:hAnsi="Arial" w:cs="Arial"/>
          <w:color w:val="4E4D4D" w:themeColor="background2"/>
        </w:rPr>
        <w:t>3</w:t>
      </w:r>
      <w:r w:rsidRPr="00F4279E">
        <w:rPr>
          <w:rFonts w:ascii="Arial" w:hAnsi="Arial" w:cs="Arial"/>
          <w:color w:val="4E4D4D" w:themeColor="background2"/>
          <w:spacing w:val="17"/>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rPr>
        <w:t>2</w:t>
      </w:r>
      <w:r w:rsidRPr="00F4279E">
        <w:rPr>
          <w:rFonts w:ascii="Arial" w:hAnsi="Arial" w:cs="Arial"/>
          <w:color w:val="4E4D4D" w:themeColor="background2"/>
          <w:spacing w:val="-2"/>
        </w:rPr>
        <w:t>0</w:t>
      </w:r>
      <w:r w:rsidRPr="00F4279E">
        <w:rPr>
          <w:rFonts w:ascii="Arial" w:hAnsi="Arial" w:cs="Arial"/>
          <w:color w:val="4E4D4D" w:themeColor="background2"/>
          <w:spacing w:val="3"/>
        </w:rPr>
        <w:t>11</w:t>
      </w:r>
      <w:r w:rsidR="00432E7D">
        <w:rPr>
          <w:rFonts w:ascii="Arial" w:hAnsi="Arial" w:cs="Arial"/>
          <w:color w:val="4E4D4D" w:themeColor="background2"/>
          <w:spacing w:val="3"/>
        </w:rPr>
        <w:t xml:space="preserve"> si aplica</w:t>
      </w:r>
      <w:r w:rsidRPr="00F4279E">
        <w:rPr>
          <w:rFonts w:ascii="Arial" w:hAnsi="Arial" w:cs="Arial"/>
          <w:color w:val="4E4D4D" w:themeColor="background2"/>
        </w:rPr>
        <w:t>,</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1"/>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gl</w:t>
      </w:r>
      <w:r w:rsidRPr="00F4279E">
        <w:rPr>
          <w:rFonts w:ascii="Arial" w:hAnsi="Arial" w:cs="Arial"/>
          <w:color w:val="4E4D4D" w:themeColor="background2"/>
        </w:rPr>
        <w:t>a</w:t>
      </w:r>
      <w:r w:rsidRPr="00F4279E">
        <w:rPr>
          <w:rFonts w:ascii="Arial" w:hAnsi="Arial" w:cs="Arial"/>
          <w:color w:val="4E4D4D" w:themeColor="background2"/>
          <w:spacing w:val="1"/>
        </w:rPr>
        <w:t>me</w:t>
      </w:r>
      <w:r w:rsidRPr="00F4279E">
        <w:rPr>
          <w:rFonts w:ascii="Arial" w:hAnsi="Arial" w:cs="Arial"/>
          <w:color w:val="4E4D4D" w:themeColor="background2"/>
          <w:spacing w:val="-3"/>
        </w:rPr>
        <w:t>n</w:t>
      </w:r>
      <w:r w:rsidRPr="00F4279E">
        <w:rPr>
          <w:rFonts w:ascii="Arial" w:hAnsi="Arial" w:cs="Arial"/>
          <w:color w:val="4E4D4D" w:themeColor="background2"/>
          <w:spacing w:val="4"/>
        </w:rPr>
        <w:t>t</w:t>
      </w:r>
      <w:r w:rsidRPr="00F4279E">
        <w:rPr>
          <w:rFonts w:ascii="Arial" w:hAnsi="Arial" w:cs="Arial"/>
          <w:color w:val="4E4D4D" w:themeColor="background2"/>
        </w:rPr>
        <w:t>o</w:t>
      </w:r>
      <w:r w:rsidRPr="00F4279E">
        <w:rPr>
          <w:rFonts w:ascii="Arial" w:hAnsi="Arial" w:cs="Arial"/>
          <w:color w:val="4E4D4D" w:themeColor="background2"/>
          <w:spacing w:val="28"/>
        </w:rPr>
        <w:t xml:space="preserve"> </w:t>
      </w:r>
      <w:r w:rsidRPr="00F4279E">
        <w:rPr>
          <w:rFonts w:ascii="Arial" w:hAnsi="Arial" w:cs="Arial"/>
          <w:color w:val="4E4D4D" w:themeColor="background2"/>
          <w:spacing w:val="4"/>
        </w:rPr>
        <w:t>t</w:t>
      </w:r>
      <w:r w:rsidRPr="00F4279E">
        <w:rPr>
          <w:rFonts w:ascii="Arial" w:hAnsi="Arial" w:cs="Arial"/>
          <w:color w:val="4E4D4D" w:themeColor="background2"/>
          <w:spacing w:val="-1"/>
        </w:rPr>
        <w:t>éc</w:t>
      </w:r>
      <w:r w:rsidRPr="00F4279E">
        <w:rPr>
          <w:rFonts w:ascii="Arial" w:hAnsi="Arial" w:cs="Arial"/>
          <w:color w:val="4E4D4D" w:themeColor="background2"/>
          <w:spacing w:val="-3"/>
        </w:rPr>
        <w:t>n</w:t>
      </w:r>
      <w:r w:rsidRPr="00F4279E">
        <w:rPr>
          <w:rFonts w:ascii="Arial" w:hAnsi="Arial" w:cs="Arial"/>
          <w:color w:val="4E4D4D" w:themeColor="background2"/>
          <w:spacing w:val="2"/>
        </w:rPr>
        <w:t>i</w:t>
      </w:r>
      <w:r w:rsidRPr="00F4279E">
        <w:rPr>
          <w:rFonts w:ascii="Arial" w:hAnsi="Arial" w:cs="Arial"/>
          <w:color w:val="4E4D4D" w:themeColor="background2"/>
          <w:spacing w:val="-1"/>
        </w:rPr>
        <w:t>c</w:t>
      </w:r>
      <w:r w:rsidRPr="00F4279E">
        <w:rPr>
          <w:rFonts w:ascii="Arial" w:hAnsi="Arial" w:cs="Arial"/>
          <w:color w:val="4E4D4D" w:themeColor="background2"/>
        </w:rPr>
        <w:t>o</w:t>
      </w:r>
      <w:r w:rsidRPr="00F4279E">
        <w:rPr>
          <w:rFonts w:ascii="Arial" w:hAnsi="Arial" w:cs="Arial"/>
          <w:color w:val="4E4D4D" w:themeColor="background2"/>
          <w:spacing w:val="22"/>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ob</w:t>
      </w:r>
      <w:r w:rsidRPr="00F4279E">
        <w:rPr>
          <w:rFonts w:ascii="Arial" w:hAnsi="Arial" w:cs="Arial"/>
          <w:color w:val="4E4D4D" w:themeColor="background2"/>
          <w:spacing w:val="4"/>
        </w:rPr>
        <w:t>r</w:t>
      </w:r>
      <w:r w:rsidRPr="00F4279E">
        <w:rPr>
          <w:rFonts w:ascii="Arial" w:hAnsi="Arial" w:cs="Arial"/>
          <w:color w:val="4E4D4D" w:themeColor="background2"/>
        </w:rPr>
        <w:t>e</w:t>
      </w:r>
      <w:r w:rsidRPr="00F4279E">
        <w:rPr>
          <w:rFonts w:ascii="Arial" w:hAnsi="Arial" w:cs="Arial"/>
          <w:color w:val="4E4D4D" w:themeColor="background2"/>
          <w:spacing w:val="19"/>
        </w:rPr>
        <w:t xml:space="preserve"> </w:t>
      </w:r>
      <w:r w:rsidRPr="00F4279E">
        <w:rPr>
          <w:rFonts w:ascii="Arial" w:hAnsi="Arial" w:cs="Arial"/>
          <w:color w:val="4E4D4D" w:themeColor="background2"/>
        </w:rPr>
        <w:t>los</w:t>
      </w:r>
      <w:r w:rsidRPr="00F4279E">
        <w:rPr>
          <w:rFonts w:ascii="Arial" w:hAnsi="Arial" w:cs="Arial"/>
          <w:color w:val="4E4D4D" w:themeColor="background2"/>
          <w:spacing w:val="12"/>
        </w:rPr>
        <w:t xml:space="preserve"> </w:t>
      </w:r>
      <w:r w:rsidRPr="00F4279E">
        <w:rPr>
          <w:rFonts w:ascii="Arial" w:hAnsi="Arial" w:cs="Arial"/>
          <w:color w:val="4E4D4D" w:themeColor="background2"/>
          <w:spacing w:val="2"/>
        </w:rPr>
        <w:t>r</w:t>
      </w:r>
      <w:r w:rsidRPr="00F4279E">
        <w:rPr>
          <w:rFonts w:ascii="Arial" w:hAnsi="Arial" w:cs="Arial"/>
          <w:color w:val="4E4D4D" w:themeColor="background2"/>
          <w:spacing w:val="-1"/>
        </w:rPr>
        <w:t>e</w:t>
      </w:r>
      <w:r w:rsidRPr="00F4279E">
        <w:rPr>
          <w:rFonts w:ascii="Arial" w:hAnsi="Arial" w:cs="Arial"/>
          <w:color w:val="4E4D4D" w:themeColor="background2"/>
          <w:spacing w:val="2"/>
        </w:rPr>
        <w:t>q</w:t>
      </w:r>
      <w:r w:rsidRPr="00F4279E">
        <w:rPr>
          <w:rFonts w:ascii="Arial" w:hAnsi="Arial" w:cs="Arial"/>
          <w:color w:val="4E4D4D" w:themeColor="background2"/>
        </w:rPr>
        <w:t>u</w:t>
      </w:r>
      <w:r w:rsidRPr="00F4279E">
        <w:rPr>
          <w:rFonts w:ascii="Arial" w:hAnsi="Arial" w:cs="Arial"/>
          <w:color w:val="4E4D4D" w:themeColor="background2"/>
          <w:spacing w:val="2"/>
        </w:rPr>
        <w:t>i</w:t>
      </w:r>
      <w:r w:rsidRPr="00F4279E">
        <w:rPr>
          <w:rFonts w:ascii="Arial" w:hAnsi="Arial" w:cs="Arial"/>
          <w:color w:val="4E4D4D" w:themeColor="background2"/>
          <w:spacing w:val="-1"/>
        </w:rPr>
        <w:t>s</w:t>
      </w:r>
      <w:r w:rsidRPr="00F4279E">
        <w:rPr>
          <w:rFonts w:ascii="Arial" w:hAnsi="Arial" w:cs="Arial"/>
          <w:color w:val="4E4D4D" w:themeColor="background2"/>
          <w:spacing w:val="-3"/>
        </w:rPr>
        <w:t>i</w:t>
      </w:r>
      <w:r w:rsidRPr="00F4279E">
        <w:rPr>
          <w:rFonts w:ascii="Arial" w:hAnsi="Arial" w:cs="Arial"/>
          <w:color w:val="4E4D4D" w:themeColor="background2"/>
          <w:spacing w:val="6"/>
        </w:rPr>
        <w:t>t</w:t>
      </w:r>
      <w:r w:rsidRPr="00F4279E">
        <w:rPr>
          <w:rFonts w:ascii="Arial" w:hAnsi="Arial" w:cs="Arial"/>
          <w:color w:val="4E4D4D" w:themeColor="background2"/>
          <w:spacing w:val="-2"/>
        </w:rPr>
        <w:t>o</w:t>
      </w:r>
      <w:r w:rsidRPr="00F4279E">
        <w:rPr>
          <w:rFonts w:ascii="Arial" w:hAnsi="Arial" w:cs="Arial"/>
          <w:color w:val="4E4D4D" w:themeColor="background2"/>
        </w:rPr>
        <w:t>s</w:t>
      </w:r>
      <w:r w:rsidRPr="00F4279E">
        <w:rPr>
          <w:rFonts w:ascii="Arial" w:hAnsi="Arial" w:cs="Arial"/>
          <w:color w:val="4E4D4D" w:themeColor="background2"/>
          <w:spacing w:val="26"/>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13"/>
        </w:rPr>
        <w:t xml:space="preserve"> </w:t>
      </w:r>
      <w:r w:rsidRPr="00F4279E">
        <w:rPr>
          <w:rFonts w:ascii="Arial" w:hAnsi="Arial" w:cs="Arial"/>
          <w:color w:val="4E4D4D" w:themeColor="background2"/>
          <w:spacing w:val="-1"/>
          <w:w w:val="102"/>
        </w:rPr>
        <w:t>r</w:t>
      </w:r>
      <w:r w:rsidRPr="00F4279E">
        <w:rPr>
          <w:rFonts w:ascii="Arial" w:hAnsi="Arial" w:cs="Arial"/>
          <w:color w:val="4E4D4D" w:themeColor="background2"/>
          <w:spacing w:val="-2"/>
          <w:w w:val="102"/>
        </w:rPr>
        <w:t>o</w:t>
      </w:r>
      <w:r w:rsidRPr="00F4279E">
        <w:rPr>
          <w:rFonts w:ascii="Arial" w:hAnsi="Arial" w:cs="Arial"/>
          <w:color w:val="4E4D4D" w:themeColor="background2"/>
          <w:spacing w:val="4"/>
          <w:w w:val="102"/>
        </w:rPr>
        <w:t>t</w:t>
      </w:r>
      <w:r w:rsidRPr="00F4279E">
        <w:rPr>
          <w:rFonts w:ascii="Arial" w:hAnsi="Arial" w:cs="Arial"/>
          <w:color w:val="4E4D4D" w:themeColor="background2"/>
          <w:w w:val="102"/>
        </w:rPr>
        <w:t>ul</w:t>
      </w:r>
      <w:r w:rsidRPr="00F4279E">
        <w:rPr>
          <w:rFonts w:ascii="Arial" w:hAnsi="Arial" w:cs="Arial"/>
          <w:color w:val="4E4D4D" w:themeColor="background2"/>
          <w:spacing w:val="2"/>
          <w:w w:val="102"/>
        </w:rPr>
        <w:t>a</w:t>
      </w:r>
      <w:r w:rsidRPr="00F4279E">
        <w:rPr>
          <w:rFonts w:ascii="Arial" w:hAnsi="Arial" w:cs="Arial"/>
          <w:color w:val="4E4D4D" w:themeColor="background2"/>
          <w:spacing w:val="-1"/>
          <w:w w:val="101"/>
        </w:rPr>
        <w:t>d</w:t>
      </w:r>
      <w:r w:rsidRPr="00F4279E">
        <w:rPr>
          <w:rFonts w:ascii="Arial" w:hAnsi="Arial" w:cs="Arial"/>
          <w:color w:val="4E4D4D" w:themeColor="background2"/>
          <w:w w:val="102"/>
        </w:rPr>
        <w:t xml:space="preserve">o </w:t>
      </w:r>
      <w:r w:rsidRPr="00F4279E">
        <w:rPr>
          <w:rFonts w:ascii="Arial" w:hAnsi="Arial" w:cs="Arial"/>
          <w:color w:val="4E4D4D" w:themeColor="background2"/>
        </w:rPr>
        <w:t>o</w:t>
      </w:r>
      <w:r w:rsidRPr="00F4279E">
        <w:rPr>
          <w:rFonts w:ascii="Arial" w:hAnsi="Arial" w:cs="Arial"/>
          <w:color w:val="4E4D4D" w:themeColor="background2"/>
          <w:spacing w:val="3"/>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2"/>
        </w:rPr>
        <w:t>q</w:t>
      </w:r>
      <w:r w:rsidRPr="00F4279E">
        <w:rPr>
          <w:rFonts w:ascii="Arial" w:hAnsi="Arial" w:cs="Arial"/>
          <w:color w:val="4E4D4D" w:themeColor="background2"/>
          <w:spacing w:val="-3"/>
        </w:rPr>
        <w:t>u</w:t>
      </w:r>
      <w:r w:rsidRPr="00F4279E">
        <w:rPr>
          <w:rFonts w:ascii="Arial" w:hAnsi="Arial" w:cs="Arial"/>
          <w:color w:val="4E4D4D" w:themeColor="background2"/>
          <w:spacing w:val="-1"/>
        </w:rPr>
        <w:t>e</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rPr>
        <w:t>n</w:t>
      </w:r>
      <w:r w:rsidRPr="00F4279E">
        <w:rPr>
          <w:rFonts w:ascii="Arial" w:hAnsi="Arial" w:cs="Arial"/>
          <w:color w:val="4E4D4D" w:themeColor="background2"/>
        </w:rPr>
        <w:t>u</w:t>
      </w:r>
      <w:r w:rsidRPr="00F4279E">
        <w:rPr>
          <w:rFonts w:ascii="Arial" w:hAnsi="Arial" w:cs="Arial"/>
          <w:color w:val="4E4D4D" w:themeColor="background2"/>
          <w:spacing w:val="4"/>
        </w:rPr>
        <w:t>t</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spacing w:val="-2"/>
        </w:rPr>
        <w:t>o</w:t>
      </w:r>
      <w:r w:rsidRPr="00F4279E">
        <w:rPr>
          <w:rFonts w:ascii="Arial" w:hAnsi="Arial" w:cs="Arial"/>
          <w:color w:val="4E4D4D" w:themeColor="background2"/>
          <w:spacing w:val="-1"/>
        </w:rPr>
        <w:t>n</w:t>
      </w:r>
      <w:r w:rsidRPr="00F4279E">
        <w:rPr>
          <w:rFonts w:ascii="Arial" w:hAnsi="Arial" w:cs="Arial"/>
          <w:color w:val="4E4D4D" w:themeColor="background2"/>
        </w:rPr>
        <w:t>a</w:t>
      </w:r>
      <w:r w:rsidRPr="00F4279E">
        <w:rPr>
          <w:rFonts w:ascii="Arial" w:hAnsi="Arial" w:cs="Arial"/>
          <w:color w:val="4E4D4D" w:themeColor="background2"/>
          <w:spacing w:val="2"/>
        </w:rPr>
        <w:t>l</w:t>
      </w:r>
      <w:r w:rsidRPr="00F4279E">
        <w:rPr>
          <w:rFonts w:ascii="Arial" w:hAnsi="Arial" w:cs="Arial"/>
          <w:color w:val="4E4D4D" w:themeColor="background2"/>
        </w:rPr>
        <w:t xml:space="preserve">, </w:t>
      </w:r>
      <w:r w:rsidRPr="00F4279E">
        <w:rPr>
          <w:rFonts w:ascii="Arial" w:hAnsi="Arial" w:cs="Arial"/>
          <w:color w:val="4E4D4D" w:themeColor="background2"/>
          <w:spacing w:val="22"/>
        </w:rPr>
        <w:t>con</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as</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n</w:t>
      </w:r>
      <w:r w:rsidRPr="00F4279E">
        <w:rPr>
          <w:rFonts w:ascii="Arial" w:hAnsi="Arial" w:cs="Arial"/>
          <w:color w:val="4E4D4D" w:themeColor="background2"/>
          <w:spacing w:val="-2"/>
        </w:rPr>
        <w:t>o</w:t>
      </w:r>
      <w:r w:rsidRPr="00F4279E">
        <w:rPr>
          <w:rFonts w:ascii="Arial" w:hAnsi="Arial" w:cs="Arial"/>
          <w:color w:val="4E4D4D" w:themeColor="background2"/>
          <w:spacing w:val="-1"/>
        </w:rPr>
        <w:t>r</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q</w:t>
      </w:r>
      <w:r w:rsidRPr="00F4279E">
        <w:rPr>
          <w:rFonts w:ascii="Arial" w:hAnsi="Arial" w:cs="Arial"/>
          <w:color w:val="4E4D4D" w:themeColor="background2"/>
          <w:spacing w:val="-3"/>
        </w:rPr>
        <w:t>u</w:t>
      </w:r>
      <w:r w:rsidRPr="00F4279E">
        <w:rPr>
          <w:rFonts w:ascii="Arial" w:hAnsi="Arial" w:cs="Arial"/>
          <w:color w:val="4E4D4D" w:themeColor="background2"/>
        </w:rPr>
        <w:t>e</w:t>
      </w:r>
      <w:r w:rsidRPr="00F4279E">
        <w:rPr>
          <w:rFonts w:ascii="Arial" w:hAnsi="Arial" w:cs="Arial"/>
          <w:color w:val="4E4D4D" w:themeColor="background2"/>
          <w:spacing w:val="9"/>
        </w:rPr>
        <w:t xml:space="preserve"> </w:t>
      </w:r>
      <w:r w:rsidRPr="00F4279E">
        <w:rPr>
          <w:rFonts w:ascii="Arial" w:hAnsi="Arial" w:cs="Arial"/>
          <w:color w:val="4E4D4D" w:themeColor="background2"/>
          <w:spacing w:val="2"/>
        </w:rPr>
        <w:t>l</w:t>
      </w:r>
      <w:r w:rsidRPr="00F4279E">
        <w:rPr>
          <w:rFonts w:ascii="Arial" w:hAnsi="Arial" w:cs="Arial"/>
          <w:color w:val="4E4D4D" w:themeColor="background2"/>
        </w:rPr>
        <w:t>a</w:t>
      </w:r>
      <w:r w:rsidRPr="00F4279E">
        <w:rPr>
          <w:rFonts w:ascii="Arial" w:hAnsi="Arial" w:cs="Arial"/>
          <w:color w:val="4E4D4D" w:themeColor="background2"/>
          <w:spacing w:val="5"/>
        </w:rPr>
        <w:t xml:space="preserve"> </w:t>
      </w:r>
      <w:r w:rsidRPr="00F4279E">
        <w:rPr>
          <w:rFonts w:ascii="Arial" w:hAnsi="Arial" w:cs="Arial"/>
          <w:color w:val="4E4D4D" w:themeColor="background2"/>
          <w:spacing w:val="2"/>
        </w:rPr>
        <w:t>s</w:t>
      </w:r>
      <w:r w:rsidRPr="00F4279E">
        <w:rPr>
          <w:rFonts w:ascii="Arial" w:hAnsi="Arial" w:cs="Arial"/>
          <w:color w:val="4E4D4D" w:themeColor="background2"/>
          <w:spacing w:val="-1"/>
        </w:rPr>
        <w:t>us</w:t>
      </w:r>
      <w:r w:rsidRPr="00F4279E">
        <w:rPr>
          <w:rFonts w:ascii="Arial" w:hAnsi="Arial" w:cs="Arial"/>
          <w:color w:val="4E4D4D" w:themeColor="background2"/>
          <w:spacing w:val="4"/>
        </w:rPr>
        <w:t>t</w:t>
      </w:r>
      <w:r w:rsidRPr="00F4279E">
        <w:rPr>
          <w:rFonts w:ascii="Arial" w:hAnsi="Arial" w:cs="Arial"/>
          <w:color w:val="4E4D4D" w:themeColor="background2"/>
        </w:rPr>
        <w:t>i</w:t>
      </w:r>
      <w:r w:rsidRPr="00F4279E">
        <w:rPr>
          <w:rFonts w:ascii="Arial" w:hAnsi="Arial" w:cs="Arial"/>
          <w:color w:val="4E4D4D" w:themeColor="background2"/>
          <w:spacing w:val="4"/>
        </w:rPr>
        <w:t>t</w:t>
      </w:r>
      <w:r w:rsidRPr="00F4279E">
        <w:rPr>
          <w:rFonts w:ascii="Arial" w:hAnsi="Arial" w:cs="Arial"/>
          <w:color w:val="4E4D4D" w:themeColor="background2"/>
          <w:spacing w:val="-3"/>
        </w:rPr>
        <w:t>uy</w:t>
      </w:r>
      <w:r w:rsidRPr="00F4279E">
        <w:rPr>
          <w:rFonts w:ascii="Arial" w:hAnsi="Arial" w:cs="Arial"/>
          <w:color w:val="4E4D4D" w:themeColor="background2"/>
        </w:rPr>
        <w:t>a</w:t>
      </w:r>
      <w:r w:rsidR="00C02D07">
        <w:rPr>
          <w:rFonts w:ascii="Arial" w:hAnsi="Arial" w:cs="Arial"/>
          <w:color w:val="4E4D4D" w:themeColor="background2"/>
        </w:rPr>
        <w:t>n</w:t>
      </w:r>
      <w:r w:rsidRPr="00F4279E">
        <w:rPr>
          <w:rFonts w:ascii="Arial" w:hAnsi="Arial" w:cs="Arial"/>
          <w:color w:val="4E4D4D" w:themeColor="background2"/>
          <w:spacing w:val="21"/>
        </w:rPr>
        <w:t xml:space="preserve"> </w:t>
      </w:r>
      <w:r w:rsidRPr="00F4279E">
        <w:rPr>
          <w:rFonts w:ascii="Arial" w:hAnsi="Arial" w:cs="Arial"/>
          <w:color w:val="4E4D4D" w:themeColor="background2"/>
          <w:spacing w:val="-1"/>
        </w:rPr>
        <w:t>y/</w:t>
      </w:r>
      <w:r w:rsidRPr="00F4279E">
        <w:rPr>
          <w:rFonts w:ascii="Arial" w:hAnsi="Arial" w:cs="Arial"/>
          <w:color w:val="4E4D4D" w:themeColor="background2"/>
        </w:rPr>
        <w:t>o</w:t>
      </w:r>
      <w:r w:rsidRPr="00F4279E">
        <w:rPr>
          <w:rFonts w:ascii="Arial" w:hAnsi="Arial" w:cs="Arial"/>
          <w:color w:val="4E4D4D" w:themeColor="background2"/>
          <w:spacing w:val="6"/>
        </w:rPr>
        <w:t xml:space="preserve"> </w:t>
      </w:r>
      <w:r w:rsidRPr="00F4279E">
        <w:rPr>
          <w:rFonts w:ascii="Arial" w:hAnsi="Arial" w:cs="Arial"/>
          <w:color w:val="4E4D4D" w:themeColor="background2"/>
          <w:spacing w:val="3"/>
          <w:w w:val="102"/>
        </w:rPr>
        <w:t>m</w:t>
      </w:r>
      <w:r w:rsidRPr="00F4279E">
        <w:rPr>
          <w:rFonts w:ascii="Arial" w:hAnsi="Arial" w:cs="Arial"/>
          <w:color w:val="4E4D4D" w:themeColor="background2"/>
          <w:spacing w:val="-2"/>
          <w:w w:val="102"/>
        </w:rPr>
        <w:t>o</w:t>
      </w:r>
      <w:r w:rsidRPr="00F4279E">
        <w:rPr>
          <w:rFonts w:ascii="Arial" w:hAnsi="Arial" w:cs="Arial"/>
          <w:color w:val="4E4D4D" w:themeColor="background2"/>
          <w:spacing w:val="2"/>
          <w:w w:val="101"/>
        </w:rPr>
        <w:t>d</w:t>
      </w:r>
      <w:r w:rsidRPr="00F4279E">
        <w:rPr>
          <w:rFonts w:ascii="Arial" w:hAnsi="Arial" w:cs="Arial"/>
          <w:color w:val="4E4D4D" w:themeColor="background2"/>
          <w:w w:val="102"/>
        </w:rPr>
        <w:t>i</w:t>
      </w:r>
      <w:r w:rsidRPr="00F4279E">
        <w:rPr>
          <w:rFonts w:ascii="Arial" w:hAnsi="Arial" w:cs="Arial"/>
          <w:color w:val="4E4D4D" w:themeColor="background2"/>
          <w:spacing w:val="2"/>
          <w:w w:val="102"/>
        </w:rPr>
        <w:t>f</w:t>
      </w:r>
      <w:r w:rsidRPr="00F4279E">
        <w:rPr>
          <w:rFonts w:ascii="Arial" w:hAnsi="Arial" w:cs="Arial"/>
          <w:color w:val="4E4D4D" w:themeColor="background2"/>
          <w:w w:val="102"/>
        </w:rPr>
        <w:t>i</w:t>
      </w:r>
      <w:r w:rsidRPr="00F4279E">
        <w:rPr>
          <w:rFonts w:ascii="Arial" w:hAnsi="Arial" w:cs="Arial"/>
          <w:color w:val="4E4D4D" w:themeColor="background2"/>
          <w:spacing w:val="2"/>
          <w:w w:val="102"/>
        </w:rPr>
        <w:t>q</w:t>
      </w:r>
      <w:r w:rsidRPr="00F4279E">
        <w:rPr>
          <w:rFonts w:ascii="Arial" w:hAnsi="Arial" w:cs="Arial"/>
          <w:color w:val="4E4D4D" w:themeColor="background2"/>
          <w:spacing w:val="-3"/>
          <w:w w:val="102"/>
        </w:rPr>
        <w:t>u</w:t>
      </w:r>
      <w:r w:rsidRPr="00F4279E">
        <w:rPr>
          <w:rFonts w:ascii="Arial" w:hAnsi="Arial" w:cs="Arial"/>
          <w:color w:val="4E4D4D" w:themeColor="background2"/>
          <w:spacing w:val="1"/>
          <w:w w:val="102"/>
        </w:rPr>
        <w:t>e</w:t>
      </w:r>
      <w:r w:rsidR="00C02D07">
        <w:rPr>
          <w:rFonts w:ascii="Arial" w:hAnsi="Arial" w:cs="Arial"/>
          <w:color w:val="4E4D4D" w:themeColor="background2"/>
          <w:spacing w:val="1"/>
          <w:w w:val="102"/>
        </w:rPr>
        <w:t>n</w:t>
      </w:r>
      <w:r w:rsidRPr="00F4279E">
        <w:rPr>
          <w:rFonts w:ascii="Arial" w:hAnsi="Arial" w:cs="Arial"/>
          <w:color w:val="4E4D4D" w:themeColor="background2"/>
          <w:w w:val="102"/>
        </w:rPr>
        <w:t>.</w:t>
      </w:r>
    </w:p>
    <w:p w14:paraId="5C64F09D"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p>
    <w:p w14:paraId="5C64F09E" w14:textId="77777777" w:rsidR="005036A7" w:rsidRPr="00F4279E" w:rsidRDefault="005036A7"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Todos los </w:t>
      </w:r>
      <w:r w:rsidR="008636AD" w:rsidRPr="00F4279E">
        <w:rPr>
          <w:rFonts w:ascii="Arial" w:hAnsi="Arial" w:cs="Arial"/>
          <w:color w:val="4E4D4D" w:themeColor="background2"/>
        </w:rPr>
        <w:t>oferente</w:t>
      </w:r>
      <w:r w:rsidRPr="00F4279E">
        <w:rPr>
          <w:rFonts w:ascii="Arial" w:hAnsi="Arial" w:cs="Arial"/>
          <w:color w:val="4E4D4D" w:themeColor="background2"/>
        </w:rPr>
        <w:t>s deberán solicitar a sus proveedores, la certificación de análisis de Migración de Sustancias de Empaques a los Alimentos acorde a lo establecido en la resolución 683 del 28 de marzo de 2012, los cuales deben ser presentados durante los 30 primeros días de ejecución a la Interventoría.</w:t>
      </w:r>
    </w:p>
    <w:p w14:paraId="5C64F09F" w14:textId="77777777" w:rsidR="00EB2E21" w:rsidRPr="00F4279E" w:rsidRDefault="00EB2E21" w:rsidP="001974DD">
      <w:pPr>
        <w:widowControl w:val="0"/>
        <w:autoSpaceDE w:val="0"/>
        <w:autoSpaceDN w:val="0"/>
        <w:adjustRightInd w:val="0"/>
        <w:spacing w:line="0" w:lineRule="atLeast"/>
        <w:jc w:val="both"/>
        <w:rPr>
          <w:rFonts w:ascii="Arial" w:hAnsi="Arial" w:cs="Arial"/>
          <w:color w:val="4E4D4D" w:themeColor="background2"/>
        </w:rPr>
      </w:pPr>
    </w:p>
    <w:p w14:paraId="5C64F0A0" w14:textId="77777777" w:rsidR="0009700C" w:rsidRPr="00F4279E" w:rsidRDefault="0009700C" w:rsidP="0009700C">
      <w:pPr>
        <w:pStyle w:val="BodyText28"/>
        <w:rPr>
          <w:rFonts w:cs="Arial"/>
          <w:color w:val="4E4D4D" w:themeColor="background2"/>
          <w:lang w:val="es-ES" w:eastAsia="es-ES"/>
        </w:rPr>
      </w:pPr>
      <w:r w:rsidRPr="00F4279E">
        <w:rPr>
          <w:rFonts w:cs="Arial"/>
          <w:color w:val="4E4D4D" w:themeColor="background2"/>
          <w:lang w:val="es-ES" w:eastAsia="es-ES"/>
        </w:rPr>
        <w:t xml:space="preserve">Cuando el Proveedor Logístico y/o la interventoría detecten que uno o más lotes de producto presentan alteración (empaques abiertos, alteración del producto, presencia de partículas extrañas o cualquier novedad que afectan su calidad), estos no podrán salir de la planta ni ser entregados en </w:t>
      </w:r>
      <w:r w:rsidR="004001CE" w:rsidRPr="00F4279E">
        <w:rPr>
          <w:rFonts w:cs="Arial"/>
          <w:color w:val="4E4D4D" w:themeColor="background2"/>
          <w:lang w:val="es-ES" w:eastAsia="es-ES"/>
        </w:rPr>
        <w:t>los colegios</w:t>
      </w:r>
      <w:r w:rsidRPr="00F4279E">
        <w:rPr>
          <w:rFonts w:cs="Arial"/>
          <w:color w:val="4E4D4D" w:themeColor="background2"/>
          <w:lang w:val="es-ES" w:eastAsia="es-ES"/>
        </w:rPr>
        <w:t xml:space="preserve">. El producto alterado deberá ser retirado de manera inmediata por el proveedor de alimentos de la planta de ensamble del proveedor logístico y ser reemplazado por un lote diferente. </w:t>
      </w:r>
    </w:p>
    <w:p w14:paraId="7A9CCC86" w14:textId="77777777" w:rsidR="0079021D" w:rsidRPr="00F4279E" w:rsidRDefault="0079021D" w:rsidP="001974DD">
      <w:pPr>
        <w:widowControl w:val="0"/>
        <w:autoSpaceDE w:val="0"/>
        <w:autoSpaceDN w:val="0"/>
        <w:adjustRightInd w:val="0"/>
        <w:spacing w:line="0" w:lineRule="atLeast"/>
        <w:jc w:val="both"/>
        <w:rPr>
          <w:rFonts w:ascii="Arial" w:hAnsi="Arial" w:cs="Arial"/>
          <w:color w:val="4E4D4D" w:themeColor="background2"/>
        </w:rPr>
      </w:pPr>
    </w:p>
    <w:p w14:paraId="5C64F0A2" w14:textId="0AA5B9A8" w:rsidR="00611CFE" w:rsidRPr="00407510" w:rsidRDefault="0079021D" w:rsidP="00407510">
      <w:pPr>
        <w:widowControl w:val="0"/>
        <w:autoSpaceDE w:val="0"/>
        <w:autoSpaceDN w:val="0"/>
        <w:adjustRightInd w:val="0"/>
        <w:spacing w:line="0" w:lineRule="atLeast"/>
        <w:jc w:val="both"/>
        <w:rPr>
          <w:rFonts w:ascii="Arial" w:hAnsi="Arial" w:cs="Arial"/>
          <w:b/>
          <w:color w:val="4E4D4D" w:themeColor="background2"/>
          <w:w w:val="99"/>
        </w:rPr>
      </w:pPr>
      <w:r w:rsidRPr="00407510">
        <w:rPr>
          <w:rFonts w:ascii="Arial" w:hAnsi="Arial" w:cs="Arial"/>
          <w:b/>
          <w:color w:val="4E4D4D" w:themeColor="background2"/>
          <w:spacing w:val="3"/>
        </w:rPr>
        <w:t xml:space="preserve">5.1.1 </w:t>
      </w:r>
      <w:r>
        <w:rPr>
          <w:rFonts w:ascii="Arial" w:hAnsi="Arial" w:cs="Arial"/>
          <w:b/>
          <w:color w:val="4E4D4D" w:themeColor="background2"/>
          <w:spacing w:val="3"/>
        </w:rPr>
        <w:t xml:space="preserve"> </w:t>
      </w:r>
      <w:r w:rsidR="00611CFE" w:rsidRPr="00407510">
        <w:rPr>
          <w:rFonts w:ascii="Arial" w:hAnsi="Arial" w:cs="Arial"/>
          <w:b/>
          <w:color w:val="4E4D4D" w:themeColor="background2"/>
          <w:spacing w:val="3"/>
        </w:rPr>
        <w:t>C</w:t>
      </w:r>
      <w:r w:rsidR="00611CFE" w:rsidRPr="00407510">
        <w:rPr>
          <w:rFonts w:ascii="Arial" w:hAnsi="Arial" w:cs="Arial"/>
          <w:b/>
          <w:color w:val="4E4D4D" w:themeColor="background2"/>
          <w:spacing w:val="-3"/>
        </w:rPr>
        <w:t>A</w:t>
      </w:r>
      <w:r w:rsidR="00611CFE" w:rsidRPr="00407510">
        <w:rPr>
          <w:rFonts w:ascii="Arial" w:hAnsi="Arial" w:cs="Arial"/>
          <w:b/>
          <w:color w:val="4E4D4D" w:themeColor="background2"/>
          <w:spacing w:val="3"/>
        </w:rPr>
        <w:t>R</w:t>
      </w:r>
      <w:r w:rsidR="00611CFE" w:rsidRPr="00407510">
        <w:rPr>
          <w:rFonts w:ascii="Arial" w:hAnsi="Arial" w:cs="Arial"/>
          <w:b/>
          <w:color w:val="4E4D4D" w:themeColor="background2"/>
          <w:spacing w:val="-1"/>
        </w:rPr>
        <w:t>A</w:t>
      </w:r>
      <w:r w:rsidR="00611CFE" w:rsidRPr="00407510">
        <w:rPr>
          <w:rFonts w:ascii="Arial" w:hAnsi="Arial" w:cs="Arial"/>
          <w:b/>
          <w:color w:val="4E4D4D" w:themeColor="background2"/>
          <w:spacing w:val="1"/>
        </w:rPr>
        <w:t>C</w:t>
      </w:r>
      <w:r w:rsidR="00611CFE" w:rsidRPr="00407510">
        <w:rPr>
          <w:rFonts w:ascii="Arial" w:hAnsi="Arial" w:cs="Arial"/>
          <w:b/>
          <w:color w:val="4E4D4D" w:themeColor="background2"/>
        </w:rPr>
        <w:t>T</w:t>
      </w:r>
      <w:r w:rsidR="00611CFE" w:rsidRPr="00407510">
        <w:rPr>
          <w:rFonts w:ascii="Arial" w:hAnsi="Arial" w:cs="Arial"/>
          <w:b/>
          <w:color w:val="4E4D4D" w:themeColor="background2"/>
          <w:spacing w:val="-2"/>
        </w:rPr>
        <w:t>E</w:t>
      </w:r>
      <w:r w:rsidR="00611CFE" w:rsidRPr="00407510">
        <w:rPr>
          <w:rFonts w:ascii="Arial" w:hAnsi="Arial" w:cs="Arial"/>
          <w:b/>
          <w:color w:val="4E4D4D" w:themeColor="background2"/>
          <w:spacing w:val="3"/>
        </w:rPr>
        <w:t>R</w:t>
      </w:r>
      <w:r w:rsidR="00611CFE" w:rsidRPr="00407510">
        <w:rPr>
          <w:rFonts w:ascii="Arial" w:hAnsi="Arial" w:cs="Arial"/>
          <w:b/>
          <w:color w:val="4E4D4D" w:themeColor="background2"/>
          <w:spacing w:val="-1"/>
        </w:rPr>
        <w:t>Í</w:t>
      </w:r>
      <w:r w:rsidR="00611CFE" w:rsidRPr="00407510">
        <w:rPr>
          <w:rFonts w:ascii="Arial" w:hAnsi="Arial" w:cs="Arial"/>
          <w:b/>
          <w:color w:val="4E4D4D" w:themeColor="background2"/>
          <w:spacing w:val="1"/>
        </w:rPr>
        <w:t>S</w:t>
      </w:r>
      <w:r w:rsidR="00611CFE" w:rsidRPr="00407510">
        <w:rPr>
          <w:rFonts w:ascii="Arial" w:hAnsi="Arial" w:cs="Arial"/>
          <w:b/>
          <w:color w:val="4E4D4D" w:themeColor="background2"/>
          <w:spacing w:val="2"/>
        </w:rPr>
        <w:t>T</w:t>
      </w:r>
      <w:r w:rsidR="00611CFE" w:rsidRPr="00407510">
        <w:rPr>
          <w:rFonts w:ascii="Arial" w:hAnsi="Arial" w:cs="Arial"/>
          <w:b/>
          <w:color w:val="4E4D4D" w:themeColor="background2"/>
          <w:spacing w:val="-1"/>
        </w:rPr>
        <w:t>I</w:t>
      </w:r>
      <w:r w:rsidR="00611CFE" w:rsidRPr="00407510">
        <w:rPr>
          <w:rFonts w:ascii="Arial" w:hAnsi="Arial" w:cs="Arial"/>
          <w:b/>
          <w:color w:val="4E4D4D" w:themeColor="background2"/>
          <w:spacing w:val="3"/>
        </w:rPr>
        <w:t>C</w:t>
      </w:r>
      <w:r w:rsidR="00611CFE" w:rsidRPr="00407510">
        <w:rPr>
          <w:rFonts w:ascii="Arial" w:hAnsi="Arial" w:cs="Arial"/>
          <w:b/>
          <w:color w:val="4E4D4D" w:themeColor="background2"/>
          <w:spacing w:val="-3"/>
        </w:rPr>
        <w:t>A</w:t>
      </w:r>
      <w:r w:rsidR="00611CFE" w:rsidRPr="00407510">
        <w:rPr>
          <w:rFonts w:ascii="Arial" w:hAnsi="Arial" w:cs="Arial"/>
          <w:b/>
          <w:color w:val="4E4D4D" w:themeColor="background2"/>
        </w:rPr>
        <w:t>S</w:t>
      </w:r>
      <w:r w:rsidR="00611CFE" w:rsidRPr="00407510">
        <w:rPr>
          <w:rFonts w:ascii="Arial" w:hAnsi="Arial" w:cs="Arial"/>
          <w:b/>
          <w:color w:val="4E4D4D" w:themeColor="background2"/>
          <w:spacing w:val="29"/>
        </w:rPr>
        <w:t xml:space="preserve"> </w:t>
      </w:r>
      <w:r w:rsidR="00611CFE" w:rsidRPr="00407510">
        <w:rPr>
          <w:rFonts w:ascii="Arial" w:hAnsi="Arial" w:cs="Arial"/>
          <w:b/>
          <w:color w:val="4E4D4D" w:themeColor="background2"/>
          <w:spacing w:val="-1"/>
        </w:rPr>
        <w:t>D</w:t>
      </w:r>
      <w:r w:rsidR="00611CFE" w:rsidRPr="00407510">
        <w:rPr>
          <w:rFonts w:ascii="Arial" w:hAnsi="Arial" w:cs="Arial"/>
          <w:b/>
          <w:color w:val="4E4D4D" w:themeColor="background2"/>
          <w:spacing w:val="1"/>
        </w:rPr>
        <w:t>E</w:t>
      </w:r>
      <w:r w:rsidR="00611CFE" w:rsidRPr="00407510">
        <w:rPr>
          <w:rFonts w:ascii="Arial" w:hAnsi="Arial" w:cs="Arial"/>
          <w:b/>
          <w:color w:val="4E4D4D" w:themeColor="background2"/>
        </w:rPr>
        <w:t>L</w:t>
      </w:r>
      <w:r w:rsidR="00611CFE" w:rsidRPr="00407510">
        <w:rPr>
          <w:rFonts w:ascii="Arial" w:hAnsi="Arial" w:cs="Arial"/>
          <w:b/>
          <w:color w:val="4E4D4D" w:themeColor="background2"/>
          <w:spacing w:val="8"/>
        </w:rPr>
        <w:t xml:space="preserve"> </w:t>
      </w:r>
      <w:r w:rsidR="00611CFE" w:rsidRPr="00407510">
        <w:rPr>
          <w:rFonts w:ascii="Arial" w:hAnsi="Arial" w:cs="Arial"/>
          <w:b/>
          <w:color w:val="4E4D4D" w:themeColor="background2"/>
          <w:spacing w:val="1"/>
          <w:lang w:val="es-CO"/>
        </w:rPr>
        <w:t>EMPAQUE</w:t>
      </w:r>
      <w:r w:rsidR="00611CFE" w:rsidRPr="00407510">
        <w:rPr>
          <w:rFonts w:ascii="Arial" w:hAnsi="Arial" w:cs="Arial"/>
          <w:b/>
          <w:color w:val="4E4D4D" w:themeColor="background2"/>
          <w:spacing w:val="-2"/>
        </w:rPr>
        <w:t xml:space="preserve"> </w:t>
      </w:r>
      <w:r w:rsidR="00611CFE" w:rsidRPr="00407510">
        <w:rPr>
          <w:rFonts w:ascii="Arial" w:hAnsi="Arial" w:cs="Arial"/>
          <w:b/>
          <w:color w:val="4E4D4D" w:themeColor="background2"/>
          <w:spacing w:val="-1"/>
          <w:w w:val="96"/>
        </w:rPr>
        <w:t>P</w:t>
      </w:r>
      <w:r w:rsidR="00611CFE" w:rsidRPr="00407510">
        <w:rPr>
          <w:rFonts w:ascii="Arial" w:hAnsi="Arial" w:cs="Arial"/>
          <w:b/>
          <w:color w:val="4E4D4D" w:themeColor="background2"/>
          <w:w w:val="108"/>
        </w:rPr>
        <w:t>R</w:t>
      </w:r>
      <w:r w:rsidR="00611CFE" w:rsidRPr="00407510">
        <w:rPr>
          <w:rFonts w:ascii="Arial" w:hAnsi="Arial" w:cs="Arial"/>
          <w:b/>
          <w:color w:val="4E4D4D" w:themeColor="background2"/>
          <w:spacing w:val="2"/>
          <w:w w:val="122"/>
        </w:rPr>
        <w:t>I</w:t>
      </w:r>
      <w:r w:rsidR="00611CFE" w:rsidRPr="00407510">
        <w:rPr>
          <w:rFonts w:ascii="Arial" w:hAnsi="Arial" w:cs="Arial"/>
          <w:b/>
          <w:color w:val="4E4D4D" w:themeColor="background2"/>
          <w:spacing w:val="3"/>
          <w:w w:val="102"/>
        </w:rPr>
        <w:t>M</w:t>
      </w:r>
      <w:r w:rsidR="00611CFE" w:rsidRPr="00407510">
        <w:rPr>
          <w:rFonts w:ascii="Arial" w:hAnsi="Arial" w:cs="Arial"/>
          <w:b/>
          <w:color w:val="4E4D4D" w:themeColor="background2"/>
          <w:spacing w:val="-3"/>
          <w:w w:val="98"/>
        </w:rPr>
        <w:t>A</w:t>
      </w:r>
      <w:r w:rsidR="00611CFE" w:rsidRPr="00407510">
        <w:rPr>
          <w:rFonts w:ascii="Arial" w:hAnsi="Arial" w:cs="Arial"/>
          <w:b/>
          <w:color w:val="4E4D4D" w:themeColor="background2"/>
          <w:spacing w:val="3"/>
          <w:w w:val="108"/>
        </w:rPr>
        <w:t>R</w:t>
      </w:r>
      <w:r w:rsidR="00611CFE" w:rsidRPr="00407510">
        <w:rPr>
          <w:rFonts w:ascii="Arial" w:hAnsi="Arial" w:cs="Arial"/>
          <w:b/>
          <w:color w:val="4E4D4D" w:themeColor="background2"/>
          <w:spacing w:val="-1"/>
          <w:w w:val="122"/>
        </w:rPr>
        <w:t>I</w:t>
      </w:r>
      <w:r w:rsidR="00611CFE" w:rsidRPr="00407510">
        <w:rPr>
          <w:rFonts w:ascii="Arial" w:hAnsi="Arial" w:cs="Arial"/>
          <w:b/>
          <w:color w:val="4E4D4D" w:themeColor="background2"/>
          <w:w w:val="99"/>
        </w:rPr>
        <w:t>O</w:t>
      </w:r>
    </w:p>
    <w:p w14:paraId="5C64F0A3" w14:textId="77777777" w:rsidR="00374DD9" w:rsidRPr="00F4279E" w:rsidRDefault="00374DD9" w:rsidP="001974DD">
      <w:pPr>
        <w:widowControl w:val="0"/>
        <w:autoSpaceDE w:val="0"/>
        <w:autoSpaceDN w:val="0"/>
        <w:adjustRightInd w:val="0"/>
        <w:spacing w:line="0" w:lineRule="atLeast"/>
        <w:jc w:val="both"/>
        <w:rPr>
          <w:rFonts w:ascii="Arial" w:hAnsi="Arial" w:cs="Arial"/>
          <w:color w:val="4E4D4D" w:themeColor="background2"/>
          <w:spacing w:val="2"/>
        </w:rPr>
      </w:pPr>
    </w:p>
    <w:p w14:paraId="5C64F0A4" w14:textId="77317BA2" w:rsidR="00360EEB" w:rsidRPr="00F4279E" w:rsidRDefault="00360EEB" w:rsidP="001974DD">
      <w:pPr>
        <w:widowControl w:val="0"/>
        <w:autoSpaceDE w:val="0"/>
        <w:autoSpaceDN w:val="0"/>
        <w:adjustRightInd w:val="0"/>
        <w:spacing w:line="0" w:lineRule="atLeast"/>
        <w:jc w:val="both"/>
        <w:rPr>
          <w:rFonts w:ascii="Arial" w:hAnsi="Arial" w:cs="Arial"/>
          <w:color w:val="4E4D4D" w:themeColor="background2"/>
          <w:spacing w:val="2"/>
        </w:rPr>
      </w:pPr>
      <w:r w:rsidRPr="00F4279E">
        <w:rPr>
          <w:rFonts w:ascii="Arial" w:hAnsi="Arial" w:cs="Arial"/>
          <w:color w:val="4E4D4D" w:themeColor="background2"/>
          <w:spacing w:val="2"/>
        </w:rPr>
        <w:t>El empaque primario se constituye como su nombre lo indica en la primera protección que tiene el alimento ya listo para ser consu</w:t>
      </w:r>
      <w:r w:rsidR="00374DD9" w:rsidRPr="00F4279E">
        <w:rPr>
          <w:rFonts w:ascii="Arial" w:hAnsi="Arial" w:cs="Arial"/>
          <w:color w:val="4E4D4D" w:themeColor="background2"/>
          <w:spacing w:val="2"/>
        </w:rPr>
        <w:t>m</w:t>
      </w:r>
      <w:r w:rsidRPr="00F4279E">
        <w:rPr>
          <w:rFonts w:ascii="Arial" w:hAnsi="Arial" w:cs="Arial"/>
          <w:color w:val="4E4D4D" w:themeColor="background2"/>
          <w:spacing w:val="2"/>
        </w:rPr>
        <w:t xml:space="preserve">ido. El empaque debe ser acorde con la composición fisicoquímica y naturaleza del producto, lo cual determinará las características de resistencia, </w:t>
      </w:r>
      <w:r w:rsidR="00152D1D">
        <w:rPr>
          <w:rFonts w:ascii="Arial" w:hAnsi="Arial" w:cs="Arial"/>
          <w:color w:val="4E4D4D" w:themeColor="background2"/>
          <w:spacing w:val="2"/>
        </w:rPr>
        <w:t>in</w:t>
      </w:r>
      <w:r w:rsidRPr="00F4279E">
        <w:rPr>
          <w:rFonts w:ascii="Arial" w:hAnsi="Arial" w:cs="Arial"/>
          <w:color w:val="4E4D4D" w:themeColor="background2"/>
          <w:spacing w:val="2"/>
        </w:rPr>
        <w:t xml:space="preserve">permeabilidad al oxígeno y a la humedad, el tipo de cierre deberá garantizar la integridad física del producto y su conservación dentro del empaque. </w:t>
      </w:r>
    </w:p>
    <w:p w14:paraId="5C64F0A5" w14:textId="77777777" w:rsidR="00B615A1" w:rsidRPr="00F4279E" w:rsidRDefault="00B615A1" w:rsidP="001974DD">
      <w:pPr>
        <w:widowControl w:val="0"/>
        <w:autoSpaceDE w:val="0"/>
        <w:autoSpaceDN w:val="0"/>
        <w:adjustRightInd w:val="0"/>
        <w:spacing w:line="0" w:lineRule="atLeast"/>
        <w:jc w:val="both"/>
        <w:rPr>
          <w:rFonts w:ascii="Arial" w:hAnsi="Arial" w:cs="Arial"/>
          <w:color w:val="4E4D4D" w:themeColor="background2"/>
          <w:spacing w:val="2"/>
        </w:rPr>
      </w:pPr>
    </w:p>
    <w:p w14:paraId="5C64F0A6" w14:textId="77777777" w:rsidR="00360EEB" w:rsidRPr="00F4279E" w:rsidRDefault="00360EEB" w:rsidP="001974DD">
      <w:pPr>
        <w:widowControl w:val="0"/>
        <w:autoSpaceDE w:val="0"/>
        <w:autoSpaceDN w:val="0"/>
        <w:adjustRightInd w:val="0"/>
        <w:spacing w:line="0" w:lineRule="atLeast"/>
        <w:jc w:val="both"/>
        <w:rPr>
          <w:rFonts w:ascii="Arial" w:hAnsi="Arial" w:cs="Arial"/>
          <w:color w:val="4E4D4D" w:themeColor="background2"/>
          <w:spacing w:val="2"/>
        </w:rPr>
      </w:pPr>
      <w:r w:rsidRPr="00F4279E">
        <w:rPr>
          <w:rFonts w:ascii="Arial" w:hAnsi="Arial" w:cs="Arial"/>
          <w:color w:val="4E4D4D" w:themeColor="background2"/>
          <w:spacing w:val="2"/>
        </w:rPr>
        <w:t>El oferente debe garantizar con el empaque y manejo de los alimentos la integridad física del produc</w:t>
      </w:r>
      <w:r w:rsidR="00B21F04" w:rsidRPr="00F4279E">
        <w:rPr>
          <w:rFonts w:ascii="Arial" w:hAnsi="Arial" w:cs="Arial"/>
          <w:color w:val="4E4D4D" w:themeColor="background2"/>
          <w:spacing w:val="2"/>
        </w:rPr>
        <w:t>to hasta la entrega</w:t>
      </w:r>
      <w:r w:rsidR="00374DD9" w:rsidRPr="00F4279E">
        <w:rPr>
          <w:rFonts w:ascii="Arial" w:hAnsi="Arial" w:cs="Arial"/>
          <w:color w:val="4E4D4D" w:themeColor="background2"/>
          <w:spacing w:val="2"/>
        </w:rPr>
        <w:t xml:space="preserve"> </w:t>
      </w:r>
      <w:r w:rsidR="00A6373C" w:rsidRPr="00F4279E">
        <w:rPr>
          <w:rFonts w:ascii="Arial" w:hAnsi="Arial" w:cs="Arial"/>
          <w:color w:val="4E4D4D" w:themeColor="background2"/>
          <w:spacing w:val="1"/>
        </w:rPr>
        <w:t xml:space="preserve">al </w:t>
      </w:r>
      <w:r w:rsidR="00772E12" w:rsidRPr="00F4279E">
        <w:rPr>
          <w:rFonts w:ascii="Arial" w:hAnsi="Arial" w:cs="Arial"/>
          <w:color w:val="4E4D4D" w:themeColor="background2"/>
          <w:spacing w:val="1"/>
        </w:rPr>
        <w:t>proveedor</w:t>
      </w:r>
      <w:r w:rsidR="00A6373C" w:rsidRPr="00F4279E">
        <w:rPr>
          <w:rFonts w:ascii="Arial" w:hAnsi="Arial" w:cs="Arial"/>
          <w:color w:val="4E4D4D" w:themeColor="background2"/>
          <w:spacing w:val="1"/>
        </w:rPr>
        <w:t xml:space="preserve"> logístico</w:t>
      </w:r>
      <w:r w:rsidR="00374DD9" w:rsidRPr="00F4279E">
        <w:rPr>
          <w:rFonts w:ascii="Arial" w:hAnsi="Arial" w:cs="Arial"/>
          <w:color w:val="4E4D4D" w:themeColor="background2"/>
          <w:spacing w:val="2"/>
        </w:rPr>
        <w:t xml:space="preserve">. Los empaques ofertados deben cumplir con la reglamentación sanitaria vigente especialmente con la Resolución 683 de marzo de 2012. </w:t>
      </w:r>
    </w:p>
    <w:p w14:paraId="5C64F0A7" w14:textId="77777777" w:rsidR="00611CFE" w:rsidRPr="00F4279E" w:rsidRDefault="00611CFE" w:rsidP="001974DD">
      <w:pPr>
        <w:widowControl w:val="0"/>
        <w:autoSpaceDE w:val="0"/>
        <w:autoSpaceDN w:val="0"/>
        <w:adjustRightInd w:val="0"/>
        <w:spacing w:line="0" w:lineRule="atLeast"/>
        <w:jc w:val="both"/>
        <w:rPr>
          <w:rFonts w:ascii="Arial" w:hAnsi="Arial" w:cs="Arial"/>
          <w:color w:val="4E4D4D" w:themeColor="background2"/>
        </w:rPr>
      </w:pPr>
    </w:p>
    <w:p w14:paraId="5C64F0A8" w14:textId="77777777" w:rsidR="00611CFE" w:rsidRPr="00F4279E" w:rsidRDefault="00611CFE" w:rsidP="001974DD">
      <w:pPr>
        <w:widowControl w:val="0"/>
        <w:autoSpaceDE w:val="0"/>
        <w:autoSpaceDN w:val="0"/>
        <w:adjustRightInd w:val="0"/>
        <w:spacing w:line="0" w:lineRule="atLeast"/>
        <w:jc w:val="both"/>
        <w:rPr>
          <w:rFonts w:ascii="Arial" w:hAnsi="Arial" w:cs="Arial"/>
          <w:color w:val="4E4D4D" w:themeColor="background2"/>
          <w:w w:val="102"/>
        </w:rPr>
      </w:pPr>
      <w:r w:rsidRPr="00F4279E">
        <w:rPr>
          <w:rFonts w:ascii="Arial" w:hAnsi="Arial" w:cs="Arial"/>
          <w:color w:val="4E4D4D" w:themeColor="background2"/>
          <w:spacing w:val="-1"/>
        </w:rPr>
        <w:t>L</w:t>
      </w:r>
      <w:r w:rsidRPr="00F4279E">
        <w:rPr>
          <w:rFonts w:ascii="Arial" w:hAnsi="Arial" w:cs="Arial"/>
          <w:color w:val="4E4D4D" w:themeColor="background2"/>
          <w:spacing w:val="2"/>
        </w:rPr>
        <w:t>a</w:t>
      </w:r>
      <w:r w:rsidRPr="00F4279E">
        <w:rPr>
          <w:rFonts w:ascii="Arial" w:hAnsi="Arial" w:cs="Arial"/>
          <w:color w:val="4E4D4D" w:themeColor="background2"/>
        </w:rPr>
        <w:t>s</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s</w:t>
      </w:r>
      <w:r w:rsidRPr="00F4279E">
        <w:rPr>
          <w:rFonts w:ascii="Arial" w:hAnsi="Arial" w:cs="Arial"/>
          <w:color w:val="4E4D4D" w:themeColor="background2"/>
          <w:spacing w:val="2"/>
        </w:rPr>
        <w:t>p</w:t>
      </w:r>
      <w:r w:rsidRPr="00F4279E">
        <w:rPr>
          <w:rFonts w:ascii="Arial" w:hAnsi="Arial" w:cs="Arial"/>
          <w:color w:val="4E4D4D" w:themeColor="background2"/>
          <w:spacing w:val="1"/>
        </w:rPr>
        <w:t>e</w:t>
      </w:r>
      <w:r w:rsidRPr="00F4279E">
        <w:rPr>
          <w:rFonts w:ascii="Arial" w:hAnsi="Arial" w:cs="Arial"/>
          <w:color w:val="4E4D4D" w:themeColor="background2"/>
          <w:spacing w:val="-1"/>
        </w:rPr>
        <w:t>c</w:t>
      </w:r>
      <w:r w:rsidRPr="00F4279E">
        <w:rPr>
          <w:rFonts w:ascii="Arial" w:hAnsi="Arial" w:cs="Arial"/>
          <w:color w:val="4E4D4D" w:themeColor="background2"/>
          <w:spacing w:val="2"/>
        </w:rPr>
        <w:t>i</w:t>
      </w:r>
      <w:r w:rsidRPr="00F4279E">
        <w:rPr>
          <w:rFonts w:ascii="Arial" w:hAnsi="Arial" w:cs="Arial"/>
          <w:color w:val="4E4D4D" w:themeColor="background2"/>
          <w:spacing w:val="-1"/>
        </w:rPr>
        <w:t>f</w:t>
      </w:r>
      <w:r w:rsidRPr="00F4279E">
        <w:rPr>
          <w:rFonts w:ascii="Arial" w:hAnsi="Arial" w:cs="Arial"/>
          <w:color w:val="4E4D4D" w:themeColor="background2"/>
        </w:rPr>
        <w:t>i</w:t>
      </w:r>
      <w:r w:rsidRPr="00F4279E">
        <w:rPr>
          <w:rFonts w:ascii="Arial" w:hAnsi="Arial" w:cs="Arial"/>
          <w:color w:val="4E4D4D" w:themeColor="background2"/>
          <w:spacing w:val="-1"/>
        </w:rPr>
        <w:t>c</w:t>
      </w:r>
      <w:r w:rsidRPr="00F4279E">
        <w:rPr>
          <w:rFonts w:ascii="Arial" w:hAnsi="Arial" w:cs="Arial"/>
          <w:color w:val="4E4D4D" w:themeColor="background2"/>
          <w:spacing w:val="4"/>
        </w:rPr>
        <w:t>a</w:t>
      </w:r>
      <w:r w:rsidRPr="00F4279E">
        <w:rPr>
          <w:rFonts w:ascii="Arial" w:hAnsi="Arial" w:cs="Arial"/>
          <w:color w:val="4E4D4D" w:themeColor="background2"/>
          <w:spacing w:val="-3"/>
        </w:rPr>
        <w:t>c</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1"/>
        </w:rPr>
        <w:t>n</w:t>
      </w:r>
      <w:r w:rsidRPr="00F4279E">
        <w:rPr>
          <w:rFonts w:ascii="Arial" w:hAnsi="Arial" w:cs="Arial"/>
          <w:color w:val="4E4D4D" w:themeColor="background2"/>
          <w:spacing w:val="1"/>
        </w:rPr>
        <w:t>e</w:t>
      </w:r>
      <w:r w:rsidRPr="00F4279E">
        <w:rPr>
          <w:rFonts w:ascii="Arial" w:hAnsi="Arial" w:cs="Arial"/>
          <w:color w:val="4E4D4D" w:themeColor="background2"/>
        </w:rPr>
        <w:t>s p</w:t>
      </w:r>
      <w:r w:rsidRPr="00F4279E">
        <w:rPr>
          <w:rFonts w:ascii="Arial" w:hAnsi="Arial" w:cs="Arial"/>
          <w:color w:val="4E4D4D" w:themeColor="background2"/>
          <w:spacing w:val="2"/>
        </w:rPr>
        <w:t>ar</w:t>
      </w:r>
      <w:r w:rsidRPr="00F4279E">
        <w:rPr>
          <w:rFonts w:ascii="Arial" w:hAnsi="Arial" w:cs="Arial"/>
          <w:color w:val="4E4D4D" w:themeColor="background2"/>
        </w:rPr>
        <w:t>a</w:t>
      </w:r>
      <w:r w:rsidRPr="00F4279E">
        <w:rPr>
          <w:rFonts w:ascii="Arial" w:hAnsi="Arial" w:cs="Arial"/>
          <w:color w:val="4E4D4D" w:themeColor="background2"/>
          <w:spacing w:val="35"/>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1"/>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q</w:t>
      </w:r>
      <w:r w:rsidRPr="00F4279E">
        <w:rPr>
          <w:rFonts w:ascii="Arial" w:hAnsi="Arial" w:cs="Arial"/>
          <w:color w:val="4E4D4D" w:themeColor="background2"/>
        </w:rPr>
        <w:t>ue</w:t>
      </w:r>
      <w:r w:rsidRPr="00F4279E">
        <w:rPr>
          <w:rFonts w:ascii="Arial" w:hAnsi="Arial" w:cs="Arial"/>
          <w:color w:val="4E4D4D" w:themeColor="background2"/>
          <w:spacing w:val="47"/>
        </w:rPr>
        <w:t xml:space="preserve"> </w:t>
      </w:r>
      <w:r w:rsidRPr="00F4279E">
        <w:rPr>
          <w:rFonts w:ascii="Arial" w:hAnsi="Arial" w:cs="Arial"/>
          <w:color w:val="4E4D4D" w:themeColor="background2"/>
        </w:rPr>
        <w:t>p</w:t>
      </w:r>
      <w:r w:rsidRPr="00F4279E">
        <w:rPr>
          <w:rFonts w:ascii="Arial" w:hAnsi="Arial" w:cs="Arial"/>
          <w:color w:val="4E4D4D" w:themeColor="background2"/>
          <w:spacing w:val="2"/>
        </w:rPr>
        <w:t>r</w:t>
      </w:r>
      <w:r w:rsidRPr="00F4279E">
        <w:rPr>
          <w:rFonts w:ascii="Arial" w:hAnsi="Arial" w:cs="Arial"/>
          <w:color w:val="4E4D4D" w:themeColor="background2"/>
        </w:rPr>
        <w:t>i</w:t>
      </w:r>
      <w:r w:rsidRPr="00F4279E">
        <w:rPr>
          <w:rFonts w:ascii="Arial" w:hAnsi="Arial" w:cs="Arial"/>
          <w:color w:val="4E4D4D" w:themeColor="background2"/>
          <w:spacing w:val="1"/>
        </w:rPr>
        <w:t>m</w:t>
      </w:r>
      <w:r w:rsidRPr="00F4279E">
        <w:rPr>
          <w:rFonts w:ascii="Arial" w:hAnsi="Arial" w:cs="Arial"/>
          <w:color w:val="4E4D4D" w:themeColor="background2"/>
          <w:spacing w:val="2"/>
        </w:rPr>
        <w:t>a</w:t>
      </w:r>
      <w:r w:rsidRPr="00F4279E">
        <w:rPr>
          <w:rFonts w:ascii="Arial" w:hAnsi="Arial" w:cs="Arial"/>
          <w:color w:val="4E4D4D" w:themeColor="background2"/>
          <w:spacing w:val="-1"/>
        </w:rPr>
        <w:t>r</w:t>
      </w:r>
      <w:r w:rsidRPr="00F4279E">
        <w:rPr>
          <w:rFonts w:ascii="Arial" w:hAnsi="Arial" w:cs="Arial"/>
          <w:color w:val="4E4D4D" w:themeColor="background2"/>
          <w:spacing w:val="2"/>
        </w:rPr>
        <w:t>i</w:t>
      </w:r>
      <w:r w:rsidRPr="00F4279E">
        <w:rPr>
          <w:rFonts w:ascii="Arial" w:hAnsi="Arial" w:cs="Arial"/>
          <w:color w:val="4E4D4D" w:themeColor="background2"/>
        </w:rPr>
        <w:t>o</w:t>
      </w:r>
      <w:r w:rsidRPr="00F4279E">
        <w:rPr>
          <w:rFonts w:ascii="Arial" w:hAnsi="Arial" w:cs="Arial"/>
          <w:color w:val="4E4D4D" w:themeColor="background2"/>
          <w:spacing w:val="42"/>
        </w:rPr>
        <w:t xml:space="preserve"> </w:t>
      </w:r>
      <w:r w:rsidRPr="00F4279E">
        <w:rPr>
          <w:rFonts w:ascii="Arial" w:hAnsi="Arial" w:cs="Arial"/>
          <w:color w:val="4E4D4D" w:themeColor="background2"/>
          <w:spacing w:val="2"/>
        </w:rPr>
        <w:t>d</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3"/>
        </w:rPr>
        <w:t xml:space="preserve"> </w:t>
      </w:r>
      <w:r w:rsidR="00B615A1" w:rsidRPr="00F4279E">
        <w:rPr>
          <w:rFonts w:ascii="Arial" w:hAnsi="Arial" w:cs="Arial"/>
          <w:color w:val="4E4D4D" w:themeColor="background2"/>
          <w:spacing w:val="-1"/>
        </w:rPr>
        <w:t>c</w:t>
      </w:r>
      <w:r w:rsidR="00B615A1" w:rsidRPr="00F4279E">
        <w:rPr>
          <w:rFonts w:ascii="Arial" w:hAnsi="Arial" w:cs="Arial"/>
          <w:color w:val="4E4D4D" w:themeColor="background2"/>
        </w:rPr>
        <w:t>o</w:t>
      </w:r>
      <w:r w:rsidR="00B615A1" w:rsidRPr="00F4279E">
        <w:rPr>
          <w:rFonts w:ascii="Arial" w:hAnsi="Arial" w:cs="Arial"/>
          <w:color w:val="4E4D4D" w:themeColor="background2"/>
          <w:spacing w:val="1"/>
        </w:rPr>
        <w:t>m</w:t>
      </w:r>
      <w:r w:rsidR="00B615A1" w:rsidRPr="00F4279E">
        <w:rPr>
          <w:rFonts w:ascii="Arial" w:hAnsi="Arial" w:cs="Arial"/>
          <w:color w:val="4E4D4D" w:themeColor="background2"/>
        </w:rPr>
        <w:t>p</w:t>
      </w:r>
      <w:r w:rsidR="00B615A1" w:rsidRPr="00F4279E">
        <w:rPr>
          <w:rFonts w:ascii="Arial" w:hAnsi="Arial" w:cs="Arial"/>
          <w:color w:val="4E4D4D" w:themeColor="background2"/>
          <w:spacing w:val="3"/>
        </w:rPr>
        <w:t>o</w:t>
      </w:r>
      <w:r w:rsidR="00B615A1" w:rsidRPr="00F4279E">
        <w:rPr>
          <w:rFonts w:ascii="Arial" w:hAnsi="Arial" w:cs="Arial"/>
          <w:color w:val="4E4D4D" w:themeColor="background2"/>
          <w:spacing w:val="-1"/>
        </w:rPr>
        <w:t>n</w:t>
      </w:r>
      <w:r w:rsidR="00B615A1" w:rsidRPr="00F4279E">
        <w:rPr>
          <w:rFonts w:ascii="Arial" w:hAnsi="Arial" w:cs="Arial"/>
          <w:color w:val="4E4D4D" w:themeColor="background2"/>
          <w:spacing w:val="1"/>
        </w:rPr>
        <w:t>e</w:t>
      </w:r>
      <w:r w:rsidR="00B615A1" w:rsidRPr="00F4279E">
        <w:rPr>
          <w:rFonts w:ascii="Arial" w:hAnsi="Arial" w:cs="Arial"/>
          <w:color w:val="4E4D4D" w:themeColor="background2"/>
          <w:spacing w:val="-1"/>
        </w:rPr>
        <w:t>n</w:t>
      </w:r>
      <w:r w:rsidR="00B615A1" w:rsidRPr="00F4279E">
        <w:rPr>
          <w:rFonts w:ascii="Arial" w:hAnsi="Arial" w:cs="Arial"/>
          <w:color w:val="4E4D4D" w:themeColor="background2"/>
          <w:spacing w:val="4"/>
        </w:rPr>
        <w:t>t</w:t>
      </w:r>
      <w:r w:rsidR="00B615A1" w:rsidRPr="00F4279E">
        <w:rPr>
          <w:rFonts w:ascii="Arial" w:hAnsi="Arial" w:cs="Arial"/>
          <w:color w:val="4E4D4D" w:themeColor="background2"/>
        </w:rPr>
        <w:t>e bebida</w:t>
      </w:r>
      <w:r w:rsidRPr="00F4279E">
        <w:rPr>
          <w:rFonts w:ascii="Arial" w:hAnsi="Arial" w:cs="Arial"/>
          <w:color w:val="4E4D4D" w:themeColor="background2"/>
          <w:spacing w:val="40"/>
        </w:rPr>
        <w:t xml:space="preserve"> </w:t>
      </w:r>
      <w:r w:rsidRPr="00F4279E">
        <w:rPr>
          <w:rFonts w:ascii="Arial" w:hAnsi="Arial" w:cs="Arial"/>
          <w:color w:val="4E4D4D" w:themeColor="background2"/>
          <w:spacing w:val="-1"/>
        </w:rPr>
        <w:t>s</w:t>
      </w:r>
      <w:r w:rsidRPr="00F4279E">
        <w:rPr>
          <w:rFonts w:ascii="Arial" w:hAnsi="Arial" w:cs="Arial"/>
          <w:color w:val="4E4D4D" w:themeColor="background2"/>
        </w:rPr>
        <w:t>e</w:t>
      </w:r>
      <w:r w:rsidRPr="00F4279E">
        <w:rPr>
          <w:rFonts w:ascii="Arial" w:hAnsi="Arial" w:cs="Arial"/>
          <w:color w:val="4E4D4D" w:themeColor="background2"/>
          <w:spacing w:val="32"/>
        </w:rPr>
        <w:t xml:space="preserve"> </w:t>
      </w:r>
      <w:r w:rsidRPr="00F4279E">
        <w:rPr>
          <w:rFonts w:ascii="Arial" w:hAnsi="Arial" w:cs="Arial"/>
          <w:color w:val="4E4D4D" w:themeColor="background2"/>
          <w:spacing w:val="2"/>
          <w:w w:val="101"/>
        </w:rPr>
        <w:t>d</w:t>
      </w:r>
      <w:r w:rsidRPr="00F4279E">
        <w:rPr>
          <w:rFonts w:ascii="Arial" w:hAnsi="Arial" w:cs="Arial"/>
          <w:color w:val="4E4D4D" w:themeColor="background2"/>
          <w:spacing w:val="1"/>
          <w:w w:val="102"/>
        </w:rPr>
        <w:t>e</w:t>
      </w:r>
      <w:r w:rsidRPr="00F4279E">
        <w:rPr>
          <w:rFonts w:ascii="Arial" w:hAnsi="Arial" w:cs="Arial"/>
          <w:color w:val="4E4D4D" w:themeColor="background2"/>
          <w:spacing w:val="4"/>
          <w:w w:val="102"/>
        </w:rPr>
        <w:t>t</w:t>
      </w:r>
      <w:r w:rsidRPr="00F4279E">
        <w:rPr>
          <w:rFonts w:ascii="Arial" w:hAnsi="Arial" w:cs="Arial"/>
          <w:color w:val="4E4D4D" w:themeColor="background2"/>
          <w:spacing w:val="-1"/>
          <w:w w:val="102"/>
        </w:rPr>
        <w:t>e</w:t>
      </w:r>
      <w:r w:rsidRPr="00F4279E">
        <w:rPr>
          <w:rFonts w:ascii="Arial" w:hAnsi="Arial" w:cs="Arial"/>
          <w:color w:val="4E4D4D" w:themeColor="background2"/>
          <w:spacing w:val="2"/>
          <w:w w:val="102"/>
        </w:rPr>
        <w:t>r</w:t>
      </w:r>
      <w:r w:rsidRPr="00F4279E">
        <w:rPr>
          <w:rFonts w:ascii="Arial" w:hAnsi="Arial" w:cs="Arial"/>
          <w:color w:val="4E4D4D" w:themeColor="background2"/>
          <w:spacing w:val="1"/>
          <w:w w:val="102"/>
        </w:rPr>
        <w:t>m</w:t>
      </w:r>
      <w:r w:rsidRPr="00F4279E">
        <w:rPr>
          <w:rFonts w:ascii="Arial" w:hAnsi="Arial" w:cs="Arial"/>
          <w:color w:val="4E4D4D" w:themeColor="background2"/>
          <w:w w:val="102"/>
        </w:rPr>
        <w:t>i</w:t>
      </w:r>
      <w:r w:rsidRPr="00F4279E">
        <w:rPr>
          <w:rFonts w:ascii="Arial" w:hAnsi="Arial" w:cs="Arial"/>
          <w:color w:val="4E4D4D" w:themeColor="background2"/>
          <w:spacing w:val="-1"/>
          <w:w w:val="102"/>
        </w:rPr>
        <w:t>n</w:t>
      </w:r>
      <w:r w:rsidRPr="00F4279E">
        <w:rPr>
          <w:rFonts w:ascii="Arial" w:hAnsi="Arial" w:cs="Arial"/>
          <w:color w:val="4E4D4D" w:themeColor="background2"/>
          <w:w w:val="102"/>
        </w:rPr>
        <w:t xml:space="preserve">an </w:t>
      </w:r>
      <w:r w:rsidRPr="00F4279E">
        <w:rPr>
          <w:rFonts w:ascii="Arial" w:hAnsi="Arial" w:cs="Arial"/>
          <w:color w:val="4E4D4D" w:themeColor="background2"/>
          <w:spacing w:val="-1"/>
        </w:rPr>
        <w:t>s</w:t>
      </w:r>
      <w:r w:rsidRPr="00F4279E">
        <w:rPr>
          <w:rFonts w:ascii="Arial" w:hAnsi="Arial" w:cs="Arial"/>
          <w:color w:val="4E4D4D" w:themeColor="background2"/>
          <w:spacing w:val="1"/>
        </w:rPr>
        <w:t>e</w:t>
      </w:r>
      <w:r w:rsidRPr="00F4279E">
        <w:rPr>
          <w:rFonts w:ascii="Arial" w:hAnsi="Arial" w:cs="Arial"/>
          <w:color w:val="4E4D4D" w:themeColor="background2"/>
          <w:spacing w:val="2"/>
        </w:rPr>
        <w:t>g</w:t>
      </w:r>
      <w:r w:rsidRPr="00F4279E">
        <w:rPr>
          <w:rFonts w:ascii="Arial" w:hAnsi="Arial" w:cs="Arial"/>
          <w:color w:val="4E4D4D" w:themeColor="background2"/>
        </w:rPr>
        <w:t>ún</w:t>
      </w:r>
      <w:r w:rsidRPr="00F4279E">
        <w:rPr>
          <w:rFonts w:ascii="Arial" w:hAnsi="Arial" w:cs="Arial"/>
          <w:color w:val="4E4D4D" w:themeColor="background2"/>
          <w:spacing w:val="11"/>
        </w:rPr>
        <w:t xml:space="preserve"> </w:t>
      </w:r>
      <w:r w:rsidRPr="00F4279E">
        <w:rPr>
          <w:rFonts w:ascii="Arial" w:hAnsi="Arial" w:cs="Arial"/>
          <w:color w:val="4E4D4D" w:themeColor="background2"/>
          <w:spacing w:val="1"/>
        </w:rPr>
        <w:t>e</w:t>
      </w:r>
      <w:r w:rsidRPr="00F4279E">
        <w:rPr>
          <w:rFonts w:ascii="Arial" w:hAnsi="Arial" w:cs="Arial"/>
          <w:color w:val="4E4D4D" w:themeColor="background2"/>
        </w:rPr>
        <w:t>l</w:t>
      </w:r>
      <w:r w:rsidRPr="00F4279E">
        <w:rPr>
          <w:rFonts w:ascii="Arial" w:hAnsi="Arial" w:cs="Arial"/>
          <w:color w:val="4E4D4D" w:themeColor="background2"/>
          <w:spacing w:val="3"/>
        </w:rPr>
        <w:t xml:space="preserve"> </w:t>
      </w:r>
      <w:r w:rsidRPr="00F4279E">
        <w:rPr>
          <w:rFonts w:ascii="Arial" w:hAnsi="Arial" w:cs="Arial"/>
          <w:color w:val="4E4D4D" w:themeColor="background2"/>
          <w:spacing w:val="6"/>
        </w:rPr>
        <w:t>t</w:t>
      </w:r>
      <w:r w:rsidRPr="00F4279E">
        <w:rPr>
          <w:rFonts w:ascii="Arial" w:hAnsi="Arial" w:cs="Arial"/>
          <w:color w:val="4E4D4D" w:themeColor="background2"/>
        </w:rPr>
        <w:t>i</w:t>
      </w:r>
      <w:r w:rsidRPr="00F4279E">
        <w:rPr>
          <w:rFonts w:ascii="Arial" w:hAnsi="Arial" w:cs="Arial"/>
          <w:color w:val="4E4D4D" w:themeColor="background2"/>
          <w:spacing w:val="2"/>
        </w:rPr>
        <w:t>p</w:t>
      </w:r>
      <w:r w:rsidRPr="00F4279E">
        <w:rPr>
          <w:rFonts w:ascii="Arial" w:hAnsi="Arial" w:cs="Arial"/>
          <w:color w:val="4E4D4D" w:themeColor="background2"/>
        </w:rPr>
        <w:t>o</w:t>
      </w:r>
      <w:r w:rsidRPr="00F4279E">
        <w:rPr>
          <w:rFonts w:ascii="Arial" w:hAnsi="Arial" w:cs="Arial"/>
          <w:color w:val="4E4D4D" w:themeColor="background2"/>
          <w:spacing w:val="8"/>
        </w:rPr>
        <w:t xml:space="preserve"> </w:t>
      </w:r>
      <w:r w:rsidRPr="00F4279E">
        <w:rPr>
          <w:rFonts w:ascii="Arial" w:hAnsi="Arial" w:cs="Arial"/>
          <w:color w:val="4E4D4D" w:themeColor="background2"/>
          <w:spacing w:val="-1"/>
        </w:rPr>
        <w:t>d</w:t>
      </w:r>
      <w:r w:rsidRPr="00F4279E">
        <w:rPr>
          <w:rFonts w:ascii="Arial" w:hAnsi="Arial" w:cs="Arial"/>
          <w:color w:val="4E4D4D" w:themeColor="background2"/>
        </w:rPr>
        <w:t>e</w:t>
      </w:r>
      <w:r w:rsidRPr="00F4279E">
        <w:rPr>
          <w:rFonts w:ascii="Arial" w:hAnsi="Arial" w:cs="Arial"/>
          <w:color w:val="4E4D4D" w:themeColor="background2"/>
          <w:spacing w:val="6"/>
        </w:rPr>
        <w:t xml:space="preserve"> </w:t>
      </w:r>
      <w:r w:rsidRPr="00F4279E">
        <w:rPr>
          <w:rFonts w:ascii="Arial" w:hAnsi="Arial" w:cs="Arial"/>
          <w:color w:val="4E4D4D" w:themeColor="background2"/>
          <w:spacing w:val="2"/>
        </w:rPr>
        <w:t>b</w:t>
      </w:r>
      <w:r w:rsidRPr="00F4279E">
        <w:rPr>
          <w:rFonts w:ascii="Arial" w:hAnsi="Arial" w:cs="Arial"/>
          <w:color w:val="4E4D4D" w:themeColor="background2"/>
          <w:spacing w:val="-1"/>
        </w:rPr>
        <w:t>e</w:t>
      </w:r>
      <w:r w:rsidRPr="00F4279E">
        <w:rPr>
          <w:rFonts w:ascii="Arial" w:hAnsi="Arial" w:cs="Arial"/>
          <w:color w:val="4E4D4D" w:themeColor="background2"/>
          <w:spacing w:val="2"/>
        </w:rPr>
        <w:t>b</w:t>
      </w:r>
      <w:r w:rsidRPr="00F4279E">
        <w:rPr>
          <w:rFonts w:ascii="Arial" w:hAnsi="Arial" w:cs="Arial"/>
          <w:color w:val="4E4D4D" w:themeColor="background2"/>
        </w:rPr>
        <w:t>i</w:t>
      </w:r>
      <w:r w:rsidRPr="00F4279E">
        <w:rPr>
          <w:rFonts w:ascii="Arial" w:hAnsi="Arial" w:cs="Arial"/>
          <w:color w:val="4E4D4D" w:themeColor="background2"/>
          <w:spacing w:val="2"/>
        </w:rPr>
        <w:t>d</w:t>
      </w:r>
      <w:r w:rsidRPr="00F4279E">
        <w:rPr>
          <w:rFonts w:ascii="Arial" w:hAnsi="Arial" w:cs="Arial"/>
          <w:color w:val="4E4D4D" w:themeColor="background2"/>
        </w:rPr>
        <w:t>a</w:t>
      </w:r>
      <w:r w:rsidRPr="00F4279E">
        <w:rPr>
          <w:rFonts w:ascii="Arial" w:hAnsi="Arial" w:cs="Arial"/>
          <w:color w:val="4E4D4D" w:themeColor="background2"/>
          <w:spacing w:val="12"/>
        </w:rPr>
        <w:t xml:space="preserve"> </w:t>
      </w:r>
      <w:r w:rsidRPr="00F4279E">
        <w:rPr>
          <w:rFonts w:ascii="Arial" w:hAnsi="Arial" w:cs="Arial"/>
          <w:color w:val="4E4D4D" w:themeColor="background2"/>
        </w:rPr>
        <w:t>y</w:t>
      </w:r>
      <w:r w:rsidRPr="00F4279E">
        <w:rPr>
          <w:rFonts w:ascii="Arial" w:hAnsi="Arial" w:cs="Arial"/>
          <w:color w:val="4E4D4D" w:themeColor="background2"/>
          <w:spacing w:val="2"/>
        </w:rPr>
        <w:t xml:space="preserve"> </w:t>
      </w:r>
      <w:r w:rsidRPr="00F4279E">
        <w:rPr>
          <w:rFonts w:ascii="Arial" w:hAnsi="Arial" w:cs="Arial"/>
          <w:color w:val="4E4D4D" w:themeColor="background2"/>
          <w:spacing w:val="-1"/>
        </w:rPr>
        <w:t>e</w:t>
      </w:r>
      <w:r w:rsidRPr="00F4279E">
        <w:rPr>
          <w:rFonts w:ascii="Arial" w:hAnsi="Arial" w:cs="Arial"/>
          <w:color w:val="4E4D4D" w:themeColor="background2"/>
          <w:spacing w:val="1"/>
        </w:rPr>
        <w:t>m</w:t>
      </w:r>
      <w:r w:rsidRPr="00F4279E">
        <w:rPr>
          <w:rFonts w:ascii="Arial" w:hAnsi="Arial" w:cs="Arial"/>
          <w:color w:val="4E4D4D" w:themeColor="background2"/>
          <w:spacing w:val="2"/>
        </w:rPr>
        <w:t>p</w:t>
      </w:r>
      <w:r w:rsidRPr="00F4279E">
        <w:rPr>
          <w:rFonts w:ascii="Arial" w:hAnsi="Arial" w:cs="Arial"/>
          <w:color w:val="4E4D4D" w:themeColor="background2"/>
        </w:rPr>
        <w:t>a</w:t>
      </w:r>
      <w:r w:rsidRPr="00F4279E">
        <w:rPr>
          <w:rFonts w:ascii="Arial" w:hAnsi="Arial" w:cs="Arial"/>
          <w:color w:val="4E4D4D" w:themeColor="background2"/>
          <w:spacing w:val="2"/>
        </w:rPr>
        <w:t>q</w:t>
      </w:r>
      <w:r w:rsidRPr="00F4279E">
        <w:rPr>
          <w:rFonts w:ascii="Arial" w:hAnsi="Arial" w:cs="Arial"/>
          <w:color w:val="4E4D4D" w:themeColor="background2"/>
        </w:rPr>
        <w:t>ue</w:t>
      </w:r>
      <w:r w:rsidRPr="00F4279E">
        <w:rPr>
          <w:rFonts w:ascii="Arial" w:hAnsi="Arial" w:cs="Arial"/>
          <w:color w:val="4E4D4D" w:themeColor="background2"/>
          <w:spacing w:val="21"/>
        </w:rPr>
        <w:t xml:space="preserve"> </w:t>
      </w:r>
      <w:r w:rsidRPr="00F4279E">
        <w:rPr>
          <w:rFonts w:ascii="Arial" w:hAnsi="Arial" w:cs="Arial"/>
          <w:color w:val="4E4D4D" w:themeColor="background2"/>
        </w:rPr>
        <w:t>o</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4"/>
        </w:rPr>
        <w:t>t</w:t>
      </w:r>
      <w:r w:rsidRPr="00F4279E">
        <w:rPr>
          <w:rFonts w:ascii="Arial" w:hAnsi="Arial" w:cs="Arial"/>
          <w:color w:val="4E4D4D" w:themeColor="background2"/>
          <w:spacing w:val="2"/>
        </w:rPr>
        <w:t>a</w:t>
      </w:r>
      <w:r w:rsidRPr="00F4279E">
        <w:rPr>
          <w:rFonts w:ascii="Arial" w:hAnsi="Arial" w:cs="Arial"/>
          <w:color w:val="4E4D4D" w:themeColor="background2"/>
          <w:spacing w:val="-1"/>
        </w:rPr>
        <w:t>d</w:t>
      </w:r>
      <w:r w:rsidRPr="00F4279E">
        <w:rPr>
          <w:rFonts w:ascii="Arial" w:hAnsi="Arial" w:cs="Arial"/>
          <w:color w:val="4E4D4D" w:themeColor="background2"/>
        </w:rPr>
        <w:t>o</w:t>
      </w:r>
      <w:r w:rsidRPr="00F4279E">
        <w:rPr>
          <w:rFonts w:ascii="Arial" w:hAnsi="Arial" w:cs="Arial"/>
          <w:color w:val="4E4D4D" w:themeColor="background2"/>
          <w:spacing w:val="16"/>
        </w:rPr>
        <w:t xml:space="preserve"> </w:t>
      </w:r>
      <w:r w:rsidRPr="00F4279E">
        <w:rPr>
          <w:rFonts w:ascii="Arial" w:hAnsi="Arial" w:cs="Arial"/>
          <w:color w:val="4E4D4D" w:themeColor="background2"/>
          <w:spacing w:val="2"/>
        </w:rPr>
        <w:t>p</w:t>
      </w:r>
      <w:r w:rsidRPr="00F4279E">
        <w:rPr>
          <w:rFonts w:ascii="Arial" w:hAnsi="Arial" w:cs="Arial"/>
          <w:color w:val="4E4D4D" w:themeColor="background2"/>
          <w:spacing w:val="-2"/>
        </w:rPr>
        <w:t>o</w:t>
      </w:r>
      <w:r w:rsidRPr="00F4279E">
        <w:rPr>
          <w:rFonts w:ascii="Arial" w:hAnsi="Arial" w:cs="Arial"/>
          <w:color w:val="4E4D4D" w:themeColor="background2"/>
        </w:rPr>
        <w:t>r</w:t>
      </w:r>
      <w:r w:rsidRPr="00F4279E">
        <w:rPr>
          <w:rFonts w:ascii="Arial" w:hAnsi="Arial" w:cs="Arial"/>
          <w:color w:val="4E4D4D" w:themeColor="background2"/>
          <w:spacing w:val="8"/>
        </w:rPr>
        <w:t xml:space="preserve"> </w:t>
      </w:r>
      <w:r w:rsidRPr="00F4279E">
        <w:rPr>
          <w:rFonts w:ascii="Arial" w:hAnsi="Arial" w:cs="Arial"/>
          <w:color w:val="4E4D4D" w:themeColor="background2"/>
        </w:rPr>
        <w:t>los</w:t>
      </w:r>
      <w:r w:rsidRPr="00F4279E">
        <w:rPr>
          <w:rFonts w:ascii="Arial" w:hAnsi="Arial" w:cs="Arial"/>
          <w:color w:val="4E4D4D" w:themeColor="background2"/>
          <w:spacing w:val="7"/>
        </w:rPr>
        <w:t xml:space="preserve"> </w:t>
      </w:r>
      <w:r w:rsidRPr="00F4279E">
        <w:rPr>
          <w:rFonts w:ascii="Arial" w:hAnsi="Arial" w:cs="Arial"/>
          <w:color w:val="4E4D4D" w:themeColor="background2"/>
          <w:spacing w:val="-2"/>
        </w:rPr>
        <w:t>o</w:t>
      </w:r>
      <w:r w:rsidRPr="00F4279E">
        <w:rPr>
          <w:rFonts w:ascii="Arial" w:hAnsi="Arial" w:cs="Arial"/>
          <w:color w:val="4E4D4D" w:themeColor="background2"/>
          <w:spacing w:val="2"/>
        </w:rPr>
        <w:t>f</w:t>
      </w:r>
      <w:r w:rsidRPr="00F4279E">
        <w:rPr>
          <w:rFonts w:ascii="Arial" w:hAnsi="Arial" w:cs="Arial"/>
          <w:color w:val="4E4D4D" w:themeColor="background2"/>
          <w:spacing w:val="1"/>
        </w:rPr>
        <w:t>e</w:t>
      </w:r>
      <w:r w:rsidRPr="00F4279E">
        <w:rPr>
          <w:rFonts w:ascii="Arial" w:hAnsi="Arial" w:cs="Arial"/>
          <w:color w:val="4E4D4D" w:themeColor="background2"/>
          <w:spacing w:val="-1"/>
        </w:rPr>
        <w:t>r</w:t>
      </w:r>
      <w:r w:rsidRPr="00F4279E">
        <w:rPr>
          <w:rFonts w:ascii="Arial" w:hAnsi="Arial" w:cs="Arial"/>
          <w:color w:val="4E4D4D" w:themeColor="background2"/>
          <w:spacing w:val="4"/>
        </w:rPr>
        <w:t>e</w:t>
      </w:r>
      <w:r w:rsidRPr="00F4279E">
        <w:rPr>
          <w:rFonts w:ascii="Arial" w:hAnsi="Arial" w:cs="Arial"/>
          <w:color w:val="4E4D4D" w:themeColor="background2"/>
          <w:spacing w:val="-3"/>
        </w:rPr>
        <w:t>n</w:t>
      </w:r>
      <w:r w:rsidRPr="00F4279E">
        <w:rPr>
          <w:rFonts w:ascii="Arial" w:hAnsi="Arial" w:cs="Arial"/>
          <w:color w:val="4E4D4D" w:themeColor="background2"/>
          <w:spacing w:val="6"/>
        </w:rPr>
        <w:t>t</w:t>
      </w:r>
      <w:r w:rsidRPr="00F4279E">
        <w:rPr>
          <w:rFonts w:ascii="Arial" w:hAnsi="Arial" w:cs="Arial"/>
          <w:color w:val="4E4D4D" w:themeColor="background2"/>
          <w:spacing w:val="-1"/>
        </w:rPr>
        <w:t>e</w:t>
      </w:r>
      <w:r w:rsidRPr="00F4279E">
        <w:rPr>
          <w:rFonts w:ascii="Arial" w:hAnsi="Arial" w:cs="Arial"/>
          <w:color w:val="4E4D4D" w:themeColor="background2"/>
        </w:rPr>
        <w:t xml:space="preserve">s </w:t>
      </w:r>
      <w:r w:rsidRPr="00F4279E">
        <w:rPr>
          <w:rFonts w:ascii="Arial" w:hAnsi="Arial" w:cs="Arial"/>
          <w:color w:val="4E4D4D" w:themeColor="background2"/>
          <w:spacing w:val="2"/>
          <w:w w:val="102"/>
        </w:rPr>
        <w:t>a</w:t>
      </w:r>
      <w:r w:rsidRPr="00F4279E">
        <w:rPr>
          <w:rFonts w:ascii="Arial" w:hAnsi="Arial" w:cs="Arial"/>
          <w:color w:val="4E4D4D" w:themeColor="background2"/>
          <w:spacing w:val="-1"/>
          <w:w w:val="102"/>
        </w:rPr>
        <w:t>s</w:t>
      </w:r>
      <w:r w:rsidRPr="00F4279E">
        <w:rPr>
          <w:rFonts w:ascii="Arial" w:hAnsi="Arial" w:cs="Arial"/>
          <w:color w:val="4E4D4D" w:themeColor="background2"/>
          <w:w w:val="102"/>
        </w:rPr>
        <w:t>í:</w:t>
      </w:r>
    </w:p>
    <w:p w14:paraId="5C64F0A9" w14:textId="77777777" w:rsidR="003440EE" w:rsidRPr="00F4279E" w:rsidRDefault="003440EE" w:rsidP="003440EE">
      <w:pPr>
        <w:widowControl w:val="0"/>
        <w:autoSpaceDE w:val="0"/>
        <w:autoSpaceDN w:val="0"/>
        <w:adjustRightInd w:val="0"/>
        <w:jc w:val="both"/>
        <w:rPr>
          <w:rFonts w:ascii="Arial" w:hAnsi="Arial" w:cs="Arial"/>
          <w:b/>
          <w:color w:val="4E4D4D" w:themeColor="background2"/>
          <w:spacing w:val="1"/>
        </w:rPr>
      </w:pPr>
    </w:p>
    <w:p w14:paraId="5C64F0AA" w14:textId="3FDD971C" w:rsidR="003440EE" w:rsidRPr="00F4279E" w:rsidRDefault="003440EE" w:rsidP="00FB5A2F">
      <w:pPr>
        <w:pStyle w:val="Prrafodelista"/>
        <w:widowControl w:val="0"/>
        <w:numPr>
          <w:ilvl w:val="0"/>
          <w:numId w:val="15"/>
        </w:numPr>
        <w:autoSpaceDE w:val="0"/>
        <w:autoSpaceDN w:val="0"/>
        <w:adjustRightInd w:val="0"/>
        <w:spacing w:line="0" w:lineRule="atLeast"/>
        <w:jc w:val="both"/>
        <w:rPr>
          <w:rFonts w:ascii="Arial" w:hAnsi="Arial" w:cs="Arial"/>
          <w:color w:val="4E4D4D" w:themeColor="background2"/>
          <w:spacing w:val="1"/>
        </w:rPr>
      </w:pPr>
      <w:r w:rsidRPr="00F4279E">
        <w:rPr>
          <w:rFonts w:ascii="Arial" w:hAnsi="Arial" w:cs="Arial"/>
          <w:color w:val="4E4D4D" w:themeColor="background2"/>
          <w:spacing w:val="1"/>
        </w:rPr>
        <w:t xml:space="preserve">El producto debe ser envasado o empacado en bolsas de Polietileno coextruido de baja densidad, grado alimenticio, inerte, que no genere migraciones de componentes al producto, resistente, </w:t>
      </w:r>
      <w:r w:rsidR="003F0B23">
        <w:rPr>
          <w:rFonts w:ascii="Arial" w:hAnsi="Arial" w:cs="Arial"/>
          <w:color w:val="4E4D4D" w:themeColor="background2"/>
          <w:spacing w:val="1"/>
        </w:rPr>
        <w:t>im</w:t>
      </w:r>
      <w:r w:rsidRPr="00F4279E">
        <w:rPr>
          <w:rFonts w:ascii="Arial" w:hAnsi="Arial" w:cs="Arial"/>
          <w:color w:val="4E4D4D" w:themeColor="background2"/>
          <w:spacing w:val="1"/>
        </w:rPr>
        <w:t>permeable al oxígeno y a la humedad, que mantenga las características asépticas, microbiológicas, sensoriales y fisicoquímica del producto, debe ser resistente al sellado y fundido, deberá ser re</w:t>
      </w:r>
      <w:r w:rsidR="00F84E41" w:rsidRPr="00F4279E">
        <w:rPr>
          <w:rFonts w:ascii="Arial" w:hAnsi="Arial" w:cs="Arial"/>
          <w:color w:val="4E4D4D" w:themeColor="background2"/>
          <w:spacing w:val="1"/>
        </w:rPr>
        <w:t>sistente a la impresión flexográ</w:t>
      </w:r>
      <w:r w:rsidRPr="00F4279E">
        <w:rPr>
          <w:rFonts w:ascii="Arial" w:hAnsi="Arial" w:cs="Arial"/>
          <w:color w:val="4E4D4D" w:themeColor="background2"/>
          <w:spacing w:val="1"/>
        </w:rPr>
        <w:t>fica. El sellado deberá garantizar la integridad aséptica, microbiológica, sensorial y fisicoquímica del producto</w:t>
      </w:r>
      <w:r w:rsidR="00F84E41" w:rsidRPr="00F4279E">
        <w:rPr>
          <w:rFonts w:ascii="Arial" w:hAnsi="Arial" w:cs="Arial"/>
          <w:color w:val="4E4D4D" w:themeColor="background2"/>
          <w:spacing w:val="1"/>
        </w:rPr>
        <w:t>.</w:t>
      </w:r>
    </w:p>
    <w:p w14:paraId="5C64F0AB" w14:textId="77777777" w:rsidR="003440EE" w:rsidRPr="00F4279E" w:rsidRDefault="003440EE" w:rsidP="00610B93">
      <w:pPr>
        <w:widowControl w:val="0"/>
        <w:autoSpaceDE w:val="0"/>
        <w:autoSpaceDN w:val="0"/>
        <w:adjustRightInd w:val="0"/>
        <w:spacing w:line="0" w:lineRule="atLeast"/>
        <w:jc w:val="both"/>
        <w:rPr>
          <w:rFonts w:ascii="Arial" w:hAnsi="Arial" w:cs="Arial"/>
          <w:color w:val="4E4D4D" w:themeColor="background2"/>
          <w:w w:val="102"/>
        </w:rPr>
      </w:pPr>
    </w:p>
    <w:p w14:paraId="5C64F0AC" w14:textId="0D1BD2ED" w:rsidR="00610B93" w:rsidRPr="00F4279E" w:rsidRDefault="00610B93" w:rsidP="00610B93">
      <w:pPr>
        <w:widowControl w:val="0"/>
        <w:autoSpaceDE w:val="0"/>
        <w:autoSpaceDN w:val="0"/>
        <w:adjustRightInd w:val="0"/>
        <w:jc w:val="both"/>
        <w:rPr>
          <w:rFonts w:ascii="Arial" w:hAnsi="Arial" w:cs="Arial"/>
          <w:color w:val="4E4D4D" w:themeColor="background2"/>
          <w:spacing w:val="2"/>
        </w:rPr>
      </w:pPr>
      <w:r w:rsidRPr="00F4279E">
        <w:rPr>
          <w:rFonts w:ascii="Arial" w:hAnsi="Arial" w:cs="Arial"/>
          <w:color w:val="4E4D4D" w:themeColor="background2"/>
          <w:spacing w:val="2"/>
        </w:rPr>
        <w:t>Adicionalmente deberán entregar a la interventoría durante el primer mes</w:t>
      </w:r>
      <w:r w:rsidR="0095175A">
        <w:rPr>
          <w:rFonts w:ascii="Arial" w:hAnsi="Arial" w:cs="Arial"/>
          <w:color w:val="4E4D4D" w:themeColor="background2"/>
          <w:spacing w:val="2"/>
        </w:rPr>
        <w:t xml:space="preserve"> </w:t>
      </w:r>
      <w:r w:rsidR="007A78FE">
        <w:rPr>
          <w:rFonts w:ascii="Arial" w:hAnsi="Arial" w:cs="Arial"/>
          <w:color w:val="4E4D4D" w:themeColor="background2"/>
          <w:spacing w:val="2"/>
        </w:rPr>
        <w:t xml:space="preserve">de ejecución </w:t>
      </w:r>
      <w:r w:rsidRPr="00F4279E">
        <w:rPr>
          <w:rFonts w:ascii="Arial" w:hAnsi="Arial" w:cs="Arial"/>
          <w:color w:val="4E4D4D" w:themeColor="background2"/>
          <w:spacing w:val="2"/>
        </w:rPr>
        <w:t xml:space="preserve"> </w:t>
      </w:r>
      <w:r w:rsidR="0095175A">
        <w:rPr>
          <w:rFonts w:ascii="Arial" w:hAnsi="Arial" w:cs="Arial"/>
          <w:color w:val="4E4D4D" w:themeColor="background2"/>
          <w:spacing w:val="2"/>
        </w:rPr>
        <w:t>posterior a la firma del contrato</w:t>
      </w:r>
      <w:r w:rsidRPr="00F4279E">
        <w:rPr>
          <w:rFonts w:ascii="Arial" w:hAnsi="Arial" w:cs="Arial"/>
          <w:color w:val="4E4D4D" w:themeColor="background2"/>
          <w:spacing w:val="2"/>
        </w:rPr>
        <w:t xml:space="preserve"> el plan de manejo ambiental al interior de la </w:t>
      </w:r>
      <w:r w:rsidR="004523D5" w:rsidRPr="00F4279E">
        <w:rPr>
          <w:rFonts w:ascii="Arial" w:hAnsi="Arial" w:cs="Arial"/>
          <w:color w:val="4E4D4D" w:themeColor="background2"/>
          <w:spacing w:val="2"/>
        </w:rPr>
        <w:t>planta,</w:t>
      </w:r>
      <w:r w:rsidRPr="00F4279E">
        <w:rPr>
          <w:rFonts w:ascii="Arial" w:hAnsi="Arial" w:cs="Arial"/>
          <w:color w:val="4E4D4D" w:themeColor="background2"/>
          <w:spacing w:val="2"/>
        </w:rPr>
        <w:t xml:space="preserve"> el cual contenga mínimo lo siguiente:</w:t>
      </w:r>
    </w:p>
    <w:p w14:paraId="5C64F0AD" w14:textId="77777777" w:rsidR="00610B93" w:rsidRPr="00F4279E" w:rsidRDefault="00610B93" w:rsidP="00610B93">
      <w:pPr>
        <w:widowControl w:val="0"/>
        <w:autoSpaceDE w:val="0"/>
        <w:autoSpaceDN w:val="0"/>
        <w:adjustRightInd w:val="0"/>
        <w:jc w:val="both"/>
        <w:rPr>
          <w:rFonts w:ascii="Arial" w:hAnsi="Arial" w:cs="Arial"/>
          <w:color w:val="4E4D4D" w:themeColor="background2"/>
          <w:spacing w:val="2"/>
        </w:rPr>
      </w:pPr>
    </w:p>
    <w:p w14:paraId="5C64F0AE"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Introducción </w:t>
      </w:r>
    </w:p>
    <w:p w14:paraId="5C64F0AF"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Justificación </w:t>
      </w:r>
    </w:p>
    <w:p w14:paraId="5C64F0B0" w14:textId="77777777" w:rsidR="00610B93" w:rsidRPr="00F4279E" w:rsidRDefault="00F84E41"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Marco conceptual</w:t>
      </w:r>
    </w:p>
    <w:p w14:paraId="5C64F0B1" w14:textId="77777777" w:rsidR="00610B93" w:rsidRPr="00F4279E" w:rsidRDefault="00610B93" w:rsidP="00610B93">
      <w:pPr>
        <w:pStyle w:val="Prrafodelista"/>
        <w:widowControl w:val="0"/>
        <w:autoSpaceDE w:val="0"/>
        <w:autoSpaceDN w:val="0"/>
        <w:adjustRightInd w:val="0"/>
        <w:ind w:left="720"/>
        <w:jc w:val="both"/>
        <w:rPr>
          <w:rFonts w:ascii="Arial" w:hAnsi="Arial" w:cs="Arial"/>
          <w:color w:val="4E4D4D" w:themeColor="background2"/>
        </w:rPr>
      </w:pPr>
      <w:r w:rsidRPr="00F4279E">
        <w:rPr>
          <w:rFonts w:ascii="Arial" w:hAnsi="Arial" w:cs="Arial"/>
          <w:color w:val="4E4D4D" w:themeColor="background2"/>
        </w:rPr>
        <w:t>Marco legal</w:t>
      </w:r>
    </w:p>
    <w:p w14:paraId="5C64F0B2" w14:textId="77777777" w:rsidR="00610B93" w:rsidRPr="00F4279E" w:rsidRDefault="00610B93" w:rsidP="00610B93">
      <w:pPr>
        <w:pStyle w:val="Prrafodelista"/>
        <w:widowControl w:val="0"/>
        <w:autoSpaceDE w:val="0"/>
        <w:autoSpaceDN w:val="0"/>
        <w:adjustRightInd w:val="0"/>
        <w:ind w:left="720"/>
        <w:jc w:val="both"/>
        <w:rPr>
          <w:rFonts w:ascii="Arial" w:hAnsi="Arial" w:cs="Arial"/>
          <w:color w:val="4E4D4D" w:themeColor="background2"/>
        </w:rPr>
      </w:pPr>
      <w:r w:rsidRPr="00F4279E">
        <w:rPr>
          <w:rFonts w:ascii="Arial" w:hAnsi="Arial" w:cs="Arial"/>
          <w:color w:val="4E4D4D" w:themeColor="background2"/>
        </w:rPr>
        <w:t>C</w:t>
      </w:r>
      <w:r w:rsidR="00F84E41" w:rsidRPr="00F4279E">
        <w:rPr>
          <w:rFonts w:ascii="Arial" w:hAnsi="Arial" w:cs="Arial"/>
          <w:color w:val="4E4D4D" w:themeColor="background2"/>
        </w:rPr>
        <w:t>lasificación de los residuos</w:t>
      </w:r>
    </w:p>
    <w:p w14:paraId="5C64F0B3" w14:textId="77777777" w:rsidR="00610B93" w:rsidRPr="00F4279E" w:rsidRDefault="00610B93" w:rsidP="00610B93">
      <w:pPr>
        <w:pStyle w:val="Prrafodelista"/>
        <w:widowControl w:val="0"/>
        <w:autoSpaceDE w:val="0"/>
        <w:autoSpaceDN w:val="0"/>
        <w:adjustRightInd w:val="0"/>
        <w:ind w:left="720"/>
        <w:jc w:val="both"/>
        <w:rPr>
          <w:rFonts w:ascii="Arial" w:hAnsi="Arial" w:cs="Arial"/>
          <w:color w:val="4E4D4D" w:themeColor="background2"/>
        </w:rPr>
      </w:pPr>
      <w:r w:rsidRPr="00F4279E">
        <w:rPr>
          <w:rFonts w:ascii="Arial" w:hAnsi="Arial" w:cs="Arial"/>
          <w:color w:val="4E4D4D" w:themeColor="background2"/>
        </w:rPr>
        <w:t>Etapas para el manejo de los residuos</w:t>
      </w:r>
    </w:p>
    <w:p w14:paraId="5C64F0B4"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Objetivo general y objetivos específicos</w:t>
      </w:r>
    </w:p>
    <w:p w14:paraId="5C64F0B5"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lastRenderedPageBreak/>
        <w:t>Alcance</w:t>
      </w:r>
    </w:p>
    <w:p w14:paraId="5C64F0B6"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Identificación y evaluación de impactos y riesgos ambientales generados</w:t>
      </w:r>
    </w:p>
    <w:p w14:paraId="5C64F0B7"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Manejo de empaques primarios y otros insumos al interior de la planta </w:t>
      </w:r>
    </w:p>
    <w:p w14:paraId="5C64F0B8"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Propuesta para ayudar a minimizar el impacto ambiental</w:t>
      </w:r>
    </w:p>
    <w:p w14:paraId="5C64F0B9"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Glosario </w:t>
      </w:r>
    </w:p>
    <w:p w14:paraId="5C64F0BA" w14:textId="77777777" w:rsidR="00610B93" w:rsidRPr="00F4279E" w:rsidRDefault="00610B93"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Bibliografía</w:t>
      </w:r>
    </w:p>
    <w:p w14:paraId="5C64F0BB" w14:textId="77777777" w:rsidR="00610B93" w:rsidRPr="00F4279E" w:rsidRDefault="00F84E41" w:rsidP="00FB5A2F">
      <w:pPr>
        <w:pStyle w:val="Prrafodelista"/>
        <w:widowControl w:val="0"/>
        <w:numPr>
          <w:ilvl w:val="0"/>
          <w:numId w:val="18"/>
        </w:numPr>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Anexos</w:t>
      </w:r>
    </w:p>
    <w:p w14:paraId="5C64F0BC" w14:textId="77777777" w:rsidR="00610B93" w:rsidRPr="00F4279E" w:rsidRDefault="00610B93" w:rsidP="00610B93">
      <w:pPr>
        <w:widowControl w:val="0"/>
        <w:autoSpaceDE w:val="0"/>
        <w:autoSpaceDN w:val="0"/>
        <w:adjustRightInd w:val="0"/>
        <w:jc w:val="both"/>
        <w:rPr>
          <w:rFonts w:ascii="Arial" w:hAnsi="Arial" w:cs="Arial"/>
          <w:color w:val="4E4D4D" w:themeColor="background2"/>
          <w:spacing w:val="2"/>
        </w:rPr>
      </w:pPr>
    </w:p>
    <w:p w14:paraId="5C64F0BD" w14:textId="77777777" w:rsidR="00D342C3" w:rsidRPr="00F4279E" w:rsidRDefault="00610B93" w:rsidP="00610B93">
      <w:pPr>
        <w:widowControl w:val="0"/>
        <w:autoSpaceDE w:val="0"/>
        <w:autoSpaceDN w:val="0"/>
        <w:adjustRightInd w:val="0"/>
        <w:jc w:val="both"/>
        <w:rPr>
          <w:rFonts w:ascii="Arial" w:hAnsi="Arial" w:cs="Arial"/>
          <w:color w:val="4E4D4D" w:themeColor="background2"/>
          <w:spacing w:val="2"/>
        </w:rPr>
      </w:pPr>
      <w:r w:rsidRPr="00F4279E">
        <w:rPr>
          <w:rFonts w:ascii="Arial" w:hAnsi="Arial" w:cs="Arial"/>
          <w:color w:val="4E4D4D" w:themeColor="background2"/>
          <w:spacing w:val="2"/>
        </w:rPr>
        <w:t>El empaque primario se constituye como su nombre lo indica en la primera protección que tiene el alimento ya listo para ser consumido. El empaque debe ser acorde con la composición fisicoquímica y naturaleza del producto, lo cual determinará las características de resistencia, permeabilidad al oxígeno y a la humedad, el tipo de cierre deberá garantizar la integridad física del producto y su conservación dentro del empaque.</w:t>
      </w:r>
    </w:p>
    <w:p w14:paraId="5C64F0BE" w14:textId="77777777" w:rsidR="00610B93" w:rsidRPr="00F4279E" w:rsidRDefault="00610B93" w:rsidP="00610B93">
      <w:pPr>
        <w:widowControl w:val="0"/>
        <w:autoSpaceDE w:val="0"/>
        <w:autoSpaceDN w:val="0"/>
        <w:adjustRightInd w:val="0"/>
        <w:jc w:val="both"/>
        <w:rPr>
          <w:rFonts w:ascii="Arial" w:hAnsi="Arial" w:cs="Arial"/>
          <w:color w:val="4E4D4D" w:themeColor="background2"/>
          <w:spacing w:val="2"/>
        </w:rPr>
      </w:pPr>
      <w:r w:rsidRPr="00F4279E">
        <w:rPr>
          <w:rFonts w:ascii="Arial" w:hAnsi="Arial" w:cs="Arial"/>
          <w:color w:val="4E4D4D" w:themeColor="background2"/>
          <w:spacing w:val="2"/>
        </w:rPr>
        <w:t xml:space="preserve"> </w:t>
      </w:r>
    </w:p>
    <w:p w14:paraId="5C64F0BF" w14:textId="77777777" w:rsidR="00610B93" w:rsidRPr="00F4279E" w:rsidRDefault="00610B93" w:rsidP="00610B93">
      <w:pPr>
        <w:widowControl w:val="0"/>
        <w:autoSpaceDE w:val="0"/>
        <w:autoSpaceDN w:val="0"/>
        <w:adjustRightInd w:val="0"/>
        <w:spacing w:line="0" w:lineRule="atLeast"/>
        <w:jc w:val="both"/>
        <w:rPr>
          <w:rFonts w:ascii="Arial" w:hAnsi="Arial" w:cs="Arial"/>
          <w:color w:val="4E4D4D" w:themeColor="background2"/>
          <w:w w:val="102"/>
        </w:rPr>
      </w:pPr>
    </w:p>
    <w:p w14:paraId="5C64F0C0" w14:textId="12A80971" w:rsidR="00BC0A5B" w:rsidRPr="00F4279E" w:rsidRDefault="00130589" w:rsidP="00C8240D">
      <w:pPr>
        <w:pStyle w:val="Prrafodelista"/>
        <w:widowControl w:val="0"/>
        <w:numPr>
          <w:ilvl w:val="0"/>
          <w:numId w:val="2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spacing w:val="1"/>
        </w:rPr>
        <w:t>TIEMPOS</w:t>
      </w:r>
      <w:r w:rsidRPr="00F4279E">
        <w:rPr>
          <w:rFonts w:ascii="Arial" w:hAnsi="Arial" w:cs="Arial"/>
          <w:b/>
          <w:color w:val="4E4D4D" w:themeColor="background2"/>
        </w:rPr>
        <w:t xml:space="preserve"> DE ENTREGA D</w:t>
      </w:r>
      <w:r w:rsidR="009E1743" w:rsidRPr="00F4279E">
        <w:rPr>
          <w:rFonts w:ascii="Arial" w:hAnsi="Arial" w:cs="Arial"/>
          <w:b/>
          <w:color w:val="4E4D4D" w:themeColor="background2"/>
        </w:rPr>
        <w:t>EL PRODUCTO</w:t>
      </w:r>
      <w:r w:rsidRPr="00F4279E">
        <w:rPr>
          <w:rFonts w:ascii="Arial" w:hAnsi="Arial" w:cs="Arial"/>
          <w:b/>
          <w:color w:val="4E4D4D" w:themeColor="background2"/>
        </w:rPr>
        <w:t xml:space="preserve"> </w:t>
      </w:r>
      <w:r w:rsidR="00141BF8" w:rsidRPr="00F4279E">
        <w:rPr>
          <w:rFonts w:ascii="Arial" w:hAnsi="Arial" w:cs="Arial"/>
          <w:b/>
          <w:color w:val="4E4D4D" w:themeColor="background2"/>
        </w:rPr>
        <w:t>AGUA</w:t>
      </w:r>
      <w:r w:rsidR="00CD55D9" w:rsidRPr="00F4279E">
        <w:rPr>
          <w:rFonts w:ascii="Arial" w:hAnsi="Arial" w:cs="Arial"/>
          <w:b/>
          <w:color w:val="4E4D4D" w:themeColor="background2"/>
        </w:rPr>
        <w:t xml:space="preserve"> </w:t>
      </w:r>
      <w:r w:rsidR="009016D3">
        <w:rPr>
          <w:rFonts w:ascii="Arial" w:hAnsi="Arial" w:cs="Arial"/>
          <w:b/>
          <w:color w:val="4E4D4D" w:themeColor="background2"/>
        </w:rPr>
        <w:t xml:space="preserve">TRATADA </w:t>
      </w:r>
      <w:r w:rsidR="00CD55D9" w:rsidRPr="00F4279E">
        <w:rPr>
          <w:rFonts w:ascii="Arial" w:hAnsi="Arial" w:cs="Arial"/>
          <w:b/>
          <w:color w:val="4E4D4D" w:themeColor="background2"/>
        </w:rPr>
        <w:t>POTABLE ENVASADA</w:t>
      </w:r>
    </w:p>
    <w:p w14:paraId="5C64F0C1" w14:textId="77777777" w:rsidR="00130589" w:rsidRPr="00F4279E" w:rsidRDefault="00130589" w:rsidP="001974DD">
      <w:pPr>
        <w:widowControl w:val="0"/>
        <w:autoSpaceDE w:val="0"/>
        <w:autoSpaceDN w:val="0"/>
        <w:adjustRightInd w:val="0"/>
        <w:spacing w:line="0" w:lineRule="atLeast"/>
        <w:jc w:val="both"/>
        <w:rPr>
          <w:rFonts w:ascii="Arial" w:hAnsi="Arial" w:cs="Arial"/>
          <w:b/>
          <w:color w:val="4E4D4D" w:themeColor="background2"/>
        </w:rPr>
      </w:pPr>
    </w:p>
    <w:p w14:paraId="5C64F0C2" w14:textId="7F778072" w:rsidR="00130589" w:rsidRPr="00F4279E" w:rsidRDefault="009E1743"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El agua</w:t>
      </w:r>
      <w:r w:rsidR="00EC596D" w:rsidRPr="00F4279E">
        <w:rPr>
          <w:rFonts w:ascii="Arial" w:hAnsi="Arial" w:cs="Arial"/>
          <w:color w:val="4E4D4D" w:themeColor="background2"/>
        </w:rPr>
        <w:t xml:space="preserve"> debe ser </w:t>
      </w:r>
      <w:r w:rsidR="00C53BA3" w:rsidRPr="00F4279E">
        <w:rPr>
          <w:rFonts w:ascii="Arial" w:hAnsi="Arial" w:cs="Arial"/>
          <w:color w:val="4E4D4D" w:themeColor="background2"/>
        </w:rPr>
        <w:t>entregada</w:t>
      </w:r>
      <w:r w:rsidR="00EC596D" w:rsidRPr="00F4279E">
        <w:rPr>
          <w:rFonts w:ascii="Arial" w:hAnsi="Arial" w:cs="Arial"/>
          <w:color w:val="4E4D4D" w:themeColor="background2"/>
        </w:rPr>
        <w:t xml:space="preserve"> al proveedor </w:t>
      </w:r>
      <w:r w:rsidR="00130589" w:rsidRPr="00F4279E">
        <w:rPr>
          <w:rFonts w:ascii="Arial" w:hAnsi="Arial" w:cs="Arial"/>
          <w:color w:val="4E4D4D" w:themeColor="background2"/>
        </w:rPr>
        <w:t>logístico con mínimo 24 horas de anticipación</w:t>
      </w:r>
      <w:r w:rsidR="00EC596D" w:rsidRPr="00F4279E">
        <w:rPr>
          <w:rFonts w:ascii="Arial" w:hAnsi="Arial" w:cs="Arial"/>
          <w:color w:val="4E4D4D" w:themeColor="background2"/>
        </w:rPr>
        <w:t xml:space="preserve"> al ensamble</w:t>
      </w:r>
      <w:r w:rsidR="00437DA7" w:rsidRPr="00F4279E">
        <w:rPr>
          <w:rFonts w:ascii="Arial" w:hAnsi="Arial" w:cs="Arial"/>
          <w:color w:val="4E4D4D" w:themeColor="background2"/>
        </w:rPr>
        <w:t xml:space="preserve"> y en cada entrega no se deben superar las cantidades diarias que debe </w:t>
      </w:r>
      <w:r w:rsidR="00CC5E67">
        <w:rPr>
          <w:rFonts w:ascii="Arial" w:hAnsi="Arial" w:cs="Arial"/>
          <w:color w:val="4E4D4D" w:themeColor="background2"/>
        </w:rPr>
        <w:t xml:space="preserve">suministrar al </w:t>
      </w:r>
      <w:r w:rsidR="00437DA7" w:rsidRPr="00F4279E">
        <w:rPr>
          <w:rFonts w:ascii="Arial" w:hAnsi="Arial" w:cs="Arial"/>
          <w:color w:val="4E4D4D" w:themeColor="background2"/>
        </w:rPr>
        <w:t xml:space="preserve"> </w:t>
      </w:r>
      <w:r w:rsidR="00772E12" w:rsidRPr="00F4279E">
        <w:rPr>
          <w:rFonts w:ascii="Arial" w:hAnsi="Arial" w:cs="Arial"/>
          <w:color w:val="4E4D4D" w:themeColor="background2"/>
        </w:rPr>
        <w:t>proveedor</w:t>
      </w:r>
      <w:r w:rsidR="00437DA7" w:rsidRPr="00F4279E">
        <w:rPr>
          <w:rFonts w:ascii="Arial" w:hAnsi="Arial" w:cs="Arial"/>
          <w:color w:val="4E4D4D" w:themeColor="background2"/>
        </w:rPr>
        <w:t xml:space="preserve"> logístico. </w:t>
      </w:r>
      <w:r w:rsidR="00130589" w:rsidRPr="00F4279E">
        <w:rPr>
          <w:rFonts w:ascii="Arial" w:hAnsi="Arial" w:cs="Arial"/>
          <w:color w:val="4E4D4D" w:themeColor="background2"/>
        </w:rPr>
        <w:t xml:space="preserve"> </w:t>
      </w:r>
    </w:p>
    <w:p w14:paraId="5C64F0C3" w14:textId="77777777" w:rsidR="009B442E" w:rsidRPr="00F4279E" w:rsidRDefault="009B442E" w:rsidP="001974DD">
      <w:pPr>
        <w:widowControl w:val="0"/>
        <w:tabs>
          <w:tab w:val="left" w:pos="1200"/>
        </w:tabs>
        <w:autoSpaceDE w:val="0"/>
        <w:autoSpaceDN w:val="0"/>
        <w:adjustRightInd w:val="0"/>
        <w:spacing w:line="0" w:lineRule="atLeast"/>
        <w:jc w:val="both"/>
        <w:rPr>
          <w:rFonts w:ascii="Arial" w:hAnsi="Arial" w:cs="Arial"/>
          <w:b/>
          <w:color w:val="4E4D4D" w:themeColor="background2"/>
        </w:rPr>
      </w:pPr>
    </w:p>
    <w:p w14:paraId="5C64F0C4" w14:textId="7F415C74" w:rsidR="00BC0A5B" w:rsidRPr="00F4279E" w:rsidRDefault="00F77DDA" w:rsidP="00C8240D">
      <w:pPr>
        <w:pStyle w:val="Prrafodelista"/>
        <w:widowControl w:val="0"/>
        <w:numPr>
          <w:ilvl w:val="0"/>
          <w:numId w:val="24"/>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spacing w:val="1"/>
        </w:rPr>
        <w:t>DISTRIBUCIÓN</w:t>
      </w:r>
      <w:r w:rsidRPr="00F4279E">
        <w:rPr>
          <w:rFonts w:ascii="Arial" w:hAnsi="Arial" w:cs="Arial"/>
          <w:b/>
          <w:color w:val="4E4D4D" w:themeColor="background2"/>
        </w:rPr>
        <w:t xml:space="preserve"> DE </w:t>
      </w:r>
      <w:r w:rsidR="00141BF8" w:rsidRPr="00F4279E">
        <w:rPr>
          <w:rFonts w:ascii="Arial" w:hAnsi="Arial" w:cs="Arial"/>
          <w:b/>
          <w:color w:val="4E4D4D" w:themeColor="background2"/>
        </w:rPr>
        <w:t>AGUA</w:t>
      </w:r>
      <w:r w:rsidR="00251E86" w:rsidRPr="00F4279E">
        <w:rPr>
          <w:rFonts w:ascii="Arial" w:hAnsi="Arial" w:cs="Arial"/>
          <w:b/>
          <w:color w:val="4E4D4D" w:themeColor="background2"/>
        </w:rPr>
        <w:t xml:space="preserve"> </w:t>
      </w:r>
      <w:r w:rsidR="009016D3">
        <w:rPr>
          <w:rFonts w:ascii="Arial" w:hAnsi="Arial" w:cs="Arial"/>
          <w:b/>
          <w:color w:val="4E4D4D" w:themeColor="background2"/>
        </w:rPr>
        <w:t xml:space="preserve">TRATADA </w:t>
      </w:r>
      <w:r w:rsidR="00ED28E5" w:rsidRPr="00F4279E">
        <w:rPr>
          <w:rFonts w:ascii="Arial" w:hAnsi="Arial" w:cs="Arial"/>
          <w:b/>
          <w:color w:val="4E4D4D" w:themeColor="background2"/>
        </w:rPr>
        <w:t>POTABLE ENVASADA</w:t>
      </w:r>
    </w:p>
    <w:p w14:paraId="5C64F0C5"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C6" w14:textId="77777777" w:rsidR="00B755CC" w:rsidRPr="00F4279E" w:rsidRDefault="00B755CC"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El </w:t>
      </w:r>
      <w:r w:rsidR="002D562D" w:rsidRPr="00F4279E">
        <w:rPr>
          <w:rFonts w:ascii="Arial" w:hAnsi="Arial" w:cs="Arial"/>
          <w:color w:val="4E4D4D" w:themeColor="background2"/>
        </w:rPr>
        <w:t>proveedor</w:t>
      </w:r>
      <w:r w:rsidRPr="00F4279E">
        <w:rPr>
          <w:rFonts w:ascii="Arial" w:hAnsi="Arial" w:cs="Arial"/>
          <w:color w:val="4E4D4D" w:themeColor="background2"/>
        </w:rPr>
        <w:t xml:space="preserve"> deberá garantizar la entrega de</w:t>
      </w:r>
      <w:r w:rsidR="009E1743" w:rsidRPr="00F4279E">
        <w:rPr>
          <w:rFonts w:ascii="Arial" w:hAnsi="Arial" w:cs="Arial"/>
          <w:color w:val="4E4D4D" w:themeColor="background2"/>
        </w:rPr>
        <w:t>l producto</w:t>
      </w:r>
      <w:r w:rsidRPr="00F4279E">
        <w:rPr>
          <w:rFonts w:ascii="Arial" w:hAnsi="Arial" w:cs="Arial"/>
          <w:color w:val="4E4D4D" w:themeColor="background2"/>
        </w:rPr>
        <w:t xml:space="preserve"> que se requiera</w:t>
      </w:r>
      <w:r w:rsidR="006C2517" w:rsidRPr="00F4279E">
        <w:rPr>
          <w:rFonts w:ascii="Arial" w:hAnsi="Arial" w:cs="Arial"/>
          <w:color w:val="4E4D4D" w:themeColor="background2"/>
        </w:rPr>
        <w:t xml:space="preserve"> por la dinámica propia del programa</w:t>
      </w:r>
      <w:r w:rsidRPr="00F4279E">
        <w:rPr>
          <w:rFonts w:ascii="Arial" w:hAnsi="Arial" w:cs="Arial"/>
          <w:color w:val="4E4D4D" w:themeColor="background2"/>
        </w:rPr>
        <w:t xml:space="preserve"> y las necesidades de los colegios oficiales. </w:t>
      </w:r>
    </w:p>
    <w:p w14:paraId="5C64F0C7" w14:textId="77777777" w:rsidR="00B755CC" w:rsidRPr="00F4279E" w:rsidRDefault="00B755CC" w:rsidP="001974DD">
      <w:pPr>
        <w:widowControl w:val="0"/>
        <w:autoSpaceDE w:val="0"/>
        <w:autoSpaceDN w:val="0"/>
        <w:adjustRightInd w:val="0"/>
        <w:spacing w:line="0" w:lineRule="atLeast"/>
        <w:jc w:val="both"/>
        <w:rPr>
          <w:rFonts w:ascii="Arial" w:hAnsi="Arial" w:cs="Arial"/>
          <w:color w:val="4E4D4D" w:themeColor="background2"/>
        </w:rPr>
      </w:pPr>
    </w:p>
    <w:p w14:paraId="5C64F0C8"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El </w:t>
      </w:r>
      <w:r w:rsidR="006C2517" w:rsidRPr="00F4279E">
        <w:rPr>
          <w:rFonts w:ascii="Arial" w:hAnsi="Arial" w:cs="Arial"/>
          <w:color w:val="4E4D4D" w:themeColor="background2"/>
        </w:rPr>
        <w:t>proveedor deberá transporta</w:t>
      </w:r>
      <w:r w:rsidR="004301C1" w:rsidRPr="00F4279E">
        <w:rPr>
          <w:rFonts w:ascii="Arial" w:hAnsi="Arial" w:cs="Arial"/>
          <w:color w:val="4E4D4D" w:themeColor="background2"/>
        </w:rPr>
        <w:t xml:space="preserve">r </w:t>
      </w:r>
      <w:r w:rsidR="000D3A1F" w:rsidRPr="00F4279E">
        <w:rPr>
          <w:rFonts w:ascii="Arial" w:hAnsi="Arial" w:cs="Arial"/>
          <w:color w:val="4E4D4D" w:themeColor="background2"/>
        </w:rPr>
        <w:t>el agua</w:t>
      </w:r>
      <w:r w:rsidR="004301C1" w:rsidRPr="00F4279E">
        <w:rPr>
          <w:rFonts w:ascii="Arial" w:hAnsi="Arial" w:cs="Arial"/>
          <w:color w:val="4E4D4D" w:themeColor="background2"/>
        </w:rPr>
        <w:t xml:space="preserve"> en</w:t>
      </w:r>
      <w:r w:rsidRPr="00F4279E">
        <w:rPr>
          <w:rFonts w:ascii="Arial" w:hAnsi="Arial" w:cs="Arial"/>
          <w:color w:val="4E4D4D" w:themeColor="background2"/>
        </w:rPr>
        <w:t xml:space="preserve"> </w:t>
      </w:r>
      <w:r w:rsidR="003D0B4E" w:rsidRPr="00F4279E">
        <w:rPr>
          <w:rFonts w:ascii="Arial" w:hAnsi="Arial" w:cs="Arial"/>
          <w:color w:val="4E4D4D" w:themeColor="background2"/>
        </w:rPr>
        <w:t>canastillas</w:t>
      </w:r>
      <w:r w:rsidR="00076E6F" w:rsidRPr="00F4279E">
        <w:rPr>
          <w:rFonts w:ascii="Arial" w:hAnsi="Arial" w:cs="Arial"/>
          <w:color w:val="4E4D4D" w:themeColor="background2"/>
        </w:rPr>
        <w:t xml:space="preserve"> plásticas de grado alimenticio,</w:t>
      </w:r>
      <w:r w:rsidR="003D0B4E" w:rsidRPr="00F4279E">
        <w:rPr>
          <w:rFonts w:ascii="Arial" w:hAnsi="Arial" w:cs="Arial"/>
          <w:color w:val="4E4D4D" w:themeColor="background2"/>
        </w:rPr>
        <w:t xml:space="preserve"> que permitan </w:t>
      </w:r>
      <w:r w:rsidR="00803A00" w:rsidRPr="00F4279E">
        <w:rPr>
          <w:rFonts w:ascii="Arial" w:hAnsi="Arial" w:cs="Arial"/>
          <w:color w:val="4E4D4D" w:themeColor="background2"/>
        </w:rPr>
        <w:t xml:space="preserve">la adecuada distribución </w:t>
      </w:r>
      <w:r w:rsidR="004301C1" w:rsidRPr="00F4279E">
        <w:rPr>
          <w:rFonts w:ascii="Arial" w:hAnsi="Arial" w:cs="Arial"/>
          <w:color w:val="4E4D4D" w:themeColor="background2"/>
        </w:rPr>
        <w:t xml:space="preserve">y entrega al </w:t>
      </w:r>
      <w:r w:rsidR="00772E12" w:rsidRPr="00F4279E">
        <w:rPr>
          <w:rFonts w:ascii="Arial" w:hAnsi="Arial" w:cs="Arial"/>
          <w:color w:val="4E4D4D" w:themeColor="background2"/>
        </w:rPr>
        <w:t>proveedor</w:t>
      </w:r>
      <w:r w:rsidR="004301C1" w:rsidRPr="00F4279E">
        <w:rPr>
          <w:rFonts w:ascii="Arial" w:hAnsi="Arial" w:cs="Arial"/>
          <w:color w:val="4E4D4D" w:themeColor="background2"/>
        </w:rPr>
        <w:t xml:space="preserve"> logístico de acuerdo con el embalaje utilizado para el alimento</w:t>
      </w:r>
      <w:r w:rsidRPr="00F4279E">
        <w:rPr>
          <w:rFonts w:ascii="Arial" w:hAnsi="Arial" w:cs="Arial"/>
          <w:color w:val="4E4D4D" w:themeColor="background2"/>
        </w:rPr>
        <w:t xml:space="preserve">. </w:t>
      </w:r>
    </w:p>
    <w:p w14:paraId="5C64F0C9" w14:textId="77777777" w:rsidR="00D342C3" w:rsidRDefault="00D342C3" w:rsidP="001974DD">
      <w:pPr>
        <w:widowControl w:val="0"/>
        <w:autoSpaceDE w:val="0"/>
        <w:autoSpaceDN w:val="0"/>
        <w:adjustRightInd w:val="0"/>
        <w:spacing w:line="0" w:lineRule="atLeast"/>
        <w:jc w:val="both"/>
        <w:rPr>
          <w:rFonts w:ascii="Arial" w:hAnsi="Arial" w:cs="Arial"/>
          <w:color w:val="4E4D4D" w:themeColor="background2"/>
        </w:rPr>
      </w:pPr>
    </w:p>
    <w:p w14:paraId="258E52D6" w14:textId="3105C981" w:rsidR="003E3A10" w:rsidRDefault="003E3A10" w:rsidP="001974DD">
      <w:pPr>
        <w:widowControl w:val="0"/>
        <w:autoSpaceDE w:val="0"/>
        <w:autoSpaceDN w:val="0"/>
        <w:adjustRightInd w:val="0"/>
        <w:spacing w:line="0" w:lineRule="atLeast"/>
        <w:jc w:val="both"/>
        <w:rPr>
          <w:rFonts w:ascii="Arial" w:hAnsi="Arial" w:cs="Arial"/>
          <w:color w:val="4E4D4D" w:themeColor="background2"/>
        </w:rPr>
      </w:pPr>
      <w:r>
        <w:rPr>
          <w:rFonts w:ascii="Arial" w:hAnsi="Arial" w:cs="Arial"/>
          <w:color w:val="4E4D4D" w:themeColor="background2"/>
        </w:rPr>
        <w:t xml:space="preserve">El máximo de unidades por canastillas a entregar será de 120 unidades </w:t>
      </w:r>
    </w:p>
    <w:p w14:paraId="3F89D3C7" w14:textId="77777777" w:rsidR="003E3A10" w:rsidRPr="00F4279E" w:rsidRDefault="003E3A10" w:rsidP="001974DD">
      <w:pPr>
        <w:widowControl w:val="0"/>
        <w:autoSpaceDE w:val="0"/>
        <w:autoSpaceDN w:val="0"/>
        <w:adjustRightInd w:val="0"/>
        <w:spacing w:line="0" w:lineRule="atLeast"/>
        <w:jc w:val="both"/>
        <w:rPr>
          <w:rFonts w:ascii="Arial" w:hAnsi="Arial" w:cs="Arial"/>
          <w:color w:val="4E4D4D" w:themeColor="background2"/>
        </w:rPr>
      </w:pPr>
    </w:p>
    <w:p w14:paraId="5C64F0CA" w14:textId="324B6792" w:rsidR="00D342C3" w:rsidRDefault="00D342C3" w:rsidP="00D342C3">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rPr>
        <w:t xml:space="preserve">El agua </w:t>
      </w:r>
      <w:r w:rsidR="009016D3">
        <w:rPr>
          <w:rFonts w:ascii="Arial" w:hAnsi="Arial" w:cs="Arial"/>
          <w:color w:val="4E4D4D" w:themeColor="background2"/>
        </w:rPr>
        <w:t xml:space="preserve">tratada </w:t>
      </w:r>
      <w:r w:rsidRPr="00F4279E">
        <w:rPr>
          <w:rFonts w:ascii="Arial" w:hAnsi="Arial" w:cs="Arial"/>
          <w:color w:val="4E4D4D" w:themeColor="background2"/>
        </w:rPr>
        <w:t xml:space="preserve">potable envasada debe </w:t>
      </w:r>
      <w:r w:rsidRPr="00F4279E">
        <w:rPr>
          <w:rFonts w:ascii="Arial" w:hAnsi="Arial" w:cs="Arial"/>
          <w:color w:val="4E4D4D" w:themeColor="background2"/>
          <w:spacing w:val="-1"/>
        </w:rPr>
        <w:t>cumplir con el rotulado del empaque primario establecido en la resolución 5109 del 2005, resolución 333 del 2011 si lo requiere y demás normas relacionadas y las que las sustituyan o modifiquen total o parcialmente.</w:t>
      </w:r>
    </w:p>
    <w:p w14:paraId="40744C7C" w14:textId="77777777" w:rsidR="00A1628E" w:rsidRPr="00F4279E" w:rsidRDefault="00A1628E" w:rsidP="00D342C3">
      <w:pPr>
        <w:widowControl w:val="0"/>
        <w:autoSpaceDE w:val="0"/>
        <w:autoSpaceDN w:val="0"/>
        <w:adjustRightInd w:val="0"/>
        <w:jc w:val="both"/>
        <w:rPr>
          <w:rFonts w:ascii="Arial" w:hAnsi="Arial" w:cs="Arial"/>
          <w:color w:val="4E4D4D" w:themeColor="background2"/>
          <w:spacing w:val="-1"/>
        </w:rPr>
      </w:pPr>
    </w:p>
    <w:p w14:paraId="5C64F0CB" w14:textId="77777777" w:rsidR="001746E1" w:rsidRPr="00F4279E" w:rsidRDefault="001746E1" w:rsidP="001746E1">
      <w:pPr>
        <w:widowControl w:val="0"/>
        <w:autoSpaceDE w:val="0"/>
        <w:autoSpaceDN w:val="0"/>
        <w:adjustRightInd w:val="0"/>
        <w:jc w:val="both"/>
        <w:rPr>
          <w:rFonts w:ascii="Arial" w:hAnsi="Arial" w:cs="Arial"/>
          <w:color w:val="4E4D4D" w:themeColor="background2"/>
        </w:rPr>
      </w:pPr>
      <w:r w:rsidRPr="00F4279E">
        <w:rPr>
          <w:rFonts w:ascii="Arial" w:hAnsi="Arial" w:cs="Arial"/>
          <w:b/>
          <w:color w:val="4E4D4D" w:themeColor="background2"/>
        </w:rPr>
        <w:t>NOTA:</w:t>
      </w:r>
      <w:r w:rsidRPr="00F4279E">
        <w:rPr>
          <w:rFonts w:ascii="Arial" w:hAnsi="Arial" w:cs="Arial"/>
          <w:color w:val="4E4D4D" w:themeColor="background2"/>
        </w:rPr>
        <w:t xml:space="preserve"> Con el fin de garantizar la trazabilidad de los productos, desde la producción hasta la entrega en IED, el proveedor de alimentos entregará un máximo de 3 lotes de producción por cada proveedor logístico. </w:t>
      </w:r>
    </w:p>
    <w:p w14:paraId="5C64F0CC" w14:textId="77777777" w:rsidR="001746E1" w:rsidRDefault="001746E1" w:rsidP="00D342C3">
      <w:pPr>
        <w:widowControl w:val="0"/>
        <w:autoSpaceDE w:val="0"/>
        <w:autoSpaceDN w:val="0"/>
        <w:adjustRightInd w:val="0"/>
        <w:jc w:val="both"/>
        <w:rPr>
          <w:rFonts w:ascii="Arial" w:hAnsi="Arial" w:cs="Arial"/>
          <w:color w:val="4E4D4D" w:themeColor="background2"/>
          <w:spacing w:val="-1"/>
        </w:rPr>
      </w:pPr>
    </w:p>
    <w:p w14:paraId="712F52D6" w14:textId="26879804" w:rsidR="003E3A10" w:rsidRPr="002D7ACC" w:rsidRDefault="003E3A10" w:rsidP="003E3A10">
      <w:pPr>
        <w:widowControl w:val="0"/>
        <w:autoSpaceDE w:val="0"/>
        <w:autoSpaceDN w:val="0"/>
        <w:adjustRightInd w:val="0"/>
        <w:jc w:val="both"/>
        <w:rPr>
          <w:rFonts w:asciiTheme="minorHAnsi" w:hAnsiTheme="minorHAnsi" w:cstheme="minorHAnsi"/>
          <w:color w:val="4E4D4D" w:themeColor="background2"/>
        </w:rPr>
      </w:pPr>
      <w:r w:rsidRPr="002D7ACC">
        <w:rPr>
          <w:rFonts w:asciiTheme="minorHAnsi" w:hAnsiTheme="minorHAnsi" w:cstheme="minorHAnsi"/>
          <w:color w:val="4E4D4D" w:themeColor="background2"/>
        </w:rPr>
        <w:t>N</w:t>
      </w:r>
      <w:r w:rsidR="00A1628E">
        <w:rPr>
          <w:rFonts w:asciiTheme="minorHAnsi" w:hAnsiTheme="minorHAnsi" w:cstheme="minorHAnsi"/>
          <w:color w:val="4E4D4D" w:themeColor="background2"/>
        </w:rPr>
        <w:t>OTA</w:t>
      </w:r>
      <w:r w:rsidRPr="002D7ACC">
        <w:rPr>
          <w:rFonts w:asciiTheme="minorHAnsi" w:hAnsiTheme="minorHAnsi" w:cstheme="minorHAnsi"/>
          <w:color w:val="4E4D4D" w:themeColor="background2"/>
        </w:rPr>
        <w:t>: En caso de ser seleccionado</w:t>
      </w:r>
      <w:r>
        <w:rPr>
          <w:rFonts w:asciiTheme="minorHAnsi" w:hAnsiTheme="minorHAnsi" w:cstheme="minorHAnsi"/>
          <w:color w:val="4E4D4D" w:themeColor="background2"/>
        </w:rPr>
        <w:t xml:space="preserve"> y entregar menos de las 120 unidades,</w:t>
      </w:r>
      <w:r w:rsidRPr="002D7ACC">
        <w:rPr>
          <w:rFonts w:asciiTheme="minorHAnsi" w:hAnsiTheme="minorHAnsi" w:cstheme="minorHAnsi"/>
          <w:color w:val="4E4D4D" w:themeColor="background2"/>
        </w:rPr>
        <w:t xml:space="preserve"> el proveedor debe informar a la interventoría el número de unidades a entregar por canastillas. Estas unidades reportadas deben mantenerse para la ejecución</w:t>
      </w:r>
    </w:p>
    <w:p w14:paraId="2EDF8C0F" w14:textId="77777777" w:rsidR="003E3A10" w:rsidRPr="00F4279E" w:rsidRDefault="003E3A10" w:rsidP="00D342C3">
      <w:pPr>
        <w:widowControl w:val="0"/>
        <w:autoSpaceDE w:val="0"/>
        <w:autoSpaceDN w:val="0"/>
        <w:adjustRightInd w:val="0"/>
        <w:jc w:val="both"/>
        <w:rPr>
          <w:rFonts w:ascii="Arial" w:hAnsi="Arial" w:cs="Arial"/>
          <w:color w:val="4E4D4D" w:themeColor="background2"/>
          <w:spacing w:val="-1"/>
        </w:rPr>
      </w:pPr>
    </w:p>
    <w:p w14:paraId="5C64F0CD" w14:textId="4179298E" w:rsidR="00E04F67" w:rsidRDefault="00A1628E" w:rsidP="00D342C3">
      <w:pPr>
        <w:widowControl w:val="0"/>
        <w:autoSpaceDE w:val="0"/>
        <w:autoSpaceDN w:val="0"/>
        <w:adjustRightInd w:val="0"/>
        <w:jc w:val="both"/>
        <w:rPr>
          <w:rFonts w:ascii="Arial" w:hAnsi="Arial" w:cs="Arial"/>
          <w:spacing w:val="-3"/>
        </w:rPr>
      </w:pPr>
      <w:r>
        <w:rPr>
          <w:rFonts w:ascii="Arial" w:hAnsi="Arial" w:cs="Arial"/>
          <w:spacing w:val="-3"/>
        </w:rPr>
        <w:t xml:space="preserve">NOTA: </w:t>
      </w:r>
      <w:r w:rsidRPr="00C53E83">
        <w:rPr>
          <w:rFonts w:ascii="Arial" w:hAnsi="Arial" w:cs="Arial"/>
          <w:spacing w:val="-3"/>
        </w:rPr>
        <w:t xml:space="preserve">Se entregarán las cantidades autorizadas </w:t>
      </w:r>
      <w:r>
        <w:rPr>
          <w:rFonts w:ascii="Arial" w:hAnsi="Arial" w:cs="Arial"/>
          <w:spacing w:val="-3"/>
        </w:rPr>
        <w:t xml:space="preserve"> y comunicadas </w:t>
      </w:r>
      <w:r w:rsidRPr="00C53E83">
        <w:rPr>
          <w:rFonts w:ascii="Arial" w:hAnsi="Arial" w:cs="Arial"/>
          <w:spacing w:val="-3"/>
        </w:rPr>
        <w:t>por la SED</w:t>
      </w:r>
      <w:r w:rsidR="005B407E">
        <w:rPr>
          <w:rFonts w:ascii="Arial" w:hAnsi="Arial" w:cs="Arial"/>
          <w:spacing w:val="-3"/>
        </w:rPr>
        <w:t>.</w:t>
      </w:r>
    </w:p>
    <w:p w14:paraId="6D136813" w14:textId="77777777" w:rsidR="00A1628E" w:rsidRPr="00F4279E" w:rsidRDefault="00A1628E" w:rsidP="00D342C3">
      <w:pPr>
        <w:widowControl w:val="0"/>
        <w:autoSpaceDE w:val="0"/>
        <w:autoSpaceDN w:val="0"/>
        <w:adjustRightInd w:val="0"/>
        <w:jc w:val="both"/>
        <w:rPr>
          <w:rFonts w:ascii="Arial" w:hAnsi="Arial" w:cs="Arial"/>
          <w:color w:val="4E4D4D" w:themeColor="background2"/>
          <w:spacing w:val="-1"/>
        </w:rPr>
      </w:pPr>
    </w:p>
    <w:p w14:paraId="5C64F0CE" w14:textId="194463BE" w:rsidR="00E04F67" w:rsidRPr="00FE6697" w:rsidRDefault="00E04F67" w:rsidP="00C8240D">
      <w:pPr>
        <w:pStyle w:val="Prrafodelista"/>
        <w:widowControl w:val="0"/>
        <w:numPr>
          <w:ilvl w:val="1"/>
          <w:numId w:val="25"/>
        </w:numPr>
        <w:autoSpaceDE w:val="0"/>
        <w:autoSpaceDN w:val="0"/>
        <w:adjustRightInd w:val="0"/>
        <w:jc w:val="both"/>
        <w:rPr>
          <w:rFonts w:ascii="Arial" w:hAnsi="Arial" w:cs="Arial"/>
          <w:b/>
          <w:color w:val="4E4D4D" w:themeColor="background2"/>
          <w:spacing w:val="-1"/>
        </w:rPr>
      </w:pPr>
      <w:r w:rsidRPr="00FE6697">
        <w:rPr>
          <w:rFonts w:ascii="Arial" w:hAnsi="Arial" w:cs="Arial"/>
          <w:b/>
          <w:color w:val="4E4D4D" w:themeColor="background2"/>
          <w:spacing w:val="-1"/>
        </w:rPr>
        <w:t>REQUERMIENTOS ADICIONALES DE ENTREGA</w:t>
      </w:r>
    </w:p>
    <w:p w14:paraId="5C64F0CF" w14:textId="77777777" w:rsidR="00E04F67" w:rsidRPr="00F4279E" w:rsidRDefault="00E04F67" w:rsidP="00E04F67">
      <w:pPr>
        <w:widowControl w:val="0"/>
        <w:autoSpaceDE w:val="0"/>
        <w:autoSpaceDN w:val="0"/>
        <w:adjustRightInd w:val="0"/>
        <w:jc w:val="both"/>
        <w:rPr>
          <w:rFonts w:ascii="Arial" w:hAnsi="Arial" w:cs="Arial"/>
          <w:b/>
          <w:color w:val="4E4D4D" w:themeColor="background2"/>
          <w:spacing w:val="-1"/>
        </w:rPr>
      </w:pPr>
    </w:p>
    <w:p w14:paraId="5C64F0D0"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El Programa de Alimentación Escolar (PAE), liderado por el área de Bienestar Estudiantil de la Secretaria de Educación, está adoptando mecanismos de sistematización en todos los procesos de ensamble y entrega de refrigerios escolares, del cual, los proveedores de alimentos hacen parte importante en la cadena de estos procesos.</w:t>
      </w:r>
    </w:p>
    <w:p w14:paraId="5C64F0D1"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2" w14:textId="4215D28A"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 xml:space="preserve">Por lo anterior, la Secretaría de Educación del Distrito ha decidido incluir desde la etapa de planeación y diseño de sus anexos técnicos, que, durante la operación, los proveedores de los alimentos que componen los refrigerios </w:t>
      </w:r>
      <w:r w:rsidR="0095175A" w:rsidRPr="00F4279E">
        <w:rPr>
          <w:rFonts w:ascii="Arial" w:hAnsi="Arial" w:cs="Arial"/>
          <w:color w:val="4E4D4D" w:themeColor="background2"/>
          <w:spacing w:val="-1"/>
        </w:rPr>
        <w:t>escolares</w:t>
      </w:r>
      <w:r w:rsidRPr="00F4279E">
        <w:rPr>
          <w:rFonts w:ascii="Arial" w:hAnsi="Arial" w:cs="Arial"/>
          <w:color w:val="4E4D4D" w:themeColor="background2"/>
          <w:spacing w:val="-1"/>
        </w:rPr>
        <w:t xml:space="preserve"> implementen y operen con actividades que nos permitan agilizar la recepción de sus productos en las plantas de ensamble.</w:t>
      </w:r>
    </w:p>
    <w:p w14:paraId="5C64F0D3"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4" w14:textId="4C5F42B3"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 xml:space="preserve">Las actividades a adelantar por los </w:t>
      </w:r>
      <w:r w:rsidR="0095175A" w:rsidRPr="00F4279E">
        <w:rPr>
          <w:rFonts w:ascii="Arial" w:hAnsi="Arial" w:cs="Arial"/>
          <w:color w:val="4E4D4D" w:themeColor="background2"/>
          <w:spacing w:val="-1"/>
        </w:rPr>
        <w:t>proveedores</w:t>
      </w:r>
      <w:r w:rsidRPr="00F4279E">
        <w:rPr>
          <w:rFonts w:ascii="Arial" w:hAnsi="Arial" w:cs="Arial"/>
          <w:color w:val="4E4D4D" w:themeColor="background2"/>
          <w:spacing w:val="-1"/>
        </w:rPr>
        <w:t xml:space="preserve"> corresponden a la rotulación de las canastillas</w:t>
      </w:r>
      <w:r w:rsidR="00953314">
        <w:rPr>
          <w:rFonts w:ascii="Arial" w:hAnsi="Arial" w:cs="Arial"/>
          <w:color w:val="4E4D4D" w:themeColor="background2"/>
          <w:spacing w:val="-1"/>
        </w:rPr>
        <w:t xml:space="preserve"> donde </w:t>
      </w:r>
      <w:r w:rsidRPr="00F4279E">
        <w:rPr>
          <w:rFonts w:ascii="Arial" w:hAnsi="Arial" w:cs="Arial"/>
          <w:color w:val="4E4D4D" w:themeColor="background2"/>
          <w:spacing w:val="-1"/>
        </w:rPr>
        <w:t xml:space="preserve">se embalan los productos para su entrega en las plantas de almacenamiento ensamble y distribución, esta codificación de barras cumplirá con el estándar GS1, donde se podrá simplificar la recepción mediante los lectores de códigos de barras obteniendo información como es: Cantidades de producto empacadas, lotes de producción, fechas de vencimiento, etc. </w:t>
      </w:r>
    </w:p>
    <w:p w14:paraId="5C64F0D5"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6"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La codificación de barras pod</w:t>
      </w:r>
      <w:r w:rsidR="00C53BA3" w:rsidRPr="00F4279E">
        <w:rPr>
          <w:rFonts w:ascii="Arial" w:hAnsi="Arial" w:cs="Arial"/>
          <w:color w:val="4E4D4D" w:themeColor="background2"/>
          <w:spacing w:val="-1"/>
        </w:rPr>
        <w:t>rá estar acorde a la simbología:</w:t>
      </w:r>
      <w:r w:rsidRPr="00F4279E">
        <w:rPr>
          <w:rFonts w:ascii="Arial" w:hAnsi="Arial" w:cs="Arial"/>
          <w:color w:val="4E4D4D" w:themeColor="background2"/>
          <w:spacing w:val="-1"/>
        </w:rPr>
        <w:t xml:space="preserve"> </w:t>
      </w:r>
    </w:p>
    <w:p w14:paraId="5C64F0D7"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8"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SIMBOLOGÍAS LINEALES</w:t>
      </w:r>
    </w:p>
    <w:p w14:paraId="5C64F0D9"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A"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UCC EAN 13/8 </w:t>
      </w:r>
    </w:p>
    <w:p w14:paraId="5C64F0DB"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UCC EAN 128 </w:t>
      </w:r>
    </w:p>
    <w:p w14:paraId="5C64F0DC"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EAN UCC 14 </w:t>
      </w:r>
    </w:p>
    <w:p w14:paraId="5C64F0DD"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SSCC </w:t>
      </w:r>
    </w:p>
    <w:p w14:paraId="5C64F0DE"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DF"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 xml:space="preserve">BIDIMENSIONALES </w:t>
      </w:r>
    </w:p>
    <w:p w14:paraId="5C64F0E0"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E1"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PDF </w:t>
      </w:r>
    </w:p>
    <w:p w14:paraId="5C64F0E2"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AZTECA </w:t>
      </w:r>
    </w:p>
    <w:p w14:paraId="5C64F0E3"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Datamatrix </w:t>
      </w:r>
    </w:p>
    <w:p w14:paraId="5C64F0E4"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E5"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COMPUESTAS</w:t>
      </w:r>
    </w:p>
    <w:p w14:paraId="5C64F0E6"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E7"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w:t>
      </w:r>
      <w:r w:rsidRPr="00F4279E">
        <w:rPr>
          <w:rFonts w:ascii="Arial" w:hAnsi="Arial" w:cs="Arial"/>
          <w:color w:val="4E4D4D" w:themeColor="background2"/>
          <w:spacing w:val="-1"/>
        </w:rPr>
        <w:tab/>
        <w:t xml:space="preserve">EAN UCC RSS/CS </w:t>
      </w:r>
    </w:p>
    <w:p w14:paraId="5C64F0E8"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E9"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 xml:space="preserve">Esta simbología esta parametrizada en las aplicaciones que estarán operando en las plantas de ensamble, y su captura de datos cargara el módulo de recepción de materias primas. </w:t>
      </w:r>
    </w:p>
    <w:p w14:paraId="5C64F0EA" w14:textId="77777777"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p>
    <w:p w14:paraId="5C64F0EB" w14:textId="66B54C86" w:rsidR="00E04F67" w:rsidRPr="00F4279E" w:rsidRDefault="00E04F67" w:rsidP="00E04F67">
      <w:pPr>
        <w:widowControl w:val="0"/>
        <w:autoSpaceDE w:val="0"/>
        <w:autoSpaceDN w:val="0"/>
        <w:adjustRightInd w:val="0"/>
        <w:jc w:val="both"/>
        <w:rPr>
          <w:rFonts w:ascii="Arial" w:hAnsi="Arial" w:cs="Arial"/>
          <w:color w:val="4E4D4D" w:themeColor="background2"/>
          <w:spacing w:val="-1"/>
        </w:rPr>
      </w:pPr>
      <w:r w:rsidRPr="00F4279E">
        <w:rPr>
          <w:rFonts w:ascii="Arial" w:hAnsi="Arial" w:cs="Arial"/>
          <w:color w:val="4E4D4D" w:themeColor="background2"/>
          <w:spacing w:val="-1"/>
        </w:rPr>
        <w:t>El proveedor</w:t>
      </w:r>
      <w:r w:rsidR="009751D5">
        <w:rPr>
          <w:rFonts w:ascii="Arial" w:hAnsi="Arial" w:cs="Arial"/>
          <w:color w:val="4E4D4D" w:themeColor="background2"/>
          <w:spacing w:val="-1"/>
        </w:rPr>
        <w:t xml:space="preserve"> tendrá un tiempo máximo de tres meses desde que inicie la entrega de sus produc</w:t>
      </w:r>
      <w:r w:rsidR="00533F49">
        <w:rPr>
          <w:rFonts w:ascii="Arial" w:hAnsi="Arial" w:cs="Arial"/>
          <w:color w:val="4E4D4D" w:themeColor="background2"/>
          <w:spacing w:val="-1"/>
        </w:rPr>
        <w:t xml:space="preserve">tos al proveedor logístico </w:t>
      </w:r>
      <w:r w:rsidR="009751D5">
        <w:rPr>
          <w:rFonts w:ascii="Arial" w:hAnsi="Arial" w:cs="Arial"/>
          <w:color w:val="4E4D4D" w:themeColor="background2"/>
          <w:spacing w:val="-1"/>
        </w:rPr>
        <w:t>para colocar el código de barras en sus productos.</w:t>
      </w:r>
      <w:r w:rsidRPr="00F4279E">
        <w:rPr>
          <w:rFonts w:ascii="Arial" w:hAnsi="Arial" w:cs="Arial"/>
          <w:color w:val="4E4D4D" w:themeColor="background2"/>
          <w:spacing w:val="-1"/>
        </w:rPr>
        <w:t>.</w:t>
      </w:r>
    </w:p>
    <w:p w14:paraId="5C64F0EC" w14:textId="77777777" w:rsidR="00F77DDA" w:rsidRPr="00F4279E" w:rsidRDefault="00F77DDA" w:rsidP="001974DD">
      <w:pPr>
        <w:widowControl w:val="0"/>
        <w:autoSpaceDE w:val="0"/>
        <w:autoSpaceDN w:val="0"/>
        <w:adjustRightInd w:val="0"/>
        <w:spacing w:line="0" w:lineRule="atLeast"/>
        <w:jc w:val="both"/>
        <w:rPr>
          <w:rFonts w:ascii="Arial" w:hAnsi="Arial" w:cs="Arial"/>
          <w:color w:val="4E4D4D" w:themeColor="background2"/>
        </w:rPr>
      </w:pPr>
    </w:p>
    <w:p w14:paraId="5C64F0ED" w14:textId="77777777" w:rsidR="008A554D" w:rsidRPr="00F4279E" w:rsidRDefault="005B15B0" w:rsidP="00C8240D">
      <w:pPr>
        <w:pStyle w:val="Prrafodelista"/>
        <w:widowControl w:val="0"/>
        <w:numPr>
          <w:ilvl w:val="0"/>
          <w:numId w:val="25"/>
        </w:numPr>
        <w:autoSpaceDE w:val="0"/>
        <w:autoSpaceDN w:val="0"/>
        <w:adjustRightInd w:val="0"/>
        <w:spacing w:line="0" w:lineRule="atLeast"/>
        <w:jc w:val="both"/>
        <w:rPr>
          <w:rFonts w:ascii="Arial" w:hAnsi="Arial" w:cs="Arial"/>
          <w:color w:val="4E4D4D" w:themeColor="background2"/>
        </w:rPr>
      </w:pPr>
      <w:r w:rsidRPr="00F4279E">
        <w:rPr>
          <w:rFonts w:ascii="Arial" w:hAnsi="Arial" w:cs="Arial"/>
          <w:b/>
          <w:color w:val="4E4D4D" w:themeColor="background2"/>
        </w:rPr>
        <w:t xml:space="preserve">CONDICIONES SANITARIAS, </w:t>
      </w:r>
      <w:r w:rsidR="004F065C" w:rsidRPr="00F4279E">
        <w:rPr>
          <w:rFonts w:ascii="Arial" w:hAnsi="Arial" w:cs="Arial"/>
          <w:b/>
          <w:color w:val="4E4D4D" w:themeColor="background2"/>
        </w:rPr>
        <w:t xml:space="preserve">CALIDAD Y </w:t>
      </w:r>
      <w:r w:rsidRPr="00F4279E">
        <w:rPr>
          <w:rFonts w:ascii="Arial" w:hAnsi="Arial" w:cs="Arial"/>
          <w:b/>
          <w:color w:val="4E4D4D" w:themeColor="background2"/>
        </w:rPr>
        <w:t>BUENAS PRÁCTICAS D</w:t>
      </w:r>
      <w:r w:rsidR="007000D6" w:rsidRPr="00F4279E">
        <w:rPr>
          <w:rFonts w:ascii="Arial" w:hAnsi="Arial" w:cs="Arial"/>
          <w:b/>
          <w:color w:val="4E4D4D" w:themeColor="background2"/>
        </w:rPr>
        <w:t xml:space="preserve">E MANUFACTURA (BPM) </w:t>
      </w:r>
    </w:p>
    <w:p w14:paraId="5C64F0EE" w14:textId="77777777" w:rsidR="008A554D" w:rsidRPr="00F4279E" w:rsidRDefault="008A554D" w:rsidP="008A554D">
      <w:pPr>
        <w:widowControl w:val="0"/>
        <w:autoSpaceDE w:val="0"/>
        <w:autoSpaceDN w:val="0"/>
        <w:adjustRightInd w:val="0"/>
        <w:spacing w:line="0" w:lineRule="atLeast"/>
        <w:ind w:left="360"/>
        <w:jc w:val="both"/>
        <w:rPr>
          <w:rFonts w:ascii="Arial" w:hAnsi="Arial" w:cs="Arial"/>
          <w:color w:val="4E4D4D" w:themeColor="background2"/>
        </w:rPr>
      </w:pPr>
    </w:p>
    <w:p w14:paraId="5C64F0EF" w14:textId="77777777" w:rsidR="00BC0A5B" w:rsidRPr="00F4279E" w:rsidRDefault="00BC0A5B" w:rsidP="008A554D">
      <w:pPr>
        <w:widowControl w:val="0"/>
        <w:autoSpaceDE w:val="0"/>
        <w:autoSpaceDN w:val="0"/>
        <w:adjustRightInd w:val="0"/>
        <w:spacing w:line="0" w:lineRule="atLeast"/>
        <w:ind w:left="360"/>
        <w:jc w:val="both"/>
        <w:rPr>
          <w:rFonts w:ascii="Arial" w:hAnsi="Arial" w:cs="Arial"/>
          <w:color w:val="4E4D4D" w:themeColor="background2"/>
        </w:rPr>
      </w:pPr>
      <w:r w:rsidRPr="00F4279E">
        <w:rPr>
          <w:rFonts w:ascii="Arial" w:hAnsi="Arial" w:cs="Arial"/>
          <w:color w:val="4E4D4D" w:themeColor="background2"/>
        </w:rPr>
        <w:t xml:space="preserve">Las condiciones </w:t>
      </w:r>
      <w:r w:rsidR="00387D2B" w:rsidRPr="00F4279E">
        <w:rPr>
          <w:rFonts w:ascii="Arial" w:hAnsi="Arial" w:cs="Arial"/>
          <w:color w:val="4E4D4D" w:themeColor="background2"/>
        </w:rPr>
        <w:t>de saneamiento</w:t>
      </w:r>
      <w:r w:rsidRPr="00F4279E">
        <w:rPr>
          <w:rFonts w:ascii="Arial" w:hAnsi="Arial" w:cs="Arial"/>
          <w:color w:val="4E4D4D" w:themeColor="background2"/>
        </w:rPr>
        <w:t xml:space="preserve"> de la planta</w:t>
      </w:r>
      <w:r w:rsidR="007000D6" w:rsidRPr="00F4279E">
        <w:rPr>
          <w:rFonts w:ascii="Arial" w:hAnsi="Arial" w:cs="Arial"/>
          <w:color w:val="4E4D4D" w:themeColor="background2"/>
        </w:rPr>
        <w:t xml:space="preserve"> y/o bodegas de distribución</w:t>
      </w:r>
      <w:r w:rsidRPr="00F4279E">
        <w:rPr>
          <w:rFonts w:ascii="Arial" w:hAnsi="Arial" w:cs="Arial"/>
          <w:color w:val="4E4D4D" w:themeColor="background2"/>
        </w:rPr>
        <w:t xml:space="preserve">, deben cumplir con lo </w:t>
      </w:r>
      <w:r w:rsidR="00146662" w:rsidRPr="00F4279E">
        <w:rPr>
          <w:rFonts w:ascii="Arial" w:hAnsi="Arial" w:cs="Arial"/>
          <w:color w:val="4E4D4D" w:themeColor="background2"/>
        </w:rPr>
        <w:t>establecido</w:t>
      </w:r>
      <w:r w:rsidRPr="00F4279E">
        <w:rPr>
          <w:rFonts w:ascii="Arial" w:hAnsi="Arial" w:cs="Arial"/>
          <w:color w:val="4E4D4D" w:themeColor="background2"/>
        </w:rPr>
        <w:t xml:space="preserve"> </w:t>
      </w:r>
      <w:r w:rsidR="00146662" w:rsidRPr="00F4279E">
        <w:rPr>
          <w:rFonts w:ascii="Arial" w:hAnsi="Arial" w:cs="Arial"/>
          <w:color w:val="4E4D4D" w:themeColor="background2"/>
          <w:spacing w:val="1"/>
        </w:rPr>
        <w:t>e</w:t>
      </w:r>
      <w:r w:rsidR="00146662" w:rsidRPr="00F4279E">
        <w:rPr>
          <w:rFonts w:ascii="Arial" w:hAnsi="Arial" w:cs="Arial"/>
          <w:color w:val="4E4D4D" w:themeColor="background2"/>
        </w:rPr>
        <w:t>n</w:t>
      </w:r>
      <w:r w:rsidR="00146662" w:rsidRPr="00F4279E">
        <w:rPr>
          <w:rFonts w:ascii="Arial" w:hAnsi="Arial" w:cs="Arial"/>
          <w:color w:val="4E4D4D" w:themeColor="background2"/>
          <w:spacing w:val="50"/>
        </w:rPr>
        <w:t xml:space="preserve"> </w:t>
      </w:r>
      <w:r w:rsidR="00146662" w:rsidRPr="00F4279E">
        <w:rPr>
          <w:rFonts w:ascii="Arial" w:hAnsi="Arial" w:cs="Arial"/>
          <w:color w:val="4E4D4D" w:themeColor="background2"/>
          <w:spacing w:val="1"/>
        </w:rPr>
        <w:t>la resolución 2674 de 2013 o la norma que la modifique o sustituya y las contempladas en la reglamentación sanitaria vigente</w:t>
      </w:r>
      <w:r w:rsidR="00146662" w:rsidRPr="00F4279E">
        <w:rPr>
          <w:rFonts w:ascii="Arial" w:hAnsi="Arial" w:cs="Arial"/>
          <w:color w:val="4E4D4D" w:themeColor="background2"/>
        </w:rPr>
        <w:t xml:space="preserve">. </w:t>
      </w:r>
    </w:p>
    <w:p w14:paraId="5C64F0F0"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F1" w14:textId="77777777" w:rsidR="00BC0A5B" w:rsidRPr="00F4279E" w:rsidRDefault="00BC0A5B" w:rsidP="00C8240D">
      <w:pPr>
        <w:pStyle w:val="Prrafodelista"/>
        <w:widowControl w:val="0"/>
        <w:numPr>
          <w:ilvl w:val="1"/>
          <w:numId w:val="25"/>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spacing w:val="1"/>
        </w:rPr>
        <w:t>CONTROL</w:t>
      </w:r>
      <w:r w:rsidRPr="00F4279E">
        <w:rPr>
          <w:rFonts w:ascii="Arial" w:hAnsi="Arial" w:cs="Arial"/>
          <w:b/>
          <w:color w:val="4E4D4D" w:themeColor="background2"/>
        </w:rPr>
        <w:t xml:space="preserve"> DE LA CALIDAD</w:t>
      </w:r>
    </w:p>
    <w:p w14:paraId="5C64F0F2"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F3" w14:textId="77777777" w:rsidR="00BC0A5B" w:rsidRPr="00F4279E" w:rsidRDefault="00BC0A5B" w:rsidP="00C8240D">
      <w:pPr>
        <w:pStyle w:val="Prrafodelista"/>
        <w:widowControl w:val="0"/>
        <w:numPr>
          <w:ilvl w:val="2"/>
          <w:numId w:val="25"/>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 xml:space="preserve">SISTEMA DE </w:t>
      </w:r>
      <w:r w:rsidRPr="00F4279E">
        <w:rPr>
          <w:rFonts w:ascii="Arial" w:hAnsi="Arial" w:cs="Arial"/>
          <w:b/>
          <w:color w:val="4E4D4D" w:themeColor="background2"/>
          <w:spacing w:val="1"/>
        </w:rPr>
        <w:t>ASEGURAMIENTO</w:t>
      </w:r>
      <w:r w:rsidRPr="00F4279E">
        <w:rPr>
          <w:rFonts w:ascii="Arial" w:hAnsi="Arial" w:cs="Arial"/>
          <w:b/>
          <w:color w:val="4E4D4D" w:themeColor="background2"/>
        </w:rPr>
        <w:t xml:space="preserve"> DE LA CALIDAD</w:t>
      </w:r>
    </w:p>
    <w:p w14:paraId="5C64F0F4"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F5" w14:textId="54459336" w:rsidR="00610B93" w:rsidRPr="00F4279E" w:rsidRDefault="00610B93" w:rsidP="00610B93">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El proveedor debe contar con un sistema de aseguramiento de la calidad el cual debe ser esencialmente preventivo y cubrir todas las etapas de procesamiento de alimentos desde la obtención de materias primas e insumos hasta la distribución de productos terminados según lo estipulado </w:t>
      </w:r>
      <w:r w:rsidRPr="00F4279E">
        <w:rPr>
          <w:rFonts w:ascii="Arial" w:hAnsi="Arial" w:cs="Arial"/>
          <w:color w:val="4E4D4D" w:themeColor="background2"/>
          <w:spacing w:val="1"/>
        </w:rPr>
        <w:t>e</w:t>
      </w:r>
      <w:r w:rsidRPr="00F4279E">
        <w:rPr>
          <w:rFonts w:ascii="Arial" w:hAnsi="Arial" w:cs="Arial"/>
          <w:color w:val="4E4D4D" w:themeColor="background2"/>
        </w:rPr>
        <w:t>n</w:t>
      </w:r>
      <w:r w:rsidRPr="00F4279E">
        <w:rPr>
          <w:rFonts w:ascii="Arial" w:hAnsi="Arial" w:cs="Arial"/>
          <w:color w:val="4E4D4D" w:themeColor="background2"/>
          <w:spacing w:val="50"/>
        </w:rPr>
        <w:t xml:space="preserve"> </w:t>
      </w:r>
      <w:r w:rsidRPr="00F4279E">
        <w:rPr>
          <w:rFonts w:ascii="Arial" w:hAnsi="Arial" w:cs="Arial"/>
          <w:color w:val="4E4D4D" w:themeColor="background2"/>
          <w:spacing w:val="1"/>
        </w:rPr>
        <w:t xml:space="preserve">la resolución 2674 de 2013 o la norma que la modifique o sustituya y las contempladas </w:t>
      </w:r>
      <w:r w:rsidRPr="00F4279E">
        <w:rPr>
          <w:rFonts w:ascii="Arial" w:hAnsi="Arial" w:cs="Arial"/>
          <w:color w:val="4E4D4D" w:themeColor="background2"/>
          <w:spacing w:val="1"/>
        </w:rPr>
        <w:lastRenderedPageBreak/>
        <w:t>en la reglamentación sanitaria vigente</w:t>
      </w:r>
      <w:r w:rsidRPr="00F4279E">
        <w:rPr>
          <w:rFonts w:ascii="Arial" w:hAnsi="Arial" w:cs="Arial"/>
          <w:color w:val="4E4D4D" w:themeColor="background2"/>
        </w:rPr>
        <w:t>. En caso de ser seleccionado</w:t>
      </w:r>
      <w:r w:rsidR="009F2B52">
        <w:rPr>
          <w:rFonts w:ascii="Arial" w:hAnsi="Arial" w:cs="Arial"/>
          <w:color w:val="4E4D4D" w:themeColor="background2"/>
        </w:rPr>
        <w:t xml:space="preserve"> en la Orden de Compra</w:t>
      </w:r>
      <w:r w:rsidRPr="00F4279E">
        <w:rPr>
          <w:rFonts w:ascii="Arial" w:hAnsi="Arial" w:cs="Arial"/>
          <w:color w:val="4E4D4D" w:themeColor="background2"/>
        </w:rPr>
        <w:t xml:space="preserve">, el proveedor, debe presentar el documento con la descripción detallada del sistema de aseguramiento de la calidad que aplica en su empresa, a los 15 días calendario del inicio de la </w:t>
      </w:r>
      <w:r w:rsidR="00F301C3">
        <w:rPr>
          <w:rFonts w:ascii="Arial" w:hAnsi="Arial" w:cs="Arial"/>
          <w:color w:val="4E4D4D" w:themeColor="background2"/>
        </w:rPr>
        <w:t xml:space="preserve">primera </w:t>
      </w:r>
      <w:r w:rsidRPr="00F4279E">
        <w:rPr>
          <w:rFonts w:ascii="Arial" w:hAnsi="Arial" w:cs="Arial"/>
          <w:color w:val="4E4D4D" w:themeColor="background2"/>
        </w:rPr>
        <w:t xml:space="preserve">orden de compra y debe aplicarlo durante la ejecución de la misma, lo cual será verificado por la interventoría, está </w:t>
      </w:r>
      <w:r w:rsidR="004F3BEF" w:rsidRPr="00F4279E">
        <w:rPr>
          <w:rFonts w:ascii="Arial" w:hAnsi="Arial" w:cs="Arial"/>
          <w:color w:val="4E4D4D" w:themeColor="background2"/>
        </w:rPr>
        <w:t xml:space="preserve">a su vez en los </w:t>
      </w:r>
      <w:r w:rsidRPr="00F4279E">
        <w:rPr>
          <w:rFonts w:ascii="Arial" w:hAnsi="Arial" w:cs="Arial"/>
          <w:color w:val="4E4D4D" w:themeColor="background2"/>
        </w:rPr>
        <w:t>30 días calendario realizara observaciones sobre los planes de calidad, los cu</w:t>
      </w:r>
      <w:r w:rsidR="005B407E">
        <w:rPr>
          <w:rFonts w:ascii="Arial" w:hAnsi="Arial" w:cs="Arial"/>
          <w:color w:val="4E4D4D" w:themeColor="background2"/>
        </w:rPr>
        <w:t>ale</w:t>
      </w:r>
      <w:r w:rsidRPr="00F4279E">
        <w:rPr>
          <w:rFonts w:ascii="Arial" w:hAnsi="Arial" w:cs="Arial"/>
          <w:color w:val="4E4D4D" w:themeColor="background2"/>
        </w:rPr>
        <w:t>s remitirá a los proveedores y socializara a los interventores de campo</w:t>
      </w:r>
      <w:r w:rsidR="005B407E">
        <w:rPr>
          <w:rFonts w:ascii="Arial" w:hAnsi="Arial" w:cs="Arial"/>
          <w:color w:val="4E4D4D" w:themeColor="background2"/>
        </w:rPr>
        <w:t>.</w:t>
      </w:r>
      <w:r w:rsidRPr="00F4279E">
        <w:rPr>
          <w:rFonts w:ascii="Arial" w:hAnsi="Arial" w:cs="Arial"/>
          <w:color w:val="4E4D4D" w:themeColor="background2"/>
        </w:rPr>
        <w:t xml:space="preserve"> </w:t>
      </w:r>
    </w:p>
    <w:p w14:paraId="5C64F0F6"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F7" w14:textId="77777777" w:rsidR="00BC0A5B" w:rsidRPr="00F4279E" w:rsidRDefault="00BC0A5B" w:rsidP="00C8240D">
      <w:pPr>
        <w:pStyle w:val="Prrafodelista"/>
        <w:widowControl w:val="0"/>
        <w:numPr>
          <w:ilvl w:val="2"/>
          <w:numId w:val="25"/>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LABORATORIO PARA LA VIGILANCIA DE LA CALIDAD</w:t>
      </w:r>
    </w:p>
    <w:p w14:paraId="5C64F0F8"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0F9" w14:textId="0C2D52FD" w:rsidR="004F3BEF" w:rsidRPr="00F4279E" w:rsidRDefault="004F3BEF" w:rsidP="004F3BEF">
      <w:pPr>
        <w:widowControl w:val="0"/>
        <w:autoSpaceDE w:val="0"/>
        <w:autoSpaceDN w:val="0"/>
        <w:adjustRightInd w:val="0"/>
        <w:jc w:val="both"/>
        <w:rPr>
          <w:rFonts w:ascii="Arial" w:hAnsi="Arial" w:cs="Arial"/>
          <w:color w:val="4E4D4D" w:themeColor="background2"/>
        </w:rPr>
      </w:pPr>
      <w:r w:rsidRPr="00F4279E">
        <w:rPr>
          <w:rFonts w:ascii="Arial" w:hAnsi="Arial" w:cs="Arial"/>
          <w:iCs/>
          <w:color w:val="4E4D4D" w:themeColor="background2"/>
        </w:rPr>
        <w:t xml:space="preserve">El laboratorio que realice el análisis microbiológico deberá dar cumplimiento a la resolución 1619 de 2015 (o las demás normas que la modifiquen, sustituyan o reemplacen), por la cual establece el Sistema de Gestión de la Red Nacional de Laboratorios en los ejes estratégicos de Vigilancia en Salud Pública y de Gestión de Calidad </w:t>
      </w:r>
      <w:r w:rsidRPr="00F4279E">
        <w:rPr>
          <w:rFonts w:ascii="Arial" w:hAnsi="Arial" w:cs="Arial"/>
          <w:i/>
          <w:iCs/>
          <w:color w:val="4E4D4D" w:themeColor="background2"/>
        </w:rPr>
        <w:t xml:space="preserve">y como requisito </w:t>
      </w:r>
      <w:r w:rsidR="005B407E">
        <w:rPr>
          <w:rFonts w:ascii="Arial" w:hAnsi="Arial" w:cs="Arial"/>
          <w:i/>
          <w:iCs/>
          <w:color w:val="4E4D4D" w:themeColor="background2"/>
        </w:rPr>
        <w:t>mínimo</w:t>
      </w:r>
      <w:r w:rsidR="009F2B52">
        <w:rPr>
          <w:rFonts w:ascii="Arial" w:hAnsi="Arial" w:cs="Arial"/>
          <w:i/>
          <w:iCs/>
          <w:color w:val="4E4D4D" w:themeColor="background2"/>
        </w:rPr>
        <w:t xml:space="preserve"> técnico</w:t>
      </w:r>
      <w:r w:rsidR="009F2B52" w:rsidRPr="00F4279E">
        <w:rPr>
          <w:rFonts w:ascii="Arial" w:hAnsi="Arial" w:cs="Arial"/>
          <w:i/>
          <w:iCs/>
          <w:color w:val="4E4D4D" w:themeColor="background2"/>
        </w:rPr>
        <w:t xml:space="preserve"> </w:t>
      </w:r>
      <w:r w:rsidRPr="00F4279E">
        <w:rPr>
          <w:rFonts w:ascii="Arial" w:hAnsi="Arial" w:cs="Arial"/>
          <w:color w:val="4E4D4D" w:themeColor="background2"/>
          <w:spacing w:val="1"/>
        </w:rPr>
        <w:t>se debe presentar el acta de visita o el radicado ante la SDS  y copia del formato de autoevaluación de los estándares de calidad  en salud pública para laboratorios de alimentos y medicamentos</w:t>
      </w:r>
      <w:r w:rsidR="00614548" w:rsidRPr="00F4279E">
        <w:rPr>
          <w:rFonts w:ascii="Arial" w:hAnsi="Arial" w:cs="Arial"/>
          <w:i/>
          <w:iCs/>
          <w:color w:val="4E4D4D" w:themeColor="background2"/>
        </w:rPr>
        <w:t xml:space="preserve"> </w:t>
      </w:r>
      <w:r w:rsidRPr="00F4279E">
        <w:rPr>
          <w:rFonts w:ascii="Arial" w:hAnsi="Arial" w:cs="Arial"/>
          <w:i/>
          <w:iCs/>
          <w:color w:val="4E4D4D" w:themeColor="background2"/>
        </w:rPr>
        <w:t xml:space="preserve">y </w:t>
      </w:r>
      <w:r w:rsidRPr="00F4279E">
        <w:rPr>
          <w:rFonts w:ascii="Arial" w:hAnsi="Arial" w:cs="Arial"/>
          <w:iCs/>
          <w:color w:val="4E4D4D" w:themeColor="background2"/>
        </w:rPr>
        <w:t xml:space="preserve">certificar </w:t>
      </w:r>
      <w:r w:rsidRPr="00F4279E">
        <w:rPr>
          <w:rFonts w:ascii="Arial" w:hAnsi="Arial" w:cs="Arial"/>
          <w:color w:val="4E4D4D" w:themeColor="background2"/>
        </w:rPr>
        <w:t>la pertenencia a un programa de INTERLABORATORIOS NACIONAL O INTERNACIONAL que asegure la competencia del mismo. Además, el LABORATORIO deberá informar en los resultados siempre la TECNICA DE ANALISIS, METODOLOGÍA, así como la NORMA UTILIZADA (estas técnicas deberán ser normalizadas por entes NACIONALES O internacionales VALIDADOS) no se permiten métodos de análisis propios o modificados que no cuenten con su debida validación según ISO 17025/2005. Para la presentación de la oferta los análisis deben presentarse a través de un laboratorio externo el cual no puede ser de propiedad del oferente o fabricante del producto, ni tampoco del cónyuge o compañera(o) permanente, o de quienes se encuentren dentro del segundo grado de consanguinidad o segundo de afinidad y primero civil; de lo contrario el alimento no se tendrá en cuenta para establecer su calidad.</w:t>
      </w:r>
    </w:p>
    <w:p w14:paraId="5C64F0FA" w14:textId="77777777" w:rsidR="004F3BEF" w:rsidRPr="00F4279E" w:rsidRDefault="004F3BEF" w:rsidP="004F3BEF">
      <w:pPr>
        <w:widowControl w:val="0"/>
        <w:autoSpaceDE w:val="0"/>
        <w:autoSpaceDN w:val="0"/>
        <w:adjustRightInd w:val="0"/>
        <w:jc w:val="both"/>
        <w:rPr>
          <w:rFonts w:ascii="Arial" w:hAnsi="Arial" w:cs="Arial"/>
          <w:color w:val="4E4D4D" w:themeColor="background2"/>
        </w:rPr>
      </w:pPr>
    </w:p>
    <w:p w14:paraId="5C64F0FB" w14:textId="5A972C56" w:rsidR="004F3BEF" w:rsidRPr="00F4279E" w:rsidRDefault="004F3BEF" w:rsidP="004F3BEF">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 xml:space="preserve">En la ejecución de la orden de compra se permitirá que el fabricante genere los análisis realizados en laboratorios de su propiedad previo cumplimiento de lo establecido en la resolución 1619 de 2015 y los requisitos </w:t>
      </w:r>
      <w:r w:rsidR="009F2B52">
        <w:rPr>
          <w:rFonts w:ascii="Arial" w:hAnsi="Arial" w:cs="Arial"/>
          <w:color w:val="4E4D4D" w:themeColor="background2"/>
        </w:rPr>
        <w:t>minimos técnicos</w:t>
      </w:r>
      <w:r w:rsidR="009F2B52" w:rsidRPr="00F4279E">
        <w:rPr>
          <w:rFonts w:ascii="Arial" w:hAnsi="Arial" w:cs="Arial"/>
          <w:color w:val="4E4D4D" w:themeColor="background2"/>
        </w:rPr>
        <w:t xml:space="preserve"> </w:t>
      </w:r>
      <w:r w:rsidRPr="00F4279E">
        <w:rPr>
          <w:rFonts w:ascii="Arial" w:hAnsi="Arial" w:cs="Arial"/>
          <w:color w:val="4E4D4D" w:themeColor="background2"/>
        </w:rPr>
        <w:t>mencionados en el párrafo anterior. La interventoría verificara su cumplimiento.</w:t>
      </w:r>
    </w:p>
    <w:p w14:paraId="5C64F0FC" w14:textId="77777777" w:rsidR="0068397F" w:rsidRPr="00F4279E" w:rsidRDefault="0068397F" w:rsidP="001974DD">
      <w:pPr>
        <w:widowControl w:val="0"/>
        <w:autoSpaceDE w:val="0"/>
        <w:autoSpaceDN w:val="0"/>
        <w:adjustRightInd w:val="0"/>
        <w:spacing w:line="0" w:lineRule="atLeast"/>
        <w:jc w:val="both"/>
        <w:rPr>
          <w:rFonts w:ascii="Arial" w:hAnsi="Arial" w:cs="Arial"/>
          <w:color w:val="4E4D4D" w:themeColor="background2"/>
          <w:w w:val="102"/>
        </w:rPr>
      </w:pPr>
    </w:p>
    <w:p w14:paraId="5C64F0FD" w14:textId="77777777" w:rsidR="0068397F" w:rsidRPr="00F4279E" w:rsidRDefault="0068397F" w:rsidP="001974DD">
      <w:pPr>
        <w:autoSpaceDE w:val="0"/>
        <w:spacing w:line="0" w:lineRule="atLeast"/>
        <w:jc w:val="both"/>
        <w:rPr>
          <w:rFonts w:ascii="Arial" w:hAnsi="Arial" w:cs="Arial"/>
          <w:bCs/>
          <w:color w:val="4E4D4D" w:themeColor="background2"/>
          <w:lang w:val="es-CO" w:eastAsia="es-CO"/>
        </w:rPr>
      </w:pPr>
      <w:r w:rsidRPr="00F4279E">
        <w:rPr>
          <w:rFonts w:ascii="Arial" w:hAnsi="Arial" w:cs="Arial"/>
          <w:color w:val="4E4D4D" w:themeColor="background2"/>
          <w:lang w:val="es-CO" w:eastAsia="es-CO"/>
        </w:rPr>
        <w:t>Se debe entregar a la interventor</w:t>
      </w:r>
      <w:r w:rsidRPr="00F4279E">
        <w:rPr>
          <w:rFonts w:ascii="Arial" w:hAnsi="Arial" w:cs="Arial"/>
          <w:bCs/>
          <w:color w:val="4E4D4D" w:themeColor="background2"/>
          <w:lang w:val="es-CO" w:eastAsia="es-CO"/>
        </w:rPr>
        <w:t>ía al inicio de la ejecución el siguiente documento</w:t>
      </w:r>
      <w:r w:rsidRPr="00F4279E">
        <w:rPr>
          <w:rFonts w:ascii="Arial" w:hAnsi="Arial" w:cs="Arial"/>
          <w:color w:val="4E4D4D" w:themeColor="background2"/>
          <w:lang w:val="es-CO" w:eastAsia="es-CO"/>
        </w:rPr>
        <w:t>:</w:t>
      </w:r>
    </w:p>
    <w:p w14:paraId="5C64F0FE" w14:textId="77777777" w:rsidR="0068397F" w:rsidRPr="00F4279E" w:rsidRDefault="0068397F" w:rsidP="001974DD">
      <w:pPr>
        <w:autoSpaceDE w:val="0"/>
        <w:spacing w:line="0" w:lineRule="atLeast"/>
        <w:jc w:val="both"/>
        <w:rPr>
          <w:rFonts w:ascii="Arial" w:hAnsi="Arial" w:cs="Arial"/>
          <w:color w:val="4E4D4D" w:themeColor="background2"/>
          <w:lang w:val="es-CO" w:eastAsia="es-CO"/>
        </w:rPr>
      </w:pPr>
    </w:p>
    <w:p w14:paraId="5C64F0FF" w14:textId="77777777" w:rsidR="0068397F" w:rsidRPr="00F4279E" w:rsidRDefault="0068397F" w:rsidP="00610B93">
      <w:pPr>
        <w:autoSpaceDE w:val="0"/>
        <w:spacing w:line="0" w:lineRule="atLeast"/>
        <w:jc w:val="both"/>
        <w:rPr>
          <w:rFonts w:ascii="Arial" w:hAnsi="Arial" w:cs="Arial"/>
          <w:color w:val="4E4D4D" w:themeColor="background2"/>
          <w:bdr w:val="none" w:sz="0" w:space="0" w:color="auto" w:frame="1"/>
          <w:lang w:val="x-none" w:eastAsia="es-CO"/>
        </w:rPr>
      </w:pPr>
      <w:r w:rsidRPr="00F4279E">
        <w:rPr>
          <w:rFonts w:ascii="Arial" w:hAnsi="Arial" w:cs="Arial"/>
          <w:color w:val="4E4D4D" w:themeColor="background2"/>
          <w:bdr w:val="none" w:sz="0" w:space="0" w:color="auto" w:frame="1"/>
          <w:lang w:val="x-none" w:eastAsia="es-CO"/>
        </w:rPr>
        <w:t xml:space="preserve">Carta expedida por el representante del laboratorio en </w:t>
      </w:r>
      <w:r w:rsidRPr="00F4279E">
        <w:rPr>
          <w:rFonts w:ascii="Arial" w:hAnsi="Arial" w:cs="Arial"/>
          <w:bCs/>
          <w:color w:val="4E4D4D" w:themeColor="background2"/>
          <w:bdr w:val="none" w:sz="0" w:space="0" w:color="auto" w:frame="1"/>
          <w:lang w:val="x-none" w:eastAsia="es-CO"/>
        </w:rPr>
        <w:t xml:space="preserve">la que indique su compromiso de </w:t>
      </w:r>
      <w:r w:rsidRPr="00F4279E">
        <w:rPr>
          <w:rFonts w:ascii="Arial" w:hAnsi="Arial" w:cs="Arial"/>
          <w:color w:val="4E4D4D" w:themeColor="background2"/>
          <w:bdr w:val="none" w:sz="0" w:space="0" w:color="auto" w:frame="1"/>
          <w:lang w:val="x-none" w:eastAsia="es-CO"/>
        </w:rPr>
        <w:t xml:space="preserve">prestar sus servicios para el control de calidad de las materias primas y productos terminados que se </w:t>
      </w:r>
      <w:r w:rsidR="003A65D9" w:rsidRPr="00F4279E">
        <w:rPr>
          <w:rFonts w:ascii="Arial" w:hAnsi="Arial" w:cs="Arial"/>
          <w:color w:val="4E4D4D" w:themeColor="background2"/>
          <w:bdr w:val="none" w:sz="0" w:space="0" w:color="auto" w:frame="1"/>
          <w:lang w:val="x-none" w:eastAsia="es-CO"/>
        </w:rPr>
        <w:t>entregar</w:t>
      </w:r>
      <w:r w:rsidRPr="00F4279E">
        <w:rPr>
          <w:rFonts w:ascii="Arial" w:hAnsi="Arial" w:cs="Arial"/>
          <w:color w:val="4E4D4D" w:themeColor="background2"/>
          <w:bdr w:val="none" w:sz="0" w:space="0" w:color="auto" w:frame="1"/>
          <w:lang w:val="x-none" w:eastAsia="es-CO"/>
        </w:rPr>
        <w:t>án a la SED. </w:t>
      </w:r>
    </w:p>
    <w:p w14:paraId="5C64F100" w14:textId="77777777" w:rsidR="005327F6" w:rsidRPr="00F4279E" w:rsidRDefault="005327F6" w:rsidP="001974DD">
      <w:pPr>
        <w:autoSpaceDE w:val="0"/>
        <w:spacing w:line="0" w:lineRule="atLeast"/>
        <w:ind w:left="360" w:hanging="360"/>
        <w:jc w:val="both"/>
        <w:rPr>
          <w:rFonts w:ascii="Arial" w:hAnsi="Arial" w:cs="Arial"/>
          <w:color w:val="4E4D4D" w:themeColor="background2"/>
          <w:lang w:val="x-none" w:eastAsia="es-CO"/>
        </w:rPr>
      </w:pPr>
    </w:p>
    <w:p w14:paraId="5C64F101" w14:textId="77777777" w:rsidR="00BC0A5B" w:rsidRPr="00F4279E" w:rsidRDefault="00BC0A5B" w:rsidP="00C8240D">
      <w:pPr>
        <w:pStyle w:val="Prrafodelista"/>
        <w:widowControl w:val="0"/>
        <w:numPr>
          <w:ilvl w:val="3"/>
          <w:numId w:val="25"/>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 xml:space="preserve">ANÁLISIS MICROBIOLÓGICOS </w:t>
      </w:r>
      <w:r w:rsidR="000D3A1F" w:rsidRPr="00F4279E">
        <w:rPr>
          <w:rFonts w:ascii="Arial" w:hAnsi="Arial" w:cs="Arial"/>
          <w:b/>
          <w:color w:val="4E4D4D" w:themeColor="background2"/>
        </w:rPr>
        <w:t xml:space="preserve">Y </w:t>
      </w:r>
      <w:r w:rsidR="005F4499" w:rsidRPr="00F4279E">
        <w:rPr>
          <w:rFonts w:ascii="Arial" w:hAnsi="Arial" w:cs="Arial"/>
          <w:b/>
          <w:color w:val="4E4D4D" w:themeColor="background2"/>
        </w:rPr>
        <w:t xml:space="preserve">FISICOQUIMICO </w:t>
      </w:r>
    </w:p>
    <w:p w14:paraId="5C64F102"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103"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Dentro de los tres (3) días hábiles siguientes a la suscripción d</w:t>
      </w:r>
      <w:r w:rsidR="00050BB3" w:rsidRPr="00F4279E">
        <w:rPr>
          <w:rFonts w:ascii="Arial" w:hAnsi="Arial" w:cs="Arial"/>
          <w:color w:val="4E4D4D" w:themeColor="background2"/>
        </w:rPr>
        <w:t xml:space="preserve">e </w:t>
      </w:r>
      <w:r w:rsidR="007B6108" w:rsidRPr="00F4279E">
        <w:rPr>
          <w:rFonts w:ascii="Arial" w:hAnsi="Arial" w:cs="Arial"/>
          <w:color w:val="4E4D4D" w:themeColor="background2"/>
        </w:rPr>
        <w:t>la orden de compra</w:t>
      </w:r>
      <w:r w:rsidRPr="00F4279E">
        <w:rPr>
          <w:rFonts w:ascii="Arial" w:hAnsi="Arial" w:cs="Arial"/>
          <w:color w:val="4E4D4D" w:themeColor="background2"/>
        </w:rPr>
        <w:t xml:space="preserve">, el </w:t>
      </w:r>
      <w:r w:rsidR="002D562D" w:rsidRPr="00F4279E">
        <w:rPr>
          <w:rFonts w:ascii="Arial" w:hAnsi="Arial" w:cs="Arial"/>
          <w:color w:val="4E4D4D" w:themeColor="background2"/>
        </w:rPr>
        <w:t>proveedor</w:t>
      </w:r>
      <w:r w:rsidRPr="00F4279E">
        <w:rPr>
          <w:rFonts w:ascii="Arial" w:hAnsi="Arial" w:cs="Arial"/>
          <w:color w:val="4E4D4D" w:themeColor="background2"/>
        </w:rPr>
        <w:t xml:space="preserve"> deberá entregar a la interventoría el plan de muestreo de alimentos, aguas, superficies, ambientes, manos de los operarios para la vigencia d</w:t>
      </w:r>
      <w:r w:rsidR="00050BB3" w:rsidRPr="00F4279E">
        <w:rPr>
          <w:rFonts w:ascii="Arial" w:hAnsi="Arial" w:cs="Arial"/>
          <w:color w:val="4E4D4D" w:themeColor="background2"/>
        </w:rPr>
        <w:t xml:space="preserve">e </w:t>
      </w:r>
      <w:r w:rsidR="007B6108" w:rsidRPr="00F4279E">
        <w:rPr>
          <w:rFonts w:ascii="Arial" w:hAnsi="Arial" w:cs="Arial"/>
          <w:color w:val="4E4D4D" w:themeColor="background2"/>
        </w:rPr>
        <w:t>la orden de compra</w:t>
      </w:r>
      <w:r w:rsidRPr="00F4279E">
        <w:rPr>
          <w:rFonts w:ascii="Arial" w:hAnsi="Arial" w:cs="Arial"/>
          <w:color w:val="4E4D4D" w:themeColor="background2"/>
        </w:rPr>
        <w:t xml:space="preserve">. </w:t>
      </w:r>
    </w:p>
    <w:p w14:paraId="5C64F104"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105"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Durante la ejecución, el </w:t>
      </w:r>
      <w:r w:rsidR="002D562D" w:rsidRPr="00F4279E">
        <w:rPr>
          <w:rFonts w:ascii="Arial" w:hAnsi="Arial" w:cs="Arial"/>
          <w:color w:val="4E4D4D" w:themeColor="background2"/>
        </w:rPr>
        <w:t>proveedor</w:t>
      </w:r>
      <w:r w:rsidRPr="00F4279E">
        <w:rPr>
          <w:rFonts w:ascii="Arial" w:hAnsi="Arial" w:cs="Arial"/>
          <w:color w:val="4E4D4D" w:themeColor="background2"/>
        </w:rPr>
        <w:t xml:space="preserve"> deberá dar cumplimiento al plan de muestreo de alimentos, agua, superficies, ambientes y manos de los operarios, present</w:t>
      </w:r>
      <w:r w:rsidR="00050BB3" w:rsidRPr="00F4279E">
        <w:rPr>
          <w:rFonts w:ascii="Arial" w:hAnsi="Arial" w:cs="Arial"/>
          <w:color w:val="4E4D4D" w:themeColor="background2"/>
        </w:rPr>
        <w:t>ado para la vigencia de la orden de compra</w:t>
      </w:r>
      <w:r w:rsidRPr="00F4279E">
        <w:rPr>
          <w:rFonts w:ascii="Arial" w:hAnsi="Arial" w:cs="Arial"/>
          <w:color w:val="4E4D4D" w:themeColor="background2"/>
        </w:rPr>
        <w:t>, con el fin de re</w:t>
      </w:r>
      <w:r w:rsidR="00050BB3" w:rsidRPr="00F4279E">
        <w:rPr>
          <w:rFonts w:ascii="Arial" w:hAnsi="Arial" w:cs="Arial"/>
          <w:color w:val="4E4D4D" w:themeColor="background2"/>
        </w:rPr>
        <w:t xml:space="preserve">alizar monitoreo microbiológico. </w:t>
      </w:r>
      <w:r w:rsidRPr="00F4279E">
        <w:rPr>
          <w:rFonts w:ascii="Arial" w:hAnsi="Arial" w:cs="Arial"/>
          <w:color w:val="4E4D4D" w:themeColor="background2"/>
        </w:rPr>
        <w:t xml:space="preserve">Los resultados deberán encontrarse dentro de los rangos aceptados para cada indicador, de acuerdo con la legislación vigente. Deberá reportarse tanto el valor obtenido por el alimento como el valor de referencia para cada una de las pruebas. En ningún caso se acepta </w:t>
      </w:r>
      <w:r w:rsidRPr="00F4279E">
        <w:rPr>
          <w:rFonts w:ascii="Arial" w:hAnsi="Arial" w:cs="Arial"/>
          <w:color w:val="4E4D4D" w:themeColor="background2"/>
          <w:u w:val="single"/>
        </w:rPr>
        <w:t>la presencia de microorganismos patógenos</w:t>
      </w:r>
      <w:r w:rsidRPr="00F4279E">
        <w:rPr>
          <w:rFonts w:ascii="Arial" w:hAnsi="Arial" w:cs="Arial"/>
          <w:color w:val="4E4D4D" w:themeColor="background2"/>
        </w:rPr>
        <w:t>. Los documentos con esta información deben estar disponibles en cualquier momento para revisión y evaluación por parte de la interventoría.</w:t>
      </w:r>
    </w:p>
    <w:p w14:paraId="5C64F106"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107" w14:textId="6CBA755F" w:rsidR="00C7298E" w:rsidRPr="00F4279E" w:rsidRDefault="00C7298E" w:rsidP="00C7298E">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lastRenderedPageBreak/>
        <w:t xml:space="preserve">El análisis de pH y cloro residual del agua </w:t>
      </w:r>
      <w:r w:rsidR="009016D3">
        <w:rPr>
          <w:rFonts w:ascii="Arial" w:hAnsi="Arial" w:cs="Arial"/>
          <w:color w:val="4E4D4D" w:themeColor="background2"/>
        </w:rPr>
        <w:t xml:space="preserve">tratada </w:t>
      </w:r>
      <w:r w:rsidR="009F2B52" w:rsidRPr="00F4279E">
        <w:rPr>
          <w:rFonts w:ascii="Arial" w:hAnsi="Arial" w:cs="Arial"/>
          <w:color w:val="4E4D4D" w:themeColor="background2"/>
        </w:rPr>
        <w:t>potable</w:t>
      </w:r>
      <w:r w:rsidRPr="00F4279E">
        <w:rPr>
          <w:rFonts w:ascii="Arial" w:hAnsi="Arial" w:cs="Arial"/>
          <w:color w:val="4E4D4D" w:themeColor="background2"/>
        </w:rPr>
        <w:t xml:space="preserve"> se debe realizar a diario en las plantas de producción.</w:t>
      </w:r>
    </w:p>
    <w:p w14:paraId="5C64F108"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p>
    <w:p w14:paraId="5C64F109"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r w:rsidRPr="00F4279E">
        <w:rPr>
          <w:rFonts w:ascii="Arial" w:hAnsi="Arial" w:cs="Arial"/>
          <w:b/>
          <w:color w:val="4E4D4D" w:themeColor="background2"/>
        </w:rPr>
        <w:t>NOTA:</w:t>
      </w:r>
      <w:r w:rsidR="006D56D5" w:rsidRPr="00F4279E">
        <w:rPr>
          <w:rFonts w:ascii="Arial" w:hAnsi="Arial" w:cs="Arial"/>
          <w:color w:val="4E4D4D" w:themeColor="background2"/>
        </w:rPr>
        <w:t xml:space="preserve"> R</w:t>
      </w:r>
      <w:r w:rsidRPr="00F4279E">
        <w:rPr>
          <w:rFonts w:ascii="Arial" w:hAnsi="Arial" w:cs="Arial"/>
          <w:color w:val="4E4D4D" w:themeColor="background2"/>
        </w:rPr>
        <w:t>esultados fuera de los parámetros se deberán repetir y el proveedor deberá generar acción correctiva o plan de mejora.</w:t>
      </w:r>
    </w:p>
    <w:p w14:paraId="5C64F10A"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p>
    <w:p w14:paraId="5C64F10B" w14:textId="77777777" w:rsidR="00C7298E" w:rsidRPr="00F4279E" w:rsidRDefault="00C7298E" w:rsidP="00C7298E">
      <w:pPr>
        <w:widowControl w:val="0"/>
        <w:autoSpaceDE w:val="0"/>
        <w:autoSpaceDN w:val="0"/>
        <w:adjustRightInd w:val="0"/>
        <w:jc w:val="both"/>
        <w:rPr>
          <w:rFonts w:ascii="Arial" w:hAnsi="Arial" w:cs="Arial"/>
          <w:color w:val="4E4D4D" w:themeColor="background2"/>
          <w:u w:val="single"/>
        </w:rPr>
      </w:pPr>
      <w:r w:rsidRPr="00F4279E">
        <w:rPr>
          <w:rFonts w:ascii="Arial" w:hAnsi="Arial" w:cs="Arial"/>
          <w:b/>
          <w:color w:val="4E4D4D" w:themeColor="background2"/>
        </w:rPr>
        <w:t>NOTA:</w:t>
      </w:r>
      <w:r w:rsidR="006D56D5" w:rsidRPr="00F4279E">
        <w:rPr>
          <w:rFonts w:ascii="Arial" w:hAnsi="Arial" w:cs="Arial"/>
          <w:color w:val="4E4D4D" w:themeColor="background2"/>
        </w:rPr>
        <w:t xml:space="preserve"> L</w:t>
      </w:r>
      <w:r w:rsidRPr="00F4279E">
        <w:rPr>
          <w:rFonts w:ascii="Arial" w:hAnsi="Arial" w:cs="Arial"/>
          <w:color w:val="4E4D4D" w:themeColor="background2"/>
        </w:rPr>
        <w:t xml:space="preserve">os análisis que el proveedor genere como seguimiento a los muestreos realizados por la interventoría se consideran como independientes al cronograma de muestreo presentado para la ejecución de la orden de compra </w:t>
      </w:r>
      <w:r w:rsidRPr="00F4279E">
        <w:rPr>
          <w:rFonts w:ascii="Arial" w:hAnsi="Arial" w:cs="Arial"/>
          <w:color w:val="4E4D4D" w:themeColor="background2"/>
          <w:u w:val="single"/>
        </w:rPr>
        <w:t xml:space="preserve">y no serán promediados con los resultados del laboratorio de la </w:t>
      </w:r>
      <w:r w:rsidR="006D56D5" w:rsidRPr="00F4279E">
        <w:rPr>
          <w:rFonts w:ascii="Arial" w:hAnsi="Arial" w:cs="Arial"/>
          <w:color w:val="4E4D4D" w:themeColor="background2"/>
          <w:u w:val="single"/>
        </w:rPr>
        <w:t>interventoría</w:t>
      </w:r>
      <w:r w:rsidRPr="00F4279E">
        <w:rPr>
          <w:rFonts w:ascii="Arial" w:hAnsi="Arial" w:cs="Arial"/>
          <w:color w:val="4E4D4D" w:themeColor="background2"/>
          <w:u w:val="single"/>
        </w:rPr>
        <w:t>.</w:t>
      </w:r>
    </w:p>
    <w:p w14:paraId="5C64F10C" w14:textId="77777777" w:rsidR="00BC0A5B" w:rsidRPr="00F4279E" w:rsidRDefault="00BC0A5B" w:rsidP="001974DD">
      <w:pPr>
        <w:widowControl w:val="0"/>
        <w:autoSpaceDE w:val="0"/>
        <w:autoSpaceDN w:val="0"/>
        <w:adjustRightInd w:val="0"/>
        <w:spacing w:line="0" w:lineRule="atLeast"/>
        <w:jc w:val="both"/>
        <w:rPr>
          <w:rFonts w:ascii="Arial" w:hAnsi="Arial" w:cs="Arial"/>
          <w:color w:val="4E4D4D" w:themeColor="background2"/>
        </w:rPr>
      </w:pPr>
    </w:p>
    <w:p w14:paraId="5C64F10D" w14:textId="77777777" w:rsidR="00BC0A5B" w:rsidRPr="00F4279E" w:rsidRDefault="00BC0A5B" w:rsidP="00C8240D">
      <w:pPr>
        <w:pStyle w:val="Prrafodelista"/>
        <w:widowControl w:val="0"/>
        <w:numPr>
          <w:ilvl w:val="1"/>
          <w:numId w:val="25"/>
        </w:numPr>
        <w:autoSpaceDE w:val="0"/>
        <w:autoSpaceDN w:val="0"/>
        <w:adjustRightInd w:val="0"/>
        <w:spacing w:line="0" w:lineRule="atLeast"/>
        <w:jc w:val="both"/>
        <w:rPr>
          <w:rFonts w:ascii="Arial" w:hAnsi="Arial" w:cs="Arial"/>
          <w:b/>
          <w:color w:val="4E4D4D" w:themeColor="background2"/>
        </w:rPr>
      </w:pPr>
      <w:r w:rsidRPr="00F4279E">
        <w:rPr>
          <w:rFonts w:ascii="Arial" w:hAnsi="Arial" w:cs="Arial"/>
          <w:b/>
          <w:color w:val="4E4D4D" w:themeColor="background2"/>
        </w:rPr>
        <w:t>LABORATORIO PARA LA GARANTÍA EN LA CALIDAD DE LAS MEDICIONES</w:t>
      </w:r>
    </w:p>
    <w:p w14:paraId="5C64F10E" w14:textId="77777777" w:rsidR="00572308" w:rsidRPr="00F4279E" w:rsidRDefault="00572308" w:rsidP="001974DD">
      <w:pPr>
        <w:widowControl w:val="0"/>
        <w:autoSpaceDE w:val="0"/>
        <w:autoSpaceDN w:val="0"/>
        <w:adjustRightInd w:val="0"/>
        <w:spacing w:line="0" w:lineRule="atLeast"/>
        <w:jc w:val="both"/>
        <w:rPr>
          <w:rFonts w:ascii="Arial" w:hAnsi="Arial" w:cs="Arial"/>
          <w:b/>
          <w:color w:val="4E4D4D" w:themeColor="background2"/>
        </w:rPr>
      </w:pPr>
    </w:p>
    <w:p w14:paraId="5C64F10F"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El </w:t>
      </w:r>
      <w:r w:rsidR="002D562D" w:rsidRPr="00F4279E">
        <w:rPr>
          <w:rFonts w:ascii="Arial" w:hAnsi="Arial" w:cs="Arial"/>
          <w:color w:val="4E4D4D" w:themeColor="background2"/>
        </w:rPr>
        <w:t>proveedor</w:t>
      </w:r>
      <w:r w:rsidRPr="00F4279E">
        <w:rPr>
          <w:rFonts w:ascii="Arial" w:hAnsi="Arial" w:cs="Arial"/>
          <w:color w:val="4E4D4D" w:themeColor="background2"/>
        </w:rPr>
        <w:t xml:space="preserve"> debe acreditar que cuenta con un laboratorio externo que no sea de propiedad del fabricante para ejecutar la vigilancia y confiabilidad de las mediciones en cuanto a magnitudes en masa y temperatura. </w:t>
      </w:r>
    </w:p>
    <w:p w14:paraId="5C64F110"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ab/>
      </w:r>
    </w:p>
    <w:p w14:paraId="5C64F111"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Se debe entregar a la interventoría al inicio de la ejecución el certificado de acreditación vigente expedido por la ONAC.</w:t>
      </w:r>
    </w:p>
    <w:p w14:paraId="5C64F112"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p>
    <w:p w14:paraId="5C64F113"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 xml:space="preserve">Carta expedida por el representante del laboratorio en la que indique su compromiso de prestar sus servicios para el control de calidad en la calibración de equipos para las magnitudes de masa y temperatura determinados para el control de calidad de los productos alimenticios que se </w:t>
      </w:r>
      <w:r w:rsidR="003A65D9" w:rsidRPr="00F4279E">
        <w:rPr>
          <w:rFonts w:ascii="Arial" w:hAnsi="Arial" w:cs="Arial"/>
          <w:color w:val="4E4D4D" w:themeColor="background2"/>
        </w:rPr>
        <w:t>entregar</w:t>
      </w:r>
      <w:r w:rsidRPr="00F4279E">
        <w:rPr>
          <w:rFonts w:ascii="Arial" w:hAnsi="Arial" w:cs="Arial"/>
          <w:color w:val="4E4D4D" w:themeColor="background2"/>
        </w:rPr>
        <w:t>án a la SED.</w:t>
      </w:r>
    </w:p>
    <w:p w14:paraId="5C64F114" w14:textId="77777777" w:rsidR="00E11001" w:rsidRPr="00F4279E" w:rsidRDefault="00E11001" w:rsidP="001974DD">
      <w:pPr>
        <w:widowControl w:val="0"/>
        <w:autoSpaceDE w:val="0"/>
        <w:autoSpaceDN w:val="0"/>
        <w:adjustRightInd w:val="0"/>
        <w:spacing w:line="0" w:lineRule="atLeast"/>
        <w:jc w:val="both"/>
        <w:rPr>
          <w:rFonts w:ascii="Arial" w:hAnsi="Arial" w:cs="Arial"/>
          <w:color w:val="4E4D4D" w:themeColor="background2"/>
        </w:rPr>
      </w:pPr>
    </w:p>
    <w:p w14:paraId="5C64F115" w14:textId="77777777" w:rsidR="00E11001" w:rsidRPr="00F4279E" w:rsidRDefault="00387D2B" w:rsidP="001974DD">
      <w:pPr>
        <w:widowControl w:val="0"/>
        <w:autoSpaceDE w:val="0"/>
        <w:autoSpaceDN w:val="0"/>
        <w:adjustRightInd w:val="0"/>
        <w:spacing w:line="0" w:lineRule="atLeast"/>
        <w:jc w:val="both"/>
        <w:rPr>
          <w:rFonts w:ascii="Arial" w:hAnsi="Arial" w:cs="Arial"/>
          <w:color w:val="4E4D4D" w:themeColor="background2"/>
        </w:rPr>
      </w:pPr>
      <w:r w:rsidRPr="00F4279E">
        <w:rPr>
          <w:rFonts w:ascii="Arial" w:hAnsi="Arial" w:cs="Arial"/>
          <w:color w:val="4E4D4D" w:themeColor="background2"/>
        </w:rPr>
        <w:t>El laboratorio</w:t>
      </w:r>
      <w:r w:rsidR="00E11001" w:rsidRPr="00F4279E">
        <w:rPr>
          <w:rFonts w:ascii="Arial" w:hAnsi="Arial" w:cs="Arial"/>
          <w:color w:val="4E4D4D" w:themeColor="background2"/>
        </w:rPr>
        <w:t xml:space="preserve"> que realice el análisis no puede ser de propiedad del </w:t>
      </w:r>
      <w:r w:rsidR="002D562D" w:rsidRPr="00F4279E">
        <w:rPr>
          <w:rFonts w:ascii="Arial" w:hAnsi="Arial" w:cs="Arial"/>
          <w:color w:val="4E4D4D" w:themeColor="background2"/>
        </w:rPr>
        <w:t>proveedor</w:t>
      </w:r>
      <w:r w:rsidR="00E11001" w:rsidRPr="00F4279E">
        <w:rPr>
          <w:rFonts w:ascii="Arial" w:hAnsi="Arial" w:cs="Arial"/>
          <w:color w:val="4E4D4D" w:themeColor="background2"/>
        </w:rPr>
        <w:t xml:space="preserve"> o fabricante del </w:t>
      </w:r>
      <w:r w:rsidR="00AA5322" w:rsidRPr="00F4279E">
        <w:rPr>
          <w:rFonts w:ascii="Arial" w:hAnsi="Arial" w:cs="Arial"/>
          <w:color w:val="4E4D4D" w:themeColor="background2"/>
        </w:rPr>
        <w:t>p</w:t>
      </w:r>
      <w:r w:rsidR="00E11001" w:rsidRPr="00F4279E">
        <w:rPr>
          <w:rFonts w:ascii="Arial" w:hAnsi="Arial" w:cs="Arial"/>
          <w:color w:val="4E4D4D" w:themeColor="background2"/>
        </w:rPr>
        <w:t>roducto, ni tampoco del cónyuge o compañera(o) permanente, o de y quienes se encuentren dentro del segundo grado de consanguinidad o segundo de afinidad y primero civil; para efectos de garantizar una mejor trazabilidad de los análisis es obligatorio que el laboratorio posea certificado de acreditación.</w:t>
      </w:r>
    </w:p>
    <w:p w14:paraId="5C64F116" w14:textId="77777777" w:rsidR="000C493C" w:rsidRPr="00F4279E" w:rsidRDefault="000C493C" w:rsidP="001974DD">
      <w:pPr>
        <w:widowControl w:val="0"/>
        <w:autoSpaceDE w:val="0"/>
        <w:autoSpaceDN w:val="0"/>
        <w:adjustRightInd w:val="0"/>
        <w:spacing w:line="0" w:lineRule="atLeast"/>
        <w:jc w:val="both"/>
        <w:rPr>
          <w:rFonts w:ascii="Arial" w:hAnsi="Arial" w:cs="Arial"/>
          <w:b/>
          <w:color w:val="4E4D4D" w:themeColor="background2"/>
        </w:rPr>
      </w:pPr>
    </w:p>
    <w:p w14:paraId="5C64F117"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r w:rsidRPr="00F4279E">
        <w:rPr>
          <w:rFonts w:ascii="Arial" w:hAnsi="Arial" w:cs="Arial"/>
          <w:b/>
          <w:color w:val="4E4D4D" w:themeColor="background2"/>
        </w:rPr>
        <w:t>NOTA:</w:t>
      </w:r>
      <w:r w:rsidR="006D56D5" w:rsidRPr="00F4279E">
        <w:rPr>
          <w:rFonts w:ascii="Arial" w:hAnsi="Arial" w:cs="Arial"/>
          <w:color w:val="4E4D4D" w:themeColor="background2"/>
        </w:rPr>
        <w:t xml:space="preserve"> E</w:t>
      </w:r>
      <w:r w:rsidRPr="00F4279E">
        <w:rPr>
          <w:rFonts w:ascii="Arial" w:hAnsi="Arial" w:cs="Arial"/>
          <w:color w:val="4E4D4D" w:themeColor="background2"/>
        </w:rPr>
        <w:t xml:space="preserve">l número de calibraciones de equipo patrón será de una vez para cada magnitud (masa y temperatura), durante la ejecución de la orden de compra y/o la vigencia de un año. </w:t>
      </w:r>
    </w:p>
    <w:p w14:paraId="5C64F118"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p>
    <w:p w14:paraId="5C64F119" w14:textId="77777777" w:rsidR="00C7298E" w:rsidRPr="00F4279E" w:rsidRDefault="00C7298E" w:rsidP="00C7298E">
      <w:pPr>
        <w:widowControl w:val="0"/>
        <w:autoSpaceDE w:val="0"/>
        <w:autoSpaceDN w:val="0"/>
        <w:adjustRightInd w:val="0"/>
        <w:jc w:val="both"/>
        <w:rPr>
          <w:rFonts w:ascii="Arial" w:hAnsi="Arial" w:cs="Arial"/>
          <w:color w:val="4E4D4D" w:themeColor="background2"/>
        </w:rPr>
      </w:pPr>
      <w:r w:rsidRPr="00F4279E">
        <w:rPr>
          <w:rFonts w:ascii="Arial" w:hAnsi="Arial" w:cs="Arial"/>
          <w:b/>
          <w:color w:val="4E4D4D" w:themeColor="background2"/>
        </w:rPr>
        <w:t>NOTA:</w:t>
      </w:r>
      <w:r w:rsidR="006D56D5" w:rsidRPr="00F4279E">
        <w:rPr>
          <w:rFonts w:ascii="Arial" w:hAnsi="Arial" w:cs="Arial"/>
          <w:color w:val="4E4D4D" w:themeColor="background2"/>
        </w:rPr>
        <w:t xml:space="preserve"> L</w:t>
      </w:r>
      <w:r w:rsidRPr="00F4279E">
        <w:rPr>
          <w:rFonts w:ascii="Arial" w:hAnsi="Arial" w:cs="Arial"/>
          <w:color w:val="4E4D4D" w:themeColor="background2"/>
        </w:rPr>
        <w:t xml:space="preserve">a verificación de los equipos (balanzas y termómetros) se realizará semanalmente. la interventoría revisará el cumplimiento de la verificación respecto al equipo patrón. </w:t>
      </w:r>
    </w:p>
    <w:p w14:paraId="5C64F11A" w14:textId="77777777" w:rsidR="00C7298E" w:rsidRPr="00F4279E" w:rsidRDefault="00C7298E" w:rsidP="00C7298E">
      <w:pPr>
        <w:widowControl w:val="0"/>
        <w:autoSpaceDE w:val="0"/>
        <w:autoSpaceDN w:val="0"/>
        <w:adjustRightInd w:val="0"/>
        <w:spacing w:before="4" w:line="220" w:lineRule="exact"/>
        <w:rPr>
          <w:rFonts w:ascii="Arial" w:hAnsi="Arial" w:cs="Arial"/>
          <w:color w:val="4E4D4D" w:themeColor="background2"/>
        </w:rPr>
      </w:pPr>
    </w:p>
    <w:p w14:paraId="5C64F11B" w14:textId="77777777" w:rsidR="00C7298E" w:rsidRPr="00F4279E" w:rsidRDefault="00C7298E" w:rsidP="00C8240D">
      <w:pPr>
        <w:pStyle w:val="Prrafodelista"/>
        <w:widowControl w:val="0"/>
        <w:numPr>
          <w:ilvl w:val="0"/>
          <w:numId w:val="25"/>
        </w:numPr>
        <w:autoSpaceDE w:val="0"/>
        <w:autoSpaceDN w:val="0"/>
        <w:adjustRightInd w:val="0"/>
        <w:spacing w:before="4" w:line="220" w:lineRule="exact"/>
        <w:rPr>
          <w:rFonts w:ascii="Arial" w:hAnsi="Arial" w:cs="Arial"/>
          <w:b/>
          <w:color w:val="4E4D4D" w:themeColor="background2"/>
          <w:u w:val="single"/>
        </w:rPr>
      </w:pPr>
      <w:r w:rsidRPr="00F4279E">
        <w:rPr>
          <w:rFonts w:ascii="Arial" w:hAnsi="Arial" w:cs="Arial"/>
          <w:b/>
          <w:color w:val="4E4D4D" w:themeColor="background2"/>
          <w:u w:val="single"/>
        </w:rPr>
        <w:t>PLANTA DE PRODUCCIÓN</w:t>
      </w:r>
    </w:p>
    <w:p w14:paraId="5C64F11C" w14:textId="77777777" w:rsidR="00C7298E" w:rsidRPr="00F4279E" w:rsidRDefault="00C7298E" w:rsidP="00C7298E">
      <w:pPr>
        <w:widowControl w:val="0"/>
        <w:autoSpaceDE w:val="0"/>
        <w:autoSpaceDN w:val="0"/>
        <w:adjustRightInd w:val="0"/>
        <w:spacing w:before="4" w:line="220" w:lineRule="exact"/>
        <w:rPr>
          <w:rFonts w:ascii="Arial" w:hAnsi="Arial" w:cs="Arial"/>
          <w:b/>
          <w:color w:val="4E4D4D" w:themeColor="background2"/>
          <w:u w:val="single"/>
        </w:rPr>
      </w:pPr>
    </w:p>
    <w:p w14:paraId="5C64F11D" w14:textId="43147AF5" w:rsidR="00C7298E" w:rsidRPr="00F4279E" w:rsidRDefault="00C7298E" w:rsidP="00C7298E">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 xml:space="preserve">Una vez la SED envíe a los proveedores de alimentos, el preliminar de la orden de producción con las cantidades de alimentos a comprar, el proveedor de alimentos enviará a la </w:t>
      </w:r>
      <w:r w:rsidR="006D56D5" w:rsidRPr="00F4279E">
        <w:rPr>
          <w:rFonts w:ascii="Arial" w:hAnsi="Arial" w:cs="Arial"/>
          <w:color w:val="4E4D4D" w:themeColor="background2"/>
        </w:rPr>
        <w:t>Interventoría</w:t>
      </w:r>
      <w:r w:rsidRPr="00F4279E">
        <w:rPr>
          <w:rFonts w:ascii="Arial" w:hAnsi="Arial" w:cs="Arial"/>
          <w:color w:val="4E4D4D" w:themeColor="background2"/>
        </w:rPr>
        <w:t xml:space="preserve"> dentro de los dos días</w:t>
      </w:r>
      <w:r w:rsidR="007A27E7">
        <w:rPr>
          <w:rFonts w:ascii="Arial" w:hAnsi="Arial" w:cs="Arial"/>
          <w:color w:val="4E4D4D" w:themeColor="background2"/>
        </w:rPr>
        <w:t xml:space="preserve"> hábiles</w:t>
      </w:r>
      <w:r w:rsidRPr="00F4279E">
        <w:rPr>
          <w:rFonts w:ascii="Arial" w:hAnsi="Arial" w:cs="Arial"/>
          <w:color w:val="4E4D4D" w:themeColor="background2"/>
        </w:rPr>
        <w:t xml:space="preserve"> siguientes, un cronograma de la planeación de su producción que involucre las fechas desde las etapas de recepción de la materia prima hasta el despacho del producto terminado, incluyendo producción y almacenamiento. La </w:t>
      </w:r>
      <w:r w:rsidR="006D56D5" w:rsidRPr="00F4279E">
        <w:rPr>
          <w:rFonts w:ascii="Arial" w:hAnsi="Arial" w:cs="Arial"/>
          <w:color w:val="4E4D4D" w:themeColor="background2"/>
        </w:rPr>
        <w:t>Interventoría</w:t>
      </w:r>
      <w:r w:rsidRPr="00F4279E">
        <w:rPr>
          <w:rFonts w:ascii="Arial" w:hAnsi="Arial" w:cs="Arial"/>
          <w:color w:val="4E4D4D" w:themeColor="background2"/>
        </w:rPr>
        <w:t xml:space="preserve"> del PAE o la SED, podrá verificar el cumplimiento del cronograma mediante visita a la planta de alimentos en cualquiera de las etapas antes descritas</w:t>
      </w:r>
      <w:r w:rsidR="006D56D5" w:rsidRPr="00F4279E">
        <w:rPr>
          <w:rFonts w:ascii="Arial" w:hAnsi="Arial" w:cs="Arial"/>
          <w:color w:val="4E4D4D" w:themeColor="background2"/>
        </w:rPr>
        <w:t>.</w:t>
      </w:r>
    </w:p>
    <w:p w14:paraId="5C64F11E" w14:textId="77777777" w:rsidR="00C7298E" w:rsidRPr="00F4279E" w:rsidRDefault="00C7298E" w:rsidP="00C7298E">
      <w:pPr>
        <w:widowControl w:val="0"/>
        <w:autoSpaceDE w:val="0"/>
        <w:autoSpaceDN w:val="0"/>
        <w:adjustRightInd w:val="0"/>
        <w:spacing w:before="4" w:line="220" w:lineRule="exact"/>
        <w:jc w:val="both"/>
        <w:rPr>
          <w:rFonts w:ascii="Arial" w:hAnsi="Arial" w:cs="Arial"/>
          <w:color w:val="4E4D4D" w:themeColor="background2"/>
        </w:rPr>
      </w:pPr>
    </w:p>
    <w:p w14:paraId="5C64F11F" w14:textId="597914D5" w:rsidR="00C7298E" w:rsidRDefault="00C7298E" w:rsidP="00C7298E">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 xml:space="preserve">El proveedor del producto agua </w:t>
      </w:r>
      <w:r w:rsidR="009016D3">
        <w:rPr>
          <w:rFonts w:ascii="Arial" w:hAnsi="Arial" w:cs="Arial"/>
          <w:color w:val="4E4D4D" w:themeColor="background2"/>
        </w:rPr>
        <w:t xml:space="preserve">tratada </w:t>
      </w:r>
      <w:r w:rsidR="007B4701" w:rsidRPr="00F4279E">
        <w:rPr>
          <w:rFonts w:ascii="Arial" w:hAnsi="Arial" w:cs="Arial"/>
          <w:color w:val="4E4D4D" w:themeColor="background2"/>
        </w:rPr>
        <w:t xml:space="preserve">potable envasada </w:t>
      </w:r>
      <w:r w:rsidRPr="00F4279E">
        <w:rPr>
          <w:rFonts w:ascii="Arial" w:hAnsi="Arial" w:cs="Arial"/>
          <w:color w:val="4E4D4D" w:themeColor="background2"/>
        </w:rPr>
        <w:t>dará a conocer al inicio de la ejecución</w:t>
      </w:r>
      <w:r w:rsidR="007A27E7">
        <w:rPr>
          <w:rFonts w:ascii="Arial" w:hAnsi="Arial" w:cs="Arial"/>
          <w:color w:val="4E4D4D" w:themeColor="background2"/>
        </w:rPr>
        <w:t xml:space="preserve"> del Instrumento de Agregación de Demanda</w:t>
      </w:r>
      <w:r w:rsidRPr="00F4279E">
        <w:rPr>
          <w:rFonts w:ascii="Arial" w:hAnsi="Arial" w:cs="Arial"/>
          <w:color w:val="4E4D4D" w:themeColor="background2"/>
        </w:rPr>
        <w:t xml:space="preserve"> a la </w:t>
      </w:r>
      <w:r w:rsidR="006D56D5" w:rsidRPr="00F4279E">
        <w:rPr>
          <w:rFonts w:ascii="Arial" w:hAnsi="Arial" w:cs="Arial"/>
          <w:color w:val="4E4D4D" w:themeColor="background2"/>
        </w:rPr>
        <w:t>Interventoría</w:t>
      </w:r>
      <w:r w:rsidRPr="00F4279E">
        <w:rPr>
          <w:rFonts w:ascii="Arial" w:hAnsi="Arial" w:cs="Arial"/>
          <w:color w:val="4E4D4D" w:themeColor="background2"/>
        </w:rPr>
        <w:t xml:space="preserve"> el documento correspondiente al Sistema de aseguramiento de la calidad de la planta, al cual se le hará seguimiento por parte de la interventoría en casos en que sea necesario se recomendarán algunas sugerencias para que se realicen los respectivos ajustes.</w:t>
      </w:r>
    </w:p>
    <w:p w14:paraId="71CEFDC7" w14:textId="77777777" w:rsidR="004C4450" w:rsidRPr="00F4279E" w:rsidRDefault="004C4450" w:rsidP="00C7298E">
      <w:pPr>
        <w:spacing w:after="160" w:line="259" w:lineRule="auto"/>
        <w:contextualSpacing/>
        <w:jc w:val="both"/>
        <w:rPr>
          <w:rFonts w:ascii="Arial" w:hAnsi="Arial" w:cs="Arial"/>
          <w:color w:val="4E4D4D" w:themeColor="background2"/>
        </w:rPr>
      </w:pPr>
    </w:p>
    <w:p w14:paraId="5C64F120" w14:textId="77777777" w:rsidR="007D75EB" w:rsidRPr="00F4279E" w:rsidRDefault="007D75EB" w:rsidP="005C1175">
      <w:pPr>
        <w:jc w:val="both"/>
        <w:rPr>
          <w:rFonts w:ascii="Arial" w:hAnsi="Arial" w:cs="Arial"/>
          <w:color w:val="4E4D4D" w:themeColor="background2"/>
        </w:rPr>
      </w:pPr>
      <w:r w:rsidRPr="00F4279E">
        <w:rPr>
          <w:rFonts w:ascii="Arial" w:hAnsi="Arial" w:cs="Arial"/>
          <w:color w:val="4E4D4D" w:themeColor="background2"/>
        </w:rPr>
        <w:t>El proveedor de alimentos deberá garantizar que cuenta con la capacidad suficiente de producción y almacenamiento en planta para cumplir con las cantidades mínimas requeridas en los segmentos para los cuales se presenta. Así mismo, deberá firmar y entregar la carta de compromiso de la capacidad de producción ofertada.</w:t>
      </w:r>
    </w:p>
    <w:p w14:paraId="5C64F121" w14:textId="77777777" w:rsidR="007D75EB" w:rsidRPr="00F4279E" w:rsidRDefault="007D75EB" w:rsidP="005C1175">
      <w:pPr>
        <w:jc w:val="both"/>
        <w:rPr>
          <w:rFonts w:ascii="Arial" w:hAnsi="Arial" w:cs="Arial"/>
          <w:color w:val="4E4D4D" w:themeColor="background2"/>
        </w:rPr>
      </w:pPr>
    </w:p>
    <w:p w14:paraId="5C64F122" w14:textId="6C28B852" w:rsidR="007D75EB" w:rsidRPr="00F4279E" w:rsidRDefault="007D75EB" w:rsidP="005C1175">
      <w:pPr>
        <w:jc w:val="both"/>
        <w:rPr>
          <w:rFonts w:ascii="Arial" w:hAnsi="Arial" w:cs="Arial"/>
          <w:color w:val="4E4D4D" w:themeColor="background2"/>
        </w:rPr>
      </w:pPr>
      <w:r w:rsidRPr="00F4279E">
        <w:rPr>
          <w:rFonts w:ascii="Arial" w:hAnsi="Arial" w:cs="Arial"/>
          <w:b/>
          <w:color w:val="4E4D4D" w:themeColor="background2"/>
        </w:rPr>
        <w:t>NOTA:</w:t>
      </w:r>
      <w:r w:rsidRPr="00F4279E">
        <w:rPr>
          <w:rFonts w:ascii="Arial" w:hAnsi="Arial" w:cs="Arial"/>
          <w:color w:val="4E4D4D" w:themeColor="background2"/>
        </w:rPr>
        <w:t xml:space="preserve"> La carta de compromiso de la capacidad de producción ofertada, será objeto de evaluación de la oferta y seguimiento en la </w:t>
      </w:r>
      <w:r w:rsidR="009F2B52">
        <w:rPr>
          <w:rFonts w:ascii="Arial" w:hAnsi="Arial" w:cs="Arial"/>
          <w:color w:val="4E4D4D" w:themeColor="background2"/>
        </w:rPr>
        <w:t>Operación Secundaria</w:t>
      </w:r>
      <w:r w:rsidRPr="00F4279E">
        <w:rPr>
          <w:rFonts w:ascii="Arial" w:hAnsi="Arial" w:cs="Arial"/>
          <w:color w:val="4E4D4D" w:themeColor="background2"/>
        </w:rPr>
        <w:t>.  </w:t>
      </w:r>
    </w:p>
    <w:p w14:paraId="5C64F123" w14:textId="77777777" w:rsidR="007D75EB" w:rsidRPr="00F4279E" w:rsidRDefault="007D75EB" w:rsidP="005C1175">
      <w:pPr>
        <w:jc w:val="both"/>
        <w:rPr>
          <w:rFonts w:ascii="Arial" w:hAnsi="Arial" w:cs="Arial"/>
          <w:color w:val="4E4D4D" w:themeColor="background2"/>
        </w:rPr>
      </w:pPr>
    </w:p>
    <w:p w14:paraId="5C64F124" w14:textId="77777777" w:rsidR="00C7298E" w:rsidRPr="00F4279E" w:rsidRDefault="00C7298E" w:rsidP="005C1175">
      <w:pPr>
        <w:jc w:val="both"/>
        <w:rPr>
          <w:rFonts w:ascii="Arial" w:hAnsi="Arial" w:cs="Arial"/>
          <w:color w:val="4E4D4D" w:themeColor="background2"/>
        </w:rPr>
      </w:pPr>
    </w:p>
    <w:p w14:paraId="5C64F125" w14:textId="77777777" w:rsidR="00C7298E" w:rsidRPr="00F4279E" w:rsidRDefault="00E511E5" w:rsidP="00C7298E">
      <w:pPr>
        <w:rPr>
          <w:rFonts w:ascii="Arial" w:hAnsi="Arial" w:cs="Arial"/>
          <w:b/>
          <w:color w:val="4E4D4D" w:themeColor="background2"/>
          <w:lang w:val="es-CO" w:eastAsia="es-CO"/>
        </w:rPr>
      </w:pPr>
      <w:r w:rsidRPr="00F4279E">
        <w:rPr>
          <w:rFonts w:ascii="Arial" w:hAnsi="Arial" w:cs="Arial"/>
          <w:b/>
          <w:color w:val="4E4D4D" w:themeColor="background2"/>
        </w:rPr>
        <w:t xml:space="preserve">9.1 </w:t>
      </w:r>
      <w:r w:rsidR="00C7298E" w:rsidRPr="00F4279E">
        <w:rPr>
          <w:rFonts w:ascii="Arial" w:hAnsi="Arial" w:cs="Arial"/>
          <w:b/>
          <w:color w:val="4E4D4D" w:themeColor="background2"/>
        </w:rPr>
        <w:t>CONDICIONES HIGIÉNICO SANITARIAS EN PLANTA</w:t>
      </w:r>
    </w:p>
    <w:p w14:paraId="5C64F126" w14:textId="77777777" w:rsidR="00C7298E" w:rsidRPr="00F4279E" w:rsidRDefault="00C7298E" w:rsidP="00C7298E">
      <w:pPr>
        <w:rPr>
          <w:rFonts w:ascii="Arial" w:hAnsi="Arial" w:cs="Arial"/>
          <w:color w:val="4E4D4D" w:themeColor="background2"/>
          <w:lang w:val="es-CO"/>
        </w:rPr>
      </w:pPr>
    </w:p>
    <w:p w14:paraId="5C64F127" w14:textId="68FD8553" w:rsidR="00614548" w:rsidRPr="00F4279E" w:rsidRDefault="00614548" w:rsidP="00614548">
      <w:pPr>
        <w:jc w:val="both"/>
        <w:rPr>
          <w:rFonts w:ascii="Arial" w:hAnsi="Arial" w:cs="Arial"/>
          <w:color w:val="4E4D4D" w:themeColor="background2"/>
        </w:rPr>
      </w:pPr>
      <w:r w:rsidRPr="00F4279E">
        <w:rPr>
          <w:rFonts w:ascii="Arial" w:hAnsi="Arial" w:cs="Arial"/>
          <w:color w:val="4E4D4D" w:themeColor="background2"/>
        </w:rPr>
        <w:t xml:space="preserve">La interventoría del PAE verificará </w:t>
      </w:r>
      <w:r w:rsidR="00C02D07">
        <w:rPr>
          <w:rFonts w:ascii="Arial" w:hAnsi="Arial" w:cs="Arial"/>
          <w:color w:val="4E4D4D" w:themeColor="background2"/>
        </w:rPr>
        <w:t xml:space="preserve">y </w:t>
      </w:r>
      <w:r w:rsidRPr="00F4279E">
        <w:rPr>
          <w:rFonts w:ascii="Arial" w:hAnsi="Arial" w:cs="Arial"/>
          <w:color w:val="4E4D4D" w:themeColor="background2"/>
        </w:rPr>
        <w:t>monitoreará de manera permanente el cumplimiento de las condiciones establecidas en el documento contractual y en la normatividad sanitaria vigente para alimentos, de cada una de las etapas de elaboración o producción de alimentos, incluyendo el recibo de las materias primas hasta el despacho del producto terminado en los siguientes aspectos:</w:t>
      </w:r>
    </w:p>
    <w:p w14:paraId="5C64F128" w14:textId="77777777" w:rsidR="00614548" w:rsidRPr="00F4279E" w:rsidRDefault="00614548" w:rsidP="00614548">
      <w:pPr>
        <w:rPr>
          <w:rFonts w:ascii="Arial" w:hAnsi="Arial" w:cs="Arial"/>
          <w:b/>
          <w:color w:val="4E4D4D" w:themeColor="background2"/>
          <w:lang w:eastAsia="es-CO"/>
        </w:rPr>
      </w:pPr>
    </w:p>
    <w:p w14:paraId="5C64F129"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Áreas de producción</w:t>
      </w:r>
    </w:p>
    <w:p w14:paraId="5C64F12A"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a.            Verificará proceso de producción, al menos una vez por mes.</w:t>
      </w:r>
    </w:p>
    <w:p w14:paraId="5C64F12B"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b.            Verificará el estado de la edificación e instalaciones.</w:t>
      </w:r>
    </w:p>
    <w:p w14:paraId="5C64F12C"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c.            Verificará el cumplimiento de los requisitos higiénicos de fabricación</w:t>
      </w:r>
    </w:p>
    <w:p w14:paraId="5C64F12D"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d.            Monitoreará el plan de aseguramiento y control de la calidad e inocuidad</w:t>
      </w:r>
    </w:p>
    <w:p w14:paraId="5C64F12E"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e.            Revisará la documentación relacionada con el registro sanitario y cumplimiento del mismo.</w:t>
      </w:r>
    </w:p>
    <w:p w14:paraId="5C64F12F"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30"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Equipos y utensilios</w:t>
      </w:r>
    </w:p>
    <w:p w14:paraId="5C64F131" w14:textId="0CC3EDED"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a.            Verifica</w:t>
      </w:r>
      <w:r w:rsidR="00C02D07">
        <w:rPr>
          <w:rFonts w:ascii="Arial" w:hAnsi="Arial" w:cs="Arial"/>
          <w:color w:val="4E4D4D" w:themeColor="background2"/>
        </w:rPr>
        <w:t>rá</w:t>
      </w:r>
      <w:r w:rsidRPr="00F4279E">
        <w:rPr>
          <w:rFonts w:ascii="Arial" w:hAnsi="Arial" w:cs="Arial"/>
          <w:color w:val="4E4D4D" w:themeColor="background2"/>
        </w:rPr>
        <w:t xml:space="preserve"> que la planta cuente con los equipos y utensilios requeridos para el proceso y que se encuentren en óptimo estado.</w:t>
      </w:r>
    </w:p>
    <w:p w14:paraId="5C64F132"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b.            Verificará el correcto funcionamiento de los difusores de los cuartos fríos y que se registren los controles de temperatura</w:t>
      </w:r>
      <w:r w:rsidR="006D56D5" w:rsidRPr="00F4279E">
        <w:rPr>
          <w:rFonts w:ascii="Arial" w:hAnsi="Arial" w:cs="Arial"/>
          <w:color w:val="4E4D4D" w:themeColor="background2"/>
        </w:rPr>
        <w:t xml:space="preserve"> (</w:t>
      </w:r>
      <w:r w:rsidR="008762FA" w:rsidRPr="00F4279E">
        <w:rPr>
          <w:rFonts w:ascii="Arial" w:hAnsi="Arial" w:cs="Arial"/>
          <w:color w:val="4E4D4D" w:themeColor="background2"/>
        </w:rPr>
        <w:t>si aplica)</w:t>
      </w:r>
      <w:r w:rsidRPr="00F4279E">
        <w:rPr>
          <w:rFonts w:ascii="Arial" w:hAnsi="Arial" w:cs="Arial"/>
          <w:color w:val="4E4D4D" w:themeColor="background2"/>
        </w:rPr>
        <w:t>.</w:t>
      </w:r>
    </w:p>
    <w:p w14:paraId="5C64F133"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c.            Verificará el correcto funcionamiento de las selladoras y que estas cumplan condiciones técnicas.</w:t>
      </w:r>
    </w:p>
    <w:p w14:paraId="5C64F134"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d.            Revisará y verificará la calibración de los equipos de medición (temperatura, volumen y masa).</w:t>
      </w:r>
    </w:p>
    <w:p w14:paraId="5C64F135"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e.            Verificará el cumplimiento en el cronograma de mantenimiento y calibración de equipos ofertados.</w:t>
      </w:r>
    </w:p>
    <w:p w14:paraId="5C64F136"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f.             Verificará que los laboratorios de calibración contratados por el proveedor estén acreditados, al menos una vez por mes.</w:t>
      </w:r>
    </w:p>
    <w:p w14:paraId="5C64F137"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g.            Monitoreará las áreas de almacenamiento de materia prima y producto terminado.</w:t>
      </w:r>
    </w:p>
    <w:p w14:paraId="5C64F138"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39"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Personal manipulador de alimentos</w:t>
      </w:r>
    </w:p>
    <w:p w14:paraId="5C64F13A"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 xml:space="preserve">a.            Verificará el cumplimiento de los aspectos establecidos en el documento contractual y en lo relacionado a Buenas Prácticas de Manipulación (BPM) del personal y al uso de la dotación de acuerdo a lo establecido en la normatividad sanitaria vigente. </w:t>
      </w:r>
    </w:p>
    <w:p w14:paraId="5C64F13B"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b.            Verificará el cumplimiento del plan de capacitación continua en manipulación higiénica de alimentos, así como, los certificados médicos del personal manipulador de alimentos, al menos una vez al mes.</w:t>
      </w:r>
    </w:p>
    <w:p w14:paraId="5C64F13C"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3D" w14:textId="77777777" w:rsidR="006D56D5" w:rsidRPr="00F4279E" w:rsidRDefault="006D56D5" w:rsidP="00614548">
      <w:pPr>
        <w:spacing w:after="160" w:line="259" w:lineRule="auto"/>
        <w:contextualSpacing/>
        <w:jc w:val="both"/>
        <w:rPr>
          <w:rFonts w:ascii="Arial" w:hAnsi="Arial" w:cs="Arial"/>
          <w:color w:val="4E4D4D" w:themeColor="background2"/>
        </w:rPr>
      </w:pPr>
    </w:p>
    <w:p w14:paraId="5C64F13E"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Condiciones de Saneamiento</w:t>
      </w:r>
    </w:p>
    <w:p w14:paraId="5C64F13F"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lastRenderedPageBreak/>
        <w:t>a.            Verificará que el concepto sanitario de la planta permanezca acorde a los exigido en los anexos técnicos de alimentos, llevando a cabo el respectivo seguimiento de veracidad con la entidad competente.</w:t>
      </w:r>
    </w:p>
    <w:p w14:paraId="5C64F140"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 xml:space="preserve">b.            Verificará que el concepto sanitario de los vehículos permanezca favorable, llevando a cabo el respectivo seguimiento de veracidad con la entidad competente. </w:t>
      </w:r>
    </w:p>
    <w:p w14:paraId="5C64F141"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c.            Realizará seguimiento a la implementación del plan de saneamiento.</w:t>
      </w:r>
    </w:p>
    <w:p w14:paraId="5C64F142"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d.            Verificará el adecuado uso de los productos utilizados en los procesos de limpieza y desinfección y realizará seguimiento a los procedimientos establecidos.</w:t>
      </w:r>
    </w:p>
    <w:p w14:paraId="5C64F143"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e.            Verificará que se realice el lavado y desinfección de tanques de almacenamiento de agua potable, de acuerdo a la normatividad vigente y lo establecido en el plan de saneamiento.</w:t>
      </w:r>
    </w:p>
    <w:p w14:paraId="5C64F144"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f.             Verificará que se realice el monitoreo de la calidad microbiológica del agua.</w:t>
      </w:r>
    </w:p>
    <w:p w14:paraId="5C64F145"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g.            Verificará el cumplimiento del programa de control de plagas y vectores, de acuerdo al cronograma establecido a la normatividad vigente.</w:t>
      </w:r>
    </w:p>
    <w:p w14:paraId="5C64F146"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h.            Verificará que se realice adecuadamente la clasificación y disposición de residuos con su respectiva documentación de acuerdo a la normatividad vigente.</w:t>
      </w:r>
    </w:p>
    <w:p w14:paraId="5C64F147"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i.             Verificará de manera permanente el cumplimiento de las condiciones establecidos en el documento contractual y en la normatividad sanitaria vigente para alimentos</w:t>
      </w:r>
    </w:p>
    <w:p w14:paraId="5C64F148"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49"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Despacho, transporte y distribución</w:t>
      </w:r>
    </w:p>
    <w:p w14:paraId="5C64F14A"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a.            Verificará que el área de despacho cumpla con las condiciones higiénico sanitarias establecidas en la normatividad vigente.</w:t>
      </w:r>
    </w:p>
    <w:p w14:paraId="5C64F14B"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b.            Verificará las buenas prácticas de manufactura del personal que realiza el transporte y distribución de los alimentos y las condiciones de los vehículos.</w:t>
      </w:r>
    </w:p>
    <w:p w14:paraId="5C64F14C"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c.            Verificará, que el vehículo dispuesto para el transporte de los alimentos cuente con la certificación de calibración y verificación de temperatura (dependiendo de la naturaleza del alimento).</w:t>
      </w:r>
    </w:p>
    <w:p w14:paraId="5C64F14D" w14:textId="77777777" w:rsidR="00614548" w:rsidRPr="00F4279E" w:rsidRDefault="00EC494C"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d</w:t>
      </w:r>
      <w:r w:rsidR="00614548" w:rsidRPr="00F4279E">
        <w:rPr>
          <w:rFonts w:ascii="Arial" w:hAnsi="Arial" w:cs="Arial"/>
          <w:color w:val="4E4D4D" w:themeColor="background2"/>
        </w:rPr>
        <w:t>.             Revisará la documentación técnica de los vehículos que dé cuenta del óptimo estado y funcionamiento, el cumplimiento de los requisitos para el rodamiento acorde a la normatividad vigente.</w:t>
      </w:r>
    </w:p>
    <w:p w14:paraId="5C64F14E" w14:textId="77777777" w:rsidR="00614548" w:rsidRPr="00F4279E" w:rsidRDefault="00EC494C"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e</w:t>
      </w:r>
      <w:r w:rsidR="00614548" w:rsidRPr="00F4279E">
        <w:rPr>
          <w:rFonts w:ascii="Arial" w:hAnsi="Arial" w:cs="Arial"/>
          <w:color w:val="4E4D4D" w:themeColor="background2"/>
        </w:rPr>
        <w:t>.            Verificará el cumplimiento de las condiciones de transporte de acuerdo a la normatividad vigente, relacionadas con revisión tecno mecánica y de gases, disposición final de aceites, llantas usadas y baterías, al menos una vez al semestre o en caso de cambio de los vehículos en la ejecución del contrato.</w:t>
      </w:r>
    </w:p>
    <w:p w14:paraId="5C64F14F"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50" w14:textId="77777777" w:rsidR="00614548" w:rsidRPr="00F4279E" w:rsidRDefault="00614548"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Aseguramiento y control de calidad</w:t>
      </w:r>
    </w:p>
    <w:p w14:paraId="5C64F151"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a.            Verificará mediante muestreo aleatorio que se cumpla con las condiciones de empaque y rotulado.</w:t>
      </w:r>
    </w:p>
    <w:p w14:paraId="5C64F152" w14:textId="1FBA4F9A"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b.            Verificará mediante muestreo aleatorio que los alimentos cumplan con las características organo</w:t>
      </w:r>
      <w:r w:rsidR="00EC494C" w:rsidRPr="00F4279E">
        <w:rPr>
          <w:rFonts w:ascii="Arial" w:hAnsi="Arial" w:cs="Arial"/>
          <w:color w:val="4E4D4D" w:themeColor="background2"/>
        </w:rPr>
        <w:t>lépticas (color, olor, sabor y apariencia</w:t>
      </w:r>
      <w:r w:rsidRPr="00F4279E">
        <w:rPr>
          <w:rFonts w:ascii="Arial" w:hAnsi="Arial" w:cs="Arial"/>
          <w:color w:val="4E4D4D" w:themeColor="background2"/>
        </w:rPr>
        <w:t>)</w:t>
      </w:r>
      <w:r w:rsidR="00C02D07">
        <w:rPr>
          <w:rFonts w:ascii="Arial" w:hAnsi="Arial" w:cs="Arial"/>
          <w:color w:val="4E4D4D" w:themeColor="background2"/>
        </w:rPr>
        <w:t xml:space="preserve"> y</w:t>
      </w:r>
      <w:r w:rsidR="00B60C45">
        <w:rPr>
          <w:rFonts w:ascii="Arial" w:hAnsi="Arial" w:cs="Arial"/>
          <w:color w:val="4E4D4D" w:themeColor="background2"/>
        </w:rPr>
        <w:t xml:space="preserve"> </w:t>
      </w:r>
      <w:r w:rsidRPr="00F4279E">
        <w:rPr>
          <w:rFonts w:ascii="Arial" w:hAnsi="Arial" w:cs="Arial"/>
          <w:color w:val="4E4D4D" w:themeColor="background2"/>
        </w:rPr>
        <w:t xml:space="preserve">estén libres de </w:t>
      </w:r>
      <w:r w:rsidR="00EC494C" w:rsidRPr="00F4279E">
        <w:rPr>
          <w:rFonts w:ascii="Arial" w:hAnsi="Arial" w:cs="Arial"/>
          <w:color w:val="4E4D4D" w:themeColor="background2"/>
        </w:rPr>
        <w:t>partículas extrañas.</w:t>
      </w:r>
    </w:p>
    <w:p w14:paraId="5C64F153"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c.            Verificará mediante muestreo aleatorio que las fechas de vencimiento de cada uno de los componentes no hayan caducado y cumplan la normatividad vigente de rotulado, así como lo establecido contractualmente para cada producto.</w:t>
      </w:r>
    </w:p>
    <w:p w14:paraId="5C64F154"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d.            Verificará que el programa de trazabilidad aplique y cumpla para el producto.</w:t>
      </w:r>
    </w:p>
    <w:p w14:paraId="5C64F155"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56" w14:textId="77777777" w:rsidR="006D56D5" w:rsidRPr="00F4279E" w:rsidRDefault="006D56D5" w:rsidP="00614548">
      <w:pPr>
        <w:spacing w:after="160" w:line="259" w:lineRule="auto"/>
        <w:contextualSpacing/>
        <w:jc w:val="both"/>
        <w:rPr>
          <w:rFonts w:ascii="Arial" w:hAnsi="Arial" w:cs="Arial"/>
          <w:color w:val="4E4D4D" w:themeColor="background2"/>
        </w:rPr>
      </w:pPr>
    </w:p>
    <w:p w14:paraId="5C64F157" w14:textId="77777777" w:rsidR="00614548" w:rsidRPr="00F4279E" w:rsidRDefault="006C78AA" w:rsidP="00614548">
      <w:pPr>
        <w:spacing w:after="160" w:line="259" w:lineRule="auto"/>
        <w:contextualSpacing/>
        <w:jc w:val="both"/>
        <w:rPr>
          <w:rFonts w:ascii="Arial" w:hAnsi="Arial" w:cs="Arial"/>
          <w:b/>
          <w:color w:val="4E4D4D" w:themeColor="background2"/>
        </w:rPr>
      </w:pPr>
      <w:r w:rsidRPr="00F4279E">
        <w:rPr>
          <w:rFonts w:ascii="Arial" w:hAnsi="Arial" w:cs="Arial"/>
          <w:b/>
          <w:color w:val="4E4D4D" w:themeColor="background2"/>
        </w:rPr>
        <w:t>9</w:t>
      </w:r>
      <w:r w:rsidR="00614548" w:rsidRPr="00F4279E">
        <w:rPr>
          <w:rFonts w:ascii="Arial" w:hAnsi="Arial" w:cs="Arial"/>
          <w:b/>
          <w:color w:val="4E4D4D" w:themeColor="background2"/>
        </w:rPr>
        <w:t>.1.2            SEGURIDAD INDUSTRIAL</w:t>
      </w:r>
    </w:p>
    <w:p w14:paraId="5C64F158"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59" w14:textId="77777777" w:rsidR="00614548" w:rsidRPr="00F4279E" w:rsidRDefault="00614548" w:rsidP="00614548">
      <w:pPr>
        <w:spacing w:after="160" w:line="259" w:lineRule="auto"/>
        <w:contextualSpacing/>
        <w:jc w:val="both"/>
        <w:rPr>
          <w:rFonts w:ascii="Arial" w:hAnsi="Arial" w:cs="Arial"/>
          <w:color w:val="4E4D4D" w:themeColor="background2"/>
        </w:rPr>
      </w:pPr>
      <w:r w:rsidRPr="00F4279E">
        <w:rPr>
          <w:rFonts w:ascii="Arial" w:hAnsi="Arial" w:cs="Arial"/>
          <w:color w:val="4E4D4D" w:themeColor="background2"/>
        </w:rPr>
        <w:t>a.            Verificará y revisará el cumplimiento del programa de seguridad industrial de la planta, así como la correcta utilización de los elementos de protección.</w:t>
      </w:r>
    </w:p>
    <w:p w14:paraId="5C64F15A" w14:textId="77777777" w:rsidR="00614548" w:rsidRPr="00F4279E" w:rsidRDefault="00614548" w:rsidP="00614548">
      <w:pPr>
        <w:spacing w:after="160" w:line="259" w:lineRule="auto"/>
        <w:contextualSpacing/>
        <w:jc w:val="both"/>
        <w:rPr>
          <w:rFonts w:ascii="Arial" w:hAnsi="Arial" w:cs="Arial"/>
          <w:color w:val="4E4D4D" w:themeColor="background2"/>
        </w:rPr>
      </w:pPr>
    </w:p>
    <w:p w14:paraId="5C64F15B" w14:textId="77777777" w:rsidR="00614548" w:rsidRPr="00F4279E" w:rsidRDefault="00614548" w:rsidP="00614548">
      <w:pPr>
        <w:rPr>
          <w:rFonts w:ascii="Arial" w:hAnsi="Arial" w:cs="Arial"/>
          <w:color w:val="4E4D4D" w:themeColor="background2"/>
          <w:highlight w:val="yellow"/>
        </w:rPr>
      </w:pPr>
    </w:p>
    <w:p w14:paraId="5C64F15C" w14:textId="77777777" w:rsidR="005A7962" w:rsidRPr="00F4279E" w:rsidRDefault="005A7962" w:rsidP="00890CA1">
      <w:pPr>
        <w:autoSpaceDE w:val="0"/>
        <w:autoSpaceDN w:val="0"/>
        <w:spacing w:line="0" w:lineRule="atLeast"/>
        <w:jc w:val="both"/>
        <w:rPr>
          <w:rFonts w:ascii="Arial" w:hAnsi="Arial" w:cs="Arial"/>
          <w:color w:val="4E4D4D" w:themeColor="background2"/>
          <w:spacing w:val="-3"/>
        </w:rPr>
      </w:pPr>
    </w:p>
    <w:p w14:paraId="5C64F15D" w14:textId="77777777" w:rsidR="006F1B82" w:rsidRPr="00F4279E" w:rsidRDefault="006F1B82" w:rsidP="006F1B82">
      <w:pPr>
        <w:widowControl w:val="0"/>
        <w:autoSpaceDE w:val="0"/>
        <w:autoSpaceDN w:val="0"/>
        <w:adjustRightInd w:val="0"/>
        <w:spacing w:before="4" w:line="220" w:lineRule="exact"/>
        <w:jc w:val="center"/>
        <w:rPr>
          <w:rFonts w:ascii="Arial" w:hAnsi="Arial" w:cs="Arial"/>
          <w:b/>
          <w:color w:val="4E4D4D" w:themeColor="background2"/>
          <w:u w:val="single"/>
        </w:rPr>
      </w:pPr>
      <w:r w:rsidRPr="00F4279E">
        <w:rPr>
          <w:rFonts w:ascii="Arial" w:hAnsi="Arial" w:cs="Arial"/>
          <w:b/>
          <w:color w:val="4E4D4D" w:themeColor="background2"/>
          <w:u w:val="single"/>
        </w:rPr>
        <w:t>ANEXOS PARA ENTREGAR CON LA PROPUESTA</w:t>
      </w:r>
    </w:p>
    <w:p w14:paraId="5C64F15E" w14:textId="77777777" w:rsidR="00356E78" w:rsidRPr="00F4279E" w:rsidRDefault="00356E78" w:rsidP="00911168">
      <w:pPr>
        <w:widowControl w:val="0"/>
        <w:autoSpaceDE w:val="0"/>
        <w:autoSpaceDN w:val="0"/>
        <w:adjustRightInd w:val="0"/>
        <w:jc w:val="both"/>
        <w:rPr>
          <w:rFonts w:ascii="Arial" w:hAnsi="Arial" w:cs="Arial"/>
          <w:color w:val="4E4D4D" w:themeColor="background2"/>
        </w:rPr>
      </w:pPr>
    </w:p>
    <w:p w14:paraId="10F71CE3" w14:textId="77777777" w:rsidR="00151588" w:rsidRDefault="00356E78" w:rsidP="00356E78">
      <w:pPr>
        <w:widowControl w:val="0"/>
        <w:autoSpaceDE w:val="0"/>
        <w:autoSpaceDN w:val="0"/>
        <w:adjustRightInd w:val="0"/>
        <w:jc w:val="both"/>
        <w:rPr>
          <w:rFonts w:ascii="Arial" w:hAnsi="Arial" w:cs="Arial"/>
        </w:rPr>
      </w:pPr>
      <w:r w:rsidRPr="00F4279E">
        <w:rPr>
          <w:rFonts w:ascii="Arial" w:hAnsi="Arial" w:cs="Arial"/>
          <w:color w:val="4E4D4D" w:themeColor="background2"/>
        </w:rPr>
        <w:t>•</w:t>
      </w:r>
      <w:r w:rsidRPr="00F4279E">
        <w:rPr>
          <w:rFonts w:ascii="Arial" w:hAnsi="Arial" w:cs="Arial"/>
          <w:color w:val="4E4D4D" w:themeColor="background2"/>
        </w:rPr>
        <w:tab/>
      </w:r>
      <w:r w:rsidR="00151588" w:rsidRPr="00C53E83">
        <w:rPr>
          <w:rFonts w:ascii="Arial" w:hAnsi="Arial" w:cs="Arial"/>
        </w:rPr>
        <w:t xml:space="preserve">FORMATO  </w:t>
      </w:r>
      <w:r w:rsidR="00151588">
        <w:rPr>
          <w:rFonts w:ascii="Arial" w:hAnsi="Arial" w:cs="Arial"/>
        </w:rPr>
        <w:t>6</w:t>
      </w:r>
      <w:r w:rsidR="00151588" w:rsidRPr="00C53E83">
        <w:rPr>
          <w:rFonts w:ascii="Arial" w:hAnsi="Arial" w:cs="Arial"/>
        </w:rPr>
        <w:t>. LISTADO DE</w:t>
      </w:r>
      <w:r w:rsidR="00151588">
        <w:rPr>
          <w:rFonts w:ascii="Arial" w:hAnsi="Arial" w:cs="Arial"/>
        </w:rPr>
        <w:t xml:space="preserve"> ALIMENTOS</w:t>
      </w:r>
    </w:p>
    <w:p w14:paraId="6E0E47BC" w14:textId="77777777" w:rsidR="00151588" w:rsidRDefault="00151588" w:rsidP="00356E78">
      <w:pPr>
        <w:widowControl w:val="0"/>
        <w:autoSpaceDE w:val="0"/>
        <w:autoSpaceDN w:val="0"/>
        <w:adjustRightInd w:val="0"/>
        <w:jc w:val="both"/>
        <w:rPr>
          <w:rFonts w:ascii="Arial" w:hAnsi="Arial" w:cs="Arial"/>
        </w:rPr>
      </w:pPr>
    </w:p>
    <w:p w14:paraId="5C64F15F" w14:textId="7CE3B346" w:rsidR="00356E78" w:rsidRPr="004D57D5" w:rsidRDefault="00356E78" w:rsidP="004D57D5">
      <w:pPr>
        <w:pStyle w:val="Prrafodelista"/>
        <w:widowControl w:val="0"/>
        <w:numPr>
          <w:ilvl w:val="0"/>
          <w:numId w:val="23"/>
        </w:numPr>
        <w:autoSpaceDE w:val="0"/>
        <w:autoSpaceDN w:val="0"/>
        <w:adjustRightInd w:val="0"/>
        <w:ind w:left="426" w:firstLine="0"/>
        <w:jc w:val="both"/>
        <w:rPr>
          <w:rFonts w:ascii="Arial" w:hAnsi="Arial" w:cs="Arial"/>
        </w:rPr>
      </w:pPr>
      <w:r w:rsidRPr="004D57D5">
        <w:rPr>
          <w:rFonts w:ascii="Arial" w:hAnsi="Arial" w:cs="Arial"/>
          <w:color w:val="4E4D4D" w:themeColor="background2"/>
        </w:rPr>
        <w:t xml:space="preserve">FORMATO </w:t>
      </w:r>
      <w:r w:rsidR="004D57D5">
        <w:rPr>
          <w:rFonts w:ascii="Arial" w:hAnsi="Arial" w:cs="Arial"/>
          <w:color w:val="4E4D4D" w:themeColor="background2"/>
        </w:rPr>
        <w:t>11</w:t>
      </w:r>
      <w:r w:rsidRPr="004D57D5">
        <w:rPr>
          <w:rFonts w:ascii="Arial" w:hAnsi="Arial" w:cs="Arial"/>
          <w:color w:val="4E4D4D" w:themeColor="background2"/>
        </w:rPr>
        <w:t xml:space="preserve">. </w:t>
      </w:r>
      <w:r w:rsidR="00091077" w:rsidRPr="004D57D5">
        <w:rPr>
          <w:rFonts w:asciiTheme="minorHAnsi" w:hAnsiTheme="minorHAnsi" w:cstheme="minorHAnsi"/>
          <w:color w:val="4E4D4D" w:themeColor="background2"/>
        </w:rPr>
        <w:t>CARTA DE PRESENTACIÓN DE LA PLANTA Y/O CENTRO DE DISTRIBUCION</w:t>
      </w:r>
    </w:p>
    <w:p w14:paraId="5C64F160" w14:textId="2D1D08A3" w:rsidR="006F1B82" w:rsidRPr="00F4279E" w:rsidRDefault="00356E78" w:rsidP="00356E78">
      <w:pPr>
        <w:widowControl w:val="0"/>
        <w:autoSpaceDE w:val="0"/>
        <w:autoSpaceDN w:val="0"/>
        <w:adjustRightInd w:val="0"/>
        <w:jc w:val="both"/>
        <w:rPr>
          <w:rFonts w:ascii="Arial" w:hAnsi="Arial" w:cs="Arial"/>
          <w:color w:val="4E4D4D" w:themeColor="background2"/>
        </w:rPr>
      </w:pPr>
      <w:r w:rsidRPr="00F4279E">
        <w:rPr>
          <w:rFonts w:ascii="Arial" w:hAnsi="Arial" w:cs="Arial"/>
          <w:color w:val="4E4D4D" w:themeColor="background2"/>
        </w:rPr>
        <w:t>•</w:t>
      </w:r>
      <w:r w:rsidRPr="00F4279E">
        <w:rPr>
          <w:rFonts w:ascii="Arial" w:hAnsi="Arial" w:cs="Arial"/>
          <w:color w:val="4E4D4D" w:themeColor="background2"/>
        </w:rPr>
        <w:tab/>
        <w:t xml:space="preserve">FORMATO </w:t>
      </w:r>
      <w:r w:rsidR="007F17E2">
        <w:rPr>
          <w:rFonts w:ascii="Arial" w:hAnsi="Arial" w:cs="Arial"/>
          <w:color w:val="4E4D4D" w:themeColor="background2"/>
        </w:rPr>
        <w:t>8</w:t>
      </w:r>
      <w:r w:rsidRPr="00F4279E">
        <w:rPr>
          <w:rFonts w:ascii="Arial" w:hAnsi="Arial" w:cs="Arial"/>
          <w:color w:val="4E4D4D" w:themeColor="background2"/>
        </w:rPr>
        <w:t>. CARTA DE COMPROMISO CAPACIDAD DE PRODUCCIÓN DE LA PLANTA</w:t>
      </w:r>
      <w:r w:rsidR="00983C05">
        <w:rPr>
          <w:rFonts w:ascii="Arial" w:hAnsi="Arial" w:cs="Arial"/>
          <w:color w:val="4E4D4D" w:themeColor="background2"/>
        </w:rPr>
        <w:t xml:space="preserve"> Y/O CENTRO DE DISTRIBUCIÓN.</w:t>
      </w:r>
    </w:p>
    <w:p w14:paraId="5C64F161" w14:textId="77777777" w:rsidR="006F1B82" w:rsidRPr="00F4279E" w:rsidRDefault="006F1B82" w:rsidP="006F1B82">
      <w:pPr>
        <w:widowControl w:val="0"/>
        <w:autoSpaceDE w:val="0"/>
        <w:autoSpaceDN w:val="0"/>
        <w:adjustRightInd w:val="0"/>
        <w:jc w:val="both"/>
        <w:rPr>
          <w:rFonts w:ascii="Arial" w:hAnsi="Arial" w:cs="Arial"/>
          <w:b/>
          <w:color w:val="4E4D4D" w:themeColor="background2"/>
          <w:spacing w:val="1"/>
        </w:rPr>
      </w:pPr>
    </w:p>
    <w:p w14:paraId="5C64F162" w14:textId="77777777" w:rsidR="006F1B82" w:rsidRPr="00F4279E" w:rsidRDefault="006F1B82" w:rsidP="006F1B82">
      <w:pPr>
        <w:widowControl w:val="0"/>
        <w:autoSpaceDE w:val="0"/>
        <w:autoSpaceDN w:val="0"/>
        <w:adjustRightInd w:val="0"/>
        <w:jc w:val="center"/>
        <w:rPr>
          <w:rFonts w:ascii="Arial" w:hAnsi="Arial" w:cs="Arial"/>
          <w:b/>
          <w:color w:val="4E4D4D" w:themeColor="background2"/>
        </w:rPr>
      </w:pPr>
      <w:r w:rsidRPr="00F4279E">
        <w:rPr>
          <w:rFonts w:ascii="Arial" w:hAnsi="Arial" w:cs="Arial"/>
          <w:b/>
          <w:color w:val="4E4D4D" w:themeColor="background2"/>
          <w:spacing w:val="1"/>
        </w:rPr>
        <w:t>A</w:t>
      </w:r>
      <w:r w:rsidRPr="00F4279E">
        <w:rPr>
          <w:rFonts w:ascii="Arial" w:hAnsi="Arial" w:cs="Arial"/>
          <w:b/>
          <w:color w:val="4E4D4D" w:themeColor="background2"/>
          <w:spacing w:val="3"/>
        </w:rPr>
        <w:t>N</w:t>
      </w:r>
      <w:r w:rsidRPr="00F4279E">
        <w:rPr>
          <w:rFonts w:ascii="Arial" w:hAnsi="Arial" w:cs="Arial"/>
          <w:b/>
          <w:color w:val="4E4D4D" w:themeColor="background2"/>
          <w:spacing w:val="-2"/>
        </w:rPr>
        <w:t>E</w:t>
      </w:r>
      <w:r w:rsidRPr="00F4279E">
        <w:rPr>
          <w:rFonts w:ascii="Arial" w:hAnsi="Arial" w:cs="Arial"/>
          <w:b/>
          <w:color w:val="4E4D4D" w:themeColor="background2"/>
          <w:spacing w:val="3"/>
        </w:rPr>
        <w:t>X</w:t>
      </w:r>
      <w:r w:rsidRPr="00F4279E">
        <w:rPr>
          <w:rFonts w:ascii="Arial" w:hAnsi="Arial" w:cs="Arial"/>
          <w:b/>
          <w:color w:val="4E4D4D" w:themeColor="background2"/>
        </w:rPr>
        <w:t>OS</w:t>
      </w:r>
      <w:r w:rsidRPr="00F4279E">
        <w:rPr>
          <w:rFonts w:ascii="Arial" w:hAnsi="Arial" w:cs="Arial"/>
          <w:b/>
          <w:color w:val="4E4D4D" w:themeColor="background2"/>
          <w:spacing w:val="25"/>
        </w:rPr>
        <w:t xml:space="preserve"> </w:t>
      </w:r>
      <w:r w:rsidRPr="00F4279E">
        <w:rPr>
          <w:rFonts w:ascii="Arial" w:hAnsi="Arial" w:cs="Arial"/>
          <w:b/>
          <w:color w:val="4E4D4D" w:themeColor="background2"/>
          <w:spacing w:val="-1"/>
        </w:rPr>
        <w:t>P</w:t>
      </w:r>
      <w:r w:rsidRPr="00F4279E">
        <w:rPr>
          <w:rFonts w:ascii="Arial" w:hAnsi="Arial" w:cs="Arial"/>
          <w:b/>
          <w:color w:val="4E4D4D" w:themeColor="background2"/>
          <w:spacing w:val="1"/>
        </w:rPr>
        <w:t>A</w:t>
      </w:r>
      <w:r w:rsidRPr="00F4279E">
        <w:rPr>
          <w:rFonts w:ascii="Arial" w:hAnsi="Arial" w:cs="Arial"/>
          <w:b/>
          <w:color w:val="4E4D4D" w:themeColor="background2"/>
        </w:rPr>
        <w:t>RA</w:t>
      </w:r>
      <w:r w:rsidRPr="00F4279E">
        <w:rPr>
          <w:rFonts w:ascii="Arial" w:hAnsi="Arial" w:cs="Arial"/>
          <w:b/>
          <w:color w:val="4E4D4D" w:themeColor="background2"/>
          <w:spacing w:val="4"/>
        </w:rPr>
        <w:t xml:space="preserve"> </w:t>
      </w:r>
      <w:r w:rsidRPr="00F4279E">
        <w:rPr>
          <w:rFonts w:ascii="Arial" w:hAnsi="Arial" w:cs="Arial"/>
          <w:b/>
          <w:color w:val="4E4D4D" w:themeColor="background2"/>
        </w:rPr>
        <w:t>E</w:t>
      </w:r>
      <w:r w:rsidRPr="00F4279E">
        <w:rPr>
          <w:rFonts w:ascii="Arial" w:hAnsi="Arial" w:cs="Arial"/>
          <w:b/>
          <w:color w:val="4E4D4D" w:themeColor="background2"/>
          <w:spacing w:val="1"/>
        </w:rPr>
        <w:t>N</w:t>
      </w:r>
      <w:r w:rsidRPr="00F4279E">
        <w:rPr>
          <w:rFonts w:ascii="Arial" w:hAnsi="Arial" w:cs="Arial"/>
          <w:b/>
          <w:color w:val="4E4D4D" w:themeColor="background2"/>
        </w:rPr>
        <w:t>TREG</w:t>
      </w:r>
      <w:r w:rsidRPr="00F4279E">
        <w:rPr>
          <w:rFonts w:ascii="Arial" w:hAnsi="Arial" w:cs="Arial"/>
          <w:b/>
          <w:color w:val="4E4D4D" w:themeColor="background2"/>
          <w:spacing w:val="1"/>
        </w:rPr>
        <w:t>A</w:t>
      </w:r>
      <w:r w:rsidRPr="00F4279E">
        <w:rPr>
          <w:rFonts w:ascii="Arial" w:hAnsi="Arial" w:cs="Arial"/>
          <w:b/>
          <w:color w:val="4E4D4D" w:themeColor="background2"/>
        </w:rPr>
        <w:t>R</w:t>
      </w:r>
      <w:r w:rsidRPr="00F4279E">
        <w:rPr>
          <w:rFonts w:ascii="Arial" w:hAnsi="Arial" w:cs="Arial"/>
          <w:b/>
          <w:color w:val="4E4D4D" w:themeColor="background2"/>
          <w:spacing w:val="-8"/>
        </w:rPr>
        <w:t xml:space="preserve"> </w:t>
      </w:r>
      <w:r w:rsidRPr="00F4279E">
        <w:rPr>
          <w:rFonts w:ascii="Arial" w:hAnsi="Arial" w:cs="Arial"/>
          <w:b/>
          <w:color w:val="4E4D4D" w:themeColor="background2"/>
        </w:rPr>
        <w:t>A</w:t>
      </w:r>
      <w:r w:rsidRPr="00F4279E">
        <w:rPr>
          <w:rFonts w:ascii="Arial" w:hAnsi="Arial" w:cs="Arial"/>
          <w:b/>
          <w:color w:val="4E4D4D" w:themeColor="background2"/>
          <w:spacing w:val="7"/>
        </w:rPr>
        <w:t xml:space="preserve"> </w:t>
      </w:r>
      <w:r w:rsidRPr="00F4279E">
        <w:rPr>
          <w:rFonts w:ascii="Arial" w:hAnsi="Arial" w:cs="Arial"/>
          <w:b/>
          <w:color w:val="4E4D4D" w:themeColor="background2"/>
          <w:spacing w:val="1"/>
        </w:rPr>
        <w:t>L</w:t>
      </w:r>
      <w:r w:rsidRPr="00F4279E">
        <w:rPr>
          <w:rFonts w:ascii="Arial" w:hAnsi="Arial" w:cs="Arial"/>
          <w:b/>
          <w:color w:val="4E4D4D" w:themeColor="background2"/>
        </w:rPr>
        <w:t>A</w:t>
      </w:r>
      <w:r w:rsidRPr="00F4279E">
        <w:rPr>
          <w:rFonts w:ascii="Arial" w:hAnsi="Arial" w:cs="Arial"/>
          <w:b/>
          <w:color w:val="4E4D4D" w:themeColor="background2"/>
          <w:spacing w:val="1"/>
        </w:rPr>
        <w:t xml:space="preserve"> </w:t>
      </w:r>
      <w:r w:rsidRPr="00F4279E">
        <w:rPr>
          <w:rFonts w:ascii="Arial" w:hAnsi="Arial" w:cs="Arial"/>
          <w:b/>
          <w:color w:val="4E4D4D" w:themeColor="background2"/>
          <w:spacing w:val="1"/>
          <w:w w:val="101"/>
        </w:rPr>
        <w:t>IN</w:t>
      </w:r>
      <w:r w:rsidRPr="00F4279E">
        <w:rPr>
          <w:rFonts w:ascii="Arial" w:hAnsi="Arial" w:cs="Arial"/>
          <w:b/>
          <w:color w:val="4E4D4D" w:themeColor="background2"/>
          <w:w w:val="101"/>
        </w:rPr>
        <w:t>TER</w:t>
      </w:r>
      <w:r w:rsidRPr="00F4279E">
        <w:rPr>
          <w:rFonts w:ascii="Arial" w:hAnsi="Arial" w:cs="Arial"/>
          <w:b/>
          <w:color w:val="4E4D4D" w:themeColor="background2"/>
          <w:spacing w:val="1"/>
          <w:w w:val="101"/>
        </w:rPr>
        <w:t>V</w:t>
      </w:r>
      <w:r w:rsidRPr="00F4279E">
        <w:rPr>
          <w:rFonts w:ascii="Arial" w:hAnsi="Arial" w:cs="Arial"/>
          <w:b/>
          <w:color w:val="4E4D4D" w:themeColor="background2"/>
          <w:w w:val="101"/>
        </w:rPr>
        <w:t>E</w:t>
      </w:r>
      <w:r w:rsidRPr="00F4279E">
        <w:rPr>
          <w:rFonts w:ascii="Arial" w:hAnsi="Arial" w:cs="Arial"/>
          <w:b/>
          <w:color w:val="4E4D4D" w:themeColor="background2"/>
          <w:spacing w:val="3"/>
          <w:w w:val="101"/>
        </w:rPr>
        <w:t>N</w:t>
      </w:r>
      <w:r w:rsidRPr="00F4279E">
        <w:rPr>
          <w:rFonts w:ascii="Arial" w:hAnsi="Arial" w:cs="Arial"/>
          <w:b/>
          <w:color w:val="4E4D4D" w:themeColor="background2"/>
          <w:w w:val="101"/>
        </w:rPr>
        <w:t>TOR</w:t>
      </w:r>
      <w:r w:rsidRPr="00F4279E">
        <w:rPr>
          <w:rFonts w:ascii="Arial" w:hAnsi="Arial" w:cs="Arial"/>
          <w:b/>
          <w:color w:val="4E4D4D" w:themeColor="background2"/>
          <w:spacing w:val="-1"/>
          <w:w w:val="101"/>
        </w:rPr>
        <w:t>Í</w:t>
      </w:r>
      <w:r w:rsidRPr="00F4279E">
        <w:rPr>
          <w:rFonts w:ascii="Arial" w:hAnsi="Arial" w:cs="Arial"/>
          <w:b/>
          <w:color w:val="4E4D4D" w:themeColor="background2"/>
          <w:w w:val="101"/>
        </w:rPr>
        <w:t>A</w:t>
      </w:r>
      <w:r w:rsidRPr="00F4279E">
        <w:rPr>
          <w:rFonts w:ascii="Arial" w:hAnsi="Arial" w:cs="Arial"/>
          <w:b/>
          <w:color w:val="4E4D4D" w:themeColor="background2"/>
          <w:spacing w:val="9"/>
          <w:w w:val="101"/>
        </w:rPr>
        <w:t xml:space="preserve"> </w:t>
      </w:r>
      <w:r w:rsidRPr="00F4279E">
        <w:rPr>
          <w:rFonts w:ascii="Arial" w:hAnsi="Arial" w:cs="Arial"/>
          <w:b/>
          <w:color w:val="4E4D4D" w:themeColor="background2"/>
          <w:spacing w:val="-3"/>
          <w:w w:val="96"/>
        </w:rPr>
        <w:t>P</w:t>
      </w:r>
      <w:r w:rsidRPr="00F4279E">
        <w:rPr>
          <w:rFonts w:ascii="Arial" w:hAnsi="Arial" w:cs="Arial"/>
          <w:b/>
          <w:color w:val="4E4D4D" w:themeColor="background2"/>
          <w:w w:val="98"/>
        </w:rPr>
        <w:t>O</w:t>
      </w:r>
      <w:r w:rsidRPr="00F4279E">
        <w:rPr>
          <w:rFonts w:ascii="Arial" w:hAnsi="Arial" w:cs="Arial"/>
          <w:b/>
          <w:color w:val="4E4D4D" w:themeColor="background2"/>
          <w:spacing w:val="-2"/>
          <w:w w:val="106"/>
        </w:rPr>
        <w:t>S</w:t>
      </w:r>
      <w:r w:rsidRPr="00F4279E">
        <w:rPr>
          <w:rFonts w:ascii="Arial" w:hAnsi="Arial" w:cs="Arial"/>
          <w:b/>
          <w:color w:val="4E4D4D" w:themeColor="background2"/>
          <w:spacing w:val="3"/>
        </w:rPr>
        <w:t>T</w:t>
      </w:r>
      <w:r w:rsidRPr="00F4279E">
        <w:rPr>
          <w:rFonts w:ascii="Arial" w:hAnsi="Arial" w:cs="Arial"/>
          <w:b/>
          <w:color w:val="4E4D4D" w:themeColor="background2"/>
          <w:spacing w:val="-2"/>
          <w:w w:val="98"/>
        </w:rPr>
        <w:t>E</w:t>
      </w:r>
      <w:r w:rsidRPr="00F4279E">
        <w:rPr>
          <w:rFonts w:ascii="Arial" w:hAnsi="Arial" w:cs="Arial"/>
          <w:b/>
          <w:color w:val="4E4D4D" w:themeColor="background2"/>
          <w:w w:val="97"/>
        </w:rPr>
        <w:t>R</w:t>
      </w:r>
      <w:r w:rsidRPr="00F4279E">
        <w:rPr>
          <w:rFonts w:ascii="Arial" w:hAnsi="Arial" w:cs="Arial"/>
          <w:b/>
          <w:color w:val="4E4D4D" w:themeColor="background2"/>
          <w:spacing w:val="1"/>
          <w:w w:val="126"/>
        </w:rPr>
        <w:t>I</w:t>
      </w:r>
      <w:r w:rsidRPr="00F4279E">
        <w:rPr>
          <w:rFonts w:ascii="Arial" w:hAnsi="Arial" w:cs="Arial"/>
          <w:b/>
          <w:color w:val="4E4D4D" w:themeColor="background2"/>
          <w:spacing w:val="3"/>
          <w:w w:val="98"/>
        </w:rPr>
        <w:t>O</w:t>
      </w:r>
      <w:r w:rsidRPr="00F4279E">
        <w:rPr>
          <w:rFonts w:ascii="Arial" w:hAnsi="Arial" w:cs="Arial"/>
          <w:b/>
          <w:color w:val="4E4D4D" w:themeColor="background2"/>
          <w:w w:val="97"/>
        </w:rPr>
        <w:t>R</w:t>
      </w:r>
      <w:r w:rsidRPr="00F4279E">
        <w:rPr>
          <w:rFonts w:ascii="Arial" w:hAnsi="Arial" w:cs="Arial"/>
          <w:b/>
          <w:color w:val="4E4D4D" w:themeColor="background2"/>
          <w:spacing w:val="3"/>
        </w:rPr>
        <w:t xml:space="preserve"> </w:t>
      </w:r>
      <w:r w:rsidRPr="00F4279E">
        <w:rPr>
          <w:rFonts w:ascii="Arial" w:hAnsi="Arial" w:cs="Arial"/>
          <w:b/>
          <w:color w:val="4E4D4D" w:themeColor="background2"/>
        </w:rPr>
        <w:t>A</w:t>
      </w:r>
      <w:r w:rsidRPr="00F4279E">
        <w:rPr>
          <w:rFonts w:ascii="Arial" w:hAnsi="Arial" w:cs="Arial"/>
          <w:b/>
          <w:color w:val="4E4D4D" w:themeColor="background2"/>
          <w:spacing w:val="6"/>
        </w:rPr>
        <w:t xml:space="preserve"> </w:t>
      </w:r>
      <w:r w:rsidRPr="00F4279E">
        <w:rPr>
          <w:rFonts w:ascii="Arial" w:hAnsi="Arial" w:cs="Arial"/>
          <w:b/>
          <w:color w:val="4E4D4D" w:themeColor="background2"/>
          <w:spacing w:val="-1"/>
        </w:rPr>
        <w:t>L</w:t>
      </w:r>
      <w:r w:rsidRPr="00F4279E">
        <w:rPr>
          <w:rFonts w:ascii="Arial" w:hAnsi="Arial" w:cs="Arial"/>
          <w:b/>
          <w:color w:val="4E4D4D" w:themeColor="background2"/>
        </w:rPr>
        <w:t>A</w:t>
      </w:r>
      <w:r w:rsidRPr="00F4279E">
        <w:rPr>
          <w:rFonts w:ascii="Arial" w:hAnsi="Arial" w:cs="Arial"/>
          <w:b/>
          <w:color w:val="4E4D4D" w:themeColor="background2"/>
          <w:spacing w:val="6"/>
        </w:rPr>
        <w:t xml:space="preserve"> </w:t>
      </w:r>
      <w:r w:rsidRPr="00F4279E">
        <w:rPr>
          <w:rFonts w:ascii="Arial" w:hAnsi="Arial" w:cs="Arial"/>
          <w:b/>
          <w:color w:val="4E4D4D" w:themeColor="background2"/>
          <w:spacing w:val="-2"/>
          <w:w w:val="101"/>
        </w:rPr>
        <w:t>F</w:t>
      </w:r>
      <w:r w:rsidRPr="00F4279E">
        <w:rPr>
          <w:rFonts w:ascii="Arial" w:hAnsi="Arial" w:cs="Arial"/>
          <w:b/>
          <w:color w:val="4E4D4D" w:themeColor="background2"/>
          <w:spacing w:val="1"/>
          <w:w w:val="101"/>
        </w:rPr>
        <w:t>I</w:t>
      </w:r>
      <w:r w:rsidRPr="00F4279E">
        <w:rPr>
          <w:rFonts w:ascii="Arial" w:hAnsi="Arial" w:cs="Arial"/>
          <w:b/>
          <w:color w:val="4E4D4D" w:themeColor="background2"/>
          <w:w w:val="101"/>
        </w:rPr>
        <w:t>R</w:t>
      </w:r>
      <w:r w:rsidRPr="00F4279E">
        <w:rPr>
          <w:rFonts w:ascii="Arial" w:hAnsi="Arial" w:cs="Arial"/>
          <w:b/>
          <w:color w:val="4E4D4D" w:themeColor="background2"/>
          <w:spacing w:val="1"/>
          <w:w w:val="101"/>
        </w:rPr>
        <w:t>M</w:t>
      </w:r>
      <w:r w:rsidRPr="00F4279E">
        <w:rPr>
          <w:rFonts w:ascii="Arial" w:hAnsi="Arial" w:cs="Arial"/>
          <w:b/>
          <w:color w:val="4E4D4D" w:themeColor="background2"/>
          <w:w w:val="101"/>
        </w:rPr>
        <w:t>A</w:t>
      </w:r>
      <w:r w:rsidRPr="00F4279E">
        <w:rPr>
          <w:rFonts w:ascii="Arial" w:hAnsi="Arial" w:cs="Arial"/>
          <w:b/>
          <w:color w:val="4E4D4D" w:themeColor="background2"/>
          <w:spacing w:val="8"/>
          <w:w w:val="101"/>
        </w:rPr>
        <w:t xml:space="preserve"> </w:t>
      </w:r>
      <w:r w:rsidRPr="00F4279E">
        <w:rPr>
          <w:rFonts w:ascii="Arial" w:hAnsi="Arial" w:cs="Arial"/>
          <w:b/>
          <w:color w:val="4E4D4D" w:themeColor="background2"/>
          <w:spacing w:val="1"/>
        </w:rPr>
        <w:t xml:space="preserve">DE </w:t>
      </w:r>
      <w:r w:rsidRPr="00F4279E">
        <w:rPr>
          <w:rFonts w:ascii="Arial" w:hAnsi="Arial" w:cs="Arial"/>
          <w:b/>
          <w:color w:val="4E4D4D" w:themeColor="background2"/>
        </w:rPr>
        <w:t>LA ORDEN DE COMPRA (PRIMERA Y SEGUNDA ENTREGA).</w:t>
      </w:r>
    </w:p>
    <w:p w14:paraId="5C64F163" w14:textId="77777777" w:rsidR="006F1B82" w:rsidRPr="00F4279E" w:rsidRDefault="006F1B82" w:rsidP="006F1B82">
      <w:pPr>
        <w:widowControl w:val="0"/>
        <w:autoSpaceDE w:val="0"/>
        <w:autoSpaceDN w:val="0"/>
        <w:adjustRightInd w:val="0"/>
        <w:spacing w:before="7"/>
        <w:ind w:left="668"/>
        <w:jc w:val="both"/>
        <w:rPr>
          <w:rFonts w:ascii="Arial" w:hAnsi="Arial" w:cs="Arial"/>
          <w:color w:val="4E4D4D" w:themeColor="background2"/>
          <w:spacing w:val="-4"/>
        </w:rPr>
      </w:pPr>
    </w:p>
    <w:p w14:paraId="5C64F164" w14:textId="311C0F30" w:rsidR="004F3BEF" w:rsidRPr="00F4279E" w:rsidRDefault="004F3BEF" w:rsidP="004F3BEF">
      <w:pPr>
        <w:widowControl w:val="0"/>
        <w:autoSpaceDE w:val="0"/>
        <w:autoSpaceDN w:val="0"/>
        <w:adjustRightInd w:val="0"/>
        <w:spacing w:before="28"/>
        <w:jc w:val="both"/>
        <w:rPr>
          <w:rFonts w:ascii="Arial" w:hAnsi="Arial" w:cs="Arial"/>
          <w:color w:val="4E4D4D" w:themeColor="background2"/>
          <w:w w:val="97"/>
        </w:rPr>
      </w:pPr>
      <w:r w:rsidRPr="00F4279E">
        <w:rPr>
          <w:rFonts w:ascii="Arial" w:hAnsi="Arial" w:cs="Arial"/>
          <w:color w:val="4E4D4D" w:themeColor="background2"/>
        </w:rPr>
        <w:t>Los siguientes anexos serán entregados a la interventoría al inicio de</w:t>
      </w:r>
      <w:r w:rsidR="007A27E7">
        <w:rPr>
          <w:rFonts w:ascii="Arial" w:hAnsi="Arial" w:cs="Arial"/>
          <w:color w:val="4E4D4D" w:themeColor="background2"/>
        </w:rPr>
        <w:t xml:space="preserve"> la Operación Secundaria del Instrumento de Agregación de Demanda</w:t>
      </w:r>
      <w:r w:rsidRPr="00F4279E">
        <w:rPr>
          <w:rFonts w:ascii="Arial" w:hAnsi="Arial" w:cs="Arial"/>
          <w:color w:val="4E4D4D" w:themeColor="background2"/>
        </w:rPr>
        <w:t>:</w:t>
      </w:r>
    </w:p>
    <w:p w14:paraId="5C64F165" w14:textId="77777777" w:rsidR="004F3BEF" w:rsidRPr="00F4279E" w:rsidRDefault="004F3BEF" w:rsidP="004F3BEF">
      <w:pPr>
        <w:widowControl w:val="0"/>
        <w:autoSpaceDE w:val="0"/>
        <w:autoSpaceDN w:val="0"/>
        <w:adjustRightInd w:val="0"/>
        <w:jc w:val="center"/>
        <w:rPr>
          <w:rFonts w:ascii="Arial" w:hAnsi="Arial" w:cs="Arial"/>
          <w:b/>
          <w:color w:val="4E4D4D" w:themeColor="background2"/>
        </w:rPr>
      </w:pPr>
    </w:p>
    <w:p w14:paraId="5C64F166" w14:textId="77777777" w:rsidR="004F3BEF" w:rsidRPr="00F4279E" w:rsidRDefault="004F3BEF" w:rsidP="004F3BEF">
      <w:pPr>
        <w:widowControl w:val="0"/>
        <w:autoSpaceDE w:val="0"/>
        <w:autoSpaceDN w:val="0"/>
        <w:adjustRightInd w:val="0"/>
        <w:spacing w:before="7"/>
        <w:ind w:left="668"/>
        <w:jc w:val="both"/>
        <w:rPr>
          <w:rFonts w:ascii="Arial" w:hAnsi="Arial" w:cs="Arial"/>
          <w:color w:val="4E4D4D" w:themeColor="background2"/>
          <w:spacing w:val="-4"/>
        </w:rPr>
      </w:pPr>
    </w:p>
    <w:p w14:paraId="5C64F167" w14:textId="77777777" w:rsidR="004F3BEF" w:rsidRPr="00F4279E" w:rsidRDefault="004F3BEF" w:rsidP="004F3BEF">
      <w:pPr>
        <w:pStyle w:val="Prrafodelista"/>
        <w:widowControl w:val="0"/>
        <w:numPr>
          <w:ilvl w:val="0"/>
          <w:numId w:val="19"/>
        </w:numPr>
        <w:autoSpaceDE w:val="0"/>
        <w:autoSpaceDN w:val="0"/>
        <w:adjustRightInd w:val="0"/>
        <w:spacing w:before="28"/>
        <w:jc w:val="both"/>
        <w:rPr>
          <w:rFonts w:ascii="Arial" w:hAnsi="Arial" w:cs="Arial"/>
          <w:color w:val="4E4D4D" w:themeColor="background2"/>
        </w:rPr>
      </w:pPr>
      <w:r w:rsidRPr="00F4279E">
        <w:rPr>
          <w:rFonts w:ascii="Arial" w:hAnsi="Arial" w:cs="Arial"/>
          <w:color w:val="4E4D4D" w:themeColor="background2"/>
        </w:rPr>
        <w:t>ANEXO CALIBRACIÓN DE EQUIPOS</w:t>
      </w:r>
    </w:p>
    <w:p w14:paraId="5C64F168" w14:textId="77777777" w:rsidR="004F3BEF" w:rsidRPr="00F4279E" w:rsidRDefault="004F3BEF" w:rsidP="004F3BEF">
      <w:pPr>
        <w:pStyle w:val="Prrafodelista"/>
        <w:widowControl w:val="0"/>
        <w:numPr>
          <w:ilvl w:val="0"/>
          <w:numId w:val="19"/>
        </w:numPr>
        <w:autoSpaceDE w:val="0"/>
        <w:autoSpaceDN w:val="0"/>
        <w:adjustRightInd w:val="0"/>
        <w:spacing w:before="28"/>
        <w:jc w:val="both"/>
        <w:rPr>
          <w:rFonts w:ascii="Arial" w:hAnsi="Arial" w:cs="Arial"/>
          <w:color w:val="4E4D4D" w:themeColor="background2"/>
        </w:rPr>
      </w:pPr>
      <w:r w:rsidRPr="00F4279E">
        <w:rPr>
          <w:rFonts w:ascii="Arial" w:hAnsi="Arial" w:cs="Arial"/>
          <w:color w:val="4E4D4D" w:themeColor="background2"/>
        </w:rPr>
        <w:t>ANEXO CRONOGRAMA DE CALIBRACIÓN DE EQUIPOS</w:t>
      </w:r>
    </w:p>
    <w:p w14:paraId="5C64F169" w14:textId="77777777" w:rsidR="004F3BEF" w:rsidRPr="00F4279E" w:rsidRDefault="004F3BEF" w:rsidP="004F3BEF">
      <w:pPr>
        <w:pStyle w:val="Prrafodelista"/>
        <w:widowControl w:val="0"/>
        <w:numPr>
          <w:ilvl w:val="0"/>
          <w:numId w:val="19"/>
        </w:numPr>
        <w:autoSpaceDE w:val="0"/>
        <w:autoSpaceDN w:val="0"/>
        <w:adjustRightInd w:val="0"/>
        <w:spacing w:before="28"/>
        <w:jc w:val="both"/>
        <w:rPr>
          <w:rFonts w:ascii="Arial" w:hAnsi="Arial" w:cs="Arial"/>
          <w:color w:val="4E4D4D" w:themeColor="background2"/>
        </w:rPr>
      </w:pPr>
      <w:r w:rsidRPr="00F4279E">
        <w:rPr>
          <w:rFonts w:ascii="Arial" w:hAnsi="Arial" w:cs="Arial"/>
          <w:color w:val="4E4D4D" w:themeColor="background2"/>
        </w:rPr>
        <w:t>DOCUMENTO CON LA DESCRIPCIÓN DETALLADA DEL SISTEMA DE ASEGURAMIENTO DE LA CALIDAD</w:t>
      </w:r>
    </w:p>
    <w:p w14:paraId="5C64F16C" w14:textId="35591C1A" w:rsidR="00D01D06" w:rsidRPr="00BE45A9" w:rsidRDefault="004F3BEF" w:rsidP="00BE45A9">
      <w:pPr>
        <w:pStyle w:val="Prrafodelista"/>
        <w:widowControl w:val="0"/>
        <w:numPr>
          <w:ilvl w:val="0"/>
          <w:numId w:val="19"/>
        </w:numPr>
        <w:autoSpaceDE w:val="0"/>
        <w:autoSpaceDN w:val="0"/>
        <w:adjustRightInd w:val="0"/>
        <w:spacing w:before="28"/>
        <w:jc w:val="both"/>
        <w:rPr>
          <w:rFonts w:ascii="Arial" w:hAnsi="Arial" w:cs="Arial"/>
          <w:color w:val="4E4D4D" w:themeColor="background2"/>
          <w:spacing w:val="2"/>
        </w:rPr>
      </w:pPr>
      <w:r w:rsidRPr="00F4279E">
        <w:rPr>
          <w:rFonts w:ascii="Arial" w:hAnsi="Arial" w:cs="Arial"/>
          <w:color w:val="4E4D4D" w:themeColor="background2"/>
          <w:spacing w:val="2"/>
        </w:rPr>
        <w:t>PLAN DE MANEJO AMBIENTAL AL INTERIOR DE LA PLANTA.</w:t>
      </w:r>
    </w:p>
    <w:sectPr w:rsidR="00D01D06" w:rsidRPr="00BE45A9" w:rsidSect="00F53B01">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94D3D" w14:textId="77777777" w:rsidR="007D5A8E" w:rsidRDefault="007D5A8E" w:rsidP="00D328FF">
      <w:r>
        <w:separator/>
      </w:r>
    </w:p>
  </w:endnote>
  <w:endnote w:type="continuationSeparator" w:id="0">
    <w:p w14:paraId="30E88042" w14:textId="77777777" w:rsidR="007D5A8E" w:rsidRDefault="007D5A8E" w:rsidP="00D3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2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F179" w14:textId="2C9B0A76" w:rsidR="005B407E" w:rsidRPr="00C42036" w:rsidRDefault="005B407E">
    <w:pPr>
      <w:pStyle w:val="Piedepgina"/>
      <w:jc w:val="right"/>
      <w:rPr>
        <w:rFonts w:ascii="Century Gothic" w:hAnsi="Century Gothic"/>
      </w:rPr>
    </w:pPr>
    <w:r w:rsidRPr="00C42036">
      <w:rPr>
        <w:rFonts w:ascii="Century Gothic" w:hAnsi="Century Gothic"/>
      </w:rPr>
      <w:fldChar w:fldCharType="begin"/>
    </w:r>
    <w:r w:rsidRPr="00C42036">
      <w:rPr>
        <w:rFonts w:ascii="Century Gothic" w:hAnsi="Century Gothic"/>
      </w:rPr>
      <w:instrText>PAGE   \* MERGEFORMAT</w:instrText>
    </w:r>
    <w:r w:rsidRPr="00C42036">
      <w:rPr>
        <w:rFonts w:ascii="Century Gothic" w:hAnsi="Century Gothic"/>
      </w:rPr>
      <w:fldChar w:fldCharType="separate"/>
    </w:r>
    <w:r w:rsidR="00A11A80">
      <w:rPr>
        <w:rFonts w:ascii="Century Gothic" w:hAnsi="Century Gothic"/>
        <w:noProof/>
      </w:rPr>
      <w:t>22</w:t>
    </w:r>
    <w:r w:rsidRPr="00C42036">
      <w:rPr>
        <w:rFonts w:ascii="Century Gothic" w:hAnsi="Century Gothic"/>
      </w:rPr>
      <w:fldChar w:fldCharType="end"/>
    </w:r>
  </w:p>
  <w:p w14:paraId="5C64F17A" w14:textId="77777777" w:rsidR="005B407E" w:rsidRDefault="005B407E" w:rsidP="001464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F374A" w14:textId="77777777" w:rsidR="007D5A8E" w:rsidRDefault="007D5A8E" w:rsidP="00D328FF">
      <w:r>
        <w:separator/>
      </w:r>
    </w:p>
  </w:footnote>
  <w:footnote w:type="continuationSeparator" w:id="0">
    <w:p w14:paraId="01DFB619" w14:textId="77777777" w:rsidR="007D5A8E" w:rsidRDefault="007D5A8E" w:rsidP="00D32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4F171" w14:textId="77777777" w:rsidR="005B407E" w:rsidRDefault="005B407E" w:rsidP="00283621">
    <w:pPr>
      <w:pStyle w:val="Encabezado"/>
      <w:jc w:val="center"/>
      <w:rPr>
        <w:rFonts w:ascii="Century Gothic" w:hAnsi="Century Gothic"/>
        <w:b/>
        <w:sz w:val="16"/>
        <w:szCs w:val="16"/>
      </w:rPr>
    </w:pPr>
  </w:p>
  <w:p w14:paraId="5C64F172" w14:textId="77777777" w:rsidR="005B407E" w:rsidRDefault="005B407E" w:rsidP="00283621">
    <w:pPr>
      <w:pStyle w:val="Encabezado"/>
      <w:jc w:val="center"/>
      <w:rPr>
        <w:rFonts w:ascii="Century Gothic" w:hAnsi="Century Gothic"/>
        <w:b/>
        <w:sz w:val="16"/>
        <w:szCs w:val="16"/>
      </w:rPr>
    </w:pPr>
    <w:r>
      <w:rPr>
        <w:rFonts w:ascii="Century Gothic" w:hAnsi="Century Gothic"/>
        <w:b/>
        <w:noProof/>
        <w:sz w:val="16"/>
        <w:szCs w:val="16"/>
        <w:lang w:val="es-CO" w:eastAsia="es-CO"/>
      </w:rPr>
      <w:drawing>
        <wp:anchor distT="0" distB="0" distL="114300" distR="114300" simplePos="0" relativeHeight="251657728" behindDoc="1" locked="0" layoutInCell="1" allowOverlap="1" wp14:anchorId="5C64F17B" wp14:editId="5C64F17C">
          <wp:simplePos x="0" y="0"/>
          <wp:positionH relativeFrom="column">
            <wp:posOffset>2336165</wp:posOffset>
          </wp:positionH>
          <wp:positionV relativeFrom="paragraph">
            <wp:posOffset>109220</wp:posOffset>
          </wp:positionV>
          <wp:extent cx="948055" cy="737235"/>
          <wp:effectExtent l="0" t="0" r="4445" b="5715"/>
          <wp:wrapNone/>
          <wp:docPr id="1" name="Imagen 2" descr="ESCUDO SED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UDO SED B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055" cy="7372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4F173" w14:textId="77777777" w:rsidR="005B407E" w:rsidRDefault="005B407E" w:rsidP="00283621">
    <w:pPr>
      <w:pStyle w:val="Encabezado"/>
      <w:jc w:val="center"/>
      <w:rPr>
        <w:rFonts w:ascii="Century Gothic" w:hAnsi="Century Gothic"/>
        <w:b/>
        <w:sz w:val="16"/>
        <w:szCs w:val="16"/>
      </w:rPr>
    </w:pPr>
  </w:p>
  <w:p w14:paraId="5C64F174" w14:textId="77777777" w:rsidR="005B407E" w:rsidRDefault="005B407E" w:rsidP="00283621">
    <w:pPr>
      <w:pStyle w:val="Encabezado"/>
      <w:jc w:val="center"/>
      <w:rPr>
        <w:rFonts w:ascii="Century Gothic" w:hAnsi="Century Gothic"/>
        <w:b/>
        <w:sz w:val="16"/>
        <w:szCs w:val="16"/>
      </w:rPr>
    </w:pPr>
  </w:p>
  <w:p w14:paraId="5C64F175" w14:textId="77777777" w:rsidR="005B407E" w:rsidRDefault="005B407E" w:rsidP="00283621">
    <w:pPr>
      <w:pStyle w:val="Encabezado"/>
      <w:jc w:val="center"/>
      <w:rPr>
        <w:rFonts w:ascii="Century Gothic" w:hAnsi="Century Gothic"/>
        <w:b/>
        <w:sz w:val="16"/>
        <w:szCs w:val="16"/>
      </w:rPr>
    </w:pPr>
  </w:p>
  <w:p w14:paraId="5C64F176" w14:textId="77777777" w:rsidR="005B407E" w:rsidRPr="00DD67BE" w:rsidRDefault="005B407E" w:rsidP="00283621">
    <w:pPr>
      <w:pStyle w:val="Encabezado"/>
      <w:jc w:val="center"/>
      <w:rPr>
        <w:rFonts w:ascii="Century Gothic" w:hAnsi="Century Gothic"/>
        <w:b/>
        <w:sz w:val="16"/>
        <w:szCs w:val="16"/>
      </w:rPr>
    </w:pPr>
  </w:p>
  <w:p w14:paraId="5C64F177" w14:textId="77777777" w:rsidR="005B407E" w:rsidRDefault="005B407E" w:rsidP="00283621">
    <w:pPr>
      <w:pStyle w:val="Encabezado"/>
      <w:jc w:val="center"/>
      <w:rPr>
        <w:rFonts w:ascii="Century Gothic" w:hAnsi="Century Gothic"/>
        <w:b/>
        <w:sz w:val="16"/>
        <w:szCs w:val="16"/>
      </w:rPr>
    </w:pPr>
  </w:p>
  <w:p w14:paraId="5C64F178" w14:textId="77777777" w:rsidR="005B407E" w:rsidRDefault="005B407E" w:rsidP="00283621">
    <w:pPr>
      <w:pStyle w:val="Encabezado"/>
      <w:jc w:val="center"/>
      <w:rPr>
        <w:rFonts w:ascii="Century Gothic" w:hAnsi="Century Gothic"/>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9C66E3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2722A8A0"/>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570F48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31E77A0"/>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9633FB0"/>
    <w:multiLevelType w:val="hybridMultilevel"/>
    <w:tmpl w:val="7D22EC6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B6D09B7"/>
    <w:multiLevelType w:val="multilevel"/>
    <w:tmpl w:val="E856D564"/>
    <w:lvl w:ilvl="0">
      <w:start w:val="4"/>
      <w:numFmt w:val="decimal"/>
      <w:lvlText w:val="%1"/>
      <w:lvlJc w:val="left"/>
      <w:pPr>
        <w:ind w:left="440" w:hanging="440"/>
      </w:pPr>
      <w:rPr>
        <w:rFonts w:hint="default"/>
      </w:rPr>
    </w:lvl>
    <w:lvl w:ilvl="1">
      <w:start w:val="2"/>
      <w:numFmt w:val="decimal"/>
      <w:lvlText w:val="%1.%2"/>
      <w:lvlJc w:val="left"/>
      <w:pPr>
        <w:ind w:left="980" w:hanging="4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10AB24FC"/>
    <w:multiLevelType w:val="multilevel"/>
    <w:tmpl w:val="0C0A001D"/>
    <w:styleLink w:val="Estilo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306077B"/>
    <w:multiLevelType w:val="hybridMultilevel"/>
    <w:tmpl w:val="7870F6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14721DD6"/>
    <w:multiLevelType w:val="hybridMultilevel"/>
    <w:tmpl w:val="9E5CCB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15:restartNumberingAfterBreak="0">
    <w:nsid w:val="1C0073CF"/>
    <w:multiLevelType w:val="hybridMultilevel"/>
    <w:tmpl w:val="619869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CEE0119"/>
    <w:multiLevelType w:val="hybridMultilevel"/>
    <w:tmpl w:val="D52CB09E"/>
    <w:lvl w:ilvl="0" w:tplc="44B415F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07C5BFE"/>
    <w:multiLevelType w:val="hybridMultilevel"/>
    <w:tmpl w:val="BCA0EC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A886E62"/>
    <w:multiLevelType w:val="hybridMultilevel"/>
    <w:tmpl w:val="C4882A8E"/>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3" w15:restartNumberingAfterBreak="0">
    <w:nsid w:val="2CEE5470"/>
    <w:multiLevelType w:val="hybridMultilevel"/>
    <w:tmpl w:val="59AC92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9F70699"/>
    <w:multiLevelType w:val="hybridMultilevel"/>
    <w:tmpl w:val="790637A8"/>
    <w:lvl w:ilvl="0" w:tplc="0C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3B707EEF"/>
    <w:multiLevelType w:val="multilevel"/>
    <w:tmpl w:val="9CA03DA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DB1241"/>
    <w:multiLevelType w:val="hybridMultilevel"/>
    <w:tmpl w:val="C2ACEEC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5B243114"/>
    <w:multiLevelType w:val="hybridMultilevel"/>
    <w:tmpl w:val="D198431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15:restartNumberingAfterBreak="0">
    <w:nsid w:val="5B8245C0"/>
    <w:multiLevelType w:val="multilevel"/>
    <w:tmpl w:val="1F624AA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b/>
      </w:rPr>
    </w:lvl>
    <w:lvl w:ilvl="2">
      <w:start w:val="1"/>
      <w:numFmt w:val="decimal"/>
      <w:pStyle w:val="TtuloIII"/>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5E52444F"/>
    <w:multiLevelType w:val="multilevel"/>
    <w:tmpl w:val="5C7A2452"/>
    <w:lvl w:ilvl="0">
      <w:start w:val="1"/>
      <w:numFmt w:val="decimal"/>
      <w:pStyle w:val="Angelica12"/>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995566C"/>
    <w:multiLevelType w:val="hybridMultilevel"/>
    <w:tmpl w:val="6D4440F0"/>
    <w:lvl w:ilvl="0" w:tplc="240A000F">
      <w:start w:val="1"/>
      <w:numFmt w:val="decimal"/>
      <w:lvlText w:val="%1."/>
      <w:lvlJc w:val="left"/>
      <w:pPr>
        <w:ind w:left="1428" w:hanging="360"/>
      </w:p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21" w15:restartNumberingAfterBreak="0">
    <w:nsid w:val="6C82067D"/>
    <w:multiLevelType w:val="hybridMultilevel"/>
    <w:tmpl w:val="350EBD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FB24A7B"/>
    <w:multiLevelType w:val="multilevel"/>
    <w:tmpl w:val="269ED6D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4D96928"/>
    <w:multiLevelType w:val="hybridMultilevel"/>
    <w:tmpl w:val="05C0D400"/>
    <w:lvl w:ilvl="0" w:tplc="0C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3"/>
  </w:num>
  <w:num w:numId="4">
    <w:abstractNumId w:val="2"/>
  </w:num>
  <w:num w:numId="5">
    <w:abstractNumId w:val="1"/>
  </w:num>
  <w:num w:numId="6">
    <w:abstractNumId w:val="0"/>
  </w:num>
  <w:num w:numId="7">
    <w:abstractNumId w:val="19"/>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7"/>
  </w:num>
  <w:num w:numId="11">
    <w:abstractNumId w:val="9"/>
  </w:num>
  <w:num w:numId="12">
    <w:abstractNumId w:val="17"/>
  </w:num>
  <w:num w:numId="13">
    <w:abstractNumId w:val="16"/>
  </w:num>
  <w:num w:numId="14">
    <w:abstractNumId w:val="15"/>
  </w:num>
  <w:num w:numId="15">
    <w:abstractNumId w:val="12"/>
  </w:num>
  <w:num w:numId="16">
    <w:abstractNumId w:val="14"/>
  </w:num>
  <w:num w:numId="17">
    <w:abstractNumId w:val="23"/>
  </w:num>
  <w:num w:numId="18">
    <w:abstractNumId w:val="10"/>
  </w:num>
  <w:num w:numId="19">
    <w:abstractNumId w:val="11"/>
  </w:num>
  <w:num w:numId="20">
    <w:abstractNumId w:val="4"/>
  </w:num>
  <w:num w:numId="21">
    <w:abstractNumId w:val="21"/>
  </w:num>
  <w:num w:numId="22">
    <w:abstractNumId w:val="20"/>
  </w:num>
  <w:num w:numId="23">
    <w:abstractNumId w:val="8"/>
  </w:num>
  <w:num w:numId="24">
    <w:abstractNumId w:val="5"/>
  </w:num>
  <w:num w:numId="25">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0" w:nlCheck="1" w:checkStyle="0"/>
  <w:activeWritingStyle w:appName="MSWord" w:lang="es-ES"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activeWritingStyle w:appName="MSWord" w:lang="fr-FR" w:vendorID="64" w:dllVersion="0" w:nlCheck="1" w:checkStyle="1"/>
  <w:activeWritingStyle w:appName="MSWord" w:lang="es-ES"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ES" w:vendorID="64" w:dllVersion="4096" w:nlCheck="1" w:checkStyle="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8FF"/>
    <w:rsid w:val="0000158A"/>
    <w:rsid w:val="00001E75"/>
    <w:rsid w:val="0000278A"/>
    <w:rsid w:val="00004331"/>
    <w:rsid w:val="000060FF"/>
    <w:rsid w:val="00006596"/>
    <w:rsid w:val="00006943"/>
    <w:rsid w:val="00006C6B"/>
    <w:rsid w:val="00006E0F"/>
    <w:rsid w:val="000072AF"/>
    <w:rsid w:val="00007DBF"/>
    <w:rsid w:val="00010494"/>
    <w:rsid w:val="00011B68"/>
    <w:rsid w:val="00012116"/>
    <w:rsid w:val="000146CA"/>
    <w:rsid w:val="0001657C"/>
    <w:rsid w:val="00016BAB"/>
    <w:rsid w:val="00016FA8"/>
    <w:rsid w:val="0002070A"/>
    <w:rsid w:val="00020C53"/>
    <w:rsid w:val="000214BD"/>
    <w:rsid w:val="00021BB8"/>
    <w:rsid w:val="00021BE8"/>
    <w:rsid w:val="0002396D"/>
    <w:rsid w:val="000253E6"/>
    <w:rsid w:val="00025B70"/>
    <w:rsid w:val="00025DF0"/>
    <w:rsid w:val="0002670A"/>
    <w:rsid w:val="00030395"/>
    <w:rsid w:val="00030728"/>
    <w:rsid w:val="00030807"/>
    <w:rsid w:val="000309C6"/>
    <w:rsid w:val="00031157"/>
    <w:rsid w:val="000316AF"/>
    <w:rsid w:val="0003228E"/>
    <w:rsid w:val="00032A3E"/>
    <w:rsid w:val="00035027"/>
    <w:rsid w:val="000354FC"/>
    <w:rsid w:val="00035546"/>
    <w:rsid w:val="00035826"/>
    <w:rsid w:val="00035E0E"/>
    <w:rsid w:val="00036761"/>
    <w:rsid w:val="00036D53"/>
    <w:rsid w:val="000373AC"/>
    <w:rsid w:val="000376B2"/>
    <w:rsid w:val="00037851"/>
    <w:rsid w:val="00037AB7"/>
    <w:rsid w:val="00037CE7"/>
    <w:rsid w:val="00040E78"/>
    <w:rsid w:val="00044322"/>
    <w:rsid w:val="00044482"/>
    <w:rsid w:val="00045096"/>
    <w:rsid w:val="00045A6B"/>
    <w:rsid w:val="00045C09"/>
    <w:rsid w:val="0004686D"/>
    <w:rsid w:val="00046EBE"/>
    <w:rsid w:val="00047540"/>
    <w:rsid w:val="00047F4C"/>
    <w:rsid w:val="00050BB3"/>
    <w:rsid w:val="0005117B"/>
    <w:rsid w:val="000538A6"/>
    <w:rsid w:val="0005516F"/>
    <w:rsid w:val="000552CE"/>
    <w:rsid w:val="000555CB"/>
    <w:rsid w:val="0005594E"/>
    <w:rsid w:val="000569F5"/>
    <w:rsid w:val="00056DA3"/>
    <w:rsid w:val="00057132"/>
    <w:rsid w:val="000617DE"/>
    <w:rsid w:val="000627D1"/>
    <w:rsid w:val="00062E47"/>
    <w:rsid w:val="00063788"/>
    <w:rsid w:val="00064A36"/>
    <w:rsid w:val="00064D6F"/>
    <w:rsid w:val="00065B84"/>
    <w:rsid w:val="0006623E"/>
    <w:rsid w:val="00066930"/>
    <w:rsid w:val="00066AFD"/>
    <w:rsid w:val="000677DE"/>
    <w:rsid w:val="0006787B"/>
    <w:rsid w:val="00071E7C"/>
    <w:rsid w:val="00071EFB"/>
    <w:rsid w:val="0007217C"/>
    <w:rsid w:val="000723AA"/>
    <w:rsid w:val="000724BB"/>
    <w:rsid w:val="00072A62"/>
    <w:rsid w:val="00072C93"/>
    <w:rsid w:val="000750C8"/>
    <w:rsid w:val="00076A98"/>
    <w:rsid w:val="00076E6F"/>
    <w:rsid w:val="000771F9"/>
    <w:rsid w:val="00077380"/>
    <w:rsid w:val="00077986"/>
    <w:rsid w:val="00077FD7"/>
    <w:rsid w:val="00080751"/>
    <w:rsid w:val="0008157E"/>
    <w:rsid w:val="00083093"/>
    <w:rsid w:val="000835D0"/>
    <w:rsid w:val="000836E0"/>
    <w:rsid w:val="00083A41"/>
    <w:rsid w:val="0008436D"/>
    <w:rsid w:val="00084B80"/>
    <w:rsid w:val="0008504F"/>
    <w:rsid w:val="000855AC"/>
    <w:rsid w:val="000857C0"/>
    <w:rsid w:val="000863B7"/>
    <w:rsid w:val="00086F03"/>
    <w:rsid w:val="0009021D"/>
    <w:rsid w:val="00090D1B"/>
    <w:rsid w:val="00091077"/>
    <w:rsid w:val="000918C6"/>
    <w:rsid w:val="000919F5"/>
    <w:rsid w:val="0009288F"/>
    <w:rsid w:val="0009430B"/>
    <w:rsid w:val="00094AF1"/>
    <w:rsid w:val="0009553B"/>
    <w:rsid w:val="000963A6"/>
    <w:rsid w:val="0009700C"/>
    <w:rsid w:val="00097898"/>
    <w:rsid w:val="000A0156"/>
    <w:rsid w:val="000A0291"/>
    <w:rsid w:val="000A0B9C"/>
    <w:rsid w:val="000A0CEA"/>
    <w:rsid w:val="000A1149"/>
    <w:rsid w:val="000A2539"/>
    <w:rsid w:val="000A2F7C"/>
    <w:rsid w:val="000A473E"/>
    <w:rsid w:val="000A5509"/>
    <w:rsid w:val="000A5E1C"/>
    <w:rsid w:val="000A63E3"/>
    <w:rsid w:val="000A7458"/>
    <w:rsid w:val="000A74CE"/>
    <w:rsid w:val="000A764D"/>
    <w:rsid w:val="000A7E19"/>
    <w:rsid w:val="000A7E3F"/>
    <w:rsid w:val="000B01ED"/>
    <w:rsid w:val="000B1ED5"/>
    <w:rsid w:val="000B21EB"/>
    <w:rsid w:val="000B2572"/>
    <w:rsid w:val="000B2C3B"/>
    <w:rsid w:val="000B2E07"/>
    <w:rsid w:val="000B34AD"/>
    <w:rsid w:val="000B3584"/>
    <w:rsid w:val="000B41A2"/>
    <w:rsid w:val="000B41EE"/>
    <w:rsid w:val="000B4C17"/>
    <w:rsid w:val="000B50C9"/>
    <w:rsid w:val="000B594B"/>
    <w:rsid w:val="000B5C69"/>
    <w:rsid w:val="000B6D9A"/>
    <w:rsid w:val="000B71B9"/>
    <w:rsid w:val="000C04B2"/>
    <w:rsid w:val="000C157F"/>
    <w:rsid w:val="000C3062"/>
    <w:rsid w:val="000C3548"/>
    <w:rsid w:val="000C4205"/>
    <w:rsid w:val="000C493C"/>
    <w:rsid w:val="000C55D0"/>
    <w:rsid w:val="000C64D6"/>
    <w:rsid w:val="000C6624"/>
    <w:rsid w:val="000C6B27"/>
    <w:rsid w:val="000C6CD8"/>
    <w:rsid w:val="000C766B"/>
    <w:rsid w:val="000C7AEA"/>
    <w:rsid w:val="000D04F4"/>
    <w:rsid w:val="000D0838"/>
    <w:rsid w:val="000D085C"/>
    <w:rsid w:val="000D1158"/>
    <w:rsid w:val="000D1FEE"/>
    <w:rsid w:val="000D21AE"/>
    <w:rsid w:val="000D2EEF"/>
    <w:rsid w:val="000D39EF"/>
    <w:rsid w:val="000D3A1F"/>
    <w:rsid w:val="000D3DFD"/>
    <w:rsid w:val="000D4199"/>
    <w:rsid w:val="000D465A"/>
    <w:rsid w:val="000D4B84"/>
    <w:rsid w:val="000D5F39"/>
    <w:rsid w:val="000D7312"/>
    <w:rsid w:val="000D74BA"/>
    <w:rsid w:val="000D7CC8"/>
    <w:rsid w:val="000D7E19"/>
    <w:rsid w:val="000D7FCC"/>
    <w:rsid w:val="000E1377"/>
    <w:rsid w:val="000E1D39"/>
    <w:rsid w:val="000E1D82"/>
    <w:rsid w:val="000E21C1"/>
    <w:rsid w:val="000E3152"/>
    <w:rsid w:val="000E3B24"/>
    <w:rsid w:val="000E4286"/>
    <w:rsid w:val="000E515C"/>
    <w:rsid w:val="000E531D"/>
    <w:rsid w:val="000E7121"/>
    <w:rsid w:val="000E74C2"/>
    <w:rsid w:val="000E7B72"/>
    <w:rsid w:val="000F0D68"/>
    <w:rsid w:val="000F14C2"/>
    <w:rsid w:val="000F1F48"/>
    <w:rsid w:val="000F3126"/>
    <w:rsid w:val="000F332C"/>
    <w:rsid w:val="000F38C7"/>
    <w:rsid w:val="000F3C11"/>
    <w:rsid w:val="000F6D48"/>
    <w:rsid w:val="000F6DE0"/>
    <w:rsid w:val="000F7231"/>
    <w:rsid w:val="00100A66"/>
    <w:rsid w:val="00101D5B"/>
    <w:rsid w:val="001021C2"/>
    <w:rsid w:val="001029A3"/>
    <w:rsid w:val="00102CCF"/>
    <w:rsid w:val="00103639"/>
    <w:rsid w:val="00103649"/>
    <w:rsid w:val="001040B7"/>
    <w:rsid w:val="001062F2"/>
    <w:rsid w:val="00106578"/>
    <w:rsid w:val="00106901"/>
    <w:rsid w:val="00110959"/>
    <w:rsid w:val="00112229"/>
    <w:rsid w:val="00113BC3"/>
    <w:rsid w:val="00114BB1"/>
    <w:rsid w:val="00114E41"/>
    <w:rsid w:val="00115DC0"/>
    <w:rsid w:val="00115E44"/>
    <w:rsid w:val="00116EB6"/>
    <w:rsid w:val="001176B1"/>
    <w:rsid w:val="0012035C"/>
    <w:rsid w:val="0012048B"/>
    <w:rsid w:val="00120937"/>
    <w:rsid w:val="00120ACE"/>
    <w:rsid w:val="00120F6F"/>
    <w:rsid w:val="00122C72"/>
    <w:rsid w:val="001237EE"/>
    <w:rsid w:val="001248EF"/>
    <w:rsid w:val="00124E8D"/>
    <w:rsid w:val="00124EA8"/>
    <w:rsid w:val="00126022"/>
    <w:rsid w:val="00130200"/>
    <w:rsid w:val="00130589"/>
    <w:rsid w:val="00131819"/>
    <w:rsid w:val="0013217D"/>
    <w:rsid w:val="00132417"/>
    <w:rsid w:val="001326D9"/>
    <w:rsid w:val="00134873"/>
    <w:rsid w:val="001348B6"/>
    <w:rsid w:val="0013589D"/>
    <w:rsid w:val="00135B75"/>
    <w:rsid w:val="00136DC7"/>
    <w:rsid w:val="001379A1"/>
    <w:rsid w:val="00141923"/>
    <w:rsid w:val="00141BF8"/>
    <w:rsid w:val="00143A33"/>
    <w:rsid w:val="00143BBC"/>
    <w:rsid w:val="001442CE"/>
    <w:rsid w:val="001455E3"/>
    <w:rsid w:val="00145FA2"/>
    <w:rsid w:val="00146419"/>
    <w:rsid w:val="00146662"/>
    <w:rsid w:val="001504FE"/>
    <w:rsid w:val="00150D03"/>
    <w:rsid w:val="0015155A"/>
    <w:rsid w:val="00151588"/>
    <w:rsid w:val="00152161"/>
    <w:rsid w:val="00152310"/>
    <w:rsid w:val="00152D1D"/>
    <w:rsid w:val="0015315E"/>
    <w:rsid w:val="001531BE"/>
    <w:rsid w:val="00155FE2"/>
    <w:rsid w:val="001569EB"/>
    <w:rsid w:val="001614E4"/>
    <w:rsid w:val="00162E64"/>
    <w:rsid w:val="00162F83"/>
    <w:rsid w:val="00163172"/>
    <w:rsid w:val="00163A26"/>
    <w:rsid w:val="00164A95"/>
    <w:rsid w:val="00165113"/>
    <w:rsid w:val="00165270"/>
    <w:rsid w:val="00165F38"/>
    <w:rsid w:val="001665F1"/>
    <w:rsid w:val="001668F4"/>
    <w:rsid w:val="00166BE0"/>
    <w:rsid w:val="00166DCA"/>
    <w:rsid w:val="001700AC"/>
    <w:rsid w:val="00170371"/>
    <w:rsid w:val="00170405"/>
    <w:rsid w:val="00170635"/>
    <w:rsid w:val="00170B05"/>
    <w:rsid w:val="00170D65"/>
    <w:rsid w:val="00172314"/>
    <w:rsid w:val="00172B84"/>
    <w:rsid w:val="001730DE"/>
    <w:rsid w:val="0017333C"/>
    <w:rsid w:val="0017370F"/>
    <w:rsid w:val="00174287"/>
    <w:rsid w:val="0017463E"/>
    <w:rsid w:val="001746E1"/>
    <w:rsid w:val="001759BA"/>
    <w:rsid w:val="001804E7"/>
    <w:rsid w:val="0018069D"/>
    <w:rsid w:val="00181118"/>
    <w:rsid w:val="00181BB5"/>
    <w:rsid w:val="001832C8"/>
    <w:rsid w:val="001839F6"/>
    <w:rsid w:val="00183D87"/>
    <w:rsid w:val="00184274"/>
    <w:rsid w:val="0018458A"/>
    <w:rsid w:val="00184B43"/>
    <w:rsid w:val="00184B84"/>
    <w:rsid w:val="0018532C"/>
    <w:rsid w:val="001854D6"/>
    <w:rsid w:val="001856C6"/>
    <w:rsid w:val="001862D4"/>
    <w:rsid w:val="00186A04"/>
    <w:rsid w:val="00186A07"/>
    <w:rsid w:val="0018748C"/>
    <w:rsid w:val="0018775E"/>
    <w:rsid w:val="00190A62"/>
    <w:rsid w:val="001930E5"/>
    <w:rsid w:val="00194378"/>
    <w:rsid w:val="00194ECE"/>
    <w:rsid w:val="00194EE8"/>
    <w:rsid w:val="00194F7E"/>
    <w:rsid w:val="0019595E"/>
    <w:rsid w:val="00195DC4"/>
    <w:rsid w:val="001967EB"/>
    <w:rsid w:val="0019735A"/>
    <w:rsid w:val="001974DD"/>
    <w:rsid w:val="001A0A3A"/>
    <w:rsid w:val="001A10FA"/>
    <w:rsid w:val="001A144D"/>
    <w:rsid w:val="001A2FD3"/>
    <w:rsid w:val="001A3241"/>
    <w:rsid w:val="001A3402"/>
    <w:rsid w:val="001A355E"/>
    <w:rsid w:val="001A50DE"/>
    <w:rsid w:val="001A5894"/>
    <w:rsid w:val="001A60BA"/>
    <w:rsid w:val="001A66F6"/>
    <w:rsid w:val="001A6A83"/>
    <w:rsid w:val="001A6F39"/>
    <w:rsid w:val="001A7CB9"/>
    <w:rsid w:val="001B09B9"/>
    <w:rsid w:val="001B0A27"/>
    <w:rsid w:val="001B0FD4"/>
    <w:rsid w:val="001B2532"/>
    <w:rsid w:val="001B3226"/>
    <w:rsid w:val="001B3B75"/>
    <w:rsid w:val="001B3ED1"/>
    <w:rsid w:val="001B75EE"/>
    <w:rsid w:val="001B7703"/>
    <w:rsid w:val="001B7EF9"/>
    <w:rsid w:val="001C1E0B"/>
    <w:rsid w:val="001C2537"/>
    <w:rsid w:val="001C2551"/>
    <w:rsid w:val="001C2632"/>
    <w:rsid w:val="001C2E0F"/>
    <w:rsid w:val="001C35C8"/>
    <w:rsid w:val="001C3662"/>
    <w:rsid w:val="001C3C09"/>
    <w:rsid w:val="001C450B"/>
    <w:rsid w:val="001C500B"/>
    <w:rsid w:val="001C523D"/>
    <w:rsid w:val="001C7AB9"/>
    <w:rsid w:val="001D01E6"/>
    <w:rsid w:val="001D0360"/>
    <w:rsid w:val="001D0F38"/>
    <w:rsid w:val="001D12C9"/>
    <w:rsid w:val="001D1EE1"/>
    <w:rsid w:val="001D2C2E"/>
    <w:rsid w:val="001D2F74"/>
    <w:rsid w:val="001D3C27"/>
    <w:rsid w:val="001D3D40"/>
    <w:rsid w:val="001D51F5"/>
    <w:rsid w:val="001D5542"/>
    <w:rsid w:val="001D63D0"/>
    <w:rsid w:val="001D63DE"/>
    <w:rsid w:val="001D6C83"/>
    <w:rsid w:val="001D7A4D"/>
    <w:rsid w:val="001D7C77"/>
    <w:rsid w:val="001E0AD1"/>
    <w:rsid w:val="001E179D"/>
    <w:rsid w:val="001E1EF8"/>
    <w:rsid w:val="001E2671"/>
    <w:rsid w:val="001E2ACD"/>
    <w:rsid w:val="001E2C7F"/>
    <w:rsid w:val="001E351E"/>
    <w:rsid w:val="001E3713"/>
    <w:rsid w:val="001E3D86"/>
    <w:rsid w:val="001E41A3"/>
    <w:rsid w:val="001E4C0C"/>
    <w:rsid w:val="001E4D45"/>
    <w:rsid w:val="001E53CF"/>
    <w:rsid w:val="001E5E1E"/>
    <w:rsid w:val="001E6A57"/>
    <w:rsid w:val="001E6FEC"/>
    <w:rsid w:val="001E7907"/>
    <w:rsid w:val="001F0934"/>
    <w:rsid w:val="001F0A63"/>
    <w:rsid w:val="001F15B3"/>
    <w:rsid w:val="001F1DF0"/>
    <w:rsid w:val="001F27AD"/>
    <w:rsid w:val="001F3A0F"/>
    <w:rsid w:val="001F629D"/>
    <w:rsid w:val="001F76DB"/>
    <w:rsid w:val="001F7A23"/>
    <w:rsid w:val="001F7B3B"/>
    <w:rsid w:val="00200CE0"/>
    <w:rsid w:val="002016FE"/>
    <w:rsid w:val="00203215"/>
    <w:rsid w:val="0020357F"/>
    <w:rsid w:val="00203CB2"/>
    <w:rsid w:val="00205296"/>
    <w:rsid w:val="0020539A"/>
    <w:rsid w:val="00205A61"/>
    <w:rsid w:val="0020660B"/>
    <w:rsid w:val="0020689D"/>
    <w:rsid w:val="002068E0"/>
    <w:rsid w:val="002105C6"/>
    <w:rsid w:val="002105DE"/>
    <w:rsid w:val="002111B0"/>
    <w:rsid w:val="0021130E"/>
    <w:rsid w:val="0021205A"/>
    <w:rsid w:val="00212467"/>
    <w:rsid w:val="002124FE"/>
    <w:rsid w:val="00212719"/>
    <w:rsid w:val="0021288F"/>
    <w:rsid w:val="0021297E"/>
    <w:rsid w:val="00212C69"/>
    <w:rsid w:val="00212DEA"/>
    <w:rsid w:val="00213DBF"/>
    <w:rsid w:val="00213F4C"/>
    <w:rsid w:val="00214125"/>
    <w:rsid w:val="002142DA"/>
    <w:rsid w:val="00214585"/>
    <w:rsid w:val="002146EB"/>
    <w:rsid w:val="00214D6C"/>
    <w:rsid w:val="002162E6"/>
    <w:rsid w:val="00216E74"/>
    <w:rsid w:val="0022008E"/>
    <w:rsid w:val="00220333"/>
    <w:rsid w:val="00220EDA"/>
    <w:rsid w:val="00220F33"/>
    <w:rsid w:val="00223436"/>
    <w:rsid w:val="00223B4A"/>
    <w:rsid w:val="002243D5"/>
    <w:rsid w:val="00224561"/>
    <w:rsid w:val="00225246"/>
    <w:rsid w:val="00227E17"/>
    <w:rsid w:val="00230FA0"/>
    <w:rsid w:val="00231AF8"/>
    <w:rsid w:val="00231D34"/>
    <w:rsid w:val="00232675"/>
    <w:rsid w:val="00232C03"/>
    <w:rsid w:val="00233FCB"/>
    <w:rsid w:val="002350A8"/>
    <w:rsid w:val="00235718"/>
    <w:rsid w:val="0023631F"/>
    <w:rsid w:val="00236B75"/>
    <w:rsid w:val="00237D43"/>
    <w:rsid w:val="00240BE9"/>
    <w:rsid w:val="00241006"/>
    <w:rsid w:val="00243D1F"/>
    <w:rsid w:val="002449B4"/>
    <w:rsid w:val="00244E2D"/>
    <w:rsid w:val="00245039"/>
    <w:rsid w:val="002460F4"/>
    <w:rsid w:val="002468A7"/>
    <w:rsid w:val="00246E12"/>
    <w:rsid w:val="00247B3D"/>
    <w:rsid w:val="00250A6C"/>
    <w:rsid w:val="00250D32"/>
    <w:rsid w:val="0025132B"/>
    <w:rsid w:val="00251BAE"/>
    <w:rsid w:val="00251E86"/>
    <w:rsid w:val="0025386B"/>
    <w:rsid w:val="00256ABC"/>
    <w:rsid w:val="002577C2"/>
    <w:rsid w:val="002579C8"/>
    <w:rsid w:val="00257C23"/>
    <w:rsid w:val="0026061B"/>
    <w:rsid w:val="00260673"/>
    <w:rsid w:val="00261482"/>
    <w:rsid w:val="00261C91"/>
    <w:rsid w:val="00263706"/>
    <w:rsid w:val="0026435D"/>
    <w:rsid w:val="002645BB"/>
    <w:rsid w:val="002652C2"/>
    <w:rsid w:val="00265FEA"/>
    <w:rsid w:val="0026699F"/>
    <w:rsid w:val="00266A6D"/>
    <w:rsid w:val="00270927"/>
    <w:rsid w:val="00270B52"/>
    <w:rsid w:val="0027461F"/>
    <w:rsid w:val="00274AFA"/>
    <w:rsid w:val="00275424"/>
    <w:rsid w:val="00275C1A"/>
    <w:rsid w:val="00275F18"/>
    <w:rsid w:val="00276017"/>
    <w:rsid w:val="002807AA"/>
    <w:rsid w:val="00280CFF"/>
    <w:rsid w:val="002813CB"/>
    <w:rsid w:val="00282502"/>
    <w:rsid w:val="002829CD"/>
    <w:rsid w:val="00283621"/>
    <w:rsid w:val="00283CA8"/>
    <w:rsid w:val="00284C7F"/>
    <w:rsid w:val="00285378"/>
    <w:rsid w:val="00285EAF"/>
    <w:rsid w:val="00286967"/>
    <w:rsid w:val="00286F0F"/>
    <w:rsid w:val="00287148"/>
    <w:rsid w:val="00287594"/>
    <w:rsid w:val="002912C3"/>
    <w:rsid w:val="002926FF"/>
    <w:rsid w:val="00292DFC"/>
    <w:rsid w:val="002935AF"/>
    <w:rsid w:val="002953EC"/>
    <w:rsid w:val="00296233"/>
    <w:rsid w:val="00297252"/>
    <w:rsid w:val="002974A8"/>
    <w:rsid w:val="002A0580"/>
    <w:rsid w:val="002A068E"/>
    <w:rsid w:val="002A0AD4"/>
    <w:rsid w:val="002A167A"/>
    <w:rsid w:val="002A1702"/>
    <w:rsid w:val="002A1CCB"/>
    <w:rsid w:val="002A1F80"/>
    <w:rsid w:val="002A2A70"/>
    <w:rsid w:val="002A3F70"/>
    <w:rsid w:val="002A4835"/>
    <w:rsid w:val="002A53D5"/>
    <w:rsid w:val="002A5790"/>
    <w:rsid w:val="002A599D"/>
    <w:rsid w:val="002A623D"/>
    <w:rsid w:val="002A6952"/>
    <w:rsid w:val="002B08F2"/>
    <w:rsid w:val="002B0F74"/>
    <w:rsid w:val="002B1251"/>
    <w:rsid w:val="002B245E"/>
    <w:rsid w:val="002B40E5"/>
    <w:rsid w:val="002B4E71"/>
    <w:rsid w:val="002B5E49"/>
    <w:rsid w:val="002B5F06"/>
    <w:rsid w:val="002B5F26"/>
    <w:rsid w:val="002B7D32"/>
    <w:rsid w:val="002B7D45"/>
    <w:rsid w:val="002C0325"/>
    <w:rsid w:val="002C0511"/>
    <w:rsid w:val="002C054F"/>
    <w:rsid w:val="002C0B5A"/>
    <w:rsid w:val="002C0F37"/>
    <w:rsid w:val="002C261F"/>
    <w:rsid w:val="002C2BD3"/>
    <w:rsid w:val="002C2F9A"/>
    <w:rsid w:val="002C3206"/>
    <w:rsid w:val="002C55B5"/>
    <w:rsid w:val="002C5667"/>
    <w:rsid w:val="002C5AE1"/>
    <w:rsid w:val="002C6C73"/>
    <w:rsid w:val="002C6E84"/>
    <w:rsid w:val="002C6EF6"/>
    <w:rsid w:val="002C6FEA"/>
    <w:rsid w:val="002C719E"/>
    <w:rsid w:val="002D2617"/>
    <w:rsid w:val="002D27A3"/>
    <w:rsid w:val="002D2C43"/>
    <w:rsid w:val="002D4314"/>
    <w:rsid w:val="002D562D"/>
    <w:rsid w:val="002D5E39"/>
    <w:rsid w:val="002D67A7"/>
    <w:rsid w:val="002D720C"/>
    <w:rsid w:val="002D75D3"/>
    <w:rsid w:val="002D7A0D"/>
    <w:rsid w:val="002D7EAC"/>
    <w:rsid w:val="002E082E"/>
    <w:rsid w:val="002E131F"/>
    <w:rsid w:val="002E1F96"/>
    <w:rsid w:val="002E1F98"/>
    <w:rsid w:val="002E2472"/>
    <w:rsid w:val="002E2687"/>
    <w:rsid w:val="002E38E6"/>
    <w:rsid w:val="002E3D11"/>
    <w:rsid w:val="002E4D4F"/>
    <w:rsid w:val="002E5445"/>
    <w:rsid w:val="002E5683"/>
    <w:rsid w:val="002E5A27"/>
    <w:rsid w:val="002E6527"/>
    <w:rsid w:val="002E6546"/>
    <w:rsid w:val="002E75A5"/>
    <w:rsid w:val="002E771A"/>
    <w:rsid w:val="002E7838"/>
    <w:rsid w:val="002F0FF9"/>
    <w:rsid w:val="002F1E71"/>
    <w:rsid w:val="002F202F"/>
    <w:rsid w:val="002F2D17"/>
    <w:rsid w:val="002F3577"/>
    <w:rsid w:val="002F3ABC"/>
    <w:rsid w:val="002F4241"/>
    <w:rsid w:val="002F424D"/>
    <w:rsid w:val="002F6750"/>
    <w:rsid w:val="002F6E2B"/>
    <w:rsid w:val="002F7536"/>
    <w:rsid w:val="003002F5"/>
    <w:rsid w:val="00300B2D"/>
    <w:rsid w:val="00300D0A"/>
    <w:rsid w:val="00301543"/>
    <w:rsid w:val="003018A1"/>
    <w:rsid w:val="00301F3D"/>
    <w:rsid w:val="00302B02"/>
    <w:rsid w:val="00302D3F"/>
    <w:rsid w:val="0030377C"/>
    <w:rsid w:val="00303826"/>
    <w:rsid w:val="00305A65"/>
    <w:rsid w:val="00305BBE"/>
    <w:rsid w:val="00307080"/>
    <w:rsid w:val="003076EB"/>
    <w:rsid w:val="0031046E"/>
    <w:rsid w:val="003110CD"/>
    <w:rsid w:val="00313406"/>
    <w:rsid w:val="003149F2"/>
    <w:rsid w:val="00314CF0"/>
    <w:rsid w:val="00314F1A"/>
    <w:rsid w:val="0031518C"/>
    <w:rsid w:val="003160BE"/>
    <w:rsid w:val="003169B1"/>
    <w:rsid w:val="00317C2A"/>
    <w:rsid w:val="00317C97"/>
    <w:rsid w:val="003204B3"/>
    <w:rsid w:val="003218FA"/>
    <w:rsid w:val="00323554"/>
    <w:rsid w:val="00323DA3"/>
    <w:rsid w:val="003247C0"/>
    <w:rsid w:val="00325400"/>
    <w:rsid w:val="00325EA6"/>
    <w:rsid w:val="00326543"/>
    <w:rsid w:val="003274C7"/>
    <w:rsid w:val="00327C5B"/>
    <w:rsid w:val="00330FF4"/>
    <w:rsid w:val="00332122"/>
    <w:rsid w:val="0033229E"/>
    <w:rsid w:val="003333E8"/>
    <w:rsid w:val="00334DD3"/>
    <w:rsid w:val="00335FAF"/>
    <w:rsid w:val="00336170"/>
    <w:rsid w:val="00336EDD"/>
    <w:rsid w:val="003376A3"/>
    <w:rsid w:val="00337742"/>
    <w:rsid w:val="0033799A"/>
    <w:rsid w:val="00341CD1"/>
    <w:rsid w:val="0034213D"/>
    <w:rsid w:val="003422D3"/>
    <w:rsid w:val="00343042"/>
    <w:rsid w:val="003434C6"/>
    <w:rsid w:val="00343D17"/>
    <w:rsid w:val="003440EE"/>
    <w:rsid w:val="00344603"/>
    <w:rsid w:val="00344755"/>
    <w:rsid w:val="00344D53"/>
    <w:rsid w:val="003459CB"/>
    <w:rsid w:val="00345A86"/>
    <w:rsid w:val="00347014"/>
    <w:rsid w:val="00350F91"/>
    <w:rsid w:val="0035152F"/>
    <w:rsid w:val="00351CD3"/>
    <w:rsid w:val="00353FE6"/>
    <w:rsid w:val="00354341"/>
    <w:rsid w:val="00354FFD"/>
    <w:rsid w:val="00355224"/>
    <w:rsid w:val="0035595D"/>
    <w:rsid w:val="003559F5"/>
    <w:rsid w:val="00356A46"/>
    <w:rsid w:val="00356E78"/>
    <w:rsid w:val="00357110"/>
    <w:rsid w:val="00357DDA"/>
    <w:rsid w:val="00360EEB"/>
    <w:rsid w:val="0036261B"/>
    <w:rsid w:val="0036274D"/>
    <w:rsid w:val="00363678"/>
    <w:rsid w:val="0036466A"/>
    <w:rsid w:val="00364CB9"/>
    <w:rsid w:val="003664EA"/>
    <w:rsid w:val="00366751"/>
    <w:rsid w:val="00366DAA"/>
    <w:rsid w:val="00371A1B"/>
    <w:rsid w:val="00372D06"/>
    <w:rsid w:val="00373057"/>
    <w:rsid w:val="0037315D"/>
    <w:rsid w:val="00373376"/>
    <w:rsid w:val="00374238"/>
    <w:rsid w:val="00374A78"/>
    <w:rsid w:val="00374D45"/>
    <w:rsid w:val="00374DD9"/>
    <w:rsid w:val="00375B8A"/>
    <w:rsid w:val="00377173"/>
    <w:rsid w:val="00377589"/>
    <w:rsid w:val="00377AFF"/>
    <w:rsid w:val="00377DE5"/>
    <w:rsid w:val="003802C6"/>
    <w:rsid w:val="003803ED"/>
    <w:rsid w:val="00380F22"/>
    <w:rsid w:val="00381739"/>
    <w:rsid w:val="00381FC4"/>
    <w:rsid w:val="003839E2"/>
    <w:rsid w:val="00383FC9"/>
    <w:rsid w:val="00384121"/>
    <w:rsid w:val="00384ED9"/>
    <w:rsid w:val="00385011"/>
    <w:rsid w:val="00385452"/>
    <w:rsid w:val="00385FB1"/>
    <w:rsid w:val="00385FC7"/>
    <w:rsid w:val="00386D71"/>
    <w:rsid w:val="00386D95"/>
    <w:rsid w:val="00386DF4"/>
    <w:rsid w:val="0038723B"/>
    <w:rsid w:val="00387C81"/>
    <w:rsid w:val="00387D2B"/>
    <w:rsid w:val="00387D92"/>
    <w:rsid w:val="00390274"/>
    <w:rsid w:val="003906B3"/>
    <w:rsid w:val="003911E9"/>
    <w:rsid w:val="00391A6C"/>
    <w:rsid w:val="00392008"/>
    <w:rsid w:val="00394B18"/>
    <w:rsid w:val="003950D7"/>
    <w:rsid w:val="0039572D"/>
    <w:rsid w:val="00395AE3"/>
    <w:rsid w:val="003960BB"/>
    <w:rsid w:val="00396BA5"/>
    <w:rsid w:val="00397D68"/>
    <w:rsid w:val="003A1E89"/>
    <w:rsid w:val="003A226C"/>
    <w:rsid w:val="003A271F"/>
    <w:rsid w:val="003A2A11"/>
    <w:rsid w:val="003A33BA"/>
    <w:rsid w:val="003A3D4F"/>
    <w:rsid w:val="003A3DF6"/>
    <w:rsid w:val="003A4443"/>
    <w:rsid w:val="003A659F"/>
    <w:rsid w:val="003A65D9"/>
    <w:rsid w:val="003A7206"/>
    <w:rsid w:val="003B07E4"/>
    <w:rsid w:val="003B0B94"/>
    <w:rsid w:val="003B0BD2"/>
    <w:rsid w:val="003B0C2E"/>
    <w:rsid w:val="003B0DD1"/>
    <w:rsid w:val="003B1891"/>
    <w:rsid w:val="003B2053"/>
    <w:rsid w:val="003B4915"/>
    <w:rsid w:val="003B4ADB"/>
    <w:rsid w:val="003B5A72"/>
    <w:rsid w:val="003B6337"/>
    <w:rsid w:val="003B6D1E"/>
    <w:rsid w:val="003B76B9"/>
    <w:rsid w:val="003B7E54"/>
    <w:rsid w:val="003B7F7A"/>
    <w:rsid w:val="003C0A7C"/>
    <w:rsid w:val="003C111C"/>
    <w:rsid w:val="003C141A"/>
    <w:rsid w:val="003C20F5"/>
    <w:rsid w:val="003C2439"/>
    <w:rsid w:val="003C2711"/>
    <w:rsid w:val="003C287C"/>
    <w:rsid w:val="003C3067"/>
    <w:rsid w:val="003C3288"/>
    <w:rsid w:val="003C38AD"/>
    <w:rsid w:val="003C3DF0"/>
    <w:rsid w:val="003C4D27"/>
    <w:rsid w:val="003C4EE1"/>
    <w:rsid w:val="003C56B6"/>
    <w:rsid w:val="003C5C92"/>
    <w:rsid w:val="003C657C"/>
    <w:rsid w:val="003C660C"/>
    <w:rsid w:val="003C6933"/>
    <w:rsid w:val="003C7BDF"/>
    <w:rsid w:val="003D05C1"/>
    <w:rsid w:val="003D07A7"/>
    <w:rsid w:val="003D084B"/>
    <w:rsid w:val="003D0B4E"/>
    <w:rsid w:val="003D2A22"/>
    <w:rsid w:val="003D3CFF"/>
    <w:rsid w:val="003D4304"/>
    <w:rsid w:val="003D43C9"/>
    <w:rsid w:val="003D4D95"/>
    <w:rsid w:val="003D5523"/>
    <w:rsid w:val="003D61A4"/>
    <w:rsid w:val="003D6978"/>
    <w:rsid w:val="003E0BC4"/>
    <w:rsid w:val="003E114E"/>
    <w:rsid w:val="003E1B56"/>
    <w:rsid w:val="003E210F"/>
    <w:rsid w:val="003E25DE"/>
    <w:rsid w:val="003E31A1"/>
    <w:rsid w:val="003E3A10"/>
    <w:rsid w:val="003E44B6"/>
    <w:rsid w:val="003E4E73"/>
    <w:rsid w:val="003E5060"/>
    <w:rsid w:val="003E66FA"/>
    <w:rsid w:val="003E6A1A"/>
    <w:rsid w:val="003E6CC0"/>
    <w:rsid w:val="003E7EF7"/>
    <w:rsid w:val="003F0B23"/>
    <w:rsid w:val="003F0F15"/>
    <w:rsid w:val="003F1702"/>
    <w:rsid w:val="003F1D4A"/>
    <w:rsid w:val="003F1FBE"/>
    <w:rsid w:val="003F2F79"/>
    <w:rsid w:val="003F33B3"/>
    <w:rsid w:val="003F3810"/>
    <w:rsid w:val="003F3D4A"/>
    <w:rsid w:val="003F424F"/>
    <w:rsid w:val="003F4465"/>
    <w:rsid w:val="003F4A1D"/>
    <w:rsid w:val="003F607F"/>
    <w:rsid w:val="003F661D"/>
    <w:rsid w:val="003F6DD2"/>
    <w:rsid w:val="003F72A8"/>
    <w:rsid w:val="003F79E2"/>
    <w:rsid w:val="003F7F07"/>
    <w:rsid w:val="003F7F72"/>
    <w:rsid w:val="004001CE"/>
    <w:rsid w:val="00400BB2"/>
    <w:rsid w:val="00400D3A"/>
    <w:rsid w:val="00401262"/>
    <w:rsid w:val="004023FE"/>
    <w:rsid w:val="004028F5"/>
    <w:rsid w:val="0040511D"/>
    <w:rsid w:val="00405555"/>
    <w:rsid w:val="0040565C"/>
    <w:rsid w:val="00405A88"/>
    <w:rsid w:val="004065BF"/>
    <w:rsid w:val="004072DA"/>
    <w:rsid w:val="00407510"/>
    <w:rsid w:val="0040758C"/>
    <w:rsid w:val="00410314"/>
    <w:rsid w:val="00410737"/>
    <w:rsid w:val="00410FCC"/>
    <w:rsid w:val="00411615"/>
    <w:rsid w:val="00411978"/>
    <w:rsid w:val="00411A28"/>
    <w:rsid w:val="004127CA"/>
    <w:rsid w:val="00413BC7"/>
    <w:rsid w:val="00413D62"/>
    <w:rsid w:val="00415300"/>
    <w:rsid w:val="00415DF1"/>
    <w:rsid w:val="00415E1B"/>
    <w:rsid w:val="004161FC"/>
    <w:rsid w:val="0041656B"/>
    <w:rsid w:val="00416FB9"/>
    <w:rsid w:val="004170E0"/>
    <w:rsid w:val="00417866"/>
    <w:rsid w:val="00420ADB"/>
    <w:rsid w:val="00420CBF"/>
    <w:rsid w:val="00421035"/>
    <w:rsid w:val="0042194B"/>
    <w:rsid w:val="0042374F"/>
    <w:rsid w:val="0042465F"/>
    <w:rsid w:val="004256AA"/>
    <w:rsid w:val="0042574E"/>
    <w:rsid w:val="004258A5"/>
    <w:rsid w:val="00425D4A"/>
    <w:rsid w:val="00425F62"/>
    <w:rsid w:val="00426487"/>
    <w:rsid w:val="004267BE"/>
    <w:rsid w:val="004269CA"/>
    <w:rsid w:val="00426CD3"/>
    <w:rsid w:val="00426FF5"/>
    <w:rsid w:val="004301C1"/>
    <w:rsid w:val="004310C4"/>
    <w:rsid w:val="00431CC0"/>
    <w:rsid w:val="00432E7D"/>
    <w:rsid w:val="00433F2F"/>
    <w:rsid w:val="00434AF3"/>
    <w:rsid w:val="004353F7"/>
    <w:rsid w:val="00435CC1"/>
    <w:rsid w:val="0043723D"/>
    <w:rsid w:val="00437DA7"/>
    <w:rsid w:val="00437E03"/>
    <w:rsid w:val="0044029C"/>
    <w:rsid w:val="004403F8"/>
    <w:rsid w:val="004404C0"/>
    <w:rsid w:val="00440FE2"/>
    <w:rsid w:val="00442D5A"/>
    <w:rsid w:val="0044425D"/>
    <w:rsid w:val="00444636"/>
    <w:rsid w:val="00445096"/>
    <w:rsid w:val="00445DDF"/>
    <w:rsid w:val="00446147"/>
    <w:rsid w:val="00446C44"/>
    <w:rsid w:val="00446D0E"/>
    <w:rsid w:val="004475FF"/>
    <w:rsid w:val="00447795"/>
    <w:rsid w:val="00450446"/>
    <w:rsid w:val="00450AA3"/>
    <w:rsid w:val="004518E6"/>
    <w:rsid w:val="004521F2"/>
    <w:rsid w:val="004523D5"/>
    <w:rsid w:val="00452842"/>
    <w:rsid w:val="00452D3B"/>
    <w:rsid w:val="00453C36"/>
    <w:rsid w:val="00453F49"/>
    <w:rsid w:val="0045437F"/>
    <w:rsid w:val="00455D26"/>
    <w:rsid w:val="00456E42"/>
    <w:rsid w:val="00456E9E"/>
    <w:rsid w:val="00456FE4"/>
    <w:rsid w:val="00457181"/>
    <w:rsid w:val="00460D5A"/>
    <w:rsid w:val="00461034"/>
    <w:rsid w:val="0046181C"/>
    <w:rsid w:val="0046223C"/>
    <w:rsid w:val="00462C7C"/>
    <w:rsid w:val="00462EA6"/>
    <w:rsid w:val="0046396E"/>
    <w:rsid w:val="00464C98"/>
    <w:rsid w:val="00464D2E"/>
    <w:rsid w:val="00465149"/>
    <w:rsid w:val="00465F6D"/>
    <w:rsid w:val="00470790"/>
    <w:rsid w:val="00470EAE"/>
    <w:rsid w:val="0047123A"/>
    <w:rsid w:val="0047158A"/>
    <w:rsid w:val="00471D75"/>
    <w:rsid w:val="00471D93"/>
    <w:rsid w:val="004727FF"/>
    <w:rsid w:val="00472B67"/>
    <w:rsid w:val="0047310E"/>
    <w:rsid w:val="004734D7"/>
    <w:rsid w:val="00473F42"/>
    <w:rsid w:val="004746A7"/>
    <w:rsid w:val="00475ADC"/>
    <w:rsid w:val="0047604A"/>
    <w:rsid w:val="00477046"/>
    <w:rsid w:val="0047761D"/>
    <w:rsid w:val="00477F55"/>
    <w:rsid w:val="00480681"/>
    <w:rsid w:val="00480A23"/>
    <w:rsid w:val="00481229"/>
    <w:rsid w:val="0048146B"/>
    <w:rsid w:val="00481857"/>
    <w:rsid w:val="00481D41"/>
    <w:rsid w:val="004821FC"/>
    <w:rsid w:val="004827A9"/>
    <w:rsid w:val="00483C90"/>
    <w:rsid w:val="00484249"/>
    <w:rsid w:val="00484C3A"/>
    <w:rsid w:val="00487224"/>
    <w:rsid w:val="004873C3"/>
    <w:rsid w:val="004876F1"/>
    <w:rsid w:val="00487935"/>
    <w:rsid w:val="0049059F"/>
    <w:rsid w:val="00490B04"/>
    <w:rsid w:val="00490B64"/>
    <w:rsid w:val="00490C30"/>
    <w:rsid w:val="00490D19"/>
    <w:rsid w:val="00490EFA"/>
    <w:rsid w:val="00491707"/>
    <w:rsid w:val="00491862"/>
    <w:rsid w:val="00491CA3"/>
    <w:rsid w:val="00492946"/>
    <w:rsid w:val="00492CB2"/>
    <w:rsid w:val="00493125"/>
    <w:rsid w:val="00495493"/>
    <w:rsid w:val="00495DF0"/>
    <w:rsid w:val="004963CB"/>
    <w:rsid w:val="0049650F"/>
    <w:rsid w:val="00497D36"/>
    <w:rsid w:val="00497D49"/>
    <w:rsid w:val="004A0CA1"/>
    <w:rsid w:val="004A0D49"/>
    <w:rsid w:val="004A14B4"/>
    <w:rsid w:val="004A1796"/>
    <w:rsid w:val="004A232E"/>
    <w:rsid w:val="004A25FF"/>
    <w:rsid w:val="004A2F05"/>
    <w:rsid w:val="004A3671"/>
    <w:rsid w:val="004A41AB"/>
    <w:rsid w:val="004A55B5"/>
    <w:rsid w:val="004A64B5"/>
    <w:rsid w:val="004A7D58"/>
    <w:rsid w:val="004A7FB0"/>
    <w:rsid w:val="004B0557"/>
    <w:rsid w:val="004B12E4"/>
    <w:rsid w:val="004B19DD"/>
    <w:rsid w:val="004B1A3C"/>
    <w:rsid w:val="004B29B4"/>
    <w:rsid w:val="004B3191"/>
    <w:rsid w:val="004B3397"/>
    <w:rsid w:val="004B4434"/>
    <w:rsid w:val="004B460A"/>
    <w:rsid w:val="004B5993"/>
    <w:rsid w:val="004C01A4"/>
    <w:rsid w:val="004C06E4"/>
    <w:rsid w:val="004C0FA0"/>
    <w:rsid w:val="004C1A77"/>
    <w:rsid w:val="004C2003"/>
    <w:rsid w:val="004C2E94"/>
    <w:rsid w:val="004C30AE"/>
    <w:rsid w:val="004C3DF1"/>
    <w:rsid w:val="004C4450"/>
    <w:rsid w:val="004C45FA"/>
    <w:rsid w:val="004C4B0D"/>
    <w:rsid w:val="004C4E17"/>
    <w:rsid w:val="004C5C55"/>
    <w:rsid w:val="004D0415"/>
    <w:rsid w:val="004D0811"/>
    <w:rsid w:val="004D1EFA"/>
    <w:rsid w:val="004D2441"/>
    <w:rsid w:val="004D270B"/>
    <w:rsid w:val="004D3AF2"/>
    <w:rsid w:val="004D4647"/>
    <w:rsid w:val="004D4A99"/>
    <w:rsid w:val="004D4B49"/>
    <w:rsid w:val="004D57D5"/>
    <w:rsid w:val="004D5B1D"/>
    <w:rsid w:val="004D5B79"/>
    <w:rsid w:val="004D75F1"/>
    <w:rsid w:val="004D7C97"/>
    <w:rsid w:val="004E0010"/>
    <w:rsid w:val="004E0BAA"/>
    <w:rsid w:val="004E1679"/>
    <w:rsid w:val="004E22DF"/>
    <w:rsid w:val="004E275B"/>
    <w:rsid w:val="004E2C99"/>
    <w:rsid w:val="004E3283"/>
    <w:rsid w:val="004E5470"/>
    <w:rsid w:val="004E6910"/>
    <w:rsid w:val="004E69D3"/>
    <w:rsid w:val="004E70B9"/>
    <w:rsid w:val="004E73FF"/>
    <w:rsid w:val="004E7CAA"/>
    <w:rsid w:val="004F065C"/>
    <w:rsid w:val="004F0F3E"/>
    <w:rsid w:val="004F136A"/>
    <w:rsid w:val="004F1470"/>
    <w:rsid w:val="004F1C83"/>
    <w:rsid w:val="004F3BEF"/>
    <w:rsid w:val="004F3D69"/>
    <w:rsid w:val="004F4089"/>
    <w:rsid w:val="004F43C3"/>
    <w:rsid w:val="004F43FC"/>
    <w:rsid w:val="004F46B7"/>
    <w:rsid w:val="004F4D7E"/>
    <w:rsid w:val="004F517D"/>
    <w:rsid w:val="004F55BD"/>
    <w:rsid w:val="004F5ACB"/>
    <w:rsid w:val="004F5AD9"/>
    <w:rsid w:val="004F61A3"/>
    <w:rsid w:val="004F6CDA"/>
    <w:rsid w:val="004F7A9E"/>
    <w:rsid w:val="0050083B"/>
    <w:rsid w:val="005010E2"/>
    <w:rsid w:val="0050238D"/>
    <w:rsid w:val="00502DD5"/>
    <w:rsid w:val="0050356B"/>
    <w:rsid w:val="005036A7"/>
    <w:rsid w:val="00503C61"/>
    <w:rsid w:val="005058C0"/>
    <w:rsid w:val="0050660E"/>
    <w:rsid w:val="0050665A"/>
    <w:rsid w:val="00507052"/>
    <w:rsid w:val="00510FD8"/>
    <w:rsid w:val="00511A78"/>
    <w:rsid w:val="005128A1"/>
    <w:rsid w:val="0051298A"/>
    <w:rsid w:val="00512A95"/>
    <w:rsid w:val="00512AEE"/>
    <w:rsid w:val="00512CD5"/>
    <w:rsid w:val="00512FC6"/>
    <w:rsid w:val="00513024"/>
    <w:rsid w:val="00514DF8"/>
    <w:rsid w:val="0051720D"/>
    <w:rsid w:val="00520DCD"/>
    <w:rsid w:val="00521F18"/>
    <w:rsid w:val="00522B71"/>
    <w:rsid w:val="00523FBD"/>
    <w:rsid w:val="00525449"/>
    <w:rsid w:val="00525706"/>
    <w:rsid w:val="005257F1"/>
    <w:rsid w:val="00525856"/>
    <w:rsid w:val="00525CF0"/>
    <w:rsid w:val="00526704"/>
    <w:rsid w:val="00526C5C"/>
    <w:rsid w:val="00527880"/>
    <w:rsid w:val="00527F6A"/>
    <w:rsid w:val="00530B4B"/>
    <w:rsid w:val="00530E2E"/>
    <w:rsid w:val="0053193B"/>
    <w:rsid w:val="00531D3B"/>
    <w:rsid w:val="00532363"/>
    <w:rsid w:val="005327F6"/>
    <w:rsid w:val="00533F49"/>
    <w:rsid w:val="00536501"/>
    <w:rsid w:val="005366E3"/>
    <w:rsid w:val="005370E8"/>
    <w:rsid w:val="005400BA"/>
    <w:rsid w:val="00540A0D"/>
    <w:rsid w:val="00541CDE"/>
    <w:rsid w:val="00542100"/>
    <w:rsid w:val="00542451"/>
    <w:rsid w:val="00542BA9"/>
    <w:rsid w:val="0054337C"/>
    <w:rsid w:val="00544CC3"/>
    <w:rsid w:val="00545451"/>
    <w:rsid w:val="00546341"/>
    <w:rsid w:val="00546CAA"/>
    <w:rsid w:val="00547873"/>
    <w:rsid w:val="00551520"/>
    <w:rsid w:val="00551C45"/>
    <w:rsid w:val="0055243C"/>
    <w:rsid w:val="005533FD"/>
    <w:rsid w:val="00553EAC"/>
    <w:rsid w:val="00554A47"/>
    <w:rsid w:val="00554DAE"/>
    <w:rsid w:val="00557276"/>
    <w:rsid w:val="0055728B"/>
    <w:rsid w:val="0056053F"/>
    <w:rsid w:val="00560FBD"/>
    <w:rsid w:val="0056132D"/>
    <w:rsid w:val="00561D98"/>
    <w:rsid w:val="00562A94"/>
    <w:rsid w:val="005632D6"/>
    <w:rsid w:val="0056354E"/>
    <w:rsid w:val="00566155"/>
    <w:rsid w:val="00566F0E"/>
    <w:rsid w:val="00567832"/>
    <w:rsid w:val="005679D0"/>
    <w:rsid w:val="0057016C"/>
    <w:rsid w:val="005703EF"/>
    <w:rsid w:val="00572308"/>
    <w:rsid w:val="0057375F"/>
    <w:rsid w:val="00574288"/>
    <w:rsid w:val="00575571"/>
    <w:rsid w:val="00576BF9"/>
    <w:rsid w:val="00576DB1"/>
    <w:rsid w:val="00582809"/>
    <w:rsid w:val="00582AE5"/>
    <w:rsid w:val="005835BD"/>
    <w:rsid w:val="00583A79"/>
    <w:rsid w:val="00583B4A"/>
    <w:rsid w:val="00584698"/>
    <w:rsid w:val="00586C7F"/>
    <w:rsid w:val="005876D4"/>
    <w:rsid w:val="00591181"/>
    <w:rsid w:val="00591A68"/>
    <w:rsid w:val="0059260F"/>
    <w:rsid w:val="0059275D"/>
    <w:rsid w:val="00592B8D"/>
    <w:rsid w:val="00593E8D"/>
    <w:rsid w:val="005948A0"/>
    <w:rsid w:val="00595379"/>
    <w:rsid w:val="00595536"/>
    <w:rsid w:val="00595E91"/>
    <w:rsid w:val="0059674C"/>
    <w:rsid w:val="00597902"/>
    <w:rsid w:val="00597FE5"/>
    <w:rsid w:val="005A0CE3"/>
    <w:rsid w:val="005A2182"/>
    <w:rsid w:val="005A2EE1"/>
    <w:rsid w:val="005A378E"/>
    <w:rsid w:val="005A3A39"/>
    <w:rsid w:val="005A427C"/>
    <w:rsid w:val="005A4A4D"/>
    <w:rsid w:val="005A4EAE"/>
    <w:rsid w:val="005A4ED7"/>
    <w:rsid w:val="005A532D"/>
    <w:rsid w:val="005A6133"/>
    <w:rsid w:val="005A6A70"/>
    <w:rsid w:val="005A70E9"/>
    <w:rsid w:val="005A7962"/>
    <w:rsid w:val="005B0380"/>
    <w:rsid w:val="005B07ED"/>
    <w:rsid w:val="005B1540"/>
    <w:rsid w:val="005B15B0"/>
    <w:rsid w:val="005B2C1E"/>
    <w:rsid w:val="005B390F"/>
    <w:rsid w:val="005B3DC3"/>
    <w:rsid w:val="005B407E"/>
    <w:rsid w:val="005B42C2"/>
    <w:rsid w:val="005B4EBE"/>
    <w:rsid w:val="005B5109"/>
    <w:rsid w:val="005B52E4"/>
    <w:rsid w:val="005B713B"/>
    <w:rsid w:val="005B7D12"/>
    <w:rsid w:val="005C024E"/>
    <w:rsid w:val="005C06B5"/>
    <w:rsid w:val="005C07A6"/>
    <w:rsid w:val="005C08C7"/>
    <w:rsid w:val="005C1175"/>
    <w:rsid w:val="005C211D"/>
    <w:rsid w:val="005C2AFB"/>
    <w:rsid w:val="005C2C5F"/>
    <w:rsid w:val="005C4189"/>
    <w:rsid w:val="005C55BA"/>
    <w:rsid w:val="005C6CE8"/>
    <w:rsid w:val="005C700B"/>
    <w:rsid w:val="005C7724"/>
    <w:rsid w:val="005D00B0"/>
    <w:rsid w:val="005D1296"/>
    <w:rsid w:val="005D266E"/>
    <w:rsid w:val="005D2712"/>
    <w:rsid w:val="005D344F"/>
    <w:rsid w:val="005D4176"/>
    <w:rsid w:val="005D45C1"/>
    <w:rsid w:val="005D4C0C"/>
    <w:rsid w:val="005D6756"/>
    <w:rsid w:val="005D69EC"/>
    <w:rsid w:val="005D6A20"/>
    <w:rsid w:val="005D6BE9"/>
    <w:rsid w:val="005D75A3"/>
    <w:rsid w:val="005D77E5"/>
    <w:rsid w:val="005E0762"/>
    <w:rsid w:val="005E118F"/>
    <w:rsid w:val="005E19E3"/>
    <w:rsid w:val="005E398C"/>
    <w:rsid w:val="005E39B4"/>
    <w:rsid w:val="005E39DA"/>
    <w:rsid w:val="005E3B19"/>
    <w:rsid w:val="005E3EF4"/>
    <w:rsid w:val="005E42ED"/>
    <w:rsid w:val="005E4962"/>
    <w:rsid w:val="005E5651"/>
    <w:rsid w:val="005E59AD"/>
    <w:rsid w:val="005E6F1B"/>
    <w:rsid w:val="005E735F"/>
    <w:rsid w:val="005E7CC7"/>
    <w:rsid w:val="005F1609"/>
    <w:rsid w:val="005F16E5"/>
    <w:rsid w:val="005F1C95"/>
    <w:rsid w:val="005F2870"/>
    <w:rsid w:val="005F3897"/>
    <w:rsid w:val="005F4499"/>
    <w:rsid w:val="005F55C9"/>
    <w:rsid w:val="005F5E9E"/>
    <w:rsid w:val="005F629F"/>
    <w:rsid w:val="005F716E"/>
    <w:rsid w:val="005F74A1"/>
    <w:rsid w:val="006007CE"/>
    <w:rsid w:val="006009D4"/>
    <w:rsid w:val="00600A98"/>
    <w:rsid w:val="00602C48"/>
    <w:rsid w:val="00602D38"/>
    <w:rsid w:val="00602DF1"/>
    <w:rsid w:val="0060323B"/>
    <w:rsid w:val="00606045"/>
    <w:rsid w:val="0060654F"/>
    <w:rsid w:val="00607590"/>
    <w:rsid w:val="00607843"/>
    <w:rsid w:val="00610B93"/>
    <w:rsid w:val="006111ED"/>
    <w:rsid w:val="00611A1C"/>
    <w:rsid w:val="00611CFE"/>
    <w:rsid w:val="006128E6"/>
    <w:rsid w:val="00612D6F"/>
    <w:rsid w:val="00612E1C"/>
    <w:rsid w:val="006131BE"/>
    <w:rsid w:val="00613824"/>
    <w:rsid w:val="00614548"/>
    <w:rsid w:val="00615273"/>
    <w:rsid w:val="00615ADF"/>
    <w:rsid w:val="00615C28"/>
    <w:rsid w:val="0061695D"/>
    <w:rsid w:val="00616B91"/>
    <w:rsid w:val="00617D3D"/>
    <w:rsid w:val="00620EBA"/>
    <w:rsid w:val="00620EBB"/>
    <w:rsid w:val="00621113"/>
    <w:rsid w:val="006218BD"/>
    <w:rsid w:val="00621DE2"/>
    <w:rsid w:val="00622CA9"/>
    <w:rsid w:val="00623F66"/>
    <w:rsid w:val="006256E8"/>
    <w:rsid w:val="0062668B"/>
    <w:rsid w:val="00627B10"/>
    <w:rsid w:val="00627D9F"/>
    <w:rsid w:val="00631627"/>
    <w:rsid w:val="0063203C"/>
    <w:rsid w:val="00632F72"/>
    <w:rsid w:val="00632FA2"/>
    <w:rsid w:val="006344C9"/>
    <w:rsid w:val="00635614"/>
    <w:rsid w:val="0063660E"/>
    <w:rsid w:val="0063694C"/>
    <w:rsid w:val="00636E26"/>
    <w:rsid w:val="00637B26"/>
    <w:rsid w:val="00637F95"/>
    <w:rsid w:val="006401CC"/>
    <w:rsid w:val="00641360"/>
    <w:rsid w:val="006416F8"/>
    <w:rsid w:val="00642073"/>
    <w:rsid w:val="006438A7"/>
    <w:rsid w:val="00646679"/>
    <w:rsid w:val="00646B90"/>
    <w:rsid w:val="00646DFA"/>
    <w:rsid w:val="00646F71"/>
    <w:rsid w:val="00647DA6"/>
    <w:rsid w:val="00651A45"/>
    <w:rsid w:val="00651BDC"/>
    <w:rsid w:val="00651DED"/>
    <w:rsid w:val="00652B31"/>
    <w:rsid w:val="00652C10"/>
    <w:rsid w:val="00653A21"/>
    <w:rsid w:val="006541C9"/>
    <w:rsid w:val="006542EC"/>
    <w:rsid w:val="00656683"/>
    <w:rsid w:val="00656E75"/>
    <w:rsid w:val="00657905"/>
    <w:rsid w:val="00657B8E"/>
    <w:rsid w:val="00657FF1"/>
    <w:rsid w:val="0066034D"/>
    <w:rsid w:val="0066038F"/>
    <w:rsid w:val="00660A36"/>
    <w:rsid w:val="00661176"/>
    <w:rsid w:val="00662172"/>
    <w:rsid w:val="006623A8"/>
    <w:rsid w:val="00662CAD"/>
    <w:rsid w:val="00662DD2"/>
    <w:rsid w:val="0066327F"/>
    <w:rsid w:val="0066361E"/>
    <w:rsid w:val="006636BE"/>
    <w:rsid w:val="0066471A"/>
    <w:rsid w:val="00664DC5"/>
    <w:rsid w:val="0066558D"/>
    <w:rsid w:val="00666B6E"/>
    <w:rsid w:val="00666BD6"/>
    <w:rsid w:val="006673FF"/>
    <w:rsid w:val="00667B66"/>
    <w:rsid w:val="0067043D"/>
    <w:rsid w:val="0067112E"/>
    <w:rsid w:val="00672586"/>
    <w:rsid w:val="00673076"/>
    <w:rsid w:val="00676279"/>
    <w:rsid w:val="00676305"/>
    <w:rsid w:val="006768BD"/>
    <w:rsid w:val="006772FB"/>
    <w:rsid w:val="00677CBF"/>
    <w:rsid w:val="00677EFC"/>
    <w:rsid w:val="006804DE"/>
    <w:rsid w:val="00680E17"/>
    <w:rsid w:val="006813A0"/>
    <w:rsid w:val="00681539"/>
    <w:rsid w:val="00682F68"/>
    <w:rsid w:val="006835C3"/>
    <w:rsid w:val="0068397F"/>
    <w:rsid w:val="00684A00"/>
    <w:rsid w:val="006859C2"/>
    <w:rsid w:val="006872D9"/>
    <w:rsid w:val="00690401"/>
    <w:rsid w:val="006905A6"/>
    <w:rsid w:val="00690CC0"/>
    <w:rsid w:val="00691565"/>
    <w:rsid w:val="00691F70"/>
    <w:rsid w:val="00693263"/>
    <w:rsid w:val="00693A56"/>
    <w:rsid w:val="00693BCD"/>
    <w:rsid w:val="006950C7"/>
    <w:rsid w:val="006957D5"/>
    <w:rsid w:val="00695BE5"/>
    <w:rsid w:val="0069609B"/>
    <w:rsid w:val="0069637D"/>
    <w:rsid w:val="00696E8D"/>
    <w:rsid w:val="006971A8"/>
    <w:rsid w:val="006978D2"/>
    <w:rsid w:val="00697968"/>
    <w:rsid w:val="006A01A5"/>
    <w:rsid w:val="006A0384"/>
    <w:rsid w:val="006A0726"/>
    <w:rsid w:val="006A0BC3"/>
    <w:rsid w:val="006A1759"/>
    <w:rsid w:val="006A2015"/>
    <w:rsid w:val="006A387A"/>
    <w:rsid w:val="006A3CE6"/>
    <w:rsid w:val="006A4C87"/>
    <w:rsid w:val="006A51E7"/>
    <w:rsid w:val="006A5DE1"/>
    <w:rsid w:val="006A6B23"/>
    <w:rsid w:val="006A72CD"/>
    <w:rsid w:val="006A7322"/>
    <w:rsid w:val="006B051A"/>
    <w:rsid w:val="006B0F93"/>
    <w:rsid w:val="006B1163"/>
    <w:rsid w:val="006B1427"/>
    <w:rsid w:val="006B16B1"/>
    <w:rsid w:val="006B2272"/>
    <w:rsid w:val="006B3B8F"/>
    <w:rsid w:val="006B3C20"/>
    <w:rsid w:val="006B42BE"/>
    <w:rsid w:val="006B4D14"/>
    <w:rsid w:val="006B5510"/>
    <w:rsid w:val="006B765C"/>
    <w:rsid w:val="006B7AAB"/>
    <w:rsid w:val="006C2116"/>
    <w:rsid w:val="006C2456"/>
    <w:rsid w:val="006C2517"/>
    <w:rsid w:val="006C254B"/>
    <w:rsid w:val="006C3170"/>
    <w:rsid w:val="006C5849"/>
    <w:rsid w:val="006C72A7"/>
    <w:rsid w:val="006C78AA"/>
    <w:rsid w:val="006C7A4B"/>
    <w:rsid w:val="006D03AB"/>
    <w:rsid w:val="006D07BF"/>
    <w:rsid w:val="006D1032"/>
    <w:rsid w:val="006D22CF"/>
    <w:rsid w:val="006D36D1"/>
    <w:rsid w:val="006D3728"/>
    <w:rsid w:val="006D376D"/>
    <w:rsid w:val="006D376F"/>
    <w:rsid w:val="006D3829"/>
    <w:rsid w:val="006D3BFF"/>
    <w:rsid w:val="006D4346"/>
    <w:rsid w:val="006D48F1"/>
    <w:rsid w:val="006D4990"/>
    <w:rsid w:val="006D51ED"/>
    <w:rsid w:val="006D56D5"/>
    <w:rsid w:val="006E0201"/>
    <w:rsid w:val="006E181F"/>
    <w:rsid w:val="006E2105"/>
    <w:rsid w:val="006E23B5"/>
    <w:rsid w:val="006E4294"/>
    <w:rsid w:val="006E44FC"/>
    <w:rsid w:val="006E5F6B"/>
    <w:rsid w:val="006E68E9"/>
    <w:rsid w:val="006E7011"/>
    <w:rsid w:val="006E71EF"/>
    <w:rsid w:val="006E7337"/>
    <w:rsid w:val="006E734B"/>
    <w:rsid w:val="006E7798"/>
    <w:rsid w:val="006E77A1"/>
    <w:rsid w:val="006F01DB"/>
    <w:rsid w:val="006F1719"/>
    <w:rsid w:val="006F1B82"/>
    <w:rsid w:val="006F204E"/>
    <w:rsid w:val="006F205D"/>
    <w:rsid w:val="006F2110"/>
    <w:rsid w:val="006F2A0A"/>
    <w:rsid w:val="006F3B20"/>
    <w:rsid w:val="006F3DA8"/>
    <w:rsid w:val="006F41A8"/>
    <w:rsid w:val="006F51F4"/>
    <w:rsid w:val="006F563B"/>
    <w:rsid w:val="006F5BF6"/>
    <w:rsid w:val="006F6469"/>
    <w:rsid w:val="006F6A53"/>
    <w:rsid w:val="006F7EE3"/>
    <w:rsid w:val="007000D6"/>
    <w:rsid w:val="007016D4"/>
    <w:rsid w:val="0070247A"/>
    <w:rsid w:val="00702497"/>
    <w:rsid w:val="00702F4E"/>
    <w:rsid w:val="00703449"/>
    <w:rsid w:val="0070483B"/>
    <w:rsid w:val="00704944"/>
    <w:rsid w:val="00705016"/>
    <w:rsid w:val="0070579C"/>
    <w:rsid w:val="007059B3"/>
    <w:rsid w:val="00706113"/>
    <w:rsid w:val="00706381"/>
    <w:rsid w:val="007066DC"/>
    <w:rsid w:val="007074F8"/>
    <w:rsid w:val="007078F8"/>
    <w:rsid w:val="0070791E"/>
    <w:rsid w:val="00710352"/>
    <w:rsid w:val="00710E13"/>
    <w:rsid w:val="00710F12"/>
    <w:rsid w:val="00711DD5"/>
    <w:rsid w:val="00712158"/>
    <w:rsid w:val="007124A3"/>
    <w:rsid w:val="00712E5A"/>
    <w:rsid w:val="00713805"/>
    <w:rsid w:val="00713F36"/>
    <w:rsid w:val="00714033"/>
    <w:rsid w:val="00714501"/>
    <w:rsid w:val="0071482B"/>
    <w:rsid w:val="0071552D"/>
    <w:rsid w:val="0071557A"/>
    <w:rsid w:val="00715E61"/>
    <w:rsid w:val="007160F0"/>
    <w:rsid w:val="00716496"/>
    <w:rsid w:val="00716F8B"/>
    <w:rsid w:val="0072030E"/>
    <w:rsid w:val="007223C3"/>
    <w:rsid w:val="007225EF"/>
    <w:rsid w:val="007229A9"/>
    <w:rsid w:val="007231A7"/>
    <w:rsid w:val="007253C3"/>
    <w:rsid w:val="0072574E"/>
    <w:rsid w:val="00726572"/>
    <w:rsid w:val="0072663A"/>
    <w:rsid w:val="00726B0D"/>
    <w:rsid w:val="007272D6"/>
    <w:rsid w:val="00727484"/>
    <w:rsid w:val="00727A6E"/>
    <w:rsid w:val="00727CE9"/>
    <w:rsid w:val="007303CE"/>
    <w:rsid w:val="00730456"/>
    <w:rsid w:val="0073094C"/>
    <w:rsid w:val="00732CCC"/>
    <w:rsid w:val="00733F2C"/>
    <w:rsid w:val="00735F45"/>
    <w:rsid w:val="007366AA"/>
    <w:rsid w:val="00736FF5"/>
    <w:rsid w:val="0073727A"/>
    <w:rsid w:val="007373CC"/>
    <w:rsid w:val="00737654"/>
    <w:rsid w:val="00737C65"/>
    <w:rsid w:val="00737F2E"/>
    <w:rsid w:val="00741731"/>
    <w:rsid w:val="00741FE4"/>
    <w:rsid w:val="00742587"/>
    <w:rsid w:val="007426CD"/>
    <w:rsid w:val="0074273A"/>
    <w:rsid w:val="00743592"/>
    <w:rsid w:val="00744AA9"/>
    <w:rsid w:val="00745F4B"/>
    <w:rsid w:val="00746A17"/>
    <w:rsid w:val="007471CC"/>
    <w:rsid w:val="00747457"/>
    <w:rsid w:val="007474F6"/>
    <w:rsid w:val="007504EE"/>
    <w:rsid w:val="0075106A"/>
    <w:rsid w:val="00751324"/>
    <w:rsid w:val="00751E19"/>
    <w:rsid w:val="00751EE3"/>
    <w:rsid w:val="00752323"/>
    <w:rsid w:val="00752615"/>
    <w:rsid w:val="007537B3"/>
    <w:rsid w:val="00753FB3"/>
    <w:rsid w:val="00754130"/>
    <w:rsid w:val="00754485"/>
    <w:rsid w:val="00754581"/>
    <w:rsid w:val="00754C86"/>
    <w:rsid w:val="00754E3E"/>
    <w:rsid w:val="00755186"/>
    <w:rsid w:val="007573BC"/>
    <w:rsid w:val="007578A8"/>
    <w:rsid w:val="0075799C"/>
    <w:rsid w:val="00760B0F"/>
    <w:rsid w:val="00761C1B"/>
    <w:rsid w:val="00761C2C"/>
    <w:rsid w:val="00761F03"/>
    <w:rsid w:val="00762B9D"/>
    <w:rsid w:val="007632FD"/>
    <w:rsid w:val="007638A9"/>
    <w:rsid w:val="00764116"/>
    <w:rsid w:val="00764635"/>
    <w:rsid w:val="0076482C"/>
    <w:rsid w:val="00764D64"/>
    <w:rsid w:val="00765153"/>
    <w:rsid w:val="0076654D"/>
    <w:rsid w:val="00766733"/>
    <w:rsid w:val="007671AD"/>
    <w:rsid w:val="0076789E"/>
    <w:rsid w:val="00767959"/>
    <w:rsid w:val="007708F0"/>
    <w:rsid w:val="007709F8"/>
    <w:rsid w:val="007715E8"/>
    <w:rsid w:val="00771880"/>
    <w:rsid w:val="00771CD1"/>
    <w:rsid w:val="00772211"/>
    <w:rsid w:val="00772E12"/>
    <w:rsid w:val="007741D8"/>
    <w:rsid w:val="007741EC"/>
    <w:rsid w:val="007744C5"/>
    <w:rsid w:val="00774525"/>
    <w:rsid w:val="00774852"/>
    <w:rsid w:val="00774887"/>
    <w:rsid w:val="007770D7"/>
    <w:rsid w:val="00777AC3"/>
    <w:rsid w:val="0078068B"/>
    <w:rsid w:val="00781751"/>
    <w:rsid w:val="00782074"/>
    <w:rsid w:val="007824D8"/>
    <w:rsid w:val="00782728"/>
    <w:rsid w:val="00782774"/>
    <w:rsid w:val="00783E58"/>
    <w:rsid w:val="0078469B"/>
    <w:rsid w:val="007848F3"/>
    <w:rsid w:val="00785646"/>
    <w:rsid w:val="00785C05"/>
    <w:rsid w:val="00787391"/>
    <w:rsid w:val="00787A37"/>
    <w:rsid w:val="0079021D"/>
    <w:rsid w:val="0079044A"/>
    <w:rsid w:val="007904D3"/>
    <w:rsid w:val="00790DEF"/>
    <w:rsid w:val="007920D3"/>
    <w:rsid w:val="00792443"/>
    <w:rsid w:val="007924AD"/>
    <w:rsid w:val="007924ED"/>
    <w:rsid w:val="00792998"/>
    <w:rsid w:val="007937FC"/>
    <w:rsid w:val="00793BE5"/>
    <w:rsid w:val="00793E25"/>
    <w:rsid w:val="007955F2"/>
    <w:rsid w:val="00797A3A"/>
    <w:rsid w:val="007A0198"/>
    <w:rsid w:val="007A08DC"/>
    <w:rsid w:val="007A0E31"/>
    <w:rsid w:val="007A1D90"/>
    <w:rsid w:val="007A27E7"/>
    <w:rsid w:val="007A2A2F"/>
    <w:rsid w:val="007A47BA"/>
    <w:rsid w:val="007A49A0"/>
    <w:rsid w:val="007A514E"/>
    <w:rsid w:val="007A51E0"/>
    <w:rsid w:val="007A74DC"/>
    <w:rsid w:val="007A75B6"/>
    <w:rsid w:val="007A78FE"/>
    <w:rsid w:val="007A7FA4"/>
    <w:rsid w:val="007B0396"/>
    <w:rsid w:val="007B0D26"/>
    <w:rsid w:val="007B0DA5"/>
    <w:rsid w:val="007B13ED"/>
    <w:rsid w:val="007B19F9"/>
    <w:rsid w:val="007B25A3"/>
    <w:rsid w:val="007B292A"/>
    <w:rsid w:val="007B38CD"/>
    <w:rsid w:val="007B4677"/>
    <w:rsid w:val="007B4701"/>
    <w:rsid w:val="007B4AD8"/>
    <w:rsid w:val="007B4DCF"/>
    <w:rsid w:val="007B5B5C"/>
    <w:rsid w:val="007B6108"/>
    <w:rsid w:val="007B7367"/>
    <w:rsid w:val="007B7609"/>
    <w:rsid w:val="007B7DD2"/>
    <w:rsid w:val="007B7F81"/>
    <w:rsid w:val="007C03FF"/>
    <w:rsid w:val="007C1681"/>
    <w:rsid w:val="007C1CBB"/>
    <w:rsid w:val="007C2E2A"/>
    <w:rsid w:val="007C301F"/>
    <w:rsid w:val="007C3361"/>
    <w:rsid w:val="007C35FD"/>
    <w:rsid w:val="007C5CBA"/>
    <w:rsid w:val="007C6D96"/>
    <w:rsid w:val="007C71BF"/>
    <w:rsid w:val="007C75A3"/>
    <w:rsid w:val="007C7B04"/>
    <w:rsid w:val="007D03B7"/>
    <w:rsid w:val="007D13DA"/>
    <w:rsid w:val="007D24FA"/>
    <w:rsid w:val="007D2691"/>
    <w:rsid w:val="007D321A"/>
    <w:rsid w:val="007D3AAA"/>
    <w:rsid w:val="007D3C44"/>
    <w:rsid w:val="007D4217"/>
    <w:rsid w:val="007D4244"/>
    <w:rsid w:val="007D477B"/>
    <w:rsid w:val="007D4EFE"/>
    <w:rsid w:val="007D52C3"/>
    <w:rsid w:val="007D55A8"/>
    <w:rsid w:val="007D5A8E"/>
    <w:rsid w:val="007D74BD"/>
    <w:rsid w:val="007D75EB"/>
    <w:rsid w:val="007D797A"/>
    <w:rsid w:val="007D7C25"/>
    <w:rsid w:val="007E055A"/>
    <w:rsid w:val="007E0CF3"/>
    <w:rsid w:val="007E1167"/>
    <w:rsid w:val="007E1444"/>
    <w:rsid w:val="007E1A68"/>
    <w:rsid w:val="007E3935"/>
    <w:rsid w:val="007E39C8"/>
    <w:rsid w:val="007E3C41"/>
    <w:rsid w:val="007E43D7"/>
    <w:rsid w:val="007E57A8"/>
    <w:rsid w:val="007E5A8B"/>
    <w:rsid w:val="007E6713"/>
    <w:rsid w:val="007E6876"/>
    <w:rsid w:val="007E6FDE"/>
    <w:rsid w:val="007E7225"/>
    <w:rsid w:val="007F073C"/>
    <w:rsid w:val="007F15E1"/>
    <w:rsid w:val="007F17E2"/>
    <w:rsid w:val="007F25B7"/>
    <w:rsid w:val="007F3BBC"/>
    <w:rsid w:val="007F3C68"/>
    <w:rsid w:val="007F3E2A"/>
    <w:rsid w:val="007F4468"/>
    <w:rsid w:val="007F4873"/>
    <w:rsid w:val="007F4A77"/>
    <w:rsid w:val="007F56CA"/>
    <w:rsid w:val="007F640F"/>
    <w:rsid w:val="007F6922"/>
    <w:rsid w:val="007F6F09"/>
    <w:rsid w:val="00800780"/>
    <w:rsid w:val="008020DB"/>
    <w:rsid w:val="00802A1C"/>
    <w:rsid w:val="00803A00"/>
    <w:rsid w:val="00803AF0"/>
    <w:rsid w:val="00803DC6"/>
    <w:rsid w:val="00804BCA"/>
    <w:rsid w:val="008054B7"/>
    <w:rsid w:val="00806031"/>
    <w:rsid w:val="0080742A"/>
    <w:rsid w:val="00810720"/>
    <w:rsid w:val="00810723"/>
    <w:rsid w:val="00811047"/>
    <w:rsid w:val="008115AD"/>
    <w:rsid w:val="00811CE6"/>
    <w:rsid w:val="0081256B"/>
    <w:rsid w:val="008132F0"/>
    <w:rsid w:val="00813616"/>
    <w:rsid w:val="008137BA"/>
    <w:rsid w:val="00813B6D"/>
    <w:rsid w:val="00813BED"/>
    <w:rsid w:val="00814CF6"/>
    <w:rsid w:val="00815DF7"/>
    <w:rsid w:val="00816937"/>
    <w:rsid w:val="00816E85"/>
    <w:rsid w:val="00816F35"/>
    <w:rsid w:val="00821B58"/>
    <w:rsid w:val="00823AA0"/>
    <w:rsid w:val="00824805"/>
    <w:rsid w:val="00824F7E"/>
    <w:rsid w:val="00825CF2"/>
    <w:rsid w:val="0082792A"/>
    <w:rsid w:val="00830348"/>
    <w:rsid w:val="008316C4"/>
    <w:rsid w:val="00831ACA"/>
    <w:rsid w:val="00831B1B"/>
    <w:rsid w:val="0083201B"/>
    <w:rsid w:val="00833011"/>
    <w:rsid w:val="0083643F"/>
    <w:rsid w:val="008377E4"/>
    <w:rsid w:val="00837DF3"/>
    <w:rsid w:val="008407E2"/>
    <w:rsid w:val="008407FF"/>
    <w:rsid w:val="00840B78"/>
    <w:rsid w:val="0084126A"/>
    <w:rsid w:val="00841FF1"/>
    <w:rsid w:val="00842216"/>
    <w:rsid w:val="008422AF"/>
    <w:rsid w:val="00842635"/>
    <w:rsid w:val="008429E2"/>
    <w:rsid w:val="00842B3C"/>
    <w:rsid w:val="00843147"/>
    <w:rsid w:val="00844135"/>
    <w:rsid w:val="008442AA"/>
    <w:rsid w:val="00844479"/>
    <w:rsid w:val="00844746"/>
    <w:rsid w:val="0084631A"/>
    <w:rsid w:val="008473E7"/>
    <w:rsid w:val="00847F53"/>
    <w:rsid w:val="00850E1B"/>
    <w:rsid w:val="00852852"/>
    <w:rsid w:val="00853AD4"/>
    <w:rsid w:val="008554E7"/>
    <w:rsid w:val="00855917"/>
    <w:rsid w:val="00855C8D"/>
    <w:rsid w:val="00855F3F"/>
    <w:rsid w:val="0085620F"/>
    <w:rsid w:val="0085786E"/>
    <w:rsid w:val="00857E9B"/>
    <w:rsid w:val="00861999"/>
    <w:rsid w:val="00861F55"/>
    <w:rsid w:val="008636AD"/>
    <w:rsid w:val="00863E5E"/>
    <w:rsid w:val="008647A0"/>
    <w:rsid w:val="00864EFB"/>
    <w:rsid w:val="008657F2"/>
    <w:rsid w:val="00870054"/>
    <w:rsid w:val="0087203B"/>
    <w:rsid w:val="0087242D"/>
    <w:rsid w:val="008724FC"/>
    <w:rsid w:val="008725C4"/>
    <w:rsid w:val="0087260F"/>
    <w:rsid w:val="00872FB8"/>
    <w:rsid w:val="00873CC5"/>
    <w:rsid w:val="00874A81"/>
    <w:rsid w:val="008762FA"/>
    <w:rsid w:val="00876931"/>
    <w:rsid w:val="00876B50"/>
    <w:rsid w:val="00876E24"/>
    <w:rsid w:val="0087702E"/>
    <w:rsid w:val="00877864"/>
    <w:rsid w:val="00880171"/>
    <w:rsid w:val="008809E7"/>
    <w:rsid w:val="00880AC1"/>
    <w:rsid w:val="008816F2"/>
    <w:rsid w:val="0088211B"/>
    <w:rsid w:val="00882F8D"/>
    <w:rsid w:val="00883610"/>
    <w:rsid w:val="0088376D"/>
    <w:rsid w:val="00884D93"/>
    <w:rsid w:val="00885CC4"/>
    <w:rsid w:val="00885E2D"/>
    <w:rsid w:val="008861BF"/>
    <w:rsid w:val="00886E5F"/>
    <w:rsid w:val="00886EC2"/>
    <w:rsid w:val="008902D0"/>
    <w:rsid w:val="00890CA1"/>
    <w:rsid w:val="00891214"/>
    <w:rsid w:val="00892035"/>
    <w:rsid w:val="0089271F"/>
    <w:rsid w:val="008929A3"/>
    <w:rsid w:val="008929A9"/>
    <w:rsid w:val="00893A16"/>
    <w:rsid w:val="00894561"/>
    <w:rsid w:val="00894D36"/>
    <w:rsid w:val="008952EB"/>
    <w:rsid w:val="00895A32"/>
    <w:rsid w:val="00896094"/>
    <w:rsid w:val="008972B0"/>
    <w:rsid w:val="008A1F82"/>
    <w:rsid w:val="008A349A"/>
    <w:rsid w:val="008A4AC8"/>
    <w:rsid w:val="008A554D"/>
    <w:rsid w:val="008A6859"/>
    <w:rsid w:val="008A7167"/>
    <w:rsid w:val="008A7CFB"/>
    <w:rsid w:val="008A7E6D"/>
    <w:rsid w:val="008A7F5E"/>
    <w:rsid w:val="008B00BC"/>
    <w:rsid w:val="008B1B17"/>
    <w:rsid w:val="008B2AF8"/>
    <w:rsid w:val="008B4555"/>
    <w:rsid w:val="008B4A54"/>
    <w:rsid w:val="008B544F"/>
    <w:rsid w:val="008B57B3"/>
    <w:rsid w:val="008B5A25"/>
    <w:rsid w:val="008C0371"/>
    <w:rsid w:val="008C0DBF"/>
    <w:rsid w:val="008C34E4"/>
    <w:rsid w:val="008C3514"/>
    <w:rsid w:val="008C641F"/>
    <w:rsid w:val="008C6710"/>
    <w:rsid w:val="008D0DE6"/>
    <w:rsid w:val="008D1920"/>
    <w:rsid w:val="008D23EE"/>
    <w:rsid w:val="008D27CD"/>
    <w:rsid w:val="008D363F"/>
    <w:rsid w:val="008D3B26"/>
    <w:rsid w:val="008D416B"/>
    <w:rsid w:val="008D4ACF"/>
    <w:rsid w:val="008D4BC9"/>
    <w:rsid w:val="008D5FEE"/>
    <w:rsid w:val="008D637A"/>
    <w:rsid w:val="008D73A2"/>
    <w:rsid w:val="008D7875"/>
    <w:rsid w:val="008E0186"/>
    <w:rsid w:val="008E13E4"/>
    <w:rsid w:val="008E1894"/>
    <w:rsid w:val="008E1896"/>
    <w:rsid w:val="008E1EDD"/>
    <w:rsid w:val="008E2252"/>
    <w:rsid w:val="008E277F"/>
    <w:rsid w:val="008E2A1B"/>
    <w:rsid w:val="008E2B7F"/>
    <w:rsid w:val="008E4EBD"/>
    <w:rsid w:val="008E58B5"/>
    <w:rsid w:val="008E58CB"/>
    <w:rsid w:val="008E6073"/>
    <w:rsid w:val="008E6AC3"/>
    <w:rsid w:val="008E6CBC"/>
    <w:rsid w:val="008E76FA"/>
    <w:rsid w:val="008F1D8E"/>
    <w:rsid w:val="008F2CC0"/>
    <w:rsid w:val="008F38C8"/>
    <w:rsid w:val="008F5394"/>
    <w:rsid w:val="008F6996"/>
    <w:rsid w:val="008F70CE"/>
    <w:rsid w:val="008F76BD"/>
    <w:rsid w:val="009004CC"/>
    <w:rsid w:val="00900D2F"/>
    <w:rsid w:val="009016D3"/>
    <w:rsid w:val="00902CA5"/>
    <w:rsid w:val="00904B9E"/>
    <w:rsid w:val="00904CBA"/>
    <w:rsid w:val="00904CDC"/>
    <w:rsid w:val="00905546"/>
    <w:rsid w:val="00905A0E"/>
    <w:rsid w:val="00906948"/>
    <w:rsid w:val="00907115"/>
    <w:rsid w:val="00907C52"/>
    <w:rsid w:val="00911168"/>
    <w:rsid w:val="00911F04"/>
    <w:rsid w:val="0091345C"/>
    <w:rsid w:val="00915C6F"/>
    <w:rsid w:val="00915F2D"/>
    <w:rsid w:val="00917239"/>
    <w:rsid w:val="00917292"/>
    <w:rsid w:val="00917693"/>
    <w:rsid w:val="00921078"/>
    <w:rsid w:val="00921267"/>
    <w:rsid w:val="00921799"/>
    <w:rsid w:val="00921D1A"/>
    <w:rsid w:val="00921D9E"/>
    <w:rsid w:val="00922104"/>
    <w:rsid w:val="00922251"/>
    <w:rsid w:val="009222A8"/>
    <w:rsid w:val="00922743"/>
    <w:rsid w:val="00923F85"/>
    <w:rsid w:val="00924A80"/>
    <w:rsid w:val="00924DF9"/>
    <w:rsid w:val="00924E64"/>
    <w:rsid w:val="00925662"/>
    <w:rsid w:val="009262AF"/>
    <w:rsid w:val="00930283"/>
    <w:rsid w:val="00930ADF"/>
    <w:rsid w:val="0093139A"/>
    <w:rsid w:val="0093185E"/>
    <w:rsid w:val="00931B99"/>
    <w:rsid w:val="009321A5"/>
    <w:rsid w:val="00932C5D"/>
    <w:rsid w:val="009334CC"/>
    <w:rsid w:val="00933551"/>
    <w:rsid w:val="009345D5"/>
    <w:rsid w:val="0093688E"/>
    <w:rsid w:val="00936B0C"/>
    <w:rsid w:val="00937194"/>
    <w:rsid w:val="00937459"/>
    <w:rsid w:val="0093762A"/>
    <w:rsid w:val="009376F4"/>
    <w:rsid w:val="0094067C"/>
    <w:rsid w:val="00940F18"/>
    <w:rsid w:val="009411FB"/>
    <w:rsid w:val="009418FF"/>
    <w:rsid w:val="009426D2"/>
    <w:rsid w:val="00942940"/>
    <w:rsid w:val="0094543B"/>
    <w:rsid w:val="009457C8"/>
    <w:rsid w:val="00946254"/>
    <w:rsid w:val="009466DE"/>
    <w:rsid w:val="00946D64"/>
    <w:rsid w:val="00950229"/>
    <w:rsid w:val="009508EC"/>
    <w:rsid w:val="00950F95"/>
    <w:rsid w:val="0095175A"/>
    <w:rsid w:val="00953314"/>
    <w:rsid w:val="0095407B"/>
    <w:rsid w:val="00954CF8"/>
    <w:rsid w:val="00956C2F"/>
    <w:rsid w:val="00957322"/>
    <w:rsid w:val="00957C77"/>
    <w:rsid w:val="00960D81"/>
    <w:rsid w:val="009611A2"/>
    <w:rsid w:val="00961263"/>
    <w:rsid w:val="00961DF4"/>
    <w:rsid w:val="00963112"/>
    <w:rsid w:val="00963703"/>
    <w:rsid w:val="00963B56"/>
    <w:rsid w:val="00963EAD"/>
    <w:rsid w:val="009644F4"/>
    <w:rsid w:val="00965AB0"/>
    <w:rsid w:val="00965AB5"/>
    <w:rsid w:val="00965CD1"/>
    <w:rsid w:val="009660CC"/>
    <w:rsid w:val="00966122"/>
    <w:rsid w:val="00966BBD"/>
    <w:rsid w:val="00966C6E"/>
    <w:rsid w:val="00967279"/>
    <w:rsid w:val="0097082C"/>
    <w:rsid w:val="00971C05"/>
    <w:rsid w:val="00971D17"/>
    <w:rsid w:val="00971E77"/>
    <w:rsid w:val="00972558"/>
    <w:rsid w:val="009725CB"/>
    <w:rsid w:val="00972EB6"/>
    <w:rsid w:val="0097381E"/>
    <w:rsid w:val="00974FAE"/>
    <w:rsid w:val="009751D5"/>
    <w:rsid w:val="009759CA"/>
    <w:rsid w:val="00976AEF"/>
    <w:rsid w:val="00976C9F"/>
    <w:rsid w:val="00976F3E"/>
    <w:rsid w:val="0097730B"/>
    <w:rsid w:val="00980F3B"/>
    <w:rsid w:val="00981648"/>
    <w:rsid w:val="00981DAB"/>
    <w:rsid w:val="00983188"/>
    <w:rsid w:val="00983294"/>
    <w:rsid w:val="00983A81"/>
    <w:rsid w:val="00983C05"/>
    <w:rsid w:val="00983D74"/>
    <w:rsid w:val="00985401"/>
    <w:rsid w:val="009854AE"/>
    <w:rsid w:val="009857E1"/>
    <w:rsid w:val="009863AF"/>
    <w:rsid w:val="00990E8F"/>
    <w:rsid w:val="00991DBF"/>
    <w:rsid w:val="00991DF3"/>
    <w:rsid w:val="0099222B"/>
    <w:rsid w:val="00992268"/>
    <w:rsid w:val="00992F0F"/>
    <w:rsid w:val="00994A9A"/>
    <w:rsid w:val="00994DEC"/>
    <w:rsid w:val="009960BA"/>
    <w:rsid w:val="00996271"/>
    <w:rsid w:val="00996CB0"/>
    <w:rsid w:val="009A1511"/>
    <w:rsid w:val="009A1639"/>
    <w:rsid w:val="009A19EF"/>
    <w:rsid w:val="009A43B5"/>
    <w:rsid w:val="009A5B04"/>
    <w:rsid w:val="009A679C"/>
    <w:rsid w:val="009A76DB"/>
    <w:rsid w:val="009A7DE8"/>
    <w:rsid w:val="009B072D"/>
    <w:rsid w:val="009B0BCB"/>
    <w:rsid w:val="009B0CCC"/>
    <w:rsid w:val="009B11C2"/>
    <w:rsid w:val="009B2166"/>
    <w:rsid w:val="009B3FD5"/>
    <w:rsid w:val="009B442E"/>
    <w:rsid w:val="009B5771"/>
    <w:rsid w:val="009B63DC"/>
    <w:rsid w:val="009B6651"/>
    <w:rsid w:val="009B6B91"/>
    <w:rsid w:val="009B70A1"/>
    <w:rsid w:val="009B727F"/>
    <w:rsid w:val="009B7614"/>
    <w:rsid w:val="009B7D29"/>
    <w:rsid w:val="009C0FAE"/>
    <w:rsid w:val="009C12AE"/>
    <w:rsid w:val="009C1B41"/>
    <w:rsid w:val="009C2124"/>
    <w:rsid w:val="009C37AB"/>
    <w:rsid w:val="009C3C20"/>
    <w:rsid w:val="009C4485"/>
    <w:rsid w:val="009C6B3C"/>
    <w:rsid w:val="009C7206"/>
    <w:rsid w:val="009D0769"/>
    <w:rsid w:val="009D0AE2"/>
    <w:rsid w:val="009D173D"/>
    <w:rsid w:val="009D22ED"/>
    <w:rsid w:val="009D2585"/>
    <w:rsid w:val="009D269B"/>
    <w:rsid w:val="009D2CC8"/>
    <w:rsid w:val="009D2E47"/>
    <w:rsid w:val="009D3529"/>
    <w:rsid w:val="009D3661"/>
    <w:rsid w:val="009D3ECA"/>
    <w:rsid w:val="009D52CE"/>
    <w:rsid w:val="009D5E01"/>
    <w:rsid w:val="009D6460"/>
    <w:rsid w:val="009D66DB"/>
    <w:rsid w:val="009D6B41"/>
    <w:rsid w:val="009E130E"/>
    <w:rsid w:val="009E1743"/>
    <w:rsid w:val="009E3EDC"/>
    <w:rsid w:val="009E4FBD"/>
    <w:rsid w:val="009E5167"/>
    <w:rsid w:val="009E53CE"/>
    <w:rsid w:val="009E5EEF"/>
    <w:rsid w:val="009E6E10"/>
    <w:rsid w:val="009E74F6"/>
    <w:rsid w:val="009E7870"/>
    <w:rsid w:val="009F1EDE"/>
    <w:rsid w:val="009F2B52"/>
    <w:rsid w:val="009F3987"/>
    <w:rsid w:val="009F4136"/>
    <w:rsid w:val="009F57D7"/>
    <w:rsid w:val="009F5B89"/>
    <w:rsid w:val="009F624D"/>
    <w:rsid w:val="009F6A80"/>
    <w:rsid w:val="009F6F11"/>
    <w:rsid w:val="009F75C2"/>
    <w:rsid w:val="009F7803"/>
    <w:rsid w:val="009F7B30"/>
    <w:rsid w:val="00A007A6"/>
    <w:rsid w:val="00A00825"/>
    <w:rsid w:val="00A00E28"/>
    <w:rsid w:val="00A010A4"/>
    <w:rsid w:val="00A0124B"/>
    <w:rsid w:val="00A013BD"/>
    <w:rsid w:val="00A03E72"/>
    <w:rsid w:val="00A04B6D"/>
    <w:rsid w:val="00A05252"/>
    <w:rsid w:val="00A06DF7"/>
    <w:rsid w:val="00A104A5"/>
    <w:rsid w:val="00A106B2"/>
    <w:rsid w:val="00A10FA2"/>
    <w:rsid w:val="00A1152B"/>
    <w:rsid w:val="00A11727"/>
    <w:rsid w:val="00A11A80"/>
    <w:rsid w:val="00A12FB1"/>
    <w:rsid w:val="00A13098"/>
    <w:rsid w:val="00A1456E"/>
    <w:rsid w:val="00A1487A"/>
    <w:rsid w:val="00A15009"/>
    <w:rsid w:val="00A15EEB"/>
    <w:rsid w:val="00A1628E"/>
    <w:rsid w:val="00A16D95"/>
    <w:rsid w:val="00A1756D"/>
    <w:rsid w:val="00A17A26"/>
    <w:rsid w:val="00A17FD3"/>
    <w:rsid w:val="00A20A71"/>
    <w:rsid w:val="00A2175B"/>
    <w:rsid w:val="00A21A81"/>
    <w:rsid w:val="00A21CEB"/>
    <w:rsid w:val="00A22100"/>
    <w:rsid w:val="00A23399"/>
    <w:rsid w:val="00A2431D"/>
    <w:rsid w:val="00A24D37"/>
    <w:rsid w:val="00A24F5C"/>
    <w:rsid w:val="00A251EE"/>
    <w:rsid w:val="00A25961"/>
    <w:rsid w:val="00A25AA4"/>
    <w:rsid w:val="00A27EF5"/>
    <w:rsid w:val="00A31704"/>
    <w:rsid w:val="00A322F5"/>
    <w:rsid w:val="00A32F9B"/>
    <w:rsid w:val="00A333F7"/>
    <w:rsid w:val="00A33FAF"/>
    <w:rsid w:val="00A340CF"/>
    <w:rsid w:val="00A34D76"/>
    <w:rsid w:val="00A36541"/>
    <w:rsid w:val="00A368D4"/>
    <w:rsid w:val="00A36F75"/>
    <w:rsid w:val="00A370D4"/>
    <w:rsid w:val="00A400D5"/>
    <w:rsid w:val="00A4068F"/>
    <w:rsid w:val="00A415A4"/>
    <w:rsid w:val="00A4442A"/>
    <w:rsid w:val="00A46820"/>
    <w:rsid w:val="00A46FE5"/>
    <w:rsid w:val="00A4726B"/>
    <w:rsid w:val="00A4778E"/>
    <w:rsid w:val="00A47C9C"/>
    <w:rsid w:val="00A5032A"/>
    <w:rsid w:val="00A50890"/>
    <w:rsid w:val="00A51BBB"/>
    <w:rsid w:val="00A51BCA"/>
    <w:rsid w:val="00A527DC"/>
    <w:rsid w:val="00A53012"/>
    <w:rsid w:val="00A54364"/>
    <w:rsid w:val="00A546EA"/>
    <w:rsid w:val="00A55966"/>
    <w:rsid w:val="00A560ED"/>
    <w:rsid w:val="00A57E98"/>
    <w:rsid w:val="00A57F19"/>
    <w:rsid w:val="00A615B5"/>
    <w:rsid w:val="00A61A8F"/>
    <w:rsid w:val="00A633D0"/>
    <w:rsid w:val="00A6373C"/>
    <w:rsid w:val="00A63908"/>
    <w:rsid w:val="00A639F3"/>
    <w:rsid w:val="00A6469F"/>
    <w:rsid w:val="00A649F1"/>
    <w:rsid w:val="00A6534E"/>
    <w:rsid w:val="00A66636"/>
    <w:rsid w:val="00A66B1E"/>
    <w:rsid w:val="00A67187"/>
    <w:rsid w:val="00A67250"/>
    <w:rsid w:val="00A674DA"/>
    <w:rsid w:val="00A71154"/>
    <w:rsid w:val="00A71621"/>
    <w:rsid w:val="00A73840"/>
    <w:rsid w:val="00A74478"/>
    <w:rsid w:val="00A74E96"/>
    <w:rsid w:val="00A76966"/>
    <w:rsid w:val="00A7737F"/>
    <w:rsid w:val="00A777F8"/>
    <w:rsid w:val="00A77B6C"/>
    <w:rsid w:val="00A80F5C"/>
    <w:rsid w:val="00A81467"/>
    <w:rsid w:val="00A82003"/>
    <w:rsid w:val="00A82839"/>
    <w:rsid w:val="00A82DDB"/>
    <w:rsid w:val="00A83622"/>
    <w:rsid w:val="00A843A4"/>
    <w:rsid w:val="00A85A6E"/>
    <w:rsid w:val="00A85E30"/>
    <w:rsid w:val="00A8707D"/>
    <w:rsid w:val="00A871D0"/>
    <w:rsid w:val="00A87769"/>
    <w:rsid w:val="00A90032"/>
    <w:rsid w:val="00A90E5A"/>
    <w:rsid w:val="00A91071"/>
    <w:rsid w:val="00A910B0"/>
    <w:rsid w:val="00A9205F"/>
    <w:rsid w:val="00A92867"/>
    <w:rsid w:val="00A92F18"/>
    <w:rsid w:val="00A93688"/>
    <w:rsid w:val="00A93DFE"/>
    <w:rsid w:val="00A94B0D"/>
    <w:rsid w:val="00A94FCF"/>
    <w:rsid w:val="00A967BC"/>
    <w:rsid w:val="00A97285"/>
    <w:rsid w:val="00A97C77"/>
    <w:rsid w:val="00AA011F"/>
    <w:rsid w:val="00AA0639"/>
    <w:rsid w:val="00AA097E"/>
    <w:rsid w:val="00AA1F01"/>
    <w:rsid w:val="00AA21E1"/>
    <w:rsid w:val="00AA2D26"/>
    <w:rsid w:val="00AA32D5"/>
    <w:rsid w:val="00AA34B8"/>
    <w:rsid w:val="00AA4971"/>
    <w:rsid w:val="00AA5322"/>
    <w:rsid w:val="00AA545E"/>
    <w:rsid w:val="00AA58F5"/>
    <w:rsid w:val="00AA5E81"/>
    <w:rsid w:val="00AA6709"/>
    <w:rsid w:val="00AA70CE"/>
    <w:rsid w:val="00AB0320"/>
    <w:rsid w:val="00AB1299"/>
    <w:rsid w:val="00AB191A"/>
    <w:rsid w:val="00AB1D21"/>
    <w:rsid w:val="00AB26F4"/>
    <w:rsid w:val="00AB28F3"/>
    <w:rsid w:val="00AB317E"/>
    <w:rsid w:val="00AB436B"/>
    <w:rsid w:val="00AB495C"/>
    <w:rsid w:val="00AB5AD6"/>
    <w:rsid w:val="00AB7D1A"/>
    <w:rsid w:val="00AC1061"/>
    <w:rsid w:val="00AC168A"/>
    <w:rsid w:val="00AC34D5"/>
    <w:rsid w:val="00AC46A0"/>
    <w:rsid w:val="00AC4B85"/>
    <w:rsid w:val="00AC62E9"/>
    <w:rsid w:val="00AC6683"/>
    <w:rsid w:val="00AC6EF3"/>
    <w:rsid w:val="00AC7722"/>
    <w:rsid w:val="00AC7887"/>
    <w:rsid w:val="00AD004E"/>
    <w:rsid w:val="00AD118E"/>
    <w:rsid w:val="00AD1DFB"/>
    <w:rsid w:val="00AD2864"/>
    <w:rsid w:val="00AD2DB4"/>
    <w:rsid w:val="00AD3556"/>
    <w:rsid w:val="00AD35FF"/>
    <w:rsid w:val="00AD3B41"/>
    <w:rsid w:val="00AD3C44"/>
    <w:rsid w:val="00AD41A1"/>
    <w:rsid w:val="00AD41B1"/>
    <w:rsid w:val="00AD449F"/>
    <w:rsid w:val="00AD51FC"/>
    <w:rsid w:val="00AD5795"/>
    <w:rsid w:val="00AD5FA1"/>
    <w:rsid w:val="00AD67BF"/>
    <w:rsid w:val="00AD7D81"/>
    <w:rsid w:val="00AE149C"/>
    <w:rsid w:val="00AE358B"/>
    <w:rsid w:val="00AE3B8F"/>
    <w:rsid w:val="00AE3DF5"/>
    <w:rsid w:val="00AE44F1"/>
    <w:rsid w:val="00AE51FB"/>
    <w:rsid w:val="00AE5820"/>
    <w:rsid w:val="00AE5839"/>
    <w:rsid w:val="00AE5EBD"/>
    <w:rsid w:val="00AE6308"/>
    <w:rsid w:val="00AE6942"/>
    <w:rsid w:val="00AE6ECA"/>
    <w:rsid w:val="00AE6FDB"/>
    <w:rsid w:val="00AE79AD"/>
    <w:rsid w:val="00AF029E"/>
    <w:rsid w:val="00AF0585"/>
    <w:rsid w:val="00AF08BB"/>
    <w:rsid w:val="00AF08DF"/>
    <w:rsid w:val="00AF24BB"/>
    <w:rsid w:val="00AF2D49"/>
    <w:rsid w:val="00AF2DF1"/>
    <w:rsid w:val="00AF438B"/>
    <w:rsid w:val="00AF43A2"/>
    <w:rsid w:val="00AF4807"/>
    <w:rsid w:val="00AF4E49"/>
    <w:rsid w:val="00AF6BEC"/>
    <w:rsid w:val="00AF702C"/>
    <w:rsid w:val="00B00FD4"/>
    <w:rsid w:val="00B010AB"/>
    <w:rsid w:val="00B031E6"/>
    <w:rsid w:val="00B034C7"/>
    <w:rsid w:val="00B0394E"/>
    <w:rsid w:val="00B03F6A"/>
    <w:rsid w:val="00B06B87"/>
    <w:rsid w:val="00B07A6F"/>
    <w:rsid w:val="00B07E28"/>
    <w:rsid w:val="00B07E90"/>
    <w:rsid w:val="00B108AD"/>
    <w:rsid w:val="00B11150"/>
    <w:rsid w:val="00B11676"/>
    <w:rsid w:val="00B1191F"/>
    <w:rsid w:val="00B11EF1"/>
    <w:rsid w:val="00B124B4"/>
    <w:rsid w:val="00B13278"/>
    <w:rsid w:val="00B140C2"/>
    <w:rsid w:val="00B140C8"/>
    <w:rsid w:val="00B14344"/>
    <w:rsid w:val="00B146B3"/>
    <w:rsid w:val="00B1488E"/>
    <w:rsid w:val="00B153F8"/>
    <w:rsid w:val="00B160B7"/>
    <w:rsid w:val="00B16573"/>
    <w:rsid w:val="00B16620"/>
    <w:rsid w:val="00B1663B"/>
    <w:rsid w:val="00B1691A"/>
    <w:rsid w:val="00B16F60"/>
    <w:rsid w:val="00B17109"/>
    <w:rsid w:val="00B17313"/>
    <w:rsid w:val="00B20142"/>
    <w:rsid w:val="00B21000"/>
    <w:rsid w:val="00B21930"/>
    <w:rsid w:val="00B21F04"/>
    <w:rsid w:val="00B22011"/>
    <w:rsid w:val="00B22566"/>
    <w:rsid w:val="00B22E02"/>
    <w:rsid w:val="00B23A8F"/>
    <w:rsid w:val="00B23ED0"/>
    <w:rsid w:val="00B25078"/>
    <w:rsid w:val="00B25B00"/>
    <w:rsid w:val="00B3084F"/>
    <w:rsid w:val="00B33152"/>
    <w:rsid w:val="00B34A79"/>
    <w:rsid w:val="00B3584F"/>
    <w:rsid w:val="00B35BA1"/>
    <w:rsid w:val="00B35CEA"/>
    <w:rsid w:val="00B371AC"/>
    <w:rsid w:val="00B373E0"/>
    <w:rsid w:val="00B37D22"/>
    <w:rsid w:val="00B416E1"/>
    <w:rsid w:val="00B41BB7"/>
    <w:rsid w:val="00B4273E"/>
    <w:rsid w:val="00B4316E"/>
    <w:rsid w:val="00B43C89"/>
    <w:rsid w:val="00B44047"/>
    <w:rsid w:val="00B45A78"/>
    <w:rsid w:val="00B45A7E"/>
    <w:rsid w:val="00B47DC9"/>
    <w:rsid w:val="00B50468"/>
    <w:rsid w:val="00B50F15"/>
    <w:rsid w:val="00B513E0"/>
    <w:rsid w:val="00B52565"/>
    <w:rsid w:val="00B53175"/>
    <w:rsid w:val="00B53B22"/>
    <w:rsid w:val="00B54240"/>
    <w:rsid w:val="00B54282"/>
    <w:rsid w:val="00B54550"/>
    <w:rsid w:val="00B555F4"/>
    <w:rsid w:val="00B561C2"/>
    <w:rsid w:val="00B5760D"/>
    <w:rsid w:val="00B60148"/>
    <w:rsid w:val="00B60C45"/>
    <w:rsid w:val="00B61302"/>
    <w:rsid w:val="00B61420"/>
    <w:rsid w:val="00B615A1"/>
    <w:rsid w:val="00B61678"/>
    <w:rsid w:val="00B61D37"/>
    <w:rsid w:val="00B62A8C"/>
    <w:rsid w:val="00B63263"/>
    <w:rsid w:val="00B63DCA"/>
    <w:rsid w:val="00B660AE"/>
    <w:rsid w:val="00B66394"/>
    <w:rsid w:val="00B66623"/>
    <w:rsid w:val="00B66DEE"/>
    <w:rsid w:val="00B70A18"/>
    <w:rsid w:val="00B70D6B"/>
    <w:rsid w:val="00B70E3F"/>
    <w:rsid w:val="00B73135"/>
    <w:rsid w:val="00B73E4E"/>
    <w:rsid w:val="00B755CC"/>
    <w:rsid w:val="00B75F0B"/>
    <w:rsid w:val="00B76B0D"/>
    <w:rsid w:val="00B77396"/>
    <w:rsid w:val="00B77C90"/>
    <w:rsid w:val="00B77D45"/>
    <w:rsid w:val="00B817DA"/>
    <w:rsid w:val="00B81D55"/>
    <w:rsid w:val="00B81F26"/>
    <w:rsid w:val="00B81F89"/>
    <w:rsid w:val="00B83619"/>
    <w:rsid w:val="00B8624F"/>
    <w:rsid w:val="00B863DD"/>
    <w:rsid w:val="00B86CC8"/>
    <w:rsid w:val="00B87A89"/>
    <w:rsid w:val="00B87AFB"/>
    <w:rsid w:val="00B87BFD"/>
    <w:rsid w:val="00B87D05"/>
    <w:rsid w:val="00B91A48"/>
    <w:rsid w:val="00B91B7A"/>
    <w:rsid w:val="00B923FF"/>
    <w:rsid w:val="00B925C1"/>
    <w:rsid w:val="00B93077"/>
    <w:rsid w:val="00B94073"/>
    <w:rsid w:val="00B948D8"/>
    <w:rsid w:val="00B9558F"/>
    <w:rsid w:val="00B95771"/>
    <w:rsid w:val="00B962F8"/>
    <w:rsid w:val="00BA0DAA"/>
    <w:rsid w:val="00BA1138"/>
    <w:rsid w:val="00BA18C4"/>
    <w:rsid w:val="00BA28E5"/>
    <w:rsid w:val="00BA2EE8"/>
    <w:rsid w:val="00BA3AB0"/>
    <w:rsid w:val="00BA3D06"/>
    <w:rsid w:val="00BA5991"/>
    <w:rsid w:val="00BB043F"/>
    <w:rsid w:val="00BB0580"/>
    <w:rsid w:val="00BB1671"/>
    <w:rsid w:val="00BB1843"/>
    <w:rsid w:val="00BB1BA8"/>
    <w:rsid w:val="00BB3322"/>
    <w:rsid w:val="00BB41B5"/>
    <w:rsid w:val="00BB45E1"/>
    <w:rsid w:val="00BB5154"/>
    <w:rsid w:val="00BB57B8"/>
    <w:rsid w:val="00BB5BDD"/>
    <w:rsid w:val="00BB6F19"/>
    <w:rsid w:val="00BB71BA"/>
    <w:rsid w:val="00BB71CF"/>
    <w:rsid w:val="00BB798E"/>
    <w:rsid w:val="00BB7B4D"/>
    <w:rsid w:val="00BC0A5B"/>
    <w:rsid w:val="00BC0AF6"/>
    <w:rsid w:val="00BC0E9C"/>
    <w:rsid w:val="00BC1E9A"/>
    <w:rsid w:val="00BC23F9"/>
    <w:rsid w:val="00BC2561"/>
    <w:rsid w:val="00BC28E7"/>
    <w:rsid w:val="00BC2A63"/>
    <w:rsid w:val="00BC2E06"/>
    <w:rsid w:val="00BC3A9E"/>
    <w:rsid w:val="00BC3C2F"/>
    <w:rsid w:val="00BC4AD1"/>
    <w:rsid w:val="00BC6272"/>
    <w:rsid w:val="00BC6521"/>
    <w:rsid w:val="00BC6ED4"/>
    <w:rsid w:val="00BC7339"/>
    <w:rsid w:val="00BC7810"/>
    <w:rsid w:val="00BC7E8B"/>
    <w:rsid w:val="00BD01F6"/>
    <w:rsid w:val="00BD034F"/>
    <w:rsid w:val="00BD0A9D"/>
    <w:rsid w:val="00BD15D5"/>
    <w:rsid w:val="00BD1604"/>
    <w:rsid w:val="00BD16DE"/>
    <w:rsid w:val="00BD23FE"/>
    <w:rsid w:val="00BD2E93"/>
    <w:rsid w:val="00BD3469"/>
    <w:rsid w:val="00BD3AD4"/>
    <w:rsid w:val="00BD3FE6"/>
    <w:rsid w:val="00BD417F"/>
    <w:rsid w:val="00BD4376"/>
    <w:rsid w:val="00BD48B6"/>
    <w:rsid w:val="00BD68BC"/>
    <w:rsid w:val="00BD697A"/>
    <w:rsid w:val="00BD6BC4"/>
    <w:rsid w:val="00BE1FEB"/>
    <w:rsid w:val="00BE291F"/>
    <w:rsid w:val="00BE3059"/>
    <w:rsid w:val="00BE34D8"/>
    <w:rsid w:val="00BE45A9"/>
    <w:rsid w:val="00BE61D4"/>
    <w:rsid w:val="00BE7000"/>
    <w:rsid w:val="00BF0023"/>
    <w:rsid w:val="00BF15A3"/>
    <w:rsid w:val="00BF3553"/>
    <w:rsid w:val="00BF35C9"/>
    <w:rsid w:val="00BF3945"/>
    <w:rsid w:val="00BF4B08"/>
    <w:rsid w:val="00BF65E0"/>
    <w:rsid w:val="00BF6B89"/>
    <w:rsid w:val="00C00B31"/>
    <w:rsid w:val="00C014AB"/>
    <w:rsid w:val="00C0183A"/>
    <w:rsid w:val="00C0196B"/>
    <w:rsid w:val="00C0206F"/>
    <w:rsid w:val="00C0240A"/>
    <w:rsid w:val="00C0294F"/>
    <w:rsid w:val="00C02D07"/>
    <w:rsid w:val="00C02E83"/>
    <w:rsid w:val="00C038D1"/>
    <w:rsid w:val="00C03DF8"/>
    <w:rsid w:val="00C04CB2"/>
    <w:rsid w:val="00C0659E"/>
    <w:rsid w:val="00C07035"/>
    <w:rsid w:val="00C10533"/>
    <w:rsid w:val="00C10BE8"/>
    <w:rsid w:val="00C11AAD"/>
    <w:rsid w:val="00C11BFB"/>
    <w:rsid w:val="00C1277E"/>
    <w:rsid w:val="00C1318F"/>
    <w:rsid w:val="00C13431"/>
    <w:rsid w:val="00C138DA"/>
    <w:rsid w:val="00C1413E"/>
    <w:rsid w:val="00C14418"/>
    <w:rsid w:val="00C149E3"/>
    <w:rsid w:val="00C15927"/>
    <w:rsid w:val="00C16F3D"/>
    <w:rsid w:val="00C1719C"/>
    <w:rsid w:val="00C17892"/>
    <w:rsid w:val="00C17FB2"/>
    <w:rsid w:val="00C205BE"/>
    <w:rsid w:val="00C211E2"/>
    <w:rsid w:val="00C220E1"/>
    <w:rsid w:val="00C22710"/>
    <w:rsid w:val="00C231D0"/>
    <w:rsid w:val="00C236A7"/>
    <w:rsid w:val="00C23A44"/>
    <w:rsid w:val="00C242AC"/>
    <w:rsid w:val="00C25084"/>
    <w:rsid w:val="00C2598C"/>
    <w:rsid w:val="00C25C16"/>
    <w:rsid w:val="00C269C4"/>
    <w:rsid w:val="00C27127"/>
    <w:rsid w:val="00C2720B"/>
    <w:rsid w:val="00C275BB"/>
    <w:rsid w:val="00C307E7"/>
    <w:rsid w:val="00C30D3E"/>
    <w:rsid w:val="00C31446"/>
    <w:rsid w:val="00C326DD"/>
    <w:rsid w:val="00C33B03"/>
    <w:rsid w:val="00C344FB"/>
    <w:rsid w:val="00C34B27"/>
    <w:rsid w:val="00C35468"/>
    <w:rsid w:val="00C36319"/>
    <w:rsid w:val="00C40459"/>
    <w:rsid w:val="00C40815"/>
    <w:rsid w:val="00C412AE"/>
    <w:rsid w:val="00C41B21"/>
    <w:rsid w:val="00C42036"/>
    <w:rsid w:val="00C426F0"/>
    <w:rsid w:val="00C445F6"/>
    <w:rsid w:val="00C45236"/>
    <w:rsid w:val="00C458A0"/>
    <w:rsid w:val="00C45A46"/>
    <w:rsid w:val="00C47E3B"/>
    <w:rsid w:val="00C50125"/>
    <w:rsid w:val="00C52760"/>
    <w:rsid w:val="00C52788"/>
    <w:rsid w:val="00C5337C"/>
    <w:rsid w:val="00C53A29"/>
    <w:rsid w:val="00C53BA3"/>
    <w:rsid w:val="00C53DCE"/>
    <w:rsid w:val="00C53FC4"/>
    <w:rsid w:val="00C555E7"/>
    <w:rsid w:val="00C55A65"/>
    <w:rsid w:val="00C56366"/>
    <w:rsid w:val="00C5678F"/>
    <w:rsid w:val="00C569C6"/>
    <w:rsid w:val="00C57477"/>
    <w:rsid w:val="00C60C37"/>
    <w:rsid w:val="00C60EE8"/>
    <w:rsid w:val="00C61A27"/>
    <w:rsid w:val="00C61D16"/>
    <w:rsid w:val="00C626FD"/>
    <w:rsid w:val="00C632DD"/>
    <w:rsid w:val="00C638F4"/>
    <w:rsid w:val="00C64C8B"/>
    <w:rsid w:val="00C65DEA"/>
    <w:rsid w:val="00C6728C"/>
    <w:rsid w:val="00C67D9E"/>
    <w:rsid w:val="00C70265"/>
    <w:rsid w:val="00C70791"/>
    <w:rsid w:val="00C709F1"/>
    <w:rsid w:val="00C70F0A"/>
    <w:rsid w:val="00C7298E"/>
    <w:rsid w:val="00C731CC"/>
    <w:rsid w:val="00C732F2"/>
    <w:rsid w:val="00C73381"/>
    <w:rsid w:val="00C73F91"/>
    <w:rsid w:val="00C74E62"/>
    <w:rsid w:val="00C75274"/>
    <w:rsid w:val="00C755E4"/>
    <w:rsid w:val="00C75991"/>
    <w:rsid w:val="00C75C06"/>
    <w:rsid w:val="00C75E79"/>
    <w:rsid w:val="00C779D6"/>
    <w:rsid w:val="00C8240D"/>
    <w:rsid w:val="00C828D1"/>
    <w:rsid w:val="00C837A3"/>
    <w:rsid w:val="00C84C2C"/>
    <w:rsid w:val="00C84FB3"/>
    <w:rsid w:val="00C855E1"/>
    <w:rsid w:val="00C86044"/>
    <w:rsid w:val="00C869A0"/>
    <w:rsid w:val="00C86B93"/>
    <w:rsid w:val="00C9009C"/>
    <w:rsid w:val="00C9077B"/>
    <w:rsid w:val="00C90A1C"/>
    <w:rsid w:val="00C91582"/>
    <w:rsid w:val="00C9177B"/>
    <w:rsid w:val="00C91DF7"/>
    <w:rsid w:val="00C92033"/>
    <w:rsid w:val="00C925E8"/>
    <w:rsid w:val="00C94776"/>
    <w:rsid w:val="00C9528D"/>
    <w:rsid w:val="00C95476"/>
    <w:rsid w:val="00C95A47"/>
    <w:rsid w:val="00C96CEF"/>
    <w:rsid w:val="00CA180E"/>
    <w:rsid w:val="00CA1B30"/>
    <w:rsid w:val="00CA1D46"/>
    <w:rsid w:val="00CA1D59"/>
    <w:rsid w:val="00CA1EE4"/>
    <w:rsid w:val="00CA1FDF"/>
    <w:rsid w:val="00CA24B9"/>
    <w:rsid w:val="00CA2595"/>
    <w:rsid w:val="00CA30FC"/>
    <w:rsid w:val="00CA3286"/>
    <w:rsid w:val="00CA3D81"/>
    <w:rsid w:val="00CA5A99"/>
    <w:rsid w:val="00CA5F58"/>
    <w:rsid w:val="00CA64BF"/>
    <w:rsid w:val="00CA6617"/>
    <w:rsid w:val="00CA741B"/>
    <w:rsid w:val="00CB0AE9"/>
    <w:rsid w:val="00CB0B73"/>
    <w:rsid w:val="00CB0E04"/>
    <w:rsid w:val="00CB0F7B"/>
    <w:rsid w:val="00CB17B5"/>
    <w:rsid w:val="00CB2819"/>
    <w:rsid w:val="00CB3B61"/>
    <w:rsid w:val="00CB42BC"/>
    <w:rsid w:val="00CB4A11"/>
    <w:rsid w:val="00CB4E4D"/>
    <w:rsid w:val="00CB5E7D"/>
    <w:rsid w:val="00CB747F"/>
    <w:rsid w:val="00CB7BD6"/>
    <w:rsid w:val="00CC0239"/>
    <w:rsid w:val="00CC09E9"/>
    <w:rsid w:val="00CC0B19"/>
    <w:rsid w:val="00CC0FE0"/>
    <w:rsid w:val="00CC1435"/>
    <w:rsid w:val="00CC2EE3"/>
    <w:rsid w:val="00CC4251"/>
    <w:rsid w:val="00CC49C0"/>
    <w:rsid w:val="00CC5AAB"/>
    <w:rsid w:val="00CC5E07"/>
    <w:rsid w:val="00CC5E67"/>
    <w:rsid w:val="00CD1680"/>
    <w:rsid w:val="00CD1E7E"/>
    <w:rsid w:val="00CD2BE6"/>
    <w:rsid w:val="00CD2C75"/>
    <w:rsid w:val="00CD345B"/>
    <w:rsid w:val="00CD5197"/>
    <w:rsid w:val="00CD53DC"/>
    <w:rsid w:val="00CD55D9"/>
    <w:rsid w:val="00CD6133"/>
    <w:rsid w:val="00CD68F4"/>
    <w:rsid w:val="00CE1BDB"/>
    <w:rsid w:val="00CE23CD"/>
    <w:rsid w:val="00CE29EA"/>
    <w:rsid w:val="00CE3BFC"/>
    <w:rsid w:val="00CE4227"/>
    <w:rsid w:val="00CE44C4"/>
    <w:rsid w:val="00CE4A92"/>
    <w:rsid w:val="00CE4BAA"/>
    <w:rsid w:val="00CE5590"/>
    <w:rsid w:val="00CE7475"/>
    <w:rsid w:val="00CF0386"/>
    <w:rsid w:val="00CF06F1"/>
    <w:rsid w:val="00CF15B2"/>
    <w:rsid w:val="00CF1AC4"/>
    <w:rsid w:val="00CF1BF8"/>
    <w:rsid w:val="00CF22A3"/>
    <w:rsid w:val="00CF23BF"/>
    <w:rsid w:val="00CF4A57"/>
    <w:rsid w:val="00CF4A72"/>
    <w:rsid w:val="00CF524D"/>
    <w:rsid w:val="00CF54B2"/>
    <w:rsid w:val="00CF6BE0"/>
    <w:rsid w:val="00CF7A3C"/>
    <w:rsid w:val="00CF7FAA"/>
    <w:rsid w:val="00D01D06"/>
    <w:rsid w:val="00D025BC"/>
    <w:rsid w:val="00D02B62"/>
    <w:rsid w:val="00D03A00"/>
    <w:rsid w:val="00D03E6B"/>
    <w:rsid w:val="00D04C52"/>
    <w:rsid w:val="00D05D71"/>
    <w:rsid w:val="00D061F1"/>
    <w:rsid w:val="00D0640F"/>
    <w:rsid w:val="00D06939"/>
    <w:rsid w:val="00D07910"/>
    <w:rsid w:val="00D10E08"/>
    <w:rsid w:val="00D10E74"/>
    <w:rsid w:val="00D12144"/>
    <w:rsid w:val="00D1224F"/>
    <w:rsid w:val="00D129A1"/>
    <w:rsid w:val="00D133BC"/>
    <w:rsid w:val="00D13A55"/>
    <w:rsid w:val="00D147D5"/>
    <w:rsid w:val="00D15490"/>
    <w:rsid w:val="00D162EE"/>
    <w:rsid w:val="00D16A79"/>
    <w:rsid w:val="00D16E9F"/>
    <w:rsid w:val="00D20B50"/>
    <w:rsid w:val="00D20CEC"/>
    <w:rsid w:val="00D20DD9"/>
    <w:rsid w:val="00D20FF2"/>
    <w:rsid w:val="00D211D0"/>
    <w:rsid w:val="00D21427"/>
    <w:rsid w:val="00D21ED4"/>
    <w:rsid w:val="00D23377"/>
    <w:rsid w:val="00D23EA2"/>
    <w:rsid w:val="00D26005"/>
    <w:rsid w:val="00D278EE"/>
    <w:rsid w:val="00D27FEE"/>
    <w:rsid w:val="00D30148"/>
    <w:rsid w:val="00D30404"/>
    <w:rsid w:val="00D3066F"/>
    <w:rsid w:val="00D308C4"/>
    <w:rsid w:val="00D31685"/>
    <w:rsid w:val="00D31839"/>
    <w:rsid w:val="00D322CC"/>
    <w:rsid w:val="00D328FF"/>
    <w:rsid w:val="00D33E83"/>
    <w:rsid w:val="00D34034"/>
    <w:rsid w:val="00D34167"/>
    <w:rsid w:val="00D342C3"/>
    <w:rsid w:val="00D35BED"/>
    <w:rsid w:val="00D3631B"/>
    <w:rsid w:val="00D365B1"/>
    <w:rsid w:val="00D36786"/>
    <w:rsid w:val="00D368C3"/>
    <w:rsid w:val="00D36C44"/>
    <w:rsid w:val="00D36CCB"/>
    <w:rsid w:val="00D37246"/>
    <w:rsid w:val="00D40700"/>
    <w:rsid w:val="00D41036"/>
    <w:rsid w:val="00D41724"/>
    <w:rsid w:val="00D426BB"/>
    <w:rsid w:val="00D42E97"/>
    <w:rsid w:val="00D45634"/>
    <w:rsid w:val="00D45C3A"/>
    <w:rsid w:val="00D473D1"/>
    <w:rsid w:val="00D474C9"/>
    <w:rsid w:val="00D47F92"/>
    <w:rsid w:val="00D5071B"/>
    <w:rsid w:val="00D50937"/>
    <w:rsid w:val="00D50F16"/>
    <w:rsid w:val="00D51B04"/>
    <w:rsid w:val="00D51FB5"/>
    <w:rsid w:val="00D52703"/>
    <w:rsid w:val="00D52E74"/>
    <w:rsid w:val="00D5385A"/>
    <w:rsid w:val="00D549D9"/>
    <w:rsid w:val="00D558F2"/>
    <w:rsid w:val="00D55B2B"/>
    <w:rsid w:val="00D55EF3"/>
    <w:rsid w:val="00D56C58"/>
    <w:rsid w:val="00D56E2A"/>
    <w:rsid w:val="00D573CA"/>
    <w:rsid w:val="00D5782B"/>
    <w:rsid w:val="00D57B87"/>
    <w:rsid w:val="00D57D40"/>
    <w:rsid w:val="00D57D43"/>
    <w:rsid w:val="00D60744"/>
    <w:rsid w:val="00D608D3"/>
    <w:rsid w:val="00D62DC5"/>
    <w:rsid w:val="00D633C5"/>
    <w:rsid w:val="00D636F9"/>
    <w:rsid w:val="00D6469D"/>
    <w:rsid w:val="00D64F30"/>
    <w:rsid w:val="00D6562C"/>
    <w:rsid w:val="00D6663A"/>
    <w:rsid w:val="00D6691D"/>
    <w:rsid w:val="00D66CCE"/>
    <w:rsid w:val="00D703B7"/>
    <w:rsid w:val="00D71F1C"/>
    <w:rsid w:val="00D72581"/>
    <w:rsid w:val="00D72F29"/>
    <w:rsid w:val="00D73052"/>
    <w:rsid w:val="00D73D9B"/>
    <w:rsid w:val="00D751D9"/>
    <w:rsid w:val="00D76D61"/>
    <w:rsid w:val="00D77D0E"/>
    <w:rsid w:val="00D8067F"/>
    <w:rsid w:val="00D80B37"/>
    <w:rsid w:val="00D81876"/>
    <w:rsid w:val="00D81B72"/>
    <w:rsid w:val="00D81F89"/>
    <w:rsid w:val="00D82611"/>
    <w:rsid w:val="00D82612"/>
    <w:rsid w:val="00D82ED1"/>
    <w:rsid w:val="00D8457C"/>
    <w:rsid w:val="00D8493A"/>
    <w:rsid w:val="00D84A45"/>
    <w:rsid w:val="00D86995"/>
    <w:rsid w:val="00D86AB0"/>
    <w:rsid w:val="00D86ADB"/>
    <w:rsid w:val="00D86E80"/>
    <w:rsid w:val="00D901FF"/>
    <w:rsid w:val="00D90513"/>
    <w:rsid w:val="00D90832"/>
    <w:rsid w:val="00D92084"/>
    <w:rsid w:val="00D92358"/>
    <w:rsid w:val="00D9344F"/>
    <w:rsid w:val="00D935D4"/>
    <w:rsid w:val="00D93F55"/>
    <w:rsid w:val="00D9478E"/>
    <w:rsid w:val="00D95288"/>
    <w:rsid w:val="00D96AC1"/>
    <w:rsid w:val="00D9749D"/>
    <w:rsid w:val="00D97518"/>
    <w:rsid w:val="00D97955"/>
    <w:rsid w:val="00DA05E5"/>
    <w:rsid w:val="00DA0600"/>
    <w:rsid w:val="00DA06C0"/>
    <w:rsid w:val="00DA06C1"/>
    <w:rsid w:val="00DA0FBC"/>
    <w:rsid w:val="00DA22A8"/>
    <w:rsid w:val="00DA2D75"/>
    <w:rsid w:val="00DA38AF"/>
    <w:rsid w:val="00DA3D2B"/>
    <w:rsid w:val="00DA4161"/>
    <w:rsid w:val="00DA4255"/>
    <w:rsid w:val="00DA4BD8"/>
    <w:rsid w:val="00DA504F"/>
    <w:rsid w:val="00DA5728"/>
    <w:rsid w:val="00DA579F"/>
    <w:rsid w:val="00DA5A71"/>
    <w:rsid w:val="00DA5EAE"/>
    <w:rsid w:val="00DA6515"/>
    <w:rsid w:val="00DA68BB"/>
    <w:rsid w:val="00DA6A86"/>
    <w:rsid w:val="00DA6FF5"/>
    <w:rsid w:val="00DA7443"/>
    <w:rsid w:val="00DA758C"/>
    <w:rsid w:val="00DB016D"/>
    <w:rsid w:val="00DB0496"/>
    <w:rsid w:val="00DB0901"/>
    <w:rsid w:val="00DB0A0F"/>
    <w:rsid w:val="00DB0EE9"/>
    <w:rsid w:val="00DB1109"/>
    <w:rsid w:val="00DB2262"/>
    <w:rsid w:val="00DB3C6A"/>
    <w:rsid w:val="00DB3C83"/>
    <w:rsid w:val="00DB41BF"/>
    <w:rsid w:val="00DB452C"/>
    <w:rsid w:val="00DB4586"/>
    <w:rsid w:val="00DB5A99"/>
    <w:rsid w:val="00DB60BC"/>
    <w:rsid w:val="00DB6DD2"/>
    <w:rsid w:val="00DC03D9"/>
    <w:rsid w:val="00DC06C7"/>
    <w:rsid w:val="00DC0A10"/>
    <w:rsid w:val="00DC156A"/>
    <w:rsid w:val="00DC1860"/>
    <w:rsid w:val="00DC1C8A"/>
    <w:rsid w:val="00DC2F06"/>
    <w:rsid w:val="00DC3235"/>
    <w:rsid w:val="00DC332E"/>
    <w:rsid w:val="00DC448C"/>
    <w:rsid w:val="00DC472F"/>
    <w:rsid w:val="00DC5178"/>
    <w:rsid w:val="00DC54D7"/>
    <w:rsid w:val="00DC5B65"/>
    <w:rsid w:val="00DC6173"/>
    <w:rsid w:val="00DC7312"/>
    <w:rsid w:val="00DC798A"/>
    <w:rsid w:val="00DC7BA6"/>
    <w:rsid w:val="00DD0CBF"/>
    <w:rsid w:val="00DD1AF2"/>
    <w:rsid w:val="00DD29EE"/>
    <w:rsid w:val="00DD2DCA"/>
    <w:rsid w:val="00DD33AB"/>
    <w:rsid w:val="00DD4D0E"/>
    <w:rsid w:val="00DD5049"/>
    <w:rsid w:val="00DD5543"/>
    <w:rsid w:val="00DD6445"/>
    <w:rsid w:val="00DD67BE"/>
    <w:rsid w:val="00DD6BDC"/>
    <w:rsid w:val="00DD6DF3"/>
    <w:rsid w:val="00DE00D6"/>
    <w:rsid w:val="00DE00DF"/>
    <w:rsid w:val="00DE043C"/>
    <w:rsid w:val="00DE0783"/>
    <w:rsid w:val="00DE109D"/>
    <w:rsid w:val="00DE10B0"/>
    <w:rsid w:val="00DE116E"/>
    <w:rsid w:val="00DE1891"/>
    <w:rsid w:val="00DE18FE"/>
    <w:rsid w:val="00DE2473"/>
    <w:rsid w:val="00DE3013"/>
    <w:rsid w:val="00DE32B8"/>
    <w:rsid w:val="00DE38D8"/>
    <w:rsid w:val="00DE42B0"/>
    <w:rsid w:val="00DE4EDA"/>
    <w:rsid w:val="00DE57D1"/>
    <w:rsid w:val="00DE5C62"/>
    <w:rsid w:val="00DE65AD"/>
    <w:rsid w:val="00DE7085"/>
    <w:rsid w:val="00DE7941"/>
    <w:rsid w:val="00DE79D4"/>
    <w:rsid w:val="00DF00C1"/>
    <w:rsid w:val="00DF150C"/>
    <w:rsid w:val="00DF17CD"/>
    <w:rsid w:val="00DF1804"/>
    <w:rsid w:val="00DF231E"/>
    <w:rsid w:val="00DF4CF6"/>
    <w:rsid w:val="00DF55A3"/>
    <w:rsid w:val="00DF5E54"/>
    <w:rsid w:val="00DF5EC3"/>
    <w:rsid w:val="00DF6285"/>
    <w:rsid w:val="00DF703D"/>
    <w:rsid w:val="00E01697"/>
    <w:rsid w:val="00E01C04"/>
    <w:rsid w:val="00E030DB"/>
    <w:rsid w:val="00E03F96"/>
    <w:rsid w:val="00E045A7"/>
    <w:rsid w:val="00E04700"/>
    <w:rsid w:val="00E04B92"/>
    <w:rsid w:val="00E04F67"/>
    <w:rsid w:val="00E05D62"/>
    <w:rsid w:val="00E05E33"/>
    <w:rsid w:val="00E06A85"/>
    <w:rsid w:val="00E06CD7"/>
    <w:rsid w:val="00E06EAF"/>
    <w:rsid w:val="00E07938"/>
    <w:rsid w:val="00E11001"/>
    <w:rsid w:val="00E129E5"/>
    <w:rsid w:val="00E12B1C"/>
    <w:rsid w:val="00E13956"/>
    <w:rsid w:val="00E13C16"/>
    <w:rsid w:val="00E141D4"/>
    <w:rsid w:val="00E14CA0"/>
    <w:rsid w:val="00E14D56"/>
    <w:rsid w:val="00E150C9"/>
    <w:rsid w:val="00E17A90"/>
    <w:rsid w:val="00E17E16"/>
    <w:rsid w:val="00E20968"/>
    <w:rsid w:val="00E20FCF"/>
    <w:rsid w:val="00E216F2"/>
    <w:rsid w:val="00E219CA"/>
    <w:rsid w:val="00E21FB2"/>
    <w:rsid w:val="00E225D9"/>
    <w:rsid w:val="00E22902"/>
    <w:rsid w:val="00E23DA1"/>
    <w:rsid w:val="00E245DD"/>
    <w:rsid w:val="00E24A32"/>
    <w:rsid w:val="00E2538C"/>
    <w:rsid w:val="00E25444"/>
    <w:rsid w:val="00E25B00"/>
    <w:rsid w:val="00E25F06"/>
    <w:rsid w:val="00E264C0"/>
    <w:rsid w:val="00E264E8"/>
    <w:rsid w:val="00E276A2"/>
    <w:rsid w:val="00E300E4"/>
    <w:rsid w:val="00E3025A"/>
    <w:rsid w:val="00E30400"/>
    <w:rsid w:val="00E3070A"/>
    <w:rsid w:val="00E30B01"/>
    <w:rsid w:val="00E3173E"/>
    <w:rsid w:val="00E32CF0"/>
    <w:rsid w:val="00E3447C"/>
    <w:rsid w:val="00E3523A"/>
    <w:rsid w:val="00E35A38"/>
    <w:rsid w:val="00E35E97"/>
    <w:rsid w:val="00E360A1"/>
    <w:rsid w:val="00E360A3"/>
    <w:rsid w:val="00E373E8"/>
    <w:rsid w:val="00E406C2"/>
    <w:rsid w:val="00E40B8D"/>
    <w:rsid w:val="00E41207"/>
    <w:rsid w:val="00E41337"/>
    <w:rsid w:val="00E41B26"/>
    <w:rsid w:val="00E41CDC"/>
    <w:rsid w:val="00E424B5"/>
    <w:rsid w:val="00E424C8"/>
    <w:rsid w:val="00E42D94"/>
    <w:rsid w:val="00E43B5E"/>
    <w:rsid w:val="00E43B99"/>
    <w:rsid w:val="00E43EED"/>
    <w:rsid w:val="00E442E5"/>
    <w:rsid w:val="00E44626"/>
    <w:rsid w:val="00E4489E"/>
    <w:rsid w:val="00E44A96"/>
    <w:rsid w:val="00E44DD9"/>
    <w:rsid w:val="00E45AF7"/>
    <w:rsid w:val="00E46B3F"/>
    <w:rsid w:val="00E46E77"/>
    <w:rsid w:val="00E47C12"/>
    <w:rsid w:val="00E47FFD"/>
    <w:rsid w:val="00E504C9"/>
    <w:rsid w:val="00E50779"/>
    <w:rsid w:val="00E50A2B"/>
    <w:rsid w:val="00E5108B"/>
    <w:rsid w:val="00E511E5"/>
    <w:rsid w:val="00E54245"/>
    <w:rsid w:val="00E545B7"/>
    <w:rsid w:val="00E5529C"/>
    <w:rsid w:val="00E5535F"/>
    <w:rsid w:val="00E557C8"/>
    <w:rsid w:val="00E571DB"/>
    <w:rsid w:val="00E57F44"/>
    <w:rsid w:val="00E60163"/>
    <w:rsid w:val="00E60734"/>
    <w:rsid w:val="00E60A0B"/>
    <w:rsid w:val="00E60CA8"/>
    <w:rsid w:val="00E60E55"/>
    <w:rsid w:val="00E612FD"/>
    <w:rsid w:val="00E615DF"/>
    <w:rsid w:val="00E62303"/>
    <w:rsid w:val="00E63811"/>
    <w:rsid w:val="00E63ADB"/>
    <w:rsid w:val="00E64223"/>
    <w:rsid w:val="00E6520D"/>
    <w:rsid w:val="00E65230"/>
    <w:rsid w:val="00E65BAC"/>
    <w:rsid w:val="00E66C77"/>
    <w:rsid w:val="00E67200"/>
    <w:rsid w:val="00E67788"/>
    <w:rsid w:val="00E67E3B"/>
    <w:rsid w:val="00E70CE7"/>
    <w:rsid w:val="00E717AC"/>
    <w:rsid w:val="00E718C1"/>
    <w:rsid w:val="00E726BD"/>
    <w:rsid w:val="00E744CC"/>
    <w:rsid w:val="00E753A8"/>
    <w:rsid w:val="00E75A0F"/>
    <w:rsid w:val="00E75EFC"/>
    <w:rsid w:val="00E7692C"/>
    <w:rsid w:val="00E769C1"/>
    <w:rsid w:val="00E76FE4"/>
    <w:rsid w:val="00E77FE9"/>
    <w:rsid w:val="00E8000B"/>
    <w:rsid w:val="00E800A7"/>
    <w:rsid w:val="00E80148"/>
    <w:rsid w:val="00E80199"/>
    <w:rsid w:val="00E80221"/>
    <w:rsid w:val="00E80615"/>
    <w:rsid w:val="00E81253"/>
    <w:rsid w:val="00E81687"/>
    <w:rsid w:val="00E81C48"/>
    <w:rsid w:val="00E81D90"/>
    <w:rsid w:val="00E8231D"/>
    <w:rsid w:val="00E82D00"/>
    <w:rsid w:val="00E83938"/>
    <w:rsid w:val="00E84070"/>
    <w:rsid w:val="00E85A3D"/>
    <w:rsid w:val="00E85D7C"/>
    <w:rsid w:val="00E8669C"/>
    <w:rsid w:val="00E86896"/>
    <w:rsid w:val="00E86F90"/>
    <w:rsid w:val="00E87E73"/>
    <w:rsid w:val="00E902EC"/>
    <w:rsid w:val="00E91FEB"/>
    <w:rsid w:val="00E924C6"/>
    <w:rsid w:val="00E924EB"/>
    <w:rsid w:val="00E92D08"/>
    <w:rsid w:val="00E940C2"/>
    <w:rsid w:val="00E943D5"/>
    <w:rsid w:val="00E949AE"/>
    <w:rsid w:val="00E950F2"/>
    <w:rsid w:val="00E953C4"/>
    <w:rsid w:val="00E957A7"/>
    <w:rsid w:val="00E9669F"/>
    <w:rsid w:val="00E9670B"/>
    <w:rsid w:val="00E9674F"/>
    <w:rsid w:val="00E968B9"/>
    <w:rsid w:val="00E9730C"/>
    <w:rsid w:val="00EA1047"/>
    <w:rsid w:val="00EA12C4"/>
    <w:rsid w:val="00EA1EE4"/>
    <w:rsid w:val="00EA3FC5"/>
    <w:rsid w:val="00EA431D"/>
    <w:rsid w:val="00EA4809"/>
    <w:rsid w:val="00EA54BB"/>
    <w:rsid w:val="00EA5873"/>
    <w:rsid w:val="00EA6433"/>
    <w:rsid w:val="00EA6F0D"/>
    <w:rsid w:val="00EA7DCD"/>
    <w:rsid w:val="00EA7DCE"/>
    <w:rsid w:val="00EA7F63"/>
    <w:rsid w:val="00EB0221"/>
    <w:rsid w:val="00EB05B7"/>
    <w:rsid w:val="00EB0998"/>
    <w:rsid w:val="00EB110A"/>
    <w:rsid w:val="00EB2489"/>
    <w:rsid w:val="00EB2E21"/>
    <w:rsid w:val="00EB3E81"/>
    <w:rsid w:val="00EB44DF"/>
    <w:rsid w:val="00EC0EB4"/>
    <w:rsid w:val="00EC25D8"/>
    <w:rsid w:val="00EC27BA"/>
    <w:rsid w:val="00EC2F10"/>
    <w:rsid w:val="00EC2F4D"/>
    <w:rsid w:val="00EC3A4F"/>
    <w:rsid w:val="00EC494C"/>
    <w:rsid w:val="00EC596D"/>
    <w:rsid w:val="00EC598B"/>
    <w:rsid w:val="00EC66BF"/>
    <w:rsid w:val="00EC71B1"/>
    <w:rsid w:val="00ED28E5"/>
    <w:rsid w:val="00ED2A4F"/>
    <w:rsid w:val="00ED2B31"/>
    <w:rsid w:val="00ED32A4"/>
    <w:rsid w:val="00ED3620"/>
    <w:rsid w:val="00ED4415"/>
    <w:rsid w:val="00ED5CA3"/>
    <w:rsid w:val="00ED6107"/>
    <w:rsid w:val="00ED6AC5"/>
    <w:rsid w:val="00ED7125"/>
    <w:rsid w:val="00ED7496"/>
    <w:rsid w:val="00ED77F0"/>
    <w:rsid w:val="00ED7A29"/>
    <w:rsid w:val="00ED7AB2"/>
    <w:rsid w:val="00EE1A98"/>
    <w:rsid w:val="00EE206F"/>
    <w:rsid w:val="00EE25E8"/>
    <w:rsid w:val="00EE34DA"/>
    <w:rsid w:val="00EE3AB5"/>
    <w:rsid w:val="00EE487F"/>
    <w:rsid w:val="00EE4A9C"/>
    <w:rsid w:val="00EE5525"/>
    <w:rsid w:val="00EE6F52"/>
    <w:rsid w:val="00EE7299"/>
    <w:rsid w:val="00EF04B5"/>
    <w:rsid w:val="00EF0C39"/>
    <w:rsid w:val="00EF0D0C"/>
    <w:rsid w:val="00EF1F35"/>
    <w:rsid w:val="00EF207A"/>
    <w:rsid w:val="00EF2A5A"/>
    <w:rsid w:val="00EF2B7C"/>
    <w:rsid w:val="00EF4BB7"/>
    <w:rsid w:val="00EF4ECA"/>
    <w:rsid w:val="00EF5AAC"/>
    <w:rsid w:val="00EF6472"/>
    <w:rsid w:val="00EF69D0"/>
    <w:rsid w:val="00EF7384"/>
    <w:rsid w:val="00EF7F7C"/>
    <w:rsid w:val="00F00402"/>
    <w:rsid w:val="00F008AC"/>
    <w:rsid w:val="00F010E7"/>
    <w:rsid w:val="00F011A0"/>
    <w:rsid w:val="00F02863"/>
    <w:rsid w:val="00F02BF7"/>
    <w:rsid w:val="00F03550"/>
    <w:rsid w:val="00F037E0"/>
    <w:rsid w:val="00F03E81"/>
    <w:rsid w:val="00F04B0F"/>
    <w:rsid w:val="00F053D7"/>
    <w:rsid w:val="00F05831"/>
    <w:rsid w:val="00F06123"/>
    <w:rsid w:val="00F064D6"/>
    <w:rsid w:val="00F0745F"/>
    <w:rsid w:val="00F076DE"/>
    <w:rsid w:val="00F0770E"/>
    <w:rsid w:val="00F07CBD"/>
    <w:rsid w:val="00F07CF9"/>
    <w:rsid w:val="00F10327"/>
    <w:rsid w:val="00F1076E"/>
    <w:rsid w:val="00F10A3B"/>
    <w:rsid w:val="00F115FB"/>
    <w:rsid w:val="00F12412"/>
    <w:rsid w:val="00F12D34"/>
    <w:rsid w:val="00F131BF"/>
    <w:rsid w:val="00F1363C"/>
    <w:rsid w:val="00F1402A"/>
    <w:rsid w:val="00F15908"/>
    <w:rsid w:val="00F1670C"/>
    <w:rsid w:val="00F16E54"/>
    <w:rsid w:val="00F17141"/>
    <w:rsid w:val="00F2092F"/>
    <w:rsid w:val="00F20A6B"/>
    <w:rsid w:val="00F20AE4"/>
    <w:rsid w:val="00F20BA6"/>
    <w:rsid w:val="00F20F7D"/>
    <w:rsid w:val="00F21CEA"/>
    <w:rsid w:val="00F22AFF"/>
    <w:rsid w:val="00F22D23"/>
    <w:rsid w:val="00F22D25"/>
    <w:rsid w:val="00F23676"/>
    <w:rsid w:val="00F23C8D"/>
    <w:rsid w:val="00F2424A"/>
    <w:rsid w:val="00F24323"/>
    <w:rsid w:val="00F25AAD"/>
    <w:rsid w:val="00F2614B"/>
    <w:rsid w:val="00F26354"/>
    <w:rsid w:val="00F2682D"/>
    <w:rsid w:val="00F27F65"/>
    <w:rsid w:val="00F301C3"/>
    <w:rsid w:val="00F3078E"/>
    <w:rsid w:val="00F31174"/>
    <w:rsid w:val="00F32FE3"/>
    <w:rsid w:val="00F33CF7"/>
    <w:rsid w:val="00F34172"/>
    <w:rsid w:val="00F34D26"/>
    <w:rsid w:val="00F36B48"/>
    <w:rsid w:val="00F36F51"/>
    <w:rsid w:val="00F37733"/>
    <w:rsid w:val="00F400A7"/>
    <w:rsid w:val="00F40291"/>
    <w:rsid w:val="00F405E2"/>
    <w:rsid w:val="00F41972"/>
    <w:rsid w:val="00F423C0"/>
    <w:rsid w:val="00F4279E"/>
    <w:rsid w:val="00F42A81"/>
    <w:rsid w:val="00F430AB"/>
    <w:rsid w:val="00F43548"/>
    <w:rsid w:val="00F4580A"/>
    <w:rsid w:val="00F462BC"/>
    <w:rsid w:val="00F47881"/>
    <w:rsid w:val="00F4789D"/>
    <w:rsid w:val="00F479E6"/>
    <w:rsid w:val="00F47A50"/>
    <w:rsid w:val="00F47B9D"/>
    <w:rsid w:val="00F50498"/>
    <w:rsid w:val="00F509DE"/>
    <w:rsid w:val="00F52090"/>
    <w:rsid w:val="00F52CF7"/>
    <w:rsid w:val="00F53AE0"/>
    <w:rsid w:val="00F53B01"/>
    <w:rsid w:val="00F5439F"/>
    <w:rsid w:val="00F54656"/>
    <w:rsid w:val="00F54A37"/>
    <w:rsid w:val="00F54ECF"/>
    <w:rsid w:val="00F554D1"/>
    <w:rsid w:val="00F55FEE"/>
    <w:rsid w:val="00F5627D"/>
    <w:rsid w:val="00F566B3"/>
    <w:rsid w:val="00F579C9"/>
    <w:rsid w:val="00F57CC1"/>
    <w:rsid w:val="00F60B73"/>
    <w:rsid w:val="00F616B8"/>
    <w:rsid w:val="00F62C07"/>
    <w:rsid w:val="00F62D55"/>
    <w:rsid w:val="00F64DD6"/>
    <w:rsid w:val="00F653C2"/>
    <w:rsid w:val="00F653F6"/>
    <w:rsid w:val="00F66829"/>
    <w:rsid w:val="00F67688"/>
    <w:rsid w:val="00F707F2"/>
    <w:rsid w:val="00F72093"/>
    <w:rsid w:val="00F73B14"/>
    <w:rsid w:val="00F7431B"/>
    <w:rsid w:val="00F74A2D"/>
    <w:rsid w:val="00F74ED5"/>
    <w:rsid w:val="00F752A5"/>
    <w:rsid w:val="00F771E2"/>
    <w:rsid w:val="00F77DBF"/>
    <w:rsid w:val="00F77DDA"/>
    <w:rsid w:val="00F81309"/>
    <w:rsid w:val="00F81553"/>
    <w:rsid w:val="00F81B62"/>
    <w:rsid w:val="00F821C7"/>
    <w:rsid w:val="00F82BEB"/>
    <w:rsid w:val="00F84067"/>
    <w:rsid w:val="00F84E41"/>
    <w:rsid w:val="00F85B4B"/>
    <w:rsid w:val="00F903B0"/>
    <w:rsid w:val="00F90953"/>
    <w:rsid w:val="00F9239C"/>
    <w:rsid w:val="00F9435A"/>
    <w:rsid w:val="00F951F9"/>
    <w:rsid w:val="00F9542D"/>
    <w:rsid w:val="00F95C02"/>
    <w:rsid w:val="00F9780D"/>
    <w:rsid w:val="00F978D4"/>
    <w:rsid w:val="00FA0E53"/>
    <w:rsid w:val="00FA0F6F"/>
    <w:rsid w:val="00FA137E"/>
    <w:rsid w:val="00FA15D2"/>
    <w:rsid w:val="00FA1C02"/>
    <w:rsid w:val="00FA26CB"/>
    <w:rsid w:val="00FA3426"/>
    <w:rsid w:val="00FA390E"/>
    <w:rsid w:val="00FA3CFB"/>
    <w:rsid w:val="00FA3D37"/>
    <w:rsid w:val="00FA4FAF"/>
    <w:rsid w:val="00FA5476"/>
    <w:rsid w:val="00FA588F"/>
    <w:rsid w:val="00FA5FCC"/>
    <w:rsid w:val="00FA609A"/>
    <w:rsid w:val="00FA7A9B"/>
    <w:rsid w:val="00FA7D13"/>
    <w:rsid w:val="00FA7F4E"/>
    <w:rsid w:val="00FA7FFA"/>
    <w:rsid w:val="00FB1E7C"/>
    <w:rsid w:val="00FB1EC0"/>
    <w:rsid w:val="00FB23EE"/>
    <w:rsid w:val="00FB2606"/>
    <w:rsid w:val="00FB3262"/>
    <w:rsid w:val="00FB342B"/>
    <w:rsid w:val="00FB3D49"/>
    <w:rsid w:val="00FB5260"/>
    <w:rsid w:val="00FB53F4"/>
    <w:rsid w:val="00FB5A2F"/>
    <w:rsid w:val="00FB62C4"/>
    <w:rsid w:val="00FB64E9"/>
    <w:rsid w:val="00FB6BC1"/>
    <w:rsid w:val="00FB7FDA"/>
    <w:rsid w:val="00FC3178"/>
    <w:rsid w:val="00FC3CAE"/>
    <w:rsid w:val="00FC4371"/>
    <w:rsid w:val="00FC5929"/>
    <w:rsid w:val="00FC5979"/>
    <w:rsid w:val="00FC5F56"/>
    <w:rsid w:val="00FC6682"/>
    <w:rsid w:val="00FC6D34"/>
    <w:rsid w:val="00FC7297"/>
    <w:rsid w:val="00FC7888"/>
    <w:rsid w:val="00FD0260"/>
    <w:rsid w:val="00FD0269"/>
    <w:rsid w:val="00FD0637"/>
    <w:rsid w:val="00FD0EE9"/>
    <w:rsid w:val="00FD1B46"/>
    <w:rsid w:val="00FD1F8B"/>
    <w:rsid w:val="00FD2721"/>
    <w:rsid w:val="00FD2E52"/>
    <w:rsid w:val="00FD38EE"/>
    <w:rsid w:val="00FD3A18"/>
    <w:rsid w:val="00FD3A1E"/>
    <w:rsid w:val="00FD3EE6"/>
    <w:rsid w:val="00FD3FB2"/>
    <w:rsid w:val="00FD4BA6"/>
    <w:rsid w:val="00FD4E06"/>
    <w:rsid w:val="00FD51AE"/>
    <w:rsid w:val="00FD53EE"/>
    <w:rsid w:val="00FD5716"/>
    <w:rsid w:val="00FD5951"/>
    <w:rsid w:val="00FD5F66"/>
    <w:rsid w:val="00FD6630"/>
    <w:rsid w:val="00FD720F"/>
    <w:rsid w:val="00FD73E9"/>
    <w:rsid w:val="00FE0795"/>
    <w:rsid w:val="00FE131F"/>
    <w:rsid w:val="00FE133D"/>
    <w:rsid w:val="00FE1425"/>
    <w:rsid w:val="00FE2921"/>
    <w:rsid w:val="00FE2CF3"/>
    <w:rsid w:val="00FE302B"/>
    <w:rsid w:val="00FE3137"/>
    <w:rsid w:val="00FE358F"/>
    <w:rsid w:val="00FE382E"/>
    <w:rsid w:val="00FE3DDC"/>
    <w:rsid w:val="00FE4252"/>
    <w:rsid w:val="00FE53FA"/>
    <w:rsid w:val="00FE5869"/>
    <w:rsid w:val="00FE6398"/>
    <w:rsid w:val="00FE6697"/>
    <w:rsid w:val="00FE73E1"/>
    <w:rsid w:val="00FE75DE"/>
    <w:rsid w:val="00FE76CE"/>
    <w:rsid w:val="00FE7D9D"/>
    <w:rsid w:val="00FF0A90"/>
    <w:rsid w:val="00FF0DC3"/>
    <w:rsid w:val="00FF0EE1"/>
    <w:rsid w:val="00FF0FA5"/>
    <w:rsid w:val="00FF1632"/>
    <w:rsid w:val="00FF18FB"/>
    <w:rsid w:val="00FF225B"/>
    <w:rsid w:val="00FF24FF"/>
    <w:rsid w:val="00FF511A"/>
    <w:rsid w:val="00FF68DD"/>
    <w:rsid w:val="00FF7312"/>
    <w:rsid w:val="00FF7819"/>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C64ED75"/>
  <w15:docId w15:val="{8835DDDE-5BF7-4D20-9F55-AA08DED25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8FF"/>
    <w:rPr>
      <w:rFonts w:ascii="Times New Roman" w:eastAsia="Times New Roman" w:hAnsi="Times New Roman"/>
      <w:lang w:val="es-ES" w:eastAsia="es-ES"/>
    </w:rPr>
  </w:style>
  <w:style w:type="paragraph" w:styleId="Ttulo1">
    <w:name w:val="heading 1"/>
    <w:aliases w:val="1 ghost,g,Part,H1,Part1,H11,Part2,H12,Part11,H111"/>
    <w:basedOn w:val="Normal"/>
    <w:next w:val="Normal"/>
    <w:link w:val="Ttulo1Car"/>
    <w:uiPriority w:val="9"/>
    <w:qFormat/>
    <w:rsid w:val="00D328FF"/>
    <w:pPr>
      <w:keepNext/>
      <w:jc w:val="both"/>
      <w:outlineLvl w:val="0"/>
    </w:pPr>
    <w:rPr>
      <w:rFonts w:ascii="Tahoma" w:hAnsi="Tahoma"/>
      <w:b/>
      <w:bCs/>
    </w:rPr>
  </w:style>
  <w:style w:type="paragraph" w:styleId="Ttulo2">
    <w:name w:val="heading 2"/>
    <w:aliases w:val="Edgar 2,2 headline,h,heading 2,VIS2,h2,Heading 2 Hidden,TOC Chapter,Level 2 Head,H2,Section,Chapter Title,Section1,Chapter Title1,H21,Section2,Chapter Title2,H22,Section11,Chapter Title11,H211,Head2A,Sub-Head1,L2,l2"/>
    <w:basedOn w:val="Normal"/>
    <w:next w:val="Normal"/>
    <w:link w:val="Ttulo2Car"/>
    <w:qFormat/>
    <w:rsid w:val="00D328FF"/>
    <w:pPr>
      <w:keepNext/>
      <w:jc w:val="both"/>
      <w:outlineLvl w:val="1"/>
    </w:pPr>
    <w:rPr>
      <w:rFonts w:ascii="Tahoma" w:hAnsi="Tahoma"/>
      <w:bCs/>
      <w:sz w:val="24"/>
      <w:lang w:val="es-MX"/>
    </w:rPr>
  </w:style>
  <w:style w:type="paragraph" w:styleId="Ttulo3">
    <w:name w:val="heading 3"/>
    <w:aliases w:val="1.1.1Título 3,Edgar 3,3 bullet,b,2,H3,Map,H31,Map1,H32,Map2,H311,Map11,Bold 12,L3,h3,Paragrf 3"/>
    <w:basedOn w:val="Normal"/>
    <w:next w:val="Normal"/>
    <w:link w:val="Ttulo3Car"/>
    <w:qFormat/>
    <w:rsid w:val="00D328FF"/>
    <w:pPr>
      <w:keepNext/>
      <w:ind w:left="708" w:firstLine="708"/>
      <w:jc w:val="both"/>
      <w:outlineLvl w:val="2"/>
    </w:pPr>
    <w:rPr>
      <w:rFonts w:ascii="Tahoma" w:hAnsi="Tahoma"/>
      <w:b/>
      <w:bCs/>
    </w:rPr>
  </w:style>
  <w:style w:type="paragraph" w:styleId="Ttulo4">
    <w:name w:val="heading 4"/>
    <w:aliases w:val="Edgar 4,4 dash,d,3,Block,Map Title,H4,Block1,Map Title1,H41,Block2,Map Title2,H42,Block11,Map Title11,H411,h4"/>
    <w:basedOn w:val="Normal"/>
    <w:next w:val="Normal"/>
    <w:link w:val="Ttulo4Car"/>
    <w:uiPriority w:val="9"/>
    <w:qFormat/>
    <w:rsid w:val="00D328FF"/>
    <w:pPr>
      <w:keepNext/>
      <w:ind w:left="2340" w:hanging="2340"/>
      <w:jc w:val="both"/>
      <w:outlineLvl w:val="3"/>
    </w:pPr>
    <w:rPr>
      <w:rFonts w:ascii="Century Gothic" w:hAnsi="Century Gothic"/>
      <w:b/>
      <w:noProof/>
      <w:szCs w:val="24"/>
      <w:lang w:val="x-none"/>
    </w:rPr>
  </w:style>
  <w:style w:type="paragraph" w:styleId="Ttulo5">
    <w:name w:val="heading 5"/>
    <w:basedOn w:val="Normal"/>
    <w:next w:val="Normal"/>
    <w:link w:val="Ttulo5Car"/>
    <w:qFormat/>
    <w:rsid w:val="00D328FF"/>
    <w:pPr>
      <w:keepNext/>
      <w:outlineLvl w:val="4"/>
    </w:pPr>
    <w:rPr>
      <w:rFonts w:ascii="Century Gothic" w:hAnsi="Century Gothic"/>
      <w:b/>
      <w:bCs/>
      <w:noProof/>
      <w:sz w:val="16"/>
      <w:szCs w:val="24"/>
      <w:lang w:val="x-none"/>
    </w:rPr>
  </w:style>
  <w:style w:type="paragraph" w:styleId="Ttulo6">
    <w:name w:val="heading 6"/>
    <w:basedOn w:val="Normal"/>
    <w:next w:val="Normal"/>
    <w:link w:val="Ttulo6Car"/>
    <w:qFormat/>
    <w:rsid w:val="00D328FF"/>
    <w:pPr>
      <w:keepNext/>
      <w:jc w:val="both"/>
      <w:outlineLvl w:val="5"/>
    </w:pPr>
    <w:rPr>
      <w:rFonts w:ascii="Tahoma" w:hAnsi="Tahoma"/>
      <w:b/>
      <w:bCs/>
      <w:iCs/>
      <w:sz w:val="24"/>
    </w:rPr>
  </w:style>
  <w:style w:type="paragraph" w:styleId="Ttulo7">
    <w:name w:val="heading 7"/>
    <w:basedOn w:val="Normal"/>
    <w:next w:val="Normal"/>
    <w:link w:val="Ttulo7Car"/>
    <w:qFormat/>
    <w:rsid w:val="00D328FF"/>
    <w:pPr>
      <w:keepNext/>
      <w:outlineLvl w:val="6"/>
    </w:pPr>
    <w:rPr>
      <w:rFonts w:ascii="Arial" w:hAnsi="Arial"/>
      <w:b/>
      <w:bCs/>
    </w:rPr>
  </w:style>
  <w:style w:type="paragraph" w:styleId="Ttulo8">
    <w:name w:val="heading 8"/>
    <w:basedOn w:val="Normal"/>
    <w:next w:val="Normal"/>
    <w:link w:val="Ttulo8Car"/>
    <w:qFormat/>
    <w:rsid w:val="00D328FF"/>
    <w:pPr>
      <w:keepNext/>
      <w:spacing w:line="360" w:lineRule="auto"/>
      <w:ind w:left="708"/>
      <w:jc w:val="both"/>
      <w:outlineLvl w:val="7"/>
    </w:pPr>
    <w:rPr>
      <w:rFonts w:ascii="Arial" w:hAnsi="Arial"/>
      <w:i/>
      <w:sz w:val="18"/>
    </w:rPr>
  </w:style>
  <w:style w:type="paragraph" w:styleId="Ttulo9">
    <w:name w:val="heading 9"/>
    <w:basedOn w:val="Normal"/>
    <w:next w:val="Normal"/>
    <w:link w:val="Ttulo9Car"/>
    <w:qFormat/>
    <w:rsid w:val="00D328FF"/>
    <w:pPr>
      <w:keepNext/>
      <w:ind w:left="2127" w:hanging="2127"/>
      <w:jc w:val="center"/>
      <w:outlineLvl w:val="8"/>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1 ghost Car,g Car,Part Car,H1 Car,Part1 Car,H11 Car,Part2 Car,H12 Car,Part11 Car,H111 Car"/>
    <w:link w:val="Ttulo1"/>
    <w:uiPriority w:val="9"/>
    <w:rsid w:val="00D328FF"/>
    <w:rPr>
      <w:rFonts w:ascii="Tahoma" w:eastAsia="Times New Roman" w:hAnsi="Tahoma" w:cs="Times New Roman"/>
      <w:b/>
      <w:bCs/>
      <w:szCs w:val="20"/>
      <w:lang w:val="es-ES" w:eastAsia="es-ES"/>
    </w:rPr>
  </w:style>
  <w:style w:type="character" w:customStyle="1" w:styleId="Ttulo2Car">
    <w:name w:val="Título 2 Car"/>
    <w:aliases w:val="Edgar 2 Car,2 headline Car,h Car,heading 2 Car,VIS2 Car,h2 Car,Heading 2 Hidden Car,TOC Chapter Car,Level 2 Head Car,H2 Car,Section Car,Chapter Title Car,Section1 Car,Chapter Title1 Car,H21 Car,Section2 Car,Chapter Title2 Car,H22 Car,L2 Car"/>
    <w:link w:val="Ttulo2"/>
    <w:rsid w:val="00D328FF"/>
    <w:rPr>
      <w:rFonts w:ascii="Tahoma" w:eastAsia="Times New Roman" w:hAnsi="Tahoma" w:cs="Times New Roman"/>
      <w:bCs/>
      <w:sz w:val="24"/>
      <w:szCs w:val="20"/>
      <w:lang w:val="es-MX" w:eastAsia="es-ES"/>
    </w:rPr>
  </w:style>
  <w:style w:type="character" w:customStyle="1" w:styleId="Ttulo3Car">
    <w:name w:val="Título 3 Car"/>
    <w:aliases w:val="1.1.1Título 3 Car,Edgar 3 Car,3 bullet Car,b Car,2 Car,H3 Car,Map Car,H31 Car,Map1 Car,H32 Car,Map2 Car,H311 Car,Map11 Car,Bold 12 Car,L3 Car,h3 Car,Paragrf 3 Car"/>
    <w:link w:val="Ttulo3"/>
    <w:rsid w:val="00D328FF"/>
    <w:rPr>
      <w:rFonts w:ascii="Tahoma" w:eastAsia="Times New Roman" w:hAnsi="Tahoma" w:cs="Times New Roman"/>
      <w:b/>
      <w:bCs/>
      <w:szCs w:val="20"/>
      <w:lang w:val="es-ES" w:eastAsia="es-ES"/>
    </w:rPr>
  </w:style>
  <w:style w:type="character" w:customStyle="1" w:styleId="Ttulo4Car">
    <w:name w:val="Título 4 Car"/>
    <w:aliases w:val="Edgar 4 Car,4 dash Car,d Car,3 Car,Block Car,Map Title Car,H4 Car,Block1 Car,Map Title1 Car,H41 Car,Block2 Car,Map Title2 Car,H42 Car,Block11 Car,Map Title11 Car,H411 Car,h4 Car"/>
    <w:link w:val="Ttulo4"/>
    <w:uiPriority w:val="9"/>
    <w:rsid w:val="00D328FF"/>
    <w:rPr>
      <w:rFonts w:ascii="Century Gothic" w:eastAsia="Times New Roman" w:hAnsi="Century Gothic" w:cs="Times New Roman"/>
      <w:b/>
      <w:noProof/>
      <w:szCs w:val="24"/>
      <w:lang w:eastAsia="es-ES"/>
    </w:rPr>
  </w:style>
  <w:style w:type="character" w:customStyle="1" w:styleId="Ttulo5Car">
    <w:name w:val="Título 5 Car"/>
    <w:link w:val="Ttulo5"/>
    <w:rsid w:val="00D328FF"/>
    <w:rPr>
      <w:rFonts w:ascii="Century Gothic" w:eastAsia="Times New Roman" w:hAnsi="Century Gothic" w:cs="Times New Roman"/>
      <w:b/>
      <w:bCs/>
      <w:noProof/>
      <w:sz w:val="16"/>
      <w:szCs w:val="24"/>
      <w:lang w:eastAsia="es-ES"/>
    </w:rPr>
  </w:style>
  <w:style w:type="character" w:customStyle="1" w:styleId="Ttulo6Car">
    <w:name w:val="Título 6 Car"/>
    <w:link w:val="Ttulo6"/>
    <w:rsid w:val="00D328FF"/>
    <w:rPr>
      <w:rFonts w:ascii="Tahoma" w:eastAsia="Times New Roman" w:hAnsi="Tahoma" w:cs="Times New Roman"/>
      <w:b/>
      <w:bCs/>
      <w:iCs/>
      <w:sz w:val="24"/>
      <w:szCs w:val="20"/>
      <w:lang w:val="es-ES" w:eastAsia="es-ES"/>
    </w:rPr>
  </w:style>
  <w:style w:type="character" w:customStyle="1" w:styleId="Ttulo7Car">
    <w:name w:val="Título 7 Car"/>
    <w:link w:val="Ttulo7"/>
    <w:rsid w:val="00D328FF"/>
    <w:rPr>
      <w:rFonts w:ascii="Arial" w:eastAsia="Times New Roman" w:hAnsi="Arial" w:cs="Times New Roman"/>
      <w:b/>
      <w:bCs/>
      <w:szCs w:val="20"/>
      <w:lang w:val="es-ES" w:eastAsia="es-ES"/>
    </w:rPr>
  </w:style>
  <w:style w:type="character" w:customStyle="1" w:styleId="Ttulo8Car">
    <w:name w:val="Título 8 Car"/>
    <w:link w:val="Ttulo8"/>
    <w:rsid w:val="00D328FF"/>
    <w:rPr>
      <w:rFonts w:ascii="Arial" w:eastAsia="Times New Roman" w:hAnsi="Arial" w:cs="Times New Roman"/>
      <w:i/>
      <w:sz w:val="18"/>
      <w:szCs w:val="20"/>
      <w:lang w:val="es-ES" w:eastAsia="es-ES"/>
    </w:rPr>
  </w:style>
  <w:style w:type="character" w:customStyle="1" w:styleId="Ttulo9Car">
    <w:name w:val="Título 9 Car"/>
    <w:link w:val="Ttulo9"/>
    <w:rsid w:val="00D328FF"/>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D328FF"/>
    <w:pPr>
      <w:jc w:val="both"/>
    </w:pPr>
    <w:rPr>
      <w:rFonts w:ascii="Arial" w:hAnsi="Arial"/>
      <w:lang w:val="es-ES_tradnl"/>
    </w:rPr>
  </w:style>
  <w:style w:type="character" w:customStyle="1" w:styleId="Textoindependiente2Car">
    <w:name w:val="Texto independiente 2 Car"/>
    <w:link w:val="Textoindependiente2"/>
    <w:rsid w:val="00D328FF"/>
    <w:rPr>
      <w:rFonts w:ascii="Arial" w:eastAsia="Times New Roman" w:hAnsi="Arial" w:cs="Times New Roman"/>
      <w:sz w:val="20"/>
      <w:szCs w:val="20"/>
      <w:lang w:val="es-ES_tradnl" w:eastAsia="es-ES"/>
    </w:rPr>
  </w:style>
  <w:style w:type="paragraph" w:styleId="Textoindependiente">
    <w:name w:val="Body Text"/>
    <w:basedOn w:val="Normal"/>
    <w:link w:val="TextoindependienteCar"/>
    <w:uiPriority w:val="99"/>
    <w:rsid w:val="00D328FF"/>
    <w:pPr>
      <w:jc w:val="both"/>
    </w:pPr>
    <w:rPr>
      <w:rFonts w:ascii="Tahoma" w:hAnsi="Tahoma"/>
      <w:bCs/>
      <w:sz w:val="24"/>
      <w:lang w:val="x-none" w:eastAsia="x-none"/>
    </w:rPr>
  </w:style>
  <w:style w:type="character" w:customStyle="1" w:styleId="TextoindependienteCar">
    <w:name w:val="Texto independiente Car"/>
    <w:link w:val="Textoindependiente"/>
    <w:uiPriority w:val="99"/>
    <w:rsid w:val="00D328FF"/>
    <w:rPr>
      <w:rFonts w:ascii="Tahoma" w:eastAsia="Times New Roman" w:hAnsi="Tahoma" w:cs="Times New Roman"/>
      <w:bCs/>
      <w:sz w:val="24"/>
      <w:szCs w:val="20"/>
    </w:rPr>
  </w:style>
  <w:style w:type="paragraph" w:styleId="Descripcin">
    <w:name w:val="caption"/>
    <w:basedOn w:val="Normal"/>
    <w:next w:val="Normal"/>
    <w:qFormat/>
    <w:rsid w:val="00876E24"/>
    <w:pPr>
      <w:jc w:val="center"/>
    </w:pPr>
    <w:rPr>
      <w:rFonts w:ascii="Arial" w:hAnsi="Arial" w:cs="Arial"/>
      <w:b/>
      <w:bCs/>
    </w:rPr>
  </w:style>
  <w:style w:type="paragraph" w:styleId="Encabezado">
    <w:name w:val="header"/>
    <w:aliases w:val="encabezado,Encabezado1"/>
    <w:basedOn w:val="Normal"/>
    <w:link w:val="EncabezadoCar"/>
    <w:uiPriority w:val="99"/>
    <w:rsid w:val="00D328FF"/>
    <w:pPr>
      <w:tabs>
        <w:tab w:val="center" w:pos="4252"/>
        <w:tab w:val="right" w:pos="8504"/>
      </w:tabs>
    </w:pPr>
  </w:style>
  <w:style w:type="character" w:customStyle="1" w:styleId="EncabezadoCar">
    <w:name w:val="Encabezado Car"/>
    <w:aliases w:val="encabezado Car,Encabezado1 Car"/>
    <w:link w:val="Encabezado"/>
    <w:uiPriority w:val="99"/>
    <w:rsid w:val="00D328FF"/>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D328FF"/>
    <w:pPr>
      <w:tabs>
        <w:tab w:val="center" w:pos="4252"/>
        <w:tab w:val="right" w:pos="8504"/>
      </w:tabs>
    </w:pPr>
  </w:style>
  <w:style w:type="character" w:customStyle="1" w:styleId="PiedepginaCar">
    <w:name w:val="Pie de página Car"/>
    <w:link w:val="Piedepgina"/>
    <w:uiPriority w:val="99"/>
    <w:rsid w:val="00D328FF"/>
    <w:rPr>
      <w:rFonts w:ascii="Times New Roman" w:eastAsia="Times New Roman" w:hAnsi="Times New Roman" w:cs="Times New Roman"/>
      <w:sz w:val="20"/>
      <w:szCs w:val="20"/>
      <w:lang w:val="es-ES" w:eastAsia="es-ES"/>
    </w:rPr>
  </w:style>
  <w:style w:type="paragraph" w:styleId="Sangradetextonormal">
    <w:name w:val="Body Text Indent"/>
    <w:basedOn w:val="Normal"/>
    <w:link w:val="SangradetextonormalCar1"/>
    <w:rsid w:val="00D328FF"/>
    <w:pPr>
      <w:ind w:left="2340" w:hanging="2340"/>
      <w:jc w:val="both"/>
    </w:pPr>
    <w:rPr>
      <w:rFonts w:ascii="Century Gothic" w:hAnsi="Century Gothic"/>
      <w:b/>
      <w:noProof/>
      <w:szCs w:val="24"/>
      <w:lang w:val="x-none"/>
    </w:rPr>
  </w:style>
  <w:style w:type="character" w:customStyle="1" w:styleId="SangradetextonormalCar">
    <w:name w:val="Sangría de texto normal Car"/>
    <w:rsid w:val="00D328FF"/>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rsid w:val="00D328FF"/>
    <w:pPr>
      <w:spacing w:line="360" w:lineRule="auto"/>
      <w:ind w:left="708"/>
      <w:jc w:val="both"/>
    </w:pPr>
    <w:rPr>
      <w:rFonts w:ascii="Arial" w:hAnsi="Arial"/>
      <w:i/>
      <w:sz w:val="16"/>
    </w:rPr>
  </w:style>
  <w:style w:type="character" w:customStyle="1" w:styleId="Sangra2detindependienteCar">
    <w:name w:val="Sangría 2 de t. independiente Car"/>
    <w:link w:val="Sangra2detindependiente"/>
    <w:rsid w:val="00D328FF"/>
    <w:rPr>
      <w:rFonts w:ascii="Arial" w:eastAsia="Times New Roman" w:hAnsi="Arial" w:cs="Arial"/>
      <w:i/>
      <w:sz w:val="16"/>
      <w:szCs w:val="20"/>
      <w:lang w:val="es-ES" w:eastAsia="es-ES"/>
    </w:rPr>
  </w:style>
  <w:style w:type="character" w:styleId="Hipervnculo">
    <w:name w:val="Hyperlink"/>
    <w:uiPriority w:val="99"/>
    <w:rsid w:val="00D328FF"/>
    <w:rPr>
      <w:color w:val="0000FF"/>
      <w:u w:val="single"/>
    </w:rPr>
  </w:style>
  <w:style w:type="character" w:styleId="Hipervnculovisitado">
    <w:name w:val="FollowedHyperlink"/>
    <w:rsid w:val="00D328FF"/>
    <w:rPr>
      <w:color w:val="800080"/>
      <w:u w:val="single"/>
    </w:rPr>
  </w:style>
  <w:style w:type="paragraph" w:styleId="Sangra3detindependiente">
    <w:name w:val="Body Text Indent 3"/>
    <w:basedOn w:val="Normal"/>
    <w:link w:val="Sangra3detindependienteCar"/>
    <w:rsid w:val="00D328FF"/>
    <w:pPr>
      <w:ind w:left="142"/>
      <w:jc w:val="both"/>
    </w:pPr>
    <w:rPr>
      <w:rFonts w:ascii="Arial" w:hAnsi="Arial"/>
      <w:color w:val="FF6600"/>
      <w:sz w:val="19"/>
    </w:rPr>
  </w:style>
  <w:style w:type="character" w:customStyle="1" w:styleId="Sangra3detindependienteCar">
    <w:name w:val="Sangría 3 de t. independiente Car"/>
    <w:link w:val="Sangra3detindependiente"/>
    <w:rsid w:val="00D328FF"/>
    <w:rPr>
      <w:rFonts w:ascii="Arial" w:eastAsia="Times New Roman" w:hAnsi="Arial" w:cs="Times New Roman"/>
      <w:color w:val="FF6600"/>
      <w:sz w:val="19"/>
      <w:szCs w:val="20"/>
      <w:lang w:val="es-ES" w:eastAsia="es-ES"/>
    </w:rPr>
  </w:style>
  <w:style w:type="paragraph" w:styleId="Textodeglobo">
    <w:name w:val="Balloon Text"/>
    <w:basedOn w:val="Normal"/>
    <w:link w:val="TextodegloboCar"/>
    <w:uiPriority w:val="99"/>
    <w:semiHidden/>
    <w:rsid w:val="00D328FF"/>
    <w:rPr>
      <w:rFonts w:ascii="Tahoma" w:hAnsi="Tahoma"/>
      <w:sz w:val="16"/>
      <w:szCs w:val="16"/>
    </w:rPr>
  </w:style>
  <w:style w:type="character" w:customStyle="1" w:styleId="TextodegloboCar">
    <w:name w:val="Texto de globo Car"/>
    <w:link w:val="Textodeglobo"/>
    <w:uiPriority w:val="99"/>
    <w:semiHidden/>
    <w:rsid w:val="00D328FF"/>
    <w:rPr>
      <w:rFonts w:ascii="Tahoma" w:eastAsia="Times New Roman" w:hAnsi="Tahoma" w:cs="Times New Roman"/>
      <w:sz w:val="16"/>
      <w:szCs w:val="16"/>
      <w:lang w:val="es-ES" w:eastAsia="es-ES"/>
    </w:rPr>
  </w:style>
  <w:style w:type="table" w:styleId="Tablaconcuadrcula">
    <w:name w:val="Table Grid"/>
    <w:basedOn w:val="Tablanormal"/>
    <w:uiPriority w:val="59"/>
    <w:rsid w:val="00D328F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D328FF"/>
    <w:pPr>
      <w:spacing w:after="160" w:line="240" w:lineRule="exact"/>
    </w:pPr>
    <w:rPr>
      <w:rFonts w:ascii="Verdana" w:hAnsi="Verdana" w:cs="Verdana"/>
      <w:lang w:val="en-US" w:eastAsia="en-US"/>
    </w:rPr>
  </w:style>
  <w:style w:type="paragraph" w:styleId="Prrafodelista">
    <w:name w:val="List Paragraph"/>
    <w:aliases w:val="Bullet List,FooterText,numbered,List Paragraph1,Paragraphe de liste1,lp1,HOJA,Colorful List Accent 1,Colorful List - Accent 11,Lista vistosa - Énfasis 111,Lista vistosa - Énfasis 12,Lista vistosa - Énfasis 13"/>
    <w:basedOn w:val="Normal"/>
    <w:link w:val="PrrafodelistaCar"/>
    <w:uiPriority w:val="34"/>
    <w:qFormat/>
    <w:rsid w:val="00D328FF"/>
    <w:pPr>
      <w:ind w:left="708"/>
    </w:pPr>
  </w:style>
  <w:style w:type="paragraph" w:customStyle="1" w:styleId="Prrafodelista1">
    <w:name w:val="Párrafo de lista1"/>
    <w:basedOn w:val="Normal"/>
    <w:uiPriority w:val="99"/>
    <w:qFormat/>
    <w:rsid w:val="00D328FF"/>
    <w:pPr>
      <w:ind w:left="708"/>
    </w:pPr>
  </w:style>
  <w:style w:type="paragraph" w:customStyle="1" w:styleId="BodyText29">
    <w:name w:val="Body Text 29"/>
    <w:basedOn w:val="Normal"/>
    <w:uiPriority w:val="99"/>
    <w:rsid w:val="00D328FF"/>
    <w:pPr>
      <w:widowControl w:val="0"/>
      <w:overflowPunct w:val="0"/>
      <w:autoSpaceDE w:val="0"/>
      <w:autoSpaceDN w:val="0"/>
      <w:adjustRightInd w:val="0"/>
      <w:jc w:val="both"/>
      <w:textAlignment w:val="baseline"/>
    </w:pPr>
    <w:rPr>
      <w:rFonts w:ascii="Arial" w:hAnsi="Arial" w:cs="Arial"/>
      <w:sz w:val="22"/>
      <w:szCs w:val="22"/>
      <w:lang w:val="es-CO"/>
    </w:rPr>
  </w:style>
  <w:style w:type="paragraph" w:customStyle="1" w:styleId="BodyText28">
    <w:name w:val="Body Text 28"/>
    <w:basedOn w:val="Normal"/>
    <w:link w:val="BodyText28Car"/>
    <w:rsid w:val="00D328FF"/>
    <w:pPr>
      <w:widowControl w:val="0"/>
      <w:overflowPunct w:val="0"/>
      <w:autoSpaceDE w:val="0"/>
      <w:autoSpaceDN w:val="0"/>
      <w:adjustRightInd w:val="0"/>
      <w:jc w:val="both"/>
      <w:textAlignment w:val="baseline"/>
    </w:pPr>
    <w:rPr>
      <w:rFonts w:ascii="Arial" w:hAnsi="Arial"/>
      <w:lang w:val="x-none" w:eastAsia="x-none"/>
    </w:rPr>
  </w:style>
  <w:style w:type="character" w:customStyle="1" w:styleId="BodyText28Car">
    <w:name w:val="Body Text 28 Car"/>
    <w:link w:val="BodyText28"/>
    <w:locked/>
    <w:rsid w:val="00D328FF"/>
    <w:rPr>
      <w:rFonts w:ascii="Arial" w:eastAsia="Times New Roman" w:hAnsi="Arial" w:cs="Times New Roman"/>
      <w:szCs w:val="20"/>
    </w:rPr>
  </w:style>
  <w:style w:type="character" w:styleId="Refdecomentario">
    <w:name w:val="annotation reference"/>
    <w:rsid w:val="00D328FF"/>
    <w:rPr>
      <w:rFonts w:cs="Times New Roman"/>
      <w:sz w:val="16"/>
      <w:szCs w:val="16"/>
    </w:rPr>
  </w:style>
  <w:style w:type="paragraph" w:customStyle="1" w:styleId="Default">
    <w:name w:val="Default"/>
    <w:rsid w:val="00D328FF"/>
    <w:pPr>
      <w:autoSpaceDE w:val="0"/>
      <w:autoSpaceDN w:val="0"/>
      <w:adjustRightInd w:val="0"/>
    </w:pPr>
    <w:rPr>
      <w:rFonts w:ascii="Times New Roman" w:eastAsia="Times New Roman" w:hAnsi="Times New Roman"/>
      <w:color w:val="000000"/>
      <w:sz w:val="24"/>
      <w:szCs w:val="24"/>
      <w:lang w:val="es-ES" w:eastAsia="es-ES"/>
    </w:rPr>
  </w:style>
  <w:style w:type="paragraph" w:styleId="Listaconvietas3">
    <w:name w:val="List Bullet 3"/>
    <w:basedOn w:val="Normal"/>
    <w:autoRedefine/>
    <w:rsid w:val="00D328FF"/>
    <w:pPr>
      <w:overflowPunct w:val="0"/>
      <w:autoSpaceDE w:val="0"/>
      <w:autoSpaceDN w:val="0"/>
      <w:adjustRightInd w:val="0"/>
      <w:ind w:left="360"/>
      <w:jc w:val="both"/>
      <w:textAlignment w:val="baseline"/>
    </w:pPr>
    <w:rPr>
      <w:rFonts w:ascii="Arial" w:hAnsi="Arial" w:cs="Arial"/>
      <w:sz w:val="22"/>
      <w:szCs w:val="22"/>
      <w:lang w:val="es-CO"/>
    </w:rPr>
  </w:style>
  <w:style w:type="paragraph" w:customStyle="1" w:styleId="Textoindependiente31">
    <w:name w:val="Texto independiente 31"/>
    <w:basedOn w:val="Normal"/>
    <w:uiPriority w:val="99"/>
    <w:rsid w:val="00D328FF"/>
    <w:pPr>
      <w:ind w:right="6"/>
      <w:jc w:val="both"/>
    </w:pPr>
    <w:rPr>
      <w:b/>
      <w:sz w:val="26"/>
      <w:lang w:val="es-ES_tradnl"/>
    </w:rPr>
  </w:style>
  <w:style w:type="paragraph" w:customStyle="1" w:styleId="BodyText31">
    <w:name w:val="Body Text 31"/>
    <w:basedOn w:val="Normal"/>
    <w:rsid w:val="00D328FF"/>
    <w:pPr>
      <w:widowControl w:val="0"/>
      <w:autoSpaceDE w:val="0"/>
      <w:autoSpaceDN w:val="0"/>
      <w:adjustRightInd w:val="0"/>
      <w:jc w:val="both"/>
    </w:pPr>
    <w:rPr>
      <w:rFonts w:ascii="Arial" w:hAnsi="Arial" w:cs="Arial"/>
      <w:sz w:val="24"/>
      <w:szCs w:val="24"/>
      <w:lang w:val="es-ES_tradnl"/>
    </w:rPr>
  </w:style>
  <w:style w:type="paragraph" w:customStyle="1" w:styleId="default0">
    <w:name w:val="default"/>
    <w:basedOn w:val="Normal"/>
    <w:uiPriority w:val="99"/>
    <w:rsid w:val="00D328FF"/>
    <w:pPr>
      <w:autoSpaceDE w:val="0"/>
      <w:autoSpaceDN w:val="0"/>
    </w:pPr>
    <w:rPr>
      <w:rFonts w:ascii="Arial" w:hAnsi="Arial" w:cs="Arial"/>
      <w:color w:val="000000"/>
      <w:sz w:val="24"/>
      <w:szCs w:val="24"/>
      <w:lang w:val="en-US" w:eastAsia="en-US"/>
    </w:rPr>
  </w:style>
  <w:style w:type="paragraph" w:customStyle="1" w:styleId="cm46">
    <w:name w:val="cm46"/>
    <w:basedOn w:val="Normal"/>
    <w:uiPriority w:val="99"/>
    <w:rsid w:val="00D328FF"/>
    <w:pPr>
      <w:autoSpaceDE w:val="0"/>
      <w:autoSpaceDN w:val="0"/>
      <w:spacing w:after="275"/>
    </w:pPr>
    <w:rPr>
      <w:rFonts w:ascii="Arial" w:hAnsi="Arial" w:cs="Arial"/>
      <w:sz w:val="24"/>
      <w:szCs w:val="24"/>
      <w:lang w:val="en-US" w:eastAsia="en-US"/>
    </w:rPr>
  </w:style>
  <w:style w:type="paragraph" w:customStyle="1" w:styleId="BodyText21">
    <w:name w:val="Body Text 21"/>
    <w:basedOn w:val="Normal"/>
    <w:link w:val="BodyText21Car"/>
    <w:rsid w:val="00D328FF"/>
    <w:pPr>
      <w:widowControl w:val="0"/>
      <w:jc w:val="both"/>
    </w:pPr>
    <w:rPr>
      <w:rFonts w:ascii="Arial" w:hAnsi="Arial"/>
      <w:lang w:val="x-none"/>
    </w:rPr>
  </w:style>
  <w:style w:type="paragraph" w:styleId="Continuarlista2">
    <w:name w:val="List Continue 2"/>
    <w:basedOn w:val="Normal"/>
    <w:rsid w:val="00D328FF"/>
    <w:pPr>
      <w:spacing w:after="120"/>
      <w:ind w:left="566"/>
    </w:pPr>
  </w:style>
  <w:style w:type="paragraph" w:styleId="Textoindependiente3">
    <w:name w:val="Body Text 3"/>
    <w:basedOn w:val="Normal"/>
    <w:link w:val="Textoindependiente3Car"/>
    <w:uiPriority w:val="99"/>
    <w:rsid w:val="00D328FF"/>
    <w:pPr>
      <w:spacing w:after="120"/>
    </w:pPr>
    <w:rPr>
      <w:sz w:val="16"/>
      <w:szCs w:val="16"/>
      <w:lang w:val="x-none" w:eastAsia="x-none"/>
    </w:rPr>
  </w:style>
  <w:style w:type="character" w:customStyle="1" w:styleId="Textoindependiente3Car">
    <w:name w:val="Texto independiente 3 Car"/>
    <w:link w:val="Textoindependiente3"/>
    <w:uiPriority w:val="99"/>
    <w:rsid w:val="00D328FF"/>
    <w:rPr>
      <w:rFonts w:ascii="Times New Roman" w:eastAsia="Times New Roman" w:hAnsi="Times New Roman" w:cs="Times New Roman"/>
      <w:sz w:val="16"/>
      <w:szCs w:val="16"/>
    </w:rPr>
  </w:style>
  <w:style w:type="paragraph" w:styleId="NormalWeb">
    <w:name w:val="Normal (Web)"/>
    <w:basedOn w:val="Normal"/>
    <w:uiPriority w:val="99"/>
    <w:rsid w:val="00D328FF"/>
    <w:pPr>
      <w:spacing w:before="100" w:beforeAutospacing="1" w:after="100" w:afterAutospacing="1"/>
    </w:pPr>
    <w:rPr>
      <w:sz w:val="24"/>
      <w:szCs w:val="24"/>
    </w:rPr>
  </w:style>
  <w:style w:type="paragraph" w:customStyle="1" w:styleId="CM460">
    <w:name w:val="CM46"/>
    <w:basedOn w:val="Default"/>
    <w:next w:val="Default"/>
    <w:rsid w:val="00D328FF"/>
    <w:rPr>
      <w:rFonts w:ascii="Arial" w:hAnsi="Arial"/>
      <w:color w:val="auto"/>
    </w:rPr>
  </w:style>
  <w:style w:type="character" w:styleId="Nmerodepgina">
    <w:name w:val="page number"/>
    <w:basedOn w:val="Fuentedeprrafopredeter"/>
    <w:rsid w:val="00D328FF"/>
  </w:style>
  <w:style w:type="character" w:styleId="Refdenotaalpie">
    <w:name w:val="footnote reference"/>
    <w:aliases w:val="referencia nota al pie,Texto de nota al pie"/>
    <w:uiPriority w:val="99"/>
    <w:unhideWhenUsed/>
    <w:rsid w:val="00D328FF"/>
    <w:rPr>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
    <w:basedOn w:val="Normal"/>
    <w:link w:val="TextonotapieCar"/>
    <w:unhideWhenUsed/>
    <w:qFormat/>
    <w:rsid w:val="00D328FF"/>
    <w:pPr>
      <w:widowControl w:val="0"/>
      <w:suppressAutoHyphens/>
    </w:pPr>
    <w:rPr>
      <w:rFonts w:eastAsia="Lucida Sans Unicode"/>
      <w:kern w:val="1"/>
      <w:lang w:val="x-none"/>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link w:val="Textonotapie"/>
    <w:rsid w:val="00D328FF"/>
    <w:rPr>
      <w:rFonts w:ascii="Times New Roman" w:eastAsia="Lucida Sans Unicode" w:hAnsi="Times New Roman" w:cs="Times New Roman"/>
      <w:kern w:val="1"/>
      <w:sz w:val="20"/>
      <w:szCs w:val="20"/>
      <w:lang w:eastAsia="es-ES"/>
    </w:rPr>
  </w:style>
  <w:style w:type="character" w:customStyle="1" w:styleId="TextosinformatoCar">
    <w:name w:val="Texto sin formato Car"/>
    <w:link w:val="Textosinformato"/>
    <w:locked/>
    <w:rsid w:val="00D328FF"/>
    <w:rPr>
      <w:rFonts w:ascii="Consolas" w:hAnsi="Consolas"/>
      <w:sz w:val="21"/>
      <w:szCs w:val="21"/>
    </w:rPr>
  </w:style>
  <w:style w:type="paragraph" w:styleId="Textosinformato">
    <w:name w:val="Plain Text"/>
    <w:basedOn w:val="Normal"/>
    <w:link w:val="TextosinformatoCar"/>
    <w:rsid w:val="00D328FF"/>
    <w:rPr>
      <w:rFonts w:ascii="Consolas" w:eastAsia="Calibri" w:hAnsi="Consolas"/>
      <w:sz w:val="21"/>
      <w:szCs w:val="21"/>
      <w:lang w:val="x-none" w:eastAsia="x-none"/>
    </w:rPr>
  </w:style>
  <w:style w:type="character" w:customStyle="1" w:styleId="TextosinformatoCar1">
    <w:name w:val="Texto sin formato Car1"/>
    <w:uiPriority w:val="99"/>
    <w:semiHidden/>
    <w:rsid w:val="00D328FF"/>
    <w:rPr>
      <w:rFonts w:ascii="Consolas" w:eastAsia="Times New Roman" w:hAnsi="Consolas" w:cs="Consolas"/>
      <w:sz w:val="21"/>
      <w:szCs w:val="21"/>
      <w:lang w:val="es-ES" w:eastAsia="es-ES"/>
    </w:rPr>
  </w:style>
  <w:style w:type="paragraph" w:styleId="Textocomentario">
    <w:name w:val="annotation text"/>
    <w:basedOn w:val="Normal"/>
    <w:link w:val="TextocomentarioCar"/>
    <w:uiPriority w:val="99"/>
    <w:rsid w:val="00D328FF"/>
  </w:style>
  <w:style w:type="character" w:customStyle="1" w:styleId="TextocomentarioCar">
    <w:name w:val="Texto comentario Car"/>
    <w:link w:val="Textocomentario"/>
    <w:uiPriority w:val="99"/>
    <w:rsid w:val="00D328F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D328FF"/>
    <w:rPr>
      <w:b/>
      <w:bCs/>
      <w:lang w:val="x-none" w:eastAsia="x-none"/>
    </w:rPr>
  </w:style>
  <w:style w:type="character" w:customStyle="1" w:styleId="AsuntodelcomentarioCar">
    <w:name w:val="Asunto del comentario Car"/>
    <w:link w:val="Asuntodelcomentario"/>
    <w:rsid w:val="00D328FF"/>
    <w:rPr>
      <w:rFonts w:ascii="Times New Roman" w:eastAsia="Times New Roman" w:hAnsi="Times New Roman" w:cs="Times New Roman"/>
      <w:b/>
      <w:bCs/>
      <w:sz w:val="20"/>
      <w:szCs w:val="20"/>
    </w:rPr>
  </w:style>
  <w:style w:type="paragraph" w:customStyle="1" w:styleId="Angelica">
    <w:name w:val="Angelica"/>
    <w:basedOn w:val="Ttulo1"/>
    <w:link w:val="AngelicaCar"/>
    <w:qFormat/>
    <w:rsid w:val="00D328FF"/>
    <w:pPr>
      <w:ind w:right="-91"/>
      <w:jc w:val="center"/>
    </w:pPr>
    <w:rPr>
      <w:rFonts w:ascii="Century Gothic" w:hAnsi="Century Gothic"/>
      <w:bCs w:val="0"/>
      <w:color w:val="000000"/>
      <w:sz w:val="28"/>
      <w:szCs w:val="28"/>
      <w:lang w:val="es-ES_tradnl" w:eastAsia="x-none"/>
    </w:rPr>
  </w:style>
  <w:style w:type="character" w:customStyle="1" w:styleId="AngelicaCar">
    <w:name w:val="Angelica Car"/>
    <w:link w:val="Angelica"/>
    <w:rsid w:val="00D328FF"/>
    <w:rPr>
      <w:rFonts w:ascii="Century Gothic" w:eastAsia="Times New Roman" w:hAnsi="Century Gothic" w:cs="Times New Roman"/>
      <w:b/>
      <w:color w:val="000000"/>
      <w:sz w:val="28"/>
      <w:szCs w:val="28"/>
      <w:lang w:val="es-ES_tradnl"/>
    </w:rPr>
  </w:style>
  <w:style w:type="paragraph" w:customStyle="1" w:styleId="Angelica120">
    <w:name w:val="Angelica 12."/>
    <w:basedOn w:val="Ttulo1"/>
    <w:link w:val="Angelica12Car"/>
    <w:qFormat/>
    <w:rsid w:val="00D328FF"/>
    <w:pPr>
      <w:ind w:right="-91"/>
      <w:jc w:val="left"/>
    </w:pPr>
    <w:rPr>
      <w:rFonts w:ascii="Century Gothic" w:hAnsi="Century Gothic"/>
      <w:bCs w:val="0"/>
      <w:color w:val="000000"/>
      <w:sz w:val="24"/>
      <w:u w:val="single"/>
      <w:lang w:val="x-none" w:eastAsia="x-none"/>
    </w:rPr>
  </w:style>
  <w:style w:type="character" w:customStyle="1" w:styleId="Angelica12Car">
    <w:name w:val="Angelica 12. Car"/>
    <w:link w:val="Angelica120"/>
    <w:rsid w:val="00D328FF"/>
    <w:rPr>
      <w:rFonts w:ascii="Century Gothic" w:eastAsia="Times New Roman" w:hAnsi="Century Gothic" w:cs="Times New Roman"/>
      <w:b/>
      <w:color w:val="000000"/>
      <w:sz w:val="24"/>
      <w:szCs w:val="20"/>
      <w:u w:val="single"/>
    </w:rPr>
  </w:style>
  <w:style w:type="paragraph" w:customStyle="1" w:styleId="BodyText25">
    <w:name w:val="Body Text 25"/>
    <w:basedOn w:val="Normal"/>
    <w:rsid w:val="00D328FF"/>
    <w:pPr>
      <w:widowControl w:val="0"/>
      <w:autoSpaceDE w:val="0"/>
      <w:autoSpaceDN w:val="0"/>
      <w:adjustRightInd w:val="0"/>
      <w:jc w:val="both"/>
    </w:pPr>
    <w:rPr>
      <w:rFonts w:ascii="Arial" w:hAnsi="Arial" w:cs="Arial"/>
      <w:sz w:val="22"/>
      <w:szCs w:val="22"/>
      <w:lang w:val="es-CO"/>
    </w:rPr>
  </w:style>
  <w:style w:type="paragraph" w:customStyle="1" w:styleId="bodytext280">
    <w:name w:val="bodytext28"/>
    <w:basedOn w:val="Normal"/>
    <w:rsid w:val="00D328FF"/>
    <w:pPr>
      <w:overflowPunct w:val="0"/>
      <w:autoSpaceDE w:val="0"/>
      <w:autoSpaceDN w:val="0"/>
      <w:jc w:val="both"/>
    </w:pPr>
    <w:rPr>
      <w:rFonts w:ascii="Arial" w:hAnsi="Arial" w:cs="Arial"/>
      <w:sz w:val="22"/>
      <w:szCs w:val="22"/>
      <w:lang w:val="es-CO"/>
    </w:rPr>
  </w:style>
  <w:style w:type="character" w:customStyle="1" w:styleId="apple-style-span">
    <w:name w:val="apple-style-span"/>
    <w:basedOn w:val="Fuentedeprrafopredeter"/>
    <w:rsid w:val="00D328FF"/>
  </w:style>
  <w:style w:type="character" w:styleId="nfasis">
    <w:name w:val="Emphasis"/>
    <w:uiPriority w:val="20"/>
    <w:qFormat/>
    <w:rsid w:val="00D328FF"/>
    <w:rPr>
      <w:b/>
      <w:bCs/>
      <w:i w:val="0"/>
      <w:iCs w:val="0"/>
    </w:rPr>
  </w:style>
  <w:style w:type="character" w:customStyle="1" w:styleId="st">
    <w:name w:val="st"/>
    <w:basedOn w:val="Fuentedeprrafopredeter"/>
    <w:rsid w:val="00D328FF"/>
  </w:style>
  <w:style w:type="paragraph" w:customStyle="1" w:styleId="Vieta">
    <w:name w:val="Viñeta"/>
    <w:basedOn w:val="Normal"/>
    <w:rsid w:val="00D328FF"/>
    <w:pPr>
      <w:tabs>
        <w:tab w:val="num" w:pos="720"/>
      </w:tabs>
      <w:ind w:left="720" w:hanging="360"/>
    </w:pPr>
    <w:rPr>
      <w:rFonts w:ascii="Arial" w:hAnsi="Arial"/>
      <w:sz w:val="24"/>
      <w:szCs w:val="24"/>
      <w:lang w:val="en-US"/>
    </w:rPr>
  </w:style>
  <w:style w:type="paragraph" w:styleId="TDC1">
    <w:name w:val="toc 1"/>
    <w:basedOn w:val="Normal"/>
    <w:next w:val="Normal"/>
    <w:autoRedefine/>
    <w:uiPriority w:val="39"/>
    <w:qFormat/>
    <w:rsid w:val="00D328FF"/>
    <w:pPr>
      <w:spacing w:before="360"/>
    </w:pPr>
    <w:rPr>
      <w:rFonts w:ascii="Century Gothic" w:hAnsi="Century Gothic"/>
      <w:b/>
      <w:bCs/>
      <w:caps/>
      <w:sz w:val="28"/>
      <w:szCs w:val="24"/>
      <w:lang w:val="es-CO"/>
    </w:rPr>
  </w:style>
  <w:style w:type="paragraph" w:styleId="Textodebloque">
    <w:name w:val="Block Text"/>
    <w:basedOn w:val="Normal"/>
    <w:rsid w:val="00D328FF"/>
    <w:pPr>
      <w:tabs>
        <w:tab w:val="left" w:pos="-720"/>
        <w:tab w:val="left" w:pos="0"/>
      </w:tabs>
      <w:ind w:left="851" w:right="51" w:hanging="851"/>
      <w:jc w:val="both"/>
    </w:pPr>
    <w:rPr>
      <w:rFonts w:ascii="Verdana" w:hAnsi="Verdana"/>
      <w:b/>
      <w:sz w:val="22"/>
      <w:lang w:val="es-ES_tradnl"/>
    </w:rPr>
  </w:style>
  <w:style w:type="paragraph" w:customStyle="1" w:styleId="MARITZA3">
    <w:name w:val="MARITZA3"/>
    <w:rsid w:val="00D328FF"/>
    <w:pPr>
      <w:tabs>
        <w:tab w:val="left" w:pos="-720"/>
        <w:tab w:val="left" w:pos="0"/>
      </w:tabs>
      <w:jc w:val="both"/>
    </w:pPr>
    <w:rPr>
      <w:rFonts w:ascii="Times New Roman" w:eastAsia="Times New Roman" w:hAnsi="Times New Roman"/>
      <w:sz w:val="24"/>
      <w:lang w:val="en-US" w:eastAsia="es-ES"/>
    </w:rPr>
  </w:style>
  <w:style w:type="paragraph" w:customStyle="1" w:styleId="BodyText22">
    <w:name w:val="Body Text 22"/>
    <w:basedOn w:val="Normal"/>
    <w:rsid w:val="00D328FF"/>
    <w:pPr>
      <w:ind w:right="6"/>
      <w:jc w:val="center"/>
    </w:pPr>
    <w:rPr>
      <w:sz w:val="32"/>
      <w:lang w:val="es-ES_tradnl"/>
    </w:rPr>
  </w:style>
  <w:style w:type="paragraph" w:customStyle="1" w:styleId="BodyText34">
    <w:name w:val="Body Text 34"/>
    <w:basedOn w:val="Normal"/>
    <w:rsid w:val="00D328FF"/>
    <w:pPr>
      <w:ind w:right="6"/>
      <w:jc w:val="both"/>
    </w:pPr>
    <w:rPr>
      <w:b/>
      <w:sz w:val="26"/>
      <w:lang w:val="es-ES_tradnl"/>
    </w:rPr>
  </w:style>
  <w:style w:type="paragraph" w:customStyle="1" w:styleId="font5">
    <w:name w:val="font5"/>
    <w:basedOn w:val="Normal"/>
    <w:rsid w:val="00D328FF"/>
    <w:pPr>
      <w:spacing w:before="100" w:beforeAutospacing="1" w:after="100" w:afterAutospacing="1"/>
    </w:pPr>
    <w:rPr>
      <w:rFonts w:ascii="Tahoma" w:eastAsia="Arial Unicode MS" w:hAnsi="Tahoma" w:cs="Tahoma"/>
      <w:color w:val="000000"/>
      <w:sz w:val="16"/>
      <w:szCs w:val="16"/>
      <w:lang w:val="es-CO"/>
    </w:rPr>
  </w:style>
  <w:style w:type="paragraph" w:customStyle="1" w:styleId="font6">
    <w:name w:val="font6"/>
    <w:basedOn w:val="Normal"/>
    <w:rsid w:val="00D328FF"/>
    <w:pPr>
      <w:spacing w:before="100" w:beforeAutospacing="1" w:after="100" w:afterAutospacing="1"/>
    </w:pPr>
    <w:rPr>
      <w:rFonts w:ascii="Tahoma" w:eastAsia="Arial Unicode MS" w:hAnsi="Tahoma" w:cs="Tahoma"/>
      <w:b/>
      <w:bCs/>
      <w:color w:val="000000"/>
      <w:sz w:val="16"/>
      <w:szCs w:val="16"/>
      <w:lang w:val="es-CO"/>
    </w:rPr>
  </w:style>
  <w:style w:type="paragraph" w:customStyle="1" w:styleId="xl24">
    <w:name w:val="xl24"/>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lang w:val="es-CO"/>
    </w:rPr>
  </w:style>
  <w:style w:type="paragraph" w:customStyle="1" w:styleId="xl25">
    <w:name w:val="xl25"/>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6">
    <w:name w:val="xl26"/>
    <w:basedOn w:val="Normal"/>
    <w:rsid w:val="00D328F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7">
    <w:name w:val="xl27"/>
    <w:basedOn w:val="Normal"/>
    <w:rsid w:val="00D328FF"/>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8">
    <w:name w:val="xl28"/>
    <w:basedOn w:val="Normal"/>
    <w:rsid w:val="00D328FF"/>
    <w:pPr>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29">
    <w:name w:val="xl29"/>
    <w:basedOn w:val="Normal"/>
    <w:rsid w:val="00D328FF"/>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0">
    <w:name w:val="xl30"/>
    <w:basedOn w:val="Normal"/>
    <w:rsid w:val="00D328FF"/>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1">
    <w:name w:val="xl31"/>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2">
    <w:name w:val="xl32"/>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sz w:val="18"/>
      <w:szCs w:val="18"/>
      <w:lang w:val="es-CO"/>
    </w:rPr>
  </w:style>
  <w:style w:type="paragraph" w:customStyle="1" w:styleId="xl33">
    <w:name w:val="xl33"/>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Verdana" w:eastAsia="Arial Unicode MS" w:hAnsi="Verdana" w:cs="Arial Unicode MS"/>
      <w:b/>
      <w:bCs/>
      <w:sz w:val="18"/>
      <w:szCs w:val="18"/>
      <w:lang w:val="es-CO"/>
    </w:rPr>
  </w:style>
  <w:style w:type="paragraph" w:customStyle="1" w:styleId="xl34">
    <w:name w:val="xl34"/>
    <w:basedOn w:val="Normal"/>
    <w:rsid w:val="00D328FF"/>
    <w:pPr>
      <w:shd w:val="clear" w:color="auto" w:fill="CCFFCC"/>
      <w:spacing w:before="100" w:beforeAutospacing="1" w:after="100" w:afterAutospacing="1"/>
    </w:pPr>
    <w:rPr>
      <w:rFonts w:ascii="Arial Unicode MS" w:eastAsia="Arial Unicode MS" w:hAnsi="Arial Unicode MS" w:cs="Arial Unicode MS"/>
      <w:sz w:val="24"/>
      <w:szCs w:val="24"/>
      <w:lang w:val="es-CO"/>
    </w:rPr>
  </w:style>
  <w:style w:type="paragraph" w:customStyle="1" w:styleId="xl35">
    <w:name w:val="xl35"/>
    <w:basedOn w:val="Normal"/>
    <w:rsid w:val="00D328F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Arial Unicode MS" w:eastAsia="Arial Unicode MS" w:hAnsi="Arial Unicode MS" w:cs="Arial Unicode MS"/>
      <w:sz w:val="24"/>
      <w:szCs w:val="24"/>
      <w:lang w:val="es-CO"/>
    </w:rPr>
  </w:style>
  <w:style w:type="paragraph" w:customStyle="1" w:styleId="BodyText32">
    <w:name w:val="Body Text 32"/>
    <w:basedOn w:val="Normal"/>
    <w:rsid w:val="00D328FF"/>
    <w:pPr>
      <w:widowControl w:val="0"/>
      <w:autoSpaceDE w:val="0"/>
      <w:autoSpaceDN w:val="0"/>
      <w:adjustRightInd w:val="0"/>
      <w:ind w:right="6"/>
      <w:jc w:val="both"/>
    </w:pPr>
    <w:rPr>
      <w:rFonts w:ascii="Arial" w:hAnsi="Arial" w:cs="Arial"/>
      <w:u w:val="single"/>
      <w:lang w:val="es-ES_tradnl"/>
    </w:rPr>
  </w:style>
  <w:style w:type="paragraph" w:customStyle="1" w:styleId="CarCarCarCar">
    <w:name w:val="Car Car Car Car"/>
    <w:basedOn w:val="Normal"/>
    <w:rsid w:val="00D328FF"/>
    <w:pPr>
      <w:spacing w:after="160" w:line="240" w:lineRule="exact"/>
    </w:pPr>
    <w:rPr>
      <w:rFonts w:ascii="Verdana" w:hAnsi="Verdana"/>
      <w:lang w:val="en-US" w:eastAsia="en-US"/>
    </w:rPr>
  </w:style>
  <w:style w:type="paragraph" w:customStyle="1" w:styleId="TtuloIII">
    <w:name w:val="Título III"/>
    <w:basedOn w:val="Normal"/>
    <w:autoRedefine/>
    <w:rsid w:val="00D328FF"/>
    <w:pPr>
      <w:numPr>
        <w:ilvl w:val="2"/>
        <w:numId w:val="1"/>
      </w:numPr>
      <w:spacing w:before="60" w:after="60"/>
      <w:jc w:val="both"/>
    </w:pPr>
    <w:rPr>
      <w:rFonts w:ascii="Tahoma" w:hAnsi="Tahoma"/>
      <w:b/>
      <w:sz w:val="24"/>
      <w:szCs w:val="24"/>
      <w:lang w:val="es-CO"/>
    </w:rPr>
  </w:style>
  <w:style w:type="paragraph" w:styleId="Continuarlista">
    <w:name w:val="List Continue"/>
    <w:basedOn w:val="Normal"/>
    <w:rsid w:val="00D328FF"/>
    <w:pPr>
      <w:spacing w:after="120"/>
      <w:ind w:left="283"/>
    </w:pPr>
    <w:rPr>
      <w:sz w:val="24"/>
      <w:szCs w:val="24"/>
      <w:lang w:val="es-CO"/>
    </w:rPr>
  </w:style>
  <w:style w:type="paragraph" w:styleId="Ttulo">
    <w:name w:val="Title"/>
    <w:basedOn w:val="Normal"/>
    <w:link w:val="TtuloCar"/>
    <w:qFormat/>
    <w:rsid w:val="00D328FF"/>
    <w:pPr>
      <w:ind w:left="60"/>
      <w:jc w:val="center"/>
    </w:pPr>
    <w:rPr>
      <w:rFonts w:ascii="Arial" w:hAnsi="Arial"/>
      <w:b/>
      <w:bCs/>
      <w:sz w:val="24"/>
      <w:szCs w:val="24"/>
      <w:u w:val="single"/>
      <w:lang w:val="x-none" w:eastAsia="x-none"/>
    </w:rPr>
  </w:style>
  <w:style w:type="character" w:customStyle="1" w:styleId="TtuloCar">
    <w:name w:val="Título Car"/>
    <w:link w:val="Ttulo"/>
    <w:rsid w:val="00D328FF"/>
    <w:rPr>
      <w:rFonts w:ascii="Arial" w:eastAsia="Times New Roman" w:hAnsi="Arial" w:cs="Times New Roman"/>
      <w:b/>
      <w:bCs/>
      <w:sz w:val="24"/>
      <w:szCs w:val="24"/>
      <w:u w:val="single"/>
    </w:rPr>
  </w:style>
  <w:style w:type="paragraph" w:customStyle="1" w:styleId="BodyText33">
    <w:name w:val="Body Text 33"/>
    <w:basedOn w:val="Normal"/>
    <w:rsid w:val="00D328FF"/>
    <w:pPr>
      <w:widowControl w:val="0"/>
      <w:overflowPunct w:val="0"/>
      <w:autoSpaceDE w:val="0"/>
      <w:autoSpaceDN w:val="0"/>
      <w:adjustRightInd w:val="0"/>
      <w:jc w:val="both"/>
      <w:textAlignment w:val="baseline"/>
    </w:pPr>
    <w:rPr>
      <w:rFonts w:ascii="Arial" w:hAnsi="Arial"/>
      <w:b/>
      <w:sz w:val="22"/>
      <w:lang w:val="es-ES_tradnl"/>
    </w:rPr>
  </w:style>
  <w:style w:type="paragraph" w:customStyle="1" w:styleId="Car">
    <w:name w:val="Car"/>
    <w:basedOn w:val="Normal"/>
    <w:rsid w:val="00D328FF"/>
    <w:pPr>
      <w:spacing w:after="160" w:line="240" w:lineRule="exact"/>
    </w:pPr>
    <w:rPr>
      <w:rFonts w:ascii="Verdana" w:hAnsi="Verdana"/>
      <w:lang w:val="en-US" w:eastAsia="en-US"/>
    </w:rPr>
  </w:style>
  <w:style w:type="paragraph" w:customStyle="1" w:styleId="CharChar1">
    <w:name w:val="Char Char1"/>
    <w:basedOn w:val="Normal"/>
    <w:rsid w:val="00D328FF"/>
    <w:pPr>
      <w:spacing w:after="160" w:line="240" w:lineRule="exact"/>
    </w:pPr>
    <w:rPr>
      <w:rFonts w:ascii="Verdana" w:hAnsi="Verdana"/>
      <w:lang w:val="en-US" w:eastAsia="en-US"/>
    </w:rPr>
  </w:style>
  <w:style w:type="paragraph" w:customStyle="1" w:styleId="CarCarCarCar1">
    <w:name w:val="Car Car Car Car1"/>
    <w:basedOn w:val="Normal"/>
    <w:rsid w:val="00D328FF"/>
    <w:pPr>
      <w:spacing w:after="160" w:line="240" w:lineRule="exact"/>
    </w:pPr>
    <w:rPr>
      <w:rFonts w:ascii="Verdana" w:hAnsi="Verdana"/>
      <w:lang w:val="en-US" w:eastAsia="en-US"/>
    </w:rPr>
  </w:style>
  <w:style w:type="paragraph" w:styleId="Mapadeldocumento">
    <w:name w:val="Document Map"/>
    <w:basedOn w:val="Normal"/>
    <w:link w:val="MapadeldocumentoCar"/>
    <w:rsid w:val="00D328FF"/>
    <w:pPr>
      <w:shd w:val="clear" w:color="auto" w:fill="000080"/>
    </w:pPr>
    <w:rPr>
      <w:rFonts w:ascii="Tahoma" w:hAnsi="Tahoma"/>
      <w:lang w:val="x-none" w:eastAsia="x-none"/>
    </w:rPr>
  </w:style>
  <w:style w:type="character" w:customStyle="1" w:styleId="MapadeldocumentoCar">
    <w:name w:val="Mapa del documento Car"/>
    <w:link w:val="Mapadeldocumento"/>
    <w:rsid w:val="00D328FF"/>
    <w:rPr>
      <w:rFonts w:ascii="Tahoma" w:eastAsia="Times New Roman" w:hAnsi="Tahoma" w:cs="Times New Roman"/>
      <w:sz w:val="20"/>
      <w:szCs w:val="20"/>
      <w:shd w:val="clear" w:color="auto" w:fill="000080"/>
    </w:rPr>
  </w:style>
  <w:style w:type="paragraph" w:customStyle="1" w:styleId="BodyText24">
    <w:name w:val="Body Text 24"/>
    <w:basedOn w:val="Normal"/>
    <w:rsid w:val="00D328FF"/>
    <w:pPr>
      <w:overflowPunct w:val="0"/>
      <w:autoSpaceDE w:val="0"/>
      <w:autoSpaceDN w:val="0"/>
      <w:adjustRightInd w:val="0"/>
      <w:jc w:val="both"/>
      <w:textAlignment w:val="baseline"/>
    </w:pPr>
    <w:rPr>
      <w:sz w:val="24"/>
      <w:lang w:val="es-CO"/>
    </w:rPr>
  </w:style>
  <w:style w:type="character" w:styleId="Textoennegrita">
    <w:name w:val="Strong"/>
    <w:uiPriority w:val="22"/>
    <w:qFormat/>
    <w:rsid w:val="00D328FF"/>
    <w:rPr>
      <w:b/>
      <w:bCs/>
    </w:rPr>
  </w:style>
  <w:style w:type="character" w:customStyle="1" w:styleId="NormalBibloCar">
    <w:name w:val="Normal Biblo Car"/>
    <w:rsid w:val="00D328FF"/>
    <w:rPr>
      <w:rFonts w:ascii="Trebuchet MS" w:hAnsi="Trebuchet MS"/>
      <w:noProof w:val="0"/>
      <w:sz w:val="24"/>
      <w:szCs w:val="24"/>
      <w:lang w:val="es-ES_tradnl" w:eastAsia="es-CO" w:bidi="ar-SA"/>
    </w:rPr>
  </w:style>
  <w:style w:type="paragraph" w:styleId="TDC4">
    <w:name w:val="toc 4"/>
    <w:basedOn w:val="Normal"/>
    <w:next w:val="Normal"/>
    <w:autoRedefine/>
    <w:uiPriority w:val="39"/>
    <w:rsid w:val="00D328FF"/>
    <w:pPr>
      <w:ind w:left="480"/>
    </w:pPr>
    <w:rPr>
      <w:rFonts w:ascii="Calibri" w:hAnsi="Calibri" w:cs="Calibri"/>
      <w:lang w:val="es-CO"/>
    </w:rPr>
  </w:style>
  <w:style w:type="numbering" w:customStyle="1" w:styleId="Estilo1">
    <w:name w:val="Estilo1"/>
    <w:rsid w:val="00D328FF"/>
    <w:pPr>
      <w:numPr>
        <w:numId w:val="2"/>
      </w:numPr>
    </w:pPr>
  </w:style>
  <w:style w:type="character" w:customStyle="1" w:styleId="BodyText21Car">
    <w:name w:val="Body Text 21 Car"/>
    <w:link w:val="BodyText21"/>
    <w:rsid w:val="00D328FF"/>
    <w:rPr>
      <w:rFonts w:ascii="Arial" w:eastAsia="Times New Roman" w:hAnsi="Arial" w:cs="Times New Roman"/>
      <w:szCs w:val="20"/>
      <w:lang w:eastAsia="es-ES"/>
    </w:rPr>
  </w:style>
  <w:style w:type="paragraph" w:styleId="Lista">
    <w:name w:val="List"/>
    <w:basedOn w:val="Normal"/>
    <w:rsid w:val="00D328FF"/>
    <w:pPr>
      <w:ind w:left="283" w:hanging="283"/>
    </w:pPr>
    <w:rPr>
      <w:sz w:val="24"/>
      <w:szCs w:val="24"/>
      <w:lang w:val="es-CO"/>
    </w:rPr>
  </w:style>
  <w:style w:type="paragraph" w:styleId="Lista2">
    <w:name w:val="List 2"/>
    <w:basedOn w:val="Normal"/>
    <w:rsid w:val="00D328FF"/>
    <w:pPr>
      <w:ind w:left="566" w:hanging="283"/>
    </w:pPr>
    <w:rPr>
      <w:sz w:val="24"/>
      <w:szCs w:val="24"/>
      <w:lang w:val="es-CO"/>
    </w:rPr>
  </w:style>
  <w:style w:type="paragraph" w:styleId="Lista3">
    <w:name w:val="List 3"/>
    <w:basedOn w:val="Normal"/>
    <w:rsid w:val="00D328FF"/>
    <w:pPr>
      <w:ind w:left="849" w:hanging="283"/>
    </w:pPr>
    <w:rPr>
      <w:sz w:val="24"/>
      <w:szCs w:val="24"/>
      <w:lang w:val="es-CO"/>
    </w:rPr>
  </w:style>
  <w:style w:type="paragraph" w:styleId="Lista4">
    <w:name w:val="List 4"/>
    <w:basedOn w:val="Normal"/>
    <w:rsid w:val="00D328FF"/>
    <w:pPr>
      <w:ind w:left="1132" w:hanging="283"/>
    </w:pPr>
    <w:rPr>
      <w:sz w:val="24"/>
      <w:szCs w:val="24"/>
      <w:lang w:val="es-CO"/>
    </w:rPr>
  </w:style>
  <w:style w:type="paragraph" w:styleId="Lista5">
    <w:name w:val="List 5"/>
    <w:basedOn w:val="Normal"/>
    <w:rsid w:val="00D328FF"/>
    <w:pPr>
      <w:ind w:left="1415" w:hanging="283"/>
    </w:pPr>
    <w:rPr>
      <w:sz w:val="24"/>
      <w:szCs w:val="24"/>
      <w:lang w:val="es-CO"/>
    </w:rPr>
  </w:style>
  <w:style w:type="paragraph" w:styleId="Encabezadodemensaje">
    <w:name w:val="Message Header"/>
    <w:basedOn w:val="Normal"/>
    <w:link w:val="EncabezadodemensajeCar"/>
    <w:rsid w:val="00D328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lang w:val="x-none"/>
    </w:rPr>
  </w:style>
  <w:style w:type="character" w:customStyle="1" w:styleId="EncabezadodemensajeCar">
    <w:name w:val="Encabezado de mensaje Car"/>
    <w:link w:val="Encabezadodemensaje"/>
    <w:rsid w:val="00D328FF"/>
    <w:rPr>
      <w:rFonts w:ascii="Arial" w:eastAsia="Times New Roman" w:hAnsi="Arial" w:cs="Times New Roman"/>
      <w:sz w:val="24"/>
      <w:szCs w:val="24"/>
      <w:shd w:val="pct20" w:color="auto" w:fill="auto"/>
      <w:lang w:eastAsia="es-ES"/>
    </w:rPr>
  </w:style>
  <w:style w:type="paragraph" w:styleId="Cierre">
    <w:name w:val="Closing"/>
    <w:basedOn w:val="Normal"/>
    <w:link w:val="CierreCar"/>
    <w:rsid w:val="00D328FF"/>
    <w:pPr>
      <w:ind w:left="4252"/>
    </w:pPr>
    <w:rPr>
      <w:sz w:val="24"/>
      <w:szCs w:val="24"/>
      <w:lang w:val="x-none"/>
    </w:rPr>
  </w:style>
  <w:style w:type="character" w:customStyle="1" w:styleId="CierreCar">
    <w:name w:val="Cierre Car"/>
    <w:link w:val="Cierre"/>
    <w:rsid w:val="00D328FF"/>
    <w:rPr>
      <w:rFonts w:ascii="Times New Roman" w:eastAsia="Times New Roman" w:hAnsi="Times New Roman" w:cs="Times New Roman"/>
      <w:sz w:val="24"/>
      <w:szCs w:val="24"/>
      <w:lang w:eastAsia="es-ES"/>
    </w:rPr>
  </w:style>
  <w:style w:type="paragraph" w:styleId="Listaconvietas">
    <w:name w:val="List Bullet"/>
    <w:basedOn w:val="Normal"/>
    <w:rsid w:val="00D328FF"/>
    <w:pPr>
      <w:numPr>
        <w:numId w:val="3"/>
      </w:numPr>
    </w:pPr>
    <w:rPr>
      <w:sz w:val="24"/>
      <w:szCs w:val="24"/>
      <w:lang w:val="es-CO"/>
    </w:rPr>
  </w:style>
  <w:style w:type="paragraph" w:styleId="Listaconvietas2">
    <w:name w:val="List Bullet 2"/>
    <w:basedOn w:val="Normal"/>
    <w:rsid w:val="00D328FF"/>
    <w:pPr>
      <w:numPr>
        <w:numId w:val="4"/>
      </w:numPr>
    </w:pPr>
    <w:rPr>
      <w:sz w:val="24"/>
      <w:szCs w:val="24"/>
      <w:lang w:val="es-CO"/>
    </w:rPr>
  </w:style>
  <w:style w:type="paragraph" w:styleId="Listaconvietas4">
    <w:name w:val="List Bullet 4"/>
    <w:basedOn w:val="Normal"/>
    <w:rsid w:val="00D328FF"/>
    <w:pPr>
      <w:numPr>
        <w:numId w:val="5"/>
      </w:numPr>
    </w:pPr>
    <w:rPr>
      <w:sz w:val="24"/>
      <w:szCs w:val="24"/>
      <w:lang w:val="es-CO"/>
    </w:rPr>
  </w:style>
  <w:style w:type="paragraph" w:styleId="Listaconvietas5">
    <w:name w:val="List Bullet 5"/>
    <w:basedOn w:val="Normal"/>
    <w:rsid w:val="00D328FF"/>
    <w:pPr>
      <w:numPr>
        <w:numId w:val="6"/>
      </w:numPr>
    </w:pPr>
    <w:rPr>
      <w:sz w:val="24"/>
      <w:szCs w:val="24"/>
      <w:lang w:val="es-CO"/>
    </w:rPr>
  </w:style>
  <w:style w:type="paragraph" w:styleId="Continuarlista3">
    <w:name w:val="List Continue 3"/>
    <w:basedOn w:val="Normal"/>
    <w:rsid w:val="00D328FF"/>
    <w:pPr>
      <w:spacing w:after="120"/>
      <w:ind w:left="849"/>
    </w:pPr>
    <w:rPr>
      <w:sz w:val="24"/>
      <w:szCs w:val="24"/>
      <w:lang w:val="es-CO"/>
    </w:rPr>
  </w:style>
  <w:style w:type="paragraph" w:styleId="Textoindependienteprimerasangra">
    <w:name w:val="Body Text First Indent"/>
    <w:basedOn w:val="Textoindependiente"/>
    <w:link w:val="TextoindependienteprimerasangraCar"/>
    <w:rsid w:val="00D328FF"/>
    <w:pPr>
      <w:spacing w:after="120"/>
      <w:ind w:firstLine="210"/>
      <w:jc w:val="left"/>
    </w:pPr>
    <w:rPr>
      <w:bCs w:val="0"/>
      <w:szCs w:val="24"/>
      <w:lang w:val="es-ES"/>
    </w:rPr>
  </w:style>
  <w:style w:type="character" w:customStyle="1" w:styleId="TextoindependienteprimerasangraCar">
    <w:name w:val="Texto independiente primera sangría Car"/>
    <w:link w:val="Textoindependienteprimerasangra"/>
    <w:rsid w:val="00D328FF"/>
    <w:rPr>
      <w:rFonts w:ascii="Tahoma" w:eastAsia="Times New Roman" w:hAnsi="Tahoma" w:cs="Times New Roman"/>
      <w:bCs w:val="0"/>
      <w:sz w:val="24"/>
      <w:szCs w:val="24"/>
      <w:lang w:val="es-ES"/>
    </w:rPr>
  </w:style>
  <w:style w:type="paragraph" w:styleId="Textoindependienteprimerasangra2">
    <w:name w:val="Body Text First Indent 2"/>
    <w:basedOn w:val="Sangradetextonormal"/>
    <w:link w:val="Textoindependienteprimerasangra2Car"/>
    <w:rsid w:val="00D328FF"/>
    <w:pPr>
      <w:spacing w:after="120"/>
      <w:ind w:left="283" w:firstLine="210"/>
      <w:jc w:val="left"/>
    </w:pPr>
    <w:rPr>
      <w:rFonts w:ascii="Times New Roman" w:hAnsi="Times New Roman"/>
      <w:b w:val="0"/>
      <w:noProof w:val="0"/>
      <w:sz w:val="24"/>
      <w:lang w:val="es-ES" w:eastAsia="x-none"/>
    </w:rPr>
  </w:style>
  <w:style w:type="character" w:customStyle="1" w:styleId="Textoindependienteprimerasangra2Car">
    <w:name w:val="Texto independiente primera sangría 2 Car"/>
    <w:link w:val="Textoindependienteprimerasangra2"/>
    <w:rsid w:val="00D328FF"/>
    <w:rPr>
      <w:rFonts w:ascii="Times New Roman" w:eastAsia="Times New Roman" w:hAnsi="Times New Roman" w:cs="Times New Roman"/>
      <w:sz w:val="24"/>
      <w:szCs w:val="24"/>
      <w:lang w:val="es-ES"/>
    </w:rPr>
  </w:style>
  <w:style w:type="character" w:customStyle="1" w:styleId="SangradetextonormalCar1">
    <w:name w:val="Sangría de texto normal Car1"/>
    <w:link w:val="Sangradetextonormal"/>
    <w:rsid w:val="00D328FF"/>
    <w:rPr>
      <w:rFonts w:ascii="Century Gothic" w:eastAsia="Times New Roman" w:hAnsi="Century Gothic" w:cs="Times New Roman"/>
      <w:b/>
      <w:noProof/>
      <w:szCs w:val="24"/>
      <w:lang w:eastAsia="es-ES"/>
    </w:rPr>
  </w:style>
  <w:style w:type="paragraph" w:customStyle="1" w:styleId="Car1">
    <w:name w:val="Car1"/>
    <w:basedOn w:val="Normal"/>
    <w:rsid w:val="00D328FF"/>
    <w:pPr>
      <w:spacing w:after="160" w:line="240" w:lineRule="exact"/>
    </w:pPr>
    <w:rPr>
      <w:rFonts w:ascii="Verdana" w:hAnsi="Verdana" w:cs="Verdana"/>
      <w:lang w:val="en-US" w:eastAsia="en-US"/>
    </w:rPr>
  </w:style>
  <w:style w:type="paragraph" w:customStyle="1" w:styleId="bodytext210">
    <w:name w:val="bodytext21"/>
    <w:basedOn w:val="Normal"/>
    <w:rsid w:val="00D328FF"/>
    <w:pPr>
      <w:ind w:left="360" w:hanging="360"/>
      <w:jc w:val="both"/>
    </w:pPr>
    <w:rPr>
      <w:rFonts w:ascii="Arial" w:hAnsi="Arial" w:cs="Arial"/>
      <w:lang w:val="es-CO"/>
    </w:rPr>
  </w:style>
  <w:style w:type="paragraph" w:styleId="TtuloTDC">
    <w:name w:val="TOC Heading"/>
    <w:basedOn w:val="Ttulo1"/>
    <w:next w:val="Normal"/>
    <w:uiPriority w:val="39"/>
    <w:semiHidden/>
    <w:unhideWhenUsed/>
    <w:qFormat/>
    <w:rsid w:val="00D328FF"/>
    <w:pPr>
      <w:keepLines/>
      <w:spacing w:before="480" w:line="276" w:lineRule="auto"/>
      <w:jc w:val="left"/>
      <w:outlineLvl w:val="9"/>
    </w:pPr>
    <w:rPr>
      <w:rFonts w:ascii="Cambria" w:hAnsi="Cambria"/>
      <w:color w:val="365F91"/>
      <w:sz w:val="28"/>
      <w:szCs w:val="28"/>
      <w:lang w:eastAsia="en-US"/>
    </w:rPr>
  </w:style>
  <w:style w:type="paragraph" w:styleId="TDC3">
    <w:name w:val="toc 3"/>
    <w:basedOn w:val="Normal"/>
    <w:next w:val="Normal"/>
    <w:autoRedefine/>
    <w:uiPriority w:val="39"/>
    <w:qFormat/>
    <w:rsid w:val="00D328FF"/>
    <w:pPr>
      <w:ind w:left="240"/>
    </w:pPr>
    <w:rPr>
      <w:rFonts w:ascii="Century Gothic" w:hAnsi="Century Gothic" w:cs="Calibri"/>
      <w:b/>
      <w:lang w:val="es-CO"/>
    </w:rPr>
  </w:style>
  <w:style w:type="paragraph" w:styleId="TDC2">
    <w:name w:val="toc 2"/>
    <w:basedOn w:val="Normal"/>
    <w:next w:val="Normal"/>
    <w:autoRedefine/>
    <w:uiPriority w:val="39"/>
    <w:qFormat/>
    <w:rsid w:val="00D328FF"/>
    <w:pPr>
      <w:spacing w:before="240"/>
    </w:pPr>
    <w:rPr>
      <w:rFonts w:ascii="Century Gothic" w:hAnsi="Century Gothic" w:cs="Calibri"/>
      <w:b/>
      <w:bCs/>
      <w:caps/>
      <w:sz w:val="24"/>
      <w:lang w:val="es-CO"/>
    </w:rPr>
  </w:style>
  <w:style w:type="paragraph" w:styleId="TDC5">
    <w:name w:val="toc 5"/>
    <w:basedOn w:val="Normal"/>
    <w:next w:val="Normal"/>
    <w:autoRedefine/>
    <w:rsid w:val="00D328FF"/>
    <w:pPr>
      <w:ind w:left="720"/>
    </w:pPr>
    <w:rPr>
      <w:rFonts w:ascii="Calibri" w:hAnsi="Calibri" w:cs="Calibri"/>
      <w:lang w:val="es-CO"/>
    </w:rPr>
  </w:style>
  <w:style w:type="paragraph" w:styleId="TDC6">
    <w:name w:val="toc 6"/>
    <w:basedOn w:val="Normal"/>
    <w:next w:val="Normal"/>
    <w:autoRedefine/>
    <w:rsid w:val="00D328FF"/>
    <w:pPr>
      <w:ind w:left="960"/>
    </w:pPr>
    <w:rPr>
      <w:rFonts w:ascii="Calibri" w:hAnsi="Calibri" w:cs="Calibri"/>
      <w:lang w:val="es-CO"/>
    </w:rPr>
  </w:style>
  <w:style w:type="paragraph" w:styleId="TDC7">
    <w:name w:val="toc 7"/>
    <w:basedOn w:val="Normal"/>
    <w:next w:val="Normal"/>
    <w:autoRedefine/>
    <w:rsid w:val="00D328FF"/>
    <w:pPr>
      <w:ind w:left="1200"/>
    </w:pPr>
    <w:rPr>
      <w:rFonts w:ascii="Calibri" w:hAnsi="Calibri" w:cs="Calibri"/>
      <w:lang w:val="es-CO"/>
    </w:rPr>
  </w:style>
  <w:style w:type="paragraph" w:styleId="TDC8">
    <w:name w:val="toc 8"/>
    <w:basedOn w:val="Normal"/>
    <w:next w:val="Normal"/>
    <w:autoRedefine/>
    <w:rsid w:val="00D328FF"/>
    <w:pPr>
      <w:ind w:left="1440"/>
    </w:pPr>
    <w:rPr>
      <w:rFonts w:ascii="Calibri" w:hAnsi="Calibri" w:cs="Calibri"/>
      <w:lang w:val="es-CO"/>
    </w:rPr>
  </w:style>
  <w:style w:type="paragraph" w:styleId="TDC9">
    <w:name w:val="toc 9"/>
    <w:basedOn w:val="Normal"/>
    <w:next w:val="Normal"/>
    <w:autoRedefine/>
    <w:rsid w:val="00D328FF"/>
    <w:pPr>
      <w:ind w:left="1680"/>
    </w:pPr>
    <w:rPr>
      <w:rFonts w:ascii="Calibri" w:hAnsi="Calibri" w:cs="Calibri"/>
      <w:lang w:val="es-CO"/>
    </w:rPr>
  </w:style>
  <w:style w:type="paragraph" w:customStyle="1" w:styleId="Angelica10">
    <w:name w:val="Angelica 10"/>
    <w:basedOn w:val="Ttulo1"/>
    <w:link w:val="Angelica10Car"/>
    <w:rsid w:val="00D328FF"/>
    <w:pPr>
      <w:ind w:right="-91"/>
      <w:jc w:val="left"/>
    </w:pPr>
    <w:rPr>
      <w:rFonts w:ascii="Century Gothic" w:hAnsi="Century Gothic"/>
      <w:bCs w:val="0"/>
      <w:color w:val="000000"/>
      <w:sz w:val="24"/>
      <w:lang w:val="x-none" w:eastAsia="x-none"/>
    </w:rPr>
  </w:style>
  <w:style w:type="paragraph" w:customStyle="1" w:styleId="Angelica12">
    <w:name w:val="Angelica 12"/>
    <w:basedOn w:val="Normal"/>
    <w:link w:val="Angelica12Car0"/>
    <w:rsid w:val="00D328FF"/>
    <w:pPr>
      <w:numPr>
        <w:numId w:val="7"/>
      </w:numPr>
      <w:jc w:val="both"/>
    </w:pPr>
    <w:rPr>
      <w:rFonts w:ascii="Century Gothic" w:hAnsi="Century Gothic"/>
      <w:b/>
      <w:sz w:val="24"/>
      <w:szCs w:val="24"/>
      <w:u w:val="single"/>
      <w:lang w:val="x-none" w:eastAsia="x-none"/>
    </w:rPr>
  </w:style>
  <w:style w:type="character" w:customStyle="1" w:styleId="Angelica10Car">
    <w:name w:val="Angelica 10 Car"/>
    <w:link w:val="Angelica10"/>
    <w:rsid w:val="00D328FF"/>
    <w:rPr>
      <w:rFonts w:ascii="Century Gothic" w:eastAsia="Times New Roman" w:hAnsi="Century Gothic" w:cs="Times New Roman"/>
      <w:b/>
      <w:color w:val="000000"/>
      <w:sz w:val="24"/>
      <w:szCs w:val="20"/>
    </w:rPr>
  </w:style>
  <w:style w:type="character" w:customStyle="1" w:styleId="Angelica12Car0">
    <w:name w:val="Angelica 12 Car"/>
    <w:link w:val="Angelica12"/>
    <w:rsid w:val="00D328FF"/>
    <w:rPr>
      <w:rFonts w:ascii="Century Gothic" w:eastAsia="Times New Roman" w:hAnsi="Century Gothic"/>
      <w:b/>
      <w:sz w:val="24"/>
      <w:szCs w:val="24"/>
      <w:u w:val="single"/>
      <w:lang w:val="x-none" w:eastAsia="x-none"/>
    </w:rPr>
  </w:style>
  <w:style w:type="paragraph" w:customStyle="1" w:styleId="Angelica100">
    <w:name w:val="Angelica 10."/>
    <w:basedOn w:val="Normal"/>
    <w:link w:val="Angelica10Car0"/>
    <w:qFormat/>
    <w:rsid w:val="00D328FF"/>
    <w:pPr>
      <w:jc w:val="both"/>
    </w:pPr>
    <w:rPr>
      <w:rFonts w:ascii="Century Gothic" w:hAnsi="Century Gothic"/>
      <w:b/>
      <w:lang w:val="x-none" w:eastAsia="x-none"/>
    </w:rPr>
  </w:style>
  <w:style w:type="character" w:customStyle="1" w:styleId="Angelica10Car0">
    <w:name w:val="Angelica 10. Car"/>
    <w:link w:val="Angelica100"/>
    <w:rsid w:val="00D328FF"/>
    <w:rPr>
      <w:rFonts w:ascii="Century Gothic" w:eastAsia="Times New Roman" w:hAnsi="Century Gothic" w:cs="Times New Roman"/>
      <w:b/>
      <w:sz w:val="20"/>
      <w:szCs w:val="20"/>
    </w:rPr>
  </w:style>
  <w:style w:type="character" w:customStyle="1" w:styleId="NormalCar">
    <w:name w:val="Normal Car"/>
    <w:rsid w:val="00D328FF"/>
    <w:rPr>
      <w:rFonts w:ascii="Century Gothic" w:hAnsi="Century Gothic" w:cs="Arial"/>
      <w:b/>
      <w:sz w:val="28"/>
      <w:szCs w:val="28"/>
      <w:lang w:val="es-MX"/>
    </w:rPr>
  </w:style>
  <w:style w:type="paragraph" w:styleId="Revisin">
    <w:name w:val="Revision"/>
    <w:hidden/>
    <w:uiPriority w:val="99"/>
    <w:semiHidden/>
    <w:rsid w:val="00D328FF"/>
    <w:rPr>
      <w:rFonts w:ascii="Times New Roman" w:eastAsia="Times New Roman" w:hAnsi="Times New Roman"/>
      <w:lang w:val="es-ES" w:eastAsia="es-ES"/>
    </w:rPr>
  </w:style>
  <w:style w:type="character" w:customStyle="1" w:styleId="apple-converted-space">
    <w:name w:val="apple-converted-space"/>
    <w:basedOn w:val="Fuentedeprrafopredeter"/>
    <w:rsid w:val="00CA1EE4"/>
  </w:style>
  <w:style w:type="paragraph" w:customStyle="1" w:styleId="Listavistosa-nfasis11">
    <w:name w:val="Lista vistosa - Énfasis 11"/>
    <w:basedOn w:val="Normal"/>
    <w:uiPriority w:val="34"/>
    <w:qFormat/>
    <w:rsid w:val="009644F4"/>
    <w:pPr>
      <w:ind w:left="720"/>
      <w:contextualSpacing/>
    </w:pPr>
    <w:rPr>
      <w:sz w:val="24"/>
      <w:szCs w:val="24"/>
      <w:lang w:val="es-ES_tradnl" w:eastAsia="es-ES_tradnl"/>
    </w:rPr>
  </w:style>
  <w:style w:type="paragraph" w:customStyle="1" w:styleId="Cuadrculamedia1-nfasis21">
    <w:name w:val="Cuadrícula media 1 - Énfasis 21"/>
    <w:basedOn w:val="Normal"/>
    <w:qFormat/>
    <w:rsid w:val="000D2EEF"/>
    <w:pPr>
      <w:ind w:left="708"/>
    </w:pPr>
    <w:rPr>
      <w:sz w:val="24"/>
      <w:szCs w:val="24"/>
      <w:lang w:val="es-CO"/>
    </w:rPr>
  </w:style>
  <w:style w:type="paragraph" w:customStyle="1" w:styleId="bodytext250">
    <w:name w:val="bodytext25"/>
    <w:basedOn w:val="Normal"/>
    <w:rsid w:val="00C35468"/>
    <w:pPr>
      <w:autoSpaceDE w:val="0"/>
      <w:autoSpaceDN w:val="0"/>
      <w:jc w:val="both"/>
    </w:pPr>
    <w:rPr>
      <w:rFonts w:ascii="Arial" w:eastAsia="Calibri" w:hAnsi="Arial" w:cs="Arial"/>
      <w:sz w:val="22"/>
      <w:szCs w:val="22"/>
    </w:rPr>
  </w:style>
  <w:style w:type="paragraph" w:styleId="Textonotaalfinal">
    <w:name w:val="endnote text"/>
    <w:basedOn w:val="Normal"/>
    <w:link w:val="TextonotaalfinalCar"/>
    <w:uiPriority w:val="99"/>
    <w:semiHidden/>
    <w:unhideWhenUsed/>
    <w:rsid w:val="005E398C"/>
    <w:pPr>
      <w:spacing w:after="200" w:line="276" w:lineRule="auto"/>
    </w:pPr>
    <w:rPr>
      <w:rFonts w:ascii="Calibri" w:hAnsi="Calibri"/>
      <w:lang w:val="x-none" w:eastAsia="x-none"/>
    </w:rPr>
  </w:style>
  <w:style w:type="character" w:customStyle="1" w:styleId="TextonotaalfinalCar">
    <w:name w:val="Texto nota al final Car"/>
    <w:link w:val="Textonotaalfinal"/>
    <w:uiPriority w:val="99"/>
    <w:semiHidden/>
    <w:rsid w:val="005E398C"/>
    <w:rPr>
      <w:rFonts w:ascii="Calibri" w:eastAsia="Times New Roman" w:hAnsi="Calibri"/>
    </w:rPr>
  </w:style>
  <w:style w:type="character" w:styleId="Refdenotaalfinal">
    <w:name w:val="endnote reference"/>
    <w:uiPriority w:val="99"/>
    <w:semiHidden/>
    <w:unhideWhenUsed/>
    <w:rsid w:val="005E398C"/>
    <w:rPr>
      <w:rFonts w:cs="Times New Roman"/>
      <w:vertAlign w:val="superscript"/>
    </w:rPr>
  </w:style>
  <w:style w:type="character" w:customStyle="1" w:styleId="nfasissutil1">
    <w:name w:val="Énfasis sutil1"/>
    <w:uiPriority w:val="19"/>
    <w:qFormat/>
    <w:rsid w:val="006C254B"/>
    <w:rPr>
      <w:i/>
      <w:iCs/>
      <w:color w:val="808080"/>
    </w:rPr>
  </w:style>
  <w:style w:type="paragraph" w:styleId="Sinespaciado">
    <w:name w:val="No Spacing"/>
    <w:uiPriority w:val="99"/>
    <w:qFormat/>
    <w:rsid w:val="00A97285"/>
    <w:rPr>
      <w:sz w:val="22"/>
      <w:szCs w:val="22"/>
      <w:lang w:eastAsia="en-US"/>
    </w:r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1 Car,Lista vistosa - Énfasis 12 Car"/>
    <w:link w:val="Prrafodelista"/>
    <w:uiPriority w:val="34"/>
    <w:locked/>
    <w:rsid w:val="00774525"/>
    <w:rPr>
      <w:rFonts w:ascii="Times New Roman" w:eastAsia="Times New Roman" w:hAnsi="Times New Roman"/>
      <w:lang w:val="es-ES" w:eastAsia="es-ES"/>
    </w:rPr>
  </w:style>
  <w:style w:type="table" w:customStyle="1" w:styleId="Tablanormal11">
    <w:name w:val="Tabla normal 11"/>
    <w:basedOn w:val="Tablanormal"/>
    <w:uiPriority w:val="99"/>
    <w:rsid w:val="0077452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uiPriority w:val="99"/>
    <w:rsid w:val="00B108A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5255">
      <w:bodyDiv w:val="1"/>
      <w:marLeft w:val="0"/>
      <w:marRight w:val="0"/>
      <w:marTop w:val="0"/>
      <w:marBottom w:val="0"/>
      <w:divBdr>
        <w:top w:val="none" w:sz="0" w:space="0" w:color="auto"/>
        <w:left w:val="none" w:sz="0" w:space="0" w:color="auto"/>
        <w:bottom w:val="none" w:sz="0" w:space="0" w:color="auto"/>
        <w:right w:val="none" w:sz="0" w:space="0" w:color="auto"/>
      </w:divBdr>
    </w:div>
    <w:div w:id="66267840">
      <w:bodyDiv w:val="1"/>
      <w:marLeft w:val="0"/>
      <w:marRight w:val="0"/>
      <w:marTop w:val="0"/>
      <w:marBottom w:val="0"/>
      <w:divBdr>
        <w:top w:val="none" w:sz="0" w:space="0" w:color="auto"/>
        <w:left w:val="none" w:sz="0" w:space="0" w:color="auto"/>
        <w:bottom w:val="none" w:sz="0" w:space="0" w:color="auto"/>
        <w:right w:val="none" w:sz="0" w:space="0" w:color="auto"/>
      </w:divBdr>
    </w:div>
    <w:div w:id="89393706">
      <w:bodyDiv w:val="1"/>
      <w:marLeft w:val="0"/>
      <w:marRight w:val="0"/>
      <w:marTop w:val="0"/>
      <w:marBottom w:val="0"/>
      <w:divBdr>
        <w:top w:val="none" w:sz="0" w:space="0" w:color="auto"/>
        <w:left w:val="none" w:sz="0" w:space="0" w:color="auto"/>
        <w:bottom w:val="none" w:sz="0" w:space="0" w:color="auto"/>
        <w:right w:val="none" w:sz="0" w:space="0" w:color="auto"/>
      </w:divBdr>
    </w:div>
    <w:div w:id="155656606">
      <w:bodyDiv w:val="1"/>
      <w:marLeft w:val="0"/>
      <w:marRight w:val="0"/>
      <w:marTop w:val="0"/>
      <w:marBottom w:val="0"/>
      <w:divBdr>
        <w:top w:val="none" w:sz="0" w:space="0" w:color="auto"/>
        <w:left w:val="none" w:sz="0" w:space="0" w:color="auto"/>
        <w:bottom w:val="none" w:sz="0" w:space="0" w:color="auto"/>
        <w:right w:val="none" w:sz="0" w:space="0" w:color="auto"/>
      </w:divBdr>
    </w:div>
    <w:div w:id="181480783">
      <w:bodyDiv w:val="1"/>
      <w:marLeft w:val="0"/>
      <w:marRight w:val="0"/>
      <w:marTop w:val="0"/>
      <w:marBottom w:val="0"/>
      <w:divBdr>
        <w:top w:val="none" w:sz="0" w:space="0" w:color="auto"/>
        <w:left w:val="none" w:sz="0" w:space="0" w:color="auto"/>
        <w:bottom w:val="none" w:sz="0" w:space="0" w:color="auto"/>
        <w:right w:val="none" w:sz="0" w:space="0" w:color="auto"/>
      </w:divBdr>
      <w:divsChild>
        <w:div w:id="766191289">
          <w:marLeft w:val="0"/>
          <w:marRight w:val="0"/>
          <w:marTop w:val="0"/>
          <w:marBottom w:val="0"/>
          <w:divBdr>
            <w:top w:val="none" w:sz="0" w:space="0" w:color="auto"/>
            <w:left w:val="none" w:sz="0" w:space="0" w:color="auto"/>
            <w:bottom w:val="none" w:sz="0" w:space="0" w:color="auto"/>
            <w:right w:val="none" w:sz="0" w:space="0" w:color="auto"/>
          </w:divBdr>
        </w:div>
      </w:divsChild>
    </w:div>
    <w:div w:id="190070528">
      <w:bodyDiv w:val="1"/>
      <w:marLeft w:val="0"/>
      <w:marRight w:val="0"/>
      <w:marTop w:val="0"/>
      <w:marBottom w:val="0"/>
      <w:divBdr>
        <w:top w:val="none" w:sz="0" w:space="0" w:color="auto"/>
        <w:left w:val="none" w:sz="0" w:space="0" w:color="auto"/>
        <w:bottom w:val="none" w:sz="0" w:space="0" w:color="auto"/>
        <w:right w:val="none" w:sz="0" w:space="0" w:color="auto"/>
      </w:divBdr>
    </w:div>
    <w:div w:id="195849968">
      <w:bodyDiv w:val="1"/>
      <w:marLeft w:val="0"/>
      <w:marRight w:val="0"/>
      <w:marTop w:val="0"/>
      <w:marBottom w:val="0"/>
      <w:divBdr>
        <w:top w:val="none" w:sz="0" w:space="0" w:color="auto"/>
        <w:left w:val="none" w:sz="0" w:space="0" w:color="auto"/>
        <w:bottom w:val="none" w:sz="0" w:space="0" w:color="auto"/>
        <w:right w:val="none" w:sz="0" w:space="0" w:color="auto"/>
      </w:divBdr>
    </w:div>
    <w:div w:id="307319220">
      <w:bodyDiv w:val="1"/>
      <w:marLeft w:val="0"/>
      <w:marRight w:val="0"/>
      <w:marTop w:val="0"/>
      <w:marBottom w:val="0"/>
      <w:divBdr>
        <w:top w:val="none" w:sz="0" w:space="0" w:color="auto"/>
        <w:left w:val="none" w:sz="0" w:space="0" w:color="auto"/>
        <w:bottom w:val="none" w:sz="0" w:space="0" w:color="auto"/>
        <w:right w:val="none" w:sz="0" w:space="0" w:color="auto"/>
      </w:divBdr>
    </w:div>
    <w:div w:id="317803828">
      <w:bodyDiv w:val="1"/>
      <w:marLeft w:val="0"/>
      <w:marRight w:val="0"/>
      <w:marTop w:val="0"/>
      <w:marBottom w:val="0"/>
      <w:divBdr>
        <w:top w:val="none" w:sz="0" w:space="0" w:color="auto"/>
        <w:left w:val="none" w:sz="0" w:space="0" w:color="auto"/>
        <w:bottom w:val="none" w:sz="0" w:space="0" w:color="auto"/>
        <w:right w:val="none" w:sz="0" w:space="0" w:color="auto"/>
      </w:divBdr>
      <w:divsChild>
        <w:div w:id="1247811324">
          <w:marLeft w:val="0"/>
          <w:marRight w:val="0"/>
          <w:marTop w:val="0"/>
          <w:marBottom w:val="0"/>
          <w:divBdr>
            <w:top w:val="none" w:sz="0" w:space="0" w:color="auto"/>
            <w:left w:val="none" w:sz="0" w:space="0" w:color="auto"/>
            <w:bottom w:val="none" w:sz="0" w:space="0" w:color="auto"/>
            <w:right w:val="none" w:sz="0" w:space="0" w:color="auto"/>
          </w:divBdr>
          <w:divsChild>
            <w:div w:id="20526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80256">
      <w:bodyDiv w:val="1"/>
      <w:marLeft w:val="0"/>
      <w:marRight w:val="0"/>
      <w:marTop w:val="0"/>
      <w:marBottom w:val="0"/>
      <w:divBdr>
        <w:top w:val="none" w:sz="0" w:space="0" w:color="auto"/>
        <w:left w:val="none" w:sz="0" w:space="0" w:color="auto"/>
        <w:bottom w:val="none" w:sz="0" w:space="0" w:color="auto"/>
        <w:right w:val="none" w:sz="0" w:space="0" w:color="auto"/>
      </w:divBdr>
    </w:div>
    <w:div w:id="536697048">
      <w:bodyDiv w:val="1"/>
      <w:marLeft w:val="0"/>
      <w:marRight w:val="0"/>
      <w:marTop w:val="0"/>
      <w:marBottom w:val="0"/>
      <w:divBdr>
        <w:top w:val="none" w:sz="0" w:space="0" w:color="auto"/>
        <w:left w:val="none" w:sz="0" w:space="0" w:color="auto"/>
        <w:bottom w:val="none" w:sz="0" w:space="0" w:color="auto"/>
        <w:right w:val="none" w:sz="0" w:space="0" w:color="auto"/>
      </w:divBdr>
    </w:div>
    <w:div w:id="555627228">
      <w:bodyDiv w:val="1"/>
      <w:marLeft w:val="0"/>
      <w:marRight w:val="0"/>
      <w:marTop w:val="0"/>
      <w:marBottom w:val="0"/>
      <w:divBdr>
        <w:top w:val="none" w:sz="0" w:space="0" w:color="auto"/>
        <w:left w:val="none" w:sz="0" w:space="0" w:color="auto"/>
        <w:bottom w:val="none" w:sz="0" w:space="0" w:color="auto"/>
        <w:right w:val="none" w:sz="0" w:space="0" w:color="auto"/>
      </w:divBdr>
    </w:div>
    <w:div w:id="556818303">
      <w:bodyDiv w:val="1"/>
      <w:marLeft w:val="0"/>
      <w:marRight w:val="0"/>
      <w:marTop w:val="0"/>
      <w:marBottom w:val="0"/>
      <w:divBdr>
        <w:top w:val="none" w:sz="0" w:space="0" w:color="auto"/>
        <w:left w:val="none" w:sz="0" w:space="0" w:color="auto"/>
        <w:bottom w:val="none" w:sz="0" w:space="0" w:color="auto"/>
        <w:right w:val="none" w:sz="0" w:space="0" w:color="auto"/>
      </w:divBdr>
    </w:div>
    <w:div w:id="615335573">
      <w:bodyDiv w:val="1"/>
      <w:marLeft w:val="0"/>
      <w:marRight w:val="0"/>
      <w:marTop w:val="0"/>
      <w:marBottom w:val="0"/>
      <w:divBdr>
        <w:top w:val="none" w:sz="0" w:space="0" w:color="auto"/>
        <w:left w:val="none" w:sz="0" w:space="0" w:color="auto"/>
        <w:bottom w:val="none" w:sz="0" w:space="0" w:color="auto"/>
        <w:right w:val="none" w:sz="0" w:space="0" w:color="auto"/>
      </w:divBdr>
      <w:divsChild>
        <w:div w:id="386033302">
          <w:marLeft w:val="0"/>
          <w:marRight w:val="0"/>
          <w:marTop w:val="0"/>
          <w:marBottom w:val="0"/>
          <w:divBdr>
            <w:top w:val="none" w:sz="0" w:space="0" w:color="auto"/>
            <w:left w:val="none" w:sz="0" w:space="0" w:color="auto"/>
            <w:bottom w:val="none" w:sz="0" w:space="0" w:color="auto"/>
            <w:right w:val="none" w:sz="0" w:space="0" w:color="auto"/>
          </w:divBdr>
        </w:div>
      </w:divsChild>
    </w:div>
    <w:div w:id="639774886">
      <w:bodyDiv w:val="1"/>
      <w:marLeft w:val="0"/>
      <w:marRight w:val="0"/>
      <w:marTop w:val="0"/>
      <w:marBottom w:val="0"/>
      <w:divBdr>
        <w:top w:val="none" w:sz="0" w:space="0" w:color="auto"/>
        <w:left w:val="none" w:sz="0" w:space="0" w:color="auto"/>
        <w:bottom w:val="none" w:sz="0" w:space="0" w:color="auto"/>
        <w:right w:val="none" w:sz="0" w:space="0" w:color="auto"/>
      </w:divBdr>
    </w:div>
    <w:div w:id="644428781">
      <w:bodyDiv w:val="1"/>
      <w:marLeft w:val="0"/>
      <w:marRight w:val="0"/>
      <w:marTop w:val="0"/>
      <w:marBottom w:val="0"/>
      <w:divBdr>
        <w:top w:val="none" w:sz="0" w:space="0" w:color="auto"/>
        <w:left w:val="none" w:sz="0" w:space="0" w:color="auto"/>
        <w:bottom w:val="none" w:sz="0" w:space="0" w:color="auto"/>
        <w:right w:val="none" w:sz="0" w:space="0" w:color="auto"/>
      </w:divBdr>
    </w:div>
    <w:div w:id="648100500">
      <w:bodyDiv w:val="1"/>
      <w:marLeft w:val="0"/>
      <w:marRight w:val="0"/>
      <w:marTop w:val="0"/>
      <w:marBottom w:val="0"/>
      <w:divBdr>
        <w:top w:val="none" w:sz="0" w:space="0" w:color="auto"/>
        <w:left w:val="none" w:sz="0" w:space="0" w:color="auto"/>
        <w:bottom w:val="none" w:sz="0" w:space="0" w:color="auto"/>
        <w:right w:val="none" w:sz="0" w:space="0" w:color="auto"/>
      </w:divBdr>
    </w:div>
    <w:div w:id="658192097">
      <w:bodyDiv w:val="1"/>
      <w:marLeft w:val="0"/>
      <w:marRight w:val="0"/>
      <w:marTop w:val="0"/>
      <w:marBottom w:val="0"/>
      <w:divBdr>
        <w:top w:val="none" w:sz="0" w:space="0" w:color="auto"/>
        <w:left w:val="none" w:sz="0" w:space="0" w:color="auto"/>
        <w:bottom w:val="none" w:sz="0" w:space="0" w:color="auto"/>
        <w:right w:val="none" w:sz="0" w:space="0" w:color="auto"/>
      </w:divBdr>
    </w:div>
    <w:div w:id="677199566">
      <w:bodyDiv w:val="1"/>
      <w:marLeft w:val="0"/>
      <w:marRight w:val="0"/>
      <w:marTop w:val="0"/>
      <w:marBottom w:val="0"/>
      <w:divBdr>
        <w:top w:val="none" w:sz="0" w:space="0" w:color="auto"/>
        <w:left w:val="none" w:sz="0" w:space="0" w:color="auto"/>
        <w:bottom w:val="none" w:sz="0" w:space="0" w:color="auto"/>
        <w:right w:val="none" w:sz="0" w:space="0" w:color="auto"/>
      </w:divBdr>
    </w:div>
    <w:div w:id="677925740">
      <w:bodyDiv w:val="1"/>
      <w:marLeft w:val="0"/>
      <w:marRight w:val="0"/>
      <w:marTop w:val="0"/>
      <w:marBottom w:val="0"/>
      <w:divBdr>
        <w:top w:val="none" w:sz="0" w:space="0" w:color="auto"/>
        <w:left w:val="none" w:sz="0" w:space="0" w:color="auto"/>
        <w:bottom w:val="none" w:sz="0" w:space="0" w:color="auto"/>
        <w:right w:val="none" w:sz="0" w:space="0" w:color="auto"/>
      </w:divBdr>
      <w:divsChild>
        <w:div w:id="1114205840">
          <w:marLeft w:val="0"/>
          <w:marRight w:val="0"/>
          <w:marTop w:val="0"/>
          <w:marBottom w:val="0"/>
          <w:divBdr>
            <w:top w:val="none" w:sz="0" w:space="0" w:color="auto"/>
            <w:left w:val="none" w:sz="0" w:space="0" w:color="auto"/>
            <w:bottom w:val="none" w:sz="0" w:space="0" w:color="auto"/>
            <w:right w:val="none" w:sz="0" w:space="0" w:color="auto"/>
          </w:divBdr>
        </w:div>
      </w:divsChild>
    </w:div>
    <w:div w:id="679048730">
      <w:bodyDiv w:val="1"/>
      <w:marLeft w:val="0"/>
      <w:marRight w:val="0"/>
      <w:marTop w:val="0"/>
      <w:marBottom w:val="0"/>
      <w:divBdr>
        <w:top w:val="none" w:sz="0" w:space="0" w:color="auto"/>
        <w:left w:val="none" w:sz="0" w:space="0" w:color="auto"/>
        <w:bottom w:val="none" w:sz="0" w:space="0" w:color="auto"/>
        <w:right w:val="none" w:sz="0" w:space="0" w:color="auto"/>
      </w:divBdr>
    </w:div>
    <w:div w:id="691145484">
      <w:bodyDiv w:val="1"/>
      <w:marLeft w:val="0"/>
      <w:marRight w:val="0"/>
      <w:marTop w:val="0"/>
      <w:marBottom w:val="0"/>
      <w:divBdr>
        <w:top w:val="none" w:sz="0" w:space="0" w:color="auto"/>
        <w:left w:val="none" w:sz="0" w:space="0" w:color="auto"/>
        <w:bottom w:val="none" w:sz="0" w:space="0" w:color="auto"/>
        <w:right w:val="none" w:sz="0" w:space="0" w:color="auto"/>
      </w:divBdr>
    </w:div>
    <w:div w:id="710691054">
      <w:bodyDiv w:val="1"/>
      <w:marLeft w:val="0"/>
      <w:marRight w:val="0"/>
      <w:marTop w:val="0"/>
      <w:marBottom w:val="0"/>
      <w:divBdr>
        <w:top w:val="none" w:sz="0" w:space="0" w:color="auto"/>
        <w:left w:val="none" w:sz="0" w:space="0" w:color="auto"/>
        <w:bottom w:val="none" w:sz="0" w:space="0" w:color="auto"/>
        <w:right w:val="none" w:sz="0" w:space="0" w:color="auto"/>
      </w:divBdr>
    </w:div>
    <w:div w:id="724527155">
      <w:bodyDiv w:val="1"/>
      <w:marLeft w:val="0"/>
      <w:marRight w:val="0"/>
      <w:marTop w:val="0"/>
      <w:marBottom w:val="0"/>
      <w:divBdr>
        <w:top w:val="none" w:sz="0" w:space="0" w:color="auto"/>
        <w:left w:val="none" w:sz="0" w:space="0" w:color="auto"/>
        <w:bottom w:val="none" w:sz="0" w:space="0" w:color="auto"/>
        <w:right w:val="none" w:sz="0" w:space="0" w:color="auto"/>
      </w:divBdr>
      <w:divsChild>
        <w:div w:id="1691838392">
          <w:marLeft w:val="0"/>
          <w:marRight w:val="0"/>
          <w:marTop w:val="0"/>
          <w:marBottom w:val="0"/>
          <w:divBdr>
            <w:top w:val="none" w:sz="0" w:space="0" w:color="auto"/>
            <w:left w:val="none" w:sz="0" w:space="0" w:color="auto"/>
            <w:bottom w:val="none" w:sz="0" w:space="0" w:color="auto"/>
            <w:right w:val="none" w:sz="0" w:space="0" w:color="auto"/>
          </w:divBdr>
          <w:divsChild>
            <w:div w:id="155662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99015">
      <w:bodyDiv w:val="1"/>
      <w:marLeft w:val="0"/>
      <w:marRight w:val="0"/>
      <w:marTop w:val="0"/>
      <w:marBottom w:val="0"/>
      <w:divBdr>
        <w:top w:val="none" w:sz="0" w:space="0" w:color="auto"/>
        <w:left w:val="none" w:sz="0" w:space="0" w:color="auto"/>
        <w:bottom w:val="none" w:sz="0" w:space="0" w:color="auto"/>
        <w:right w:val="none" w:sz="0" w:space="0" w:color="auto"/>
      </w:divBdr>
    </w:div>
    <w:div w:id="746612008">
      <w:bodyDiv w:val="1"/>
      <w:marLeft w:val="0"/>
      <w:marRight w:val="0"/>
      <w:marTop w:val="0"/>
      <w:marBottom w:val="0"/>
      <w:divBdr>
        <w:top w:val="none" w:sz="0" w:space="0" w:color="auto"/>
        <w:left w:val="none" w:sz="0" w:space="0" w:color="auto"/>
        <w:bottom w:val="none" w:sz="0" w:space="0" w:color="auto"/>
        <w:right w:val="none" w:sz="0" w:space="0" w:color="auto"/>
      </w:divBdr>
    </w:div>
    <w:div w:id="757561836">
      <w:bodyDiv w:val="1"/>
      <w:marLeft w:val="0"/>
      <w:marRight w:val="0"/>
      <w:marTop w:val="0"/>
      <w:marBottom w:val="0"/>
      <w:divBdr>
        <w:top w:val="none" w:sz="0" w:space="0" w:color="auto"/>
        <w:left w:val="none" w:sz="0" w:space="0" w:color="auto"/>
        <w:bottom w:val="none" w:sz="0" w:space="0" w:color="auto"/>
        <w:right w:val="none" w:sz="0" w:space="0" w:color="auto"/>
      </w:divBdr>
    </w:div>
    <w:div w:id="821507770">
      <w:bodyDiv w:val="1"/>
      <w:marLeft w:val="0"/>
      <w:marRight w:val="0"/>
      <w:marTop w:val="0"/>
      <w:marBottom w:val="0"/>
      <w:divBdr>
        <w:top w:val="none" w:sz="0" w:space="0" w:color="auto"/>
        <w:left w:val="none" w:sz="0" w:space="0" w:color="auto"/>
        <w:bottom w:val="none" w:sz="0" w:space="0" w:color="auto"/>
        <w:right w:val="none" w:sz="0" w:space="0" w:color="auto"/>
      </w:divBdr>
      <w:divsChild>
        <w:div w:id="241570398">
          <w:marLeft w:val="0"/>
          <w:marRight w:val="0"/>
          <w:marTop w:val="0"/>
          <w:marBottom w:val="0"/>
          <w:divBdr>
            <w:top w:val="none" w:sz="0" w:space="0" w:color="auto"/>
            <w:left w:val="none" w:sz="0" w:space="0" w:color="auto"/>
            <w:bottom w:val="none" w:sz="0" w:space="0" w:color="auto"/>
            <w:right w:val="none" w:sz="0" w:space="0" w:color="auto"/>
          </w:divBdr>
        </w:div>
      </w:divsChild>
    </w:div>
    <w:div w:id="904533499">
      <w:bodyDiv w:val="1"/>
      <w:marLeft w:val="0"/>
      <w:marRight w:val="0"/>
      <w:marTop w:val="0"/>
      <w:marBottom w:val="0"/>
      <w:divBdr>
        <w:top w:val="none" w:sz="0" w:space="0" w:color="auto"/>
        <w:left w:val="none" w:sz="0" w:space="0" w:color="auto"/>
        <w:bottom w:val="none" w:sz="0" w:space="0" w:color="auto"/>
        <w:right w:val="none" w:sz="0" w:space="0" w:color="auto"/>
      </w:divBdr>
    </w:div>
    <w:div w:id="960451301">
      <w:bodyDiv w:val="1"/>
      <w:marLeft w:val="0"/>
      <w:marRight w:val="0"/>
      <w:marTop w:val="0"/>
      <w:marBottom w:val="0"/>
      <w:divBdr>
        <w:top w:val="none" w:sz="0" w:space="0" w:color="auto"/>
        <w:left w:val="none" w:sz="0" w:space="0" w:color="auto"/>
        <w:bottom w:val="none" w:sz="0" w:space="0" w:color="auto"/>
        <w:right w:val="none" w:sz="0" w:space="0" w:color="auto"/>
      </w:divBdr>
    </w:div>
    <w:div w:id="960958190">
      <w:bodyDiv w:val="1"/>
      <w:marLeft w:val="0"/>
      <w:marRight w:val="0"/>
      <w:marTop w:val="0"/>
      <w:marBottom w:val="0"/>
      <w:divBdr>
        <w:top w:val="none" w:sz="0" w:space="0" w:color="auto"/>
        <w:left w:val="none" w:sz="0" w:space="0" w:color="auto"/>
        <w:bottom w:val="none" w:sz="0" w:space="0" w:color="auto"/>
        <w:right w:val="none" w:sz="0" w:space="0" w:color="auto"/>
      </w:divBdr>
    </w:div>
    <w:div w:id="964585235">
      <w:bodyDiv w:val="1"/>
      <w:marLeft w:val="0"/>
      <w:marRight w:val="0"/>
      <w:marTop w:val="0"/>
      <w:marBottom w:val="0"/>
      <w:divBdr>
        <w:top w:val="none" w:sz="0" w:space="0" w:color="auto"/>
        <w:left w:val="none" w:sz="0" w:space="0" w:color="auto"/>
        <w:bottom w:val="none" w:sz="0" w:space="0" w:color="auto"/>
        <w:right w:val="none" w:sz="0" w:space="0" w:color="auto"/>
      </w:divBdr>
      <w:divsChild>
        <w:div w:id="262349965">
          <w:marLeft w:val="0"/>
          <w:marRight w:val="0"/>
          <w:marTop w:val="0"/>
          <w:marBottom w:val="0"/>
          <w:divBdr>
            <w:top w:val="none" w:sz="0" w:space="0" w:color="auto"/>
            <w:left w:val="none" w:sz="0" w:space="0" w:color="auto"/>
            <w:bottom w:val="none" w:sz="0" w:space="0" w:color="auto"/>
            <w:right w:val="none" w:sz="0" w:space="0" w:color="auto"/>
          </w:divBdr>
          <w:divsChild>
            <w:div w:id="170131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87260">
      <w:bodyDiv w:val="1"/>
      <w:marLeft w:val="0"/>
      <w:marRight w:val="0"/>
      <w:marTop w:val="0"/>
      <w:marBottom w:val="0"/>
      <w:divBdr>
        <w:top w:val="none" w:sz="0" w:space="0" w:color="auto"/>
        <w:left w:val="none" w:sz="0" w:space="0" w:color="auto"/>
        <w:bottom w:val="none" w:sz="0" w:space="0" w:color="auto"/>
        <w:right w:val="none" w:sz="0" w:space="0" w:color="auto"/>
      </w:divBdr>
    </w:div>
    <w:div w:id="1030451590">
      <w:bodyDiv w:val="1"/>
      <w:marLeft w:val="0"/>
      <w:marRight w:val="0"/>
      <w:marTop w:val="0"/>
      <w:marBottom w:val="0"/>
      <w:divBdr>
        <w:top w:val="none" w:sz="0" w:space="0" w:color="auto"/>
        <w:left w:val="none" w:sz="0" w:space="0" w:color="auto"/>
        <w:bottom w:val="none" w:sz="0" w:space="0" w:color="auto"/>
        <w:right w:val="none" w:sz="0" w:space="0" w:color="auto"/>
      </w:divBdr>
    </w:div>
    <w:div w:id="1064791947">
      <w:bodyDiv w:val="1"/>
      <w:marLeft w:val="0"/>
      <w:marRight w:val="0"/>
      <w:marTop w:val="0"/>
      <w:marBottom w:val="0"/>
      <w:divBdr>
        <w:top w:val="none" w:sz="0" w:space="0" w:color="auto"/>
        <w:left w:val="none" w:sz="0" w:space="0" w:color="auto"/>
        <w:bottom w:val="none" w:sz="0" w:space="0" w:color="auto"/>
        <w:right w:val="none" w:sz="0" w:space="0" w:color="auto"/>
      </w:divBdr>
    </w:div>
    <w:div w:id="1139881830">
      <w:bodyDiv w:val="1"/>
      <w:marLeft w:val="0"/>
      <w:marRight w:val="0"/>
      <w:marTop w:val="0"/>
      <w:marBottom w:val="0"/>
      <w:divBdr>
        <w:top w:val="none" w:sz="0" w:space="0" w:color="auto"/>
        <w:left w:val="none" w:sz="0" w:space="0" w:color="auto"/>
        <w:bottom w:val="none" w:sz="0" w:space="0" w:color="auto"/>
        <w:right w:val="none" w:sz="0" w:space="0" w:color="auto"/>
      </w:divBdr>
      <w:divsChild>
        <w:div w:id="1638141561">
          <w:marLeft w:val="0"/>
          <w:marRight w:val="0"/>
          <w:marTop w:val="0"/>
          <w:marBottom w:val="0"/>
          <w:divBdr>
            <w:top w:val="none" w:sz="0" w:space="0" w:color="auto"/>
            <w:left w:val="none" w:sz="0" w:space="0" w:color="auto"/>
            <w:bottom w:val="none" w:sz="0" w:space="0" w:color="auto"/>
            <w:right w:val="none" w:sz="0" w:space="0" w:color="auto"/>
          </w:divBdr>
        </w:div>
      </w:divsChild>
    </w:div>
    <w:div w:id="1150439952">
      <w:bodyDiv w:val="1"/>
      <w:marLeft w:val="0"/>
      <w:marRight w:val="0"/>
      <w:marTop w:val="0"/>
      <w:marBottom w:val="0"/>
      <w:divBdr>
        <w:top w:val="none" w:sz="0" w:space="0" w:color="auto"/>
        <w:left w:val="none" w:sz="0" w:space="0" w:color="auto"/>
        <w:bottom w:val="none" w:sz="0" w:space="0" w:color="auto"/>
        <w:right w:val="none" w:sz="0" w:space="0" w:color="auto"/>
      </w:divBdr>
    </w:div>
    <w:div w:id="1186401022">
      <w:bodyDiv w:val="1"/>
      <w:marLeft w:val="0"/>
      <w:marRight w:val="0"/>
      <w:marTop w:val="0"/>
      <w:marBottom w:val="0"/>
      <w:divBdr>
        <w:top w:val="none" w:sz="0" w:space="0" w:color="auto"/>
        <w:left w:val="none" w:sz="0" w:space="0" w:color="auto"/>
        <w:bottom w:val="none" w:sz="0" w:space="0" w:color="auto"/>
        <w:right w:val="none" w:sz="0" w:space="0" w:color="auto"/>
      </w:divBdr>
      <w:divsChild>
        <w:div w:id="141655316">
          <w:marLeft w:val="0"/>
          <w:marRight w:val="0"/>
          <w:marTop w:val="0"/>
          <w:marBottom w:val="0"/>
          <w:divBdr>
            <w:top w:val="none" w:sz="0" w:space="0" w:color="auto"/>
            <w:left w:val="none" w:sz="0" w:space="0" w:color="auto"/>
            <w:bottom w:val="none" w:sz="0" w:space="0" w:color="auto"/>
            <w:right w:val="none" w:sz="0" w:space="0" w:color="auto"/>
          </w:divBdr>
        </w:div>
        <w:div w:id="622737367">
          <w:marLeft w:val="0"/>
          <w:marRight w:val="0"/>
          <w:marTop w:val="0"/>
          <w:marBottom w:val="0"/>
          <w:divBdr>
            <w:top w:val="none" w:sz="0" w:space="0" w:color="auto"/>
            <w:left w:val="none" w:sz="0" w:space="0" w:color="auto"/>
            <w:bottom w:val="none" w:sz="0" w:space="0" w:color="auto"/>
            <w:right w:val="none" w:sz="0" w:space="0" w:color="auto"/>
          </w:divBdr>
        </w:div>
      </w:divsChild>
    </w:div>
    <w:div w:id="1191916044">
      <w:bodyDiv w:val="1"/>
      <w:marLeft w:val="0"/>
      <w:marRight w:val="0"/>
      <w:marTop w:val="0"/>
      <w:marBottom w:val="0"/>
      <w:divBdr>
        <w:top w:val="none" w:sz="0" w:space="0" w:color="auto"/>
        <w:left w:val="none" w:sz="0" w:space="0" w:color="auto"/>
        <w:bottom w:val="none" w:sz="0" w:space="0" w:color="auto"/>
        <w:right w:val="none" w:sz="0" w:space="0" w:color="auto"/>
      </w:divBdr>
      <w:divsChild>
        <w:div w:id="567807319">
          <w:marLeft w:val="0"/>
          <w:marRight w:val="0"/>
          <w:marTop w:val="0"/>
          <w:marBottom w:val="0"/>
          <w:divBdr>
            <w:top w:val="none" w:sz="0" w:space="0" w:color="auto"/>
            <w:left w:val="none" w:sz="0" w:space="0" w:color="auto"/>
            <w:bottom w:val="none" w:sz="0" w:space="0" w:color="auto"/>
            <w:right w:val="none" w:sz="0" w:space="0" w:color="auto"/>
          </w:divBdr>
        </w:div>
      </w:divsChild>
    </w:div>
    <w:div w:id="1217931559">
      <w:bodyDiv w:val="1"/>
      <w:marLeft w:val="0"/>
      <w:marRight w:val="0"/>
      <w:marTop w:val="0"/>
      <w:marBottom w:val="0"/>
      <w:divBdr>
        <w:top w:val="none" w:sz="0" w:space="0" w:color="auto"/>
        <w:left w:val="none" w:sz="0" w:space="0" w:color="auto"/>
        <w:bottom w:val="none" w:sz="0" w:space="0" w:color="auto"/>
        <w:right w:val="none" w:sz="0" w:space="0" w:color="auto"/>
      </w:divBdr>
    </w:div>
    <w:div w:id="1263412108">
      <w:bodyDiv w:val="1"/>
      <w:marLeft w:val="0"/>
      <w:marRight w:val="0"/>
      <w:marTop w:val="0"/>
      <w:marBottom w:val="0"/>
      <w:divBdr>
        <w:top w:val="none" w:sz="0" w:space="0" w:color="auto"/>
        <w:left w:val="none" w:sz="0" w:space="0" w:color="auto"/>
        <w:bottom w:val="none" w:sz="0" w:space="0" w:color="auto"/>
        <w:right w:val="none" w:sz="0" w:space="0" w:color="auto"/>
      </w:divBdr>
    </w:div>
    <w:div w:id="1298610560">
      <w:bodyDiv w:val="1"/>
      <w:marLeft w:val="0"/>
      <w:marRight w:val="0"/>
      <w:marTop w:val="0"/>
      <w:marBottom w:val="0"/>
      <w:divBdr>
        <w:top w:val="none" w:sz="0" w:space="0" w:color="auto"/>
        <w:left w:val="none" w:sz="0" w:space="0" w:color="auto"/>
        <w:bottom w:val="none" w:sz="0" w:space="0" w:color="auto"/>
        <w:right w:val="none" w:sz="0" w:space="0" w:color="auto"/>
      </w:divBdr>
    </w:div>
    <w:div w:id="1299217155">
      <w:bodyDiv w:val="1"/>
      <w:marLeft w:val="0"/>
      <w:marRight w:val="0"/>
      <w:marTop w:val="0"/>
      <w:marBottom w:val="0"/>
      <w:divBdr>
        <w:top w:val="none" w:sz="0" w:space="0" w:color="auto"/>
        <w:left w:val="none" w:sz="0" w:space="0" w:color="auto"/>
        <w:bottom w:val="none" w:sz="0" w:space="0" w:color="auto"/>
        <w:right w:val="none" w:sz="0" w:space="0" w:color="auto"/>
      </w:divBdr>
      <w:divsChild>
        <w:div w:id="840004037">
          <w:marLeft w:val="0"/>
          <w:marRight w:val="0"/>
          <w:marTop w:val="0"/>
          <w:marBottom w:val="0"/>
          <w:divBdr>
            <w:top w:val="none" w:sz="0" w:space="0" w:color="auto"/>
            <w:left w:val="none" w:sz="0" w:space="0" w:color="auto"/>
            <w:bottom w:val="none" w:sz="0" w:space="0" w:color="auto"/>
            <w:right w:val="none" w:sz="0" w:space="0" w:color="auto"/>
          </w:divBdr>
          <w:divsChild>
            <w:div w:id="70282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83869">
      <w:bodyDiv w:val="1"/>
      <w:marLeft w:val="0"/>
      <w:marRight w:val="0"/>
      <w:marTop w:val="0"/>
      <w:marBottom w:val="0"/>
      <w:divBdr>
        <w:top w:val="none" w:sz="0" w:space="0" w:color="auto"/>
        <w:left w:val="none" w:sz="0" w:space="0" w:color="auto"/>
        <w:bottom w:val="none" w:sz="0" w:space="0" w:color="auto"/>
        <w:right w:val="none" w:sz="0" w:space="0" w:color="auto"/>
      </w:divBdr>
      <w:divsChild>
        <w:div w:id="1340346878">
          <w:marLeft w:val="0"/>
          <w:marRight w:val="0"/>
          <w:marTop w:val="0"/>
          <w:marBottom w:val="0"/>
          <w:divBdr>
            <w:top w:val="none" w:sz="0" w:space="0" w:color="auto"/>
            <w:left w:val="none" w:sz="0" w:space="0" w:color="auto"/>
            <w:bottom w:val="none" w:sz="0" w:space="0" w:color="auto"/>
            <w:right w:val="none" w:sz="0" w:space="0" w:color="auto"/>
          </w:divBdr>
        </w:div>
      </w:divsChild>
    </w:div>
    <w:div w:id="1328628095">
      <w:bodyDiv w:val="1"/>
      <w:marLeft w:val="0"/>
      <w:marRight w:val="0"/>
      <w:marTop w:val="0"/>
      <w:marBottom w:val="0"/>
      <w:divBdr>
        <w:top w:val="none" w:sz="0" w:space="0" w:color="auto"/>
        <w:left w:val="none" w:sz="0" w:space="0" w:color="auto"/>
        <w:bottom w:val="none" w:sz="0" w:space="0" w:color="auto"/>
        <w:right w:val="none" w:sz="0" w:space="0" w:color="auto"/>
      </w:divBdr>
    </w:div>
    <w:div w:id="1399746073">
      <w:bodyDiv w:val="1"/>
      <w:marLeft w:val="0"/>
      <w:marRight w:val="0"/>
      <w:marTop w:val="0"/>
      <w:marBottom w:val="0"/>
      <w:divBdr>
        <w:top w:val="none" w:sz="0" w:space="0" w:color="auto"/>
        <w:left w:val="none" w:sz="0" w:space="0" w:color="auto"/>
        <w:bottom w:val="none" w:sz="0" w:space="0" w:color="auto"/>
        <w:right w:val="none" w:sz="0" w:space="0" w:color="auto"/>
      </w:divBdr>
    </w:div>
    <w:div w:id="1463384856">
      <w:bodyDiv w:val="1"/>
      <w:marLeft w:val="0"/>
      <w:marRight w:val="0"/>
      <w:marTop w:val="0"/>
      <w:marBottom w:val="0"/>
      <w:divBdr>
        <w:top w:val="none" w:sz="0" w:space="0" w:color="auto"/>
        <w:left w:val="none" w:sz="0" w:space="0" w:color="auto"/>
        <w:bottom w:val="none" w:sz="0" w:space="0" w:color="auto"/>
        <w:right w:val="none" w:sz="0" w:space="0" w:color="auto"/>
      </w:divBdr>
    </w:div>
    <w:div w:id="1474828729">
      <w:bodyDiv w:val="1"/>
      <w:marLeft w:val="0"/>
      <w:marRight w:val="0"/>
      <w:marTop w:val="0"/>
      <w:marBottom w:val="0"/>
      <w:divBdr>
        <w:top w:val="none" w:sz="0" w:space="0" w:color="auto"/>
        <w:left w:val="none" w:sz="0" w:space="0" w:color="auto"/>
        <w:bottom w:val="none" w:sz="0" w:space="0" w:color="auto"/>
        <w:right w:val="none" w:sz="0" w:space="0" w:color="auto"/>
      </w:divBdr>
    </w:div>
    <w:div w:id="1492210720">
      <w:bodyDiv w:val="1"/>
      <w:marLeft w:val="0"/>
      <w:marRight w:val="0"/>
      <w:marTop w:val="0"/>
      <w:marBottom w:val="0"/>
      <w:divBdr>
        <w:top w:val="none" w:sz="0" w:space="0" w:color="auto"/>
        <w:left w:val="none" w:sz="0" w:space="0" w:color="auto"/>
        <w:bottom w:val="none" w:sz="0" w:space="0" w:color="auto"/>
        <w:right w:val="none" w:sz="0" w:space="0" w:color="auto"/>
      </w:divBdr>
      <w:divsChild>
        <w:div w:id="1825853258">
          <w:marLeft w:val="0"/>
          <w:marRight w:val="0"/>
          <w:marTop w:val="0"/>
          <w:marBottom w:val="0"/>
          <w:divBdr>
            <w:top w:val="none" w:sz="0" w:space="0" w:color="auto"/>
            <w:left w:val="none" w:sz="0" w:space="0" w:color="auto"/>
            <w:bottom w:val="none" w:sz="0" w:space="0" w:color="auto"/>
            <w:right w:val="none" w:sz="0" w:space="0" w:color="auto"/>
          </w:divBdr>
        </w:div>
      </w:divsChild>
    </w:div>
    <w:div w:id="1495534513">
      <w:bodyDiv w:val="1"/>
      <w:marLeft w:val="0"/>
      <w:marRight w:val="0"/>
      <w:marTop w:val="0"/>
      <w:marBottom w:val="0"/>
      <w:divBdr>
        <w:top w:val="none" w:sz="0" w:space="0" w:color="auto"/>
        <w:left w:val="none" w:sz="0" w:space="0" w:color="auto"/>
        <w:bottom w:val="none" w:sz="0" w:space="0" w:color="auto"/>
        <w:right w:val="none" w:sz="0" w:space="0" w:color="auto"/>
      </w:divBdr>
    </w:div>
    <w:div w:id="1507793675">
      <w:bodyDiv w:val="1"/>
      <w:marLeft w:val="0"/>
      <w:marRight w:val="0"/>
      <w:marTop w:val="0"/>
      <w:marBottom w:val="0"/>
      <w:divBdr>
        <w:top w:val="none" w:sz="0" w:space="0" w:color="auto"/>
        <w:left w:val="none" w:sz="0" w:space="0" w:color="auto"/>
        <w:bottom w:val="none" w:sz="0" w:space="0" w:color="auto"/>
        <w:right w:val="none" w:sz="0" w:space="0" w:color="auto"/>
      </w:divBdr>
      <w:divsChild>
        <w:div w:id="395052121">
          <w:marLeft w:val="0"/>
          <w:marRight w:val="0"/>
          <w:marTop w:val="0"/>
          <w:marBottom w:val="0"/>
          <w:divBdr>
            <w:top w:val="none" w:sz="0" w:space="0" w:color="auto"/>
            <w:left w:val="none" w:sz="0" w:space="0" w:color="auto"/>
            <w:bottom w:val="none" w:sz="0" w:space="0" w:color="auto"/>
            <w:right w:val="none" w:sz="0" w:space="0" w:color="auto"/>
          </w:divBdr>
        </w:div>
      </w:divsChild>
    </w:div>
    <w:div w:id="1518346203">
      <w:bodyDiv w:val="1"/>
      <w:marLeft w:val="0"/>
      <w:marRight w:val="0"/>
      <w:marTop w:val="0"/>
      <w:marBottom w:val="0"/>
      <w:divBdr>
        <w:top w:val="none" w:sz="0" w:space="0" w:color="auto"/>
        <w:left w:val="none" w:sz="0" w:space="0" w:color="auto"/>
        <w:bottom w:val="none" w:sz="0" w:space="0" w:color="auto"/>
        <w:right w:val="none" w:sz="0" w:space="0" w:color="auto"/>
      </w:divBdr>
      <w:divsChild>
        <w:div w:id="319427104">
          <w:marLeft w:val="0"/>
          <w:marRight w:val="0"/>
          <w:marTop w:val="0"/>
          <w:marBottom w:val="0"/>
          <w:divBdr>
            <w:top w:val="none" w:sz="0" w:space="0" w:color="auto"/>
            <w:left w:val="none" w:sz="0" w:space="0" w:color="auto"/>
            <w:bottom w:val="none" w:sz="0" w:space="0" w:color="auto"/>
            <w:right w:val="none" w:sz="0" w:space="0" w:color="auto"/>
          </w:divBdr>
          <w:divsChild>
            <w:div w:id="2116364181">
              <w:marLeft w:val="0"/>
              <w:marRight w:val="0"/>
              <w:marTop w:val="0"/>
              <w:marBottom w:val="0"/>
              <w:divBdr>
                <w:top w:val="none" w:sz="0" w:space="0" w:color="auto"/>
                <w:left w:val="none" w:sz="0" w:space="0" w:color="auto"/>
                <w:bottom w:val="none" w:sz="0" w:space="0" w:color="auto"/>
                <w:right w:val="none" w:sz="0" w:space="0" w:color="auto"/>
              </w:divBdr>
            </w:div>
          </w:divsChild>
        </w:div>
        <w:div w:id="1245146512">
          <w:marLeft w:val="0"/>
          <w:marRight w:val="0"/>
          <w:marTop w:val="0"/>
          <w:marBottom w:val="0"/>
          <w:divBdr>
            <w:top w:val="none" w:sz="0" w:space="0" w:color="auto"/>
            <w:left w:val="none" w:sz="0" w:space="0" w:color="auto"/>
            <w:bottom w:val="none" w:sz="0" w:space="0" w:color="auto"/>
            <w:right w:val="none" w:sz="0" w:space="0" w:color="auto"/>
          </w:divBdr>
          <w:divsChild>
            <w:div w:id="156382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45798">
      <w:bodyDiv w:val="1"/>
      <w:marLeft w:val="0"/>
      <w:marRight w:val="0"/>
      <w:marTop w:val="0"/>
      <w:marBottom w:val="0"/>
      <w:divBdr>
        <w:top w:val="none" w:sz="0" w:space="0" w:color="auto"/>
        <w:left w:val="none" w:sz="0" w:space="0" w:color="auto"/>
        <w:bottom w:val="none" w:sz="0" w:space="0" w:color="auto"/>
        <w:right w:val="none" w:sz="0" w:space="0" w:color="auto"/>
      </w:divBdr>
    </w:div>
    <w:div w:id="1569460211">
      <w:bodyDiv w:val="1"/>
      <w:marLeft w:val="0"/>
      <w:marRight w:val="0"/>
      <w:marTop w:val="0"/>
      <w:marBottom w:val="0"/>
      <w:divBdr>
        <w:top w:val="none" w:sz="0" w:space="0" w:color="auto"/>
        <w:left w:val="none" w:sz="0" w:space="0" w:color="auto"/>
        <w:bottom w:val="none" w:sz="0" w:space="0" w:color="auto"/>
        <w:right w:val="none" w:sz="0" w:space="0" w:color="auto"/>
      </w:divBdr>
      <w:divsChild>
        <w:div w:id="646397465">
          <w:marLeft w:val="0"/>
          <w:marRight w:val="0"/>
          <w:marTop w:val="0"/>
          <w:marBottom w:val="0"/>
          <w:divBdr>
            <w:top w:val="none" w:sz="0" w:space="0" w:color="auto"/>
            <w:left w:val="none" w:sz="0" w:space="0" w:color="auto"/>
            <w:bottom w:val="none" w:sz="0" w:space="0" w:color="auto"/>
            <w:right w:val="none" w:sz="0" w:space="0" w:color="auto"/>
          </w:divBdr>
        </w:div>
      </w:divsChild>
    </w:div>
    <w:div w:id="1571770918">
      <w:bodyDiv w:val="1"/>
      <w:marLeft w:val="0"/>
      <w:marRight w:val="0"/>
      <w:marTop w:val="0"/>
      <w:marBottom w:val="0"/>
      <w:divBdr>
        <w:top w:val="none" w:sz="0" w:space="0" w:color="auto"/>
        <w:left w:val="none" w:sz="0" w:space="0" w:color="auto"/>
        <w:bottom w:val="none" w:sz="0" w:space="0" w:color="auto"/>
        <w:right w:val="none" w:sz="0" w:space="0" w:color="auto"/>
      </w:divBdr>
    </w:div>
    <w:div w:id="1598442114">
      <w:bodyDiv w:val="1"/>
      <w:marLeft w:val="0"/>
      <w:marRight w:val="0"/>
      <w:marTop w:val="0"/>
      <w:marBottom w:val="0"/>
      <w:divBdr>
        <w:top w:val="none" w:sz="0" w:space="0" w:color="auto"/>
        <w:left w:val="none" w:sz="0" w:space="0" w:color="auto"/>
        <w:bottom w:val="none" w:sz="0" w:space="0" w:color="auto"/>
        <w:right w:val="none" w:sz="0" w:space="0" w:color="auto"/>
      </w:divBdr>
    </w:div>
    <w:div w:id="1633556134">
      <w:bodyDiv w:val="1"/>
      <w:marLeft w:val="0"/>
      <w:marRight w:val="0"/>
      <w:marTop w:val="0"/>
      <w:marBottom w:val="0"/>
      <w:divBdr>
        <w:top w:val="none" w:sz="0" w:space="0" w:color="auto"/>
        <w:left w:val="none" w:sz="0" w:space="0" w:color="auto"/>
        <w:bottom w:val="none" w:sz="0" w:space="0" w:color="auto"/>
        <w:right w:val="none" w:sz="0" w:space="0" w:color="auto"/>
      </w:divBdr>
    </w:div>
    <w:div w:id="1664965767">
      <w:bodyDiv w:val="1"/>
      <w:marLeft w:val="0"/>
      <w:marRight w:val="0"/>
      <w:marTop w:val="0"/>
      <w:marBottom w:val="0"/>
      <w:divBdr>
        <w:top w:val="none" w:sz="0" w:space="0" w:color="auto"/>
        <w:left w:val="none" w:sz="0" w:space="0" w:color="auto"/>
        <w:bottom w:val="none" w:sz="0" w:space="0" w:color="auto"/>
        <w:right w:val="none" w:sz="0" w:space="0" w:color="auto"/>
      </w:divBdr>
    </w:div>
    <w:div w:id="1666519379">
      <w:bodyDiv w:val="1"/>
      <w:marLeft w:val="0"/>
      <w:marRight w:val="0"/>
      <w:marTop w:val="0"/>
      <w:marBottom w:val="0"/>
      <w:divBdr>
        <w:top w:val="none" w:sz="0" w:space="0" w:color="auto"/>
        <w:left w:val="none" w:sz="0" w:space="0" w:color="auto"/>
        <w:bottom w:val="none" w:sz="0" w:space="0" w:color="auto"/>
        <w:right w:val="none" w:sz="0" w:space="0" w:color="auto"/>
      </w:divBdr>
    </w:div>
    <w:div w:id="1670600760">
      <w:bodyDiv w:val="1"/>
      <w:marLeft w:val="0"/>
      <w:marRight w:val="0"/>
      <w:marTop w:val="0"/>
      <w:marBottom w:val="0"/>
      <w:divBdr>
        <w:top w:val="none" w:sz="0" w:space="0" w:color="auto"/>
        <w:left w:val="none" w:sz="0" w:space="0" w:color="auto"/>
        <w:bottom w:val="none" w:sz="0" w:space="0" w:color="auto"/>
        <w:right w:val="none" w:sz="0" w:space="0" w:color="auto"/>
      </w:divBdr>
    </w:div>
    <w:div w:id="1736587702">
      <w:bodyDiv w:val="1"/>
      <w:marLeft w:val="0"/>
      <w:marRight w:val="0"/>
      <w:marTop w:val="0"/>
      <w:marBottom w:val="0"/>
      <w:divBdr>
        <w:top w:val="none" w:sz="0" w:space="0" w:color="auto"/>
        <w:left w:val="none" w:sz="0" w:space="0" w:color="auto"/>
        <w:bottom w:val="none" w:sz="0" w:space="0" w:color="auto"/>
        <w:right w:val="none" w:sz="0" w:space="0" w:color="auto"/>
      </w:divBdr>
    </w:div>
    <w:div w:id="1741445593">
      <w:bodyDiv w:val="1"/>
      <w:marLeft w:val="0"/>
      <w:marRight w:val="0"/>
      <w:marTop w:val="0"/>
      <w:marBottom w:val="0"/>
      <w:divBdr>
        <w:top w:val="none" w:sz="0" w:space="0" w:color="auto"/>
        <w:left w:val="none" w:sz="0" w:space="0" w:color="auto"/>
        <w:bottom w:val="none" w:sz="0" w:space="0" w:color="auto"/>
        <w:right w:val="none" w:sz="0" w:space="0" w:color="auto"/>
      </w:divBdr>
      <w:divsChild>
        <w:div w:id="1952735869">
          <w:marLeft w:val="0"/>
          <w:marRight w:val="0"/>
          <w:marTop w:val="0"/>
          <w:marBottom w:val="0"/>
          <w:divBdr>
            <w:top w:val="none" w:sz="0" w:space="0" w:color="auto"/>
            <w:left w:val="none" w:sz="0" w:space="0" w:color="auto"/>
            <w:bottom w:val="none" w:sz="0" w:space="0" w:color="auto"/>
            <w:right w:val="none" w:sz="0" w:space="0" w:color="auto"/>
          </w:divBdr>
        </w:div>
      </w:divsChild>
    </w:div>
    <w:div w:id="1766264130">
      <w:bodyDiv w:val="1"/>
      <w:marLeft w:val="0"/>
      <w:marRight w:val="0"/>
      <w:marTop w:val="0"/>
      <w:marBottom w:val="0"/>
      <w:divBdr>
        <w:top w:val="none" w:sz="0" w:space="0" w:color="auto"/>
        <w:left w:val="none" w:sz="0" w:space="0" w:color="auto"/>
        <w:bottom w:val="none" w:sz="0" w:space="0" w:color="auto"/>
        <w:right w:val="none" w:sz="0" w:space="0" w:color="auto"/>
      </w:divBdr>
      <w:divsChild>
        <w:div w:id="2112049964">
          <w:marLeft w:val="0"/>
          <w:marRight w:val="0"/>
          <w:marTop w:val="0"/>
          <w:marBottom w:val="0"/>
          <w:divBdr>
            <w:top w:val="none" w:sz="0" w:space="0" w:color="auto"/>
            <w:left w:val="none" w:sz="0" w:space="0" w:color="auto"/>
            <w:bottom w:val="none" w:sz="0" w:space="0" w:color="auto"/>
            <w:right w:val="none" w:sz="0" w:space="0" w:color="auto"/>
          </w:divBdr>
        </w:div>
      </w:divsChild>
    </w:div>
    <w:div w:id="1766459744">
      <w:bodyDiv w:val="1"/>
      <w:marLeft w:val="0"/>
      <w:marRight w:val="0"/>
      <w:marTop w:val="0"/>
      <w:marBottom w:val="0"/>
      <w:divBdr>
        <w:top w:val="none" w:sz="0" w:space="0" w:color="auto"/>
        <w:left w:val="none" w:sz="0" w:space="0" w:color="auto"/>
        <w:bottom w:val="none" w:sz="0" w:space="0" w:color="auto"/>
        <w:right w:val="none" w:sz="0" w:space="0" w:color="auto"/>
      </w:divBdr>
    </w:div>
    <w:div w:id="1819417174">
      <w:bodyDiv w:val="1"/>
      <w:marLeft w:val="0"/>
      <w:marRight w:val="0"/>
      <w:marTop w:val="0"/>
      <w:marBottom w:val="0"/>
      <w:divBdr>
        <w:top w:val="none" w:sz="0" w:space="0" w:color="auto"/>
        <w:left w:val="none" w:sz="0" w:space="0" w:color="auto"/>
        <w:bottom w:val="none" w:sz="0" w:space="0" w:color="auto"/>
        <w:right w:val="none" w:sz="0" w:space="0" w:color="auto"/>
      </w:divBdr>
    </w:div>
    <w:div w:id="1819418594">
      <w:bodyDiv w:val="1"/>
      <w:marLeft w:val="0"/>
      <w:marRight w:val="0"/>
      <w:marTop w:val="0"/>
      <w:marBottom w:val="0"/>
      <w:divBdr>
        <w:top w:val="none" w:sz="0" w:space="0" w:color="auto"/>
        <w:left w:val="none" w:sz="0" w:space="0" w:color="auto"/>
        <w:bottom w:val="none" w:sz="0" w:space="0" w:color="auto"/>
        <w:right w:val="none" w:sz="0" w:space="0" w:color="auto"/>
      </w:divBdr>
    </w:div>
    <w:div w:id="1925721778">
      <w:bodyDiv w:val="1"/>
      <w:marLeft w:val="0"/>
      <w:marRight w:val="0"/>
      <w:marTop w:val="0"/>
      <w:marBottom w:val="0"/>
      <w:divBdr>
        <w:top w:val="none" w:sz="0" w:space="0" w:color="auto"/>
        <w:left w:val="none" w:sz="0" w:space="0" w:color="auto"/>
        <w:bottom w:val="none" w:sz="0" w:space="0" w:color="auto"/>
        <w:right w:val="none" w:sz="0" w:space="0" w:color="auto"/>
      </w:divBdr>
    </w:div>
    <w:div w:id="1953584653">
      <w:bodyDiv w:val="1"/>
      <w:marLeft w:val="0"/>
      <w:marRight w:val="0"/>
      <w:marTop w:val="0"/>
      <w:marBottom w:val="0"/>
      <w:divBdr>
        <w:top w:val="none" w:sz="0" w:space="0" w:color="auto"/>
        <w:left w:val="none" w:sz="0" w:space="0" w:color="auto"/>
        <w:bottom w:val="none" w:sz="0" w:space="0" w:color="auto"/>
        <w:right w:val="none" w:sz="0" w:space="0" w:color="auto"/>
      </w:divBdr>
    </w:div>
    <w:div w:id="1975982124">
      <w:bodyDiv w:val="1"/>
      <w:marLeft w:val="0"/>
      <w:marRight w:val="0"/>
      <w:marTop w:val="0"/>
      <w:marBottom w:val="0"/>
      <w:divBdr>
        <w:top w:val="none" w:sz="0" w:space="0" w:color="auto"/>
        <w:left w:val="none" w:sz="0" w:space="0" w:color="auto"/>
        <w:bottom w:val="none" w:sz="0" w:space="0" w:color="auto"/>
        <w:right w:val="none" w:sz="0" w:space="0" w:color="auto"/>
      </w:divBdr>
    </w:div>
    <w:div w:id="2062172746">
      <w:bodyDiv w:val="1"/>
      <w:marLeft w:val="0"/>
      <w:marRight w:val="0"/>
      <w:marTop w:val="0"/>
      <w:marBottom w:val="0"/>
      <w:divBdr>
        <w:top w:val="none" w:sz="0" w:space="0" w:color="auto"/>
        <w:left w:val="none" w:sz="0" w:space="0" w:color="auto"/>
        <w:bottom w:val="none" w:sz="0" w:space="0" w:color="auto"/>
        <w:right w:val="none" w:sz="0" w:space="0" w:color="auto"/>
      </w:divBdr>
    </w:div>
    <w:div w:id="2088913282">
      <w:bodyDiv w:val="1"/>
      <w:marLeft w:val="0"/>
      <w:marRight w:val="0"/>
      <w:marTop w:val="0"/>
      <w:marBottom w:val="0"/>
      <w:divBdr>
        <w:top w:val="none" w:sz="0" w:space="0" w:color="auto"/>
        <w:left w:val="none" w:sz="0" w:space="0" w:color="auto"/>
        <w:bottom w:val="none" w:sz="0" w:space="0" w:color="auto"/>
        <w:right w:val="none" w:sz="0" w:space="0" w:color="auto"/>
      </w:divBdr>
    </w:div>
    <w:div w:id="2098937739">
      <w:bodyDiv w:val="1"/>
      <w:marLeft w:val="0"/>
      <w:marRight w:val="0"/>
      <w:marTop w:val="0"/>
      <w:marBottom w:val="0"/>
      <w:divBdr>
        <w:top w:val="none" w:sz="0" w:space="0" w:color="auto"/>
        <w:left w:val="none" w:sz="0" w:space="0" w:color="auto"/>
        <w:bottom w:val="none" w:sz="0" w:space="0" w:color="auto"/>
        <w:right w:val="none" w:sz="0" w:space="0" w:color="auto"/>
      </w:divBdr>
    </w:div>
    <w:div w:id="2110352789">
      <w:bodyDiv w:val="1"/>
      <w:marLeft w:val="0"/>
      <w:marRight w:val="0"/>
      <w:marTop w:val="0"/>
      <w:marBottom w:val="0"/>
      <w:divBdr>
        <w:top w:val="none" w:sz="0" w:space="0" w:color="auto"/>
        <w:left w:val="none" w:sz="0" w:space="0" w:color="auto"/>
        <w:bottom w:val="none" w:sz="0" w:space="0" w:color="auto"/>
        <w:right w:val="none" w:sz="0" w:space="0" w:color="auto"/>
      </w:divBdr>
    </w:div>
    <w:div w:id="2130391576">
      <w:bodyDiv w:val="1"/>
      <w:marLeft w:val="0"/>
      <w:marRight w:val="0"/>
      <w:marTop w:val="0"/>
      <w:marBottom w:val="0"/>
      <w:divBdr>
        <w:top w:val="none" w:sz="0" w:space="0" w:color="auto"/>
        <w:left w:val="none" w:sz="0" w:space="0" w:color="auto"/>
        <w:bottom w:val="none" w:sz="0" w:space="0" w:color="auto"/>
        <w:right w:val="none" w:sz="0" w:space="0" w:color="auto"/>
      </w:divBdr>
    </w:div>
    <w:div w:id="2138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1">
  <a:themeElements>
    <a:clrScheme name="Personalizado 7">
      <a:dk1>
        <a:srgbClr val="1A1818"/>
      </a:dk1>
      <a:lt1>
        <a:srgbClr val="FFFFFF"/>
      </a:lt1>
      <a:dk2>
        <a:srgbClr val="1A1818"/>
      </a:dk2>
      <a:lt2>
        <a:srgbClr val="4E4D4D"/>
      </a:lt2>
      <a:accent1>
        <a:srgbClr val="CDCCCC"/>
      </a:accent1>
      <a:accent2>
        <a:srgbClr val="7AC143"/>
      </a:accent2>
      <a:accent3>
        <a:srgbClr val="006325"/>
      </a:accent3>
      <a:accent4>
        <a:srgbClr val="0078AE"/>
      </a:accent4>
      <a:accent5>
        <a:srgbClr val="652D89"/>
      </a:accent5>
      <a:accent6>
        <a:srgbClr val="A30134"/>
      </a:accent6>
      <a:hlink>
        <a:srgbClr val="1A1818"/>
      </a:hlink>
      <a:folHlink>
        <a:srgbClr val="FFFFFF"/>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8BFA471610E524992805A0A8AB3F480" ma:contentTypeVersion="2" ma:contentTypeDescription="Crear nuevo documento." ma:contentTypeScope="" ma:versionID="a52c42cda85951c12858707373fa24a1">
  <xsd:schema xmlns:xsd="http://www.w3.org/2001/XMLSchema" xmlns:xs="http://www.w3.org/2001/XMLSchema" xmlns:p="http://schemas.microsoft.com/office/2006/metadata/properties" xmlns:ns2="99cf77a6-9fdf-48f0-bab1-4f9db627116e" targetNamespace="http://schemas.microsoft.com/office/2006/metadata/properties" ma:root="true" ma:fieldsID="ee35421250ef10a266fb40e72cb274bd" ns2:_="">
    <xsd:import namespace="99cf77a6-9fdf-48f0-bab1-4f9db62711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cf77a6-9fdf-48f0-bab1-4f9db6271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43762-4603-4CD2-BFDE-2CF2F8A51618}">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99cf77a6-9fdf-48f0-bab1-4f9db627116e"/>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4E561925-746D-4F02-B0C3-E3EBE06139F9}">
  <ds:schemaRefs>
    <ds:schemaRef ds:uri="http://schemas.microsoft.com/sharepoint/v3/contenttype/forms"/>
  </ds:schemaRefs>
</ds:datastoreItem>
</file>

<file path=customXml/itemProps3.xml><?xml version="1.0" encoding="utf-8"?>
<ds:datastoreItem xmlns:ds="http://schemas.openxmlformats.org/officeDocument/2006/customXml" ds:itemID="{756D79E2-953B-487D-8F5E-3B58561B4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cf77a6-9fdf-48f0-bab1-4f9db62711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37DC8F-9DDB-45A2-A9FB-ABA85172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92044D85</Template>
  <TotalTime>386</TotalTime>
  <Pages>23</Pages>
  <Words>10203</Words>
  <Characters>56119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66190</CharactersWithSpaces>
  <SharedDoc>false</SharedDoc>
  <HLinks>
    <vt:vector size="6" baseType="variant">
      <vt:variant>
        <vt:i4>6029365</vt:i4>
      </vt:variant>
      <vt:variant>
        <vt:i4>87</vt:i4>
      </vt:variant>
      <vt:variant>
        <vt:i4>0</vt:i4>
      </vt:variant>
      <vt:variant>
        <vt:i4>5</vt:i4>
      </vt:variant>
      <vt:variant>
        <vt:lpwstr>http://www.alcaldiabogota.gov.co/sisjur/normas/Norma1.jsp?i=18301</vt:lpwstr>
      </vt:variant>
      <vt:variant>
        <vt:lpwstr>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Camilo José Acosta Montenegro</cp:lastModifiedBy>
  <cp:revision>10</cp:revision>
  <cp:lastPrinted>2016-08-29T20:33:00Z</cp:lastPrinted>
  <dcterms:created xsi:type="dcterms:W3CDTF">2018-05-18T02:06:00Z</dcterms:created>
  <dcterms:modified xsi:type="dcterms:W3CDTF">2018-05-23T18:23:00Z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0x01010078BFA471610E524992805A0A8AB3F480</vt:lpwstr>
  </property>
</Properties>
</file>